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72B" w:rsidRPr="00F72D01" w:rsidRDefault="0082072B" w:rsidP="002274E5">
      <w:pPr>
        <w:spacing w:line="240" w:lineRule="auto"/>
        <w:ind w:left="5387"/>
        <w:jc w:val="left"/>
        <w:rPr>
          <w:rFonts w:ascii="Times New Roman" w:hAnsi="Times New Roman" w:cs="Times New Roman"/>
          <w:sz w:val="24"/>
          <w:szCs w:val="24"/>
        </w:rPr>
      </w:pPr>
      <w:r w:rsidRPr="00F72D01">
        <w:rPr>
          <w:rFonts w:ascii="Times New Roman" w:hAnsi="Times New Roman" w:cs="Times New Roman"/>
          <w:sz w:val="24"/>
          <w:szCs w:val="24"/>
        </w:rPr>
        <w:t>Приложение № 3 к муниципальной программе Тарского муниципального района Омской области «Развитие социально-культурной сферы Тарского муниципального р</w:t>
      </w:r>
      <w:r>
        <w:rPr>
          <w:rFonts w:ascii="Times New Roman" w:hAnsi="Times New Roman" w:cs="Times New Roman"/>
          <w:sz w:val="24"/>
          <w:szCs w:val="24"/>
        </w:rPr>
        <w:t>айона Омской области» на 2014–</w:t>
      </w:r>
      <w:r w:rsidRPr="00F72D01">
        <w:rPr>
          <w:rFonts w:ascii="Times New Roman" w:hAnsi="Times New Roman" w:cs="Times New Roman"/>
          <w:sz w:val="24"/>
          <w:szCs w:val="24"/>
        </w:rPr>
        <w:t xml:space="preserve">2019 годы </w:t>
      </w:r>
    </w:p>
    <w:p w:rsidR="0082072B" w:rsidRDefault="0082072B" w:rsidP="00C4175B">
      <w:pPr>
        <w:spacing w:line="240" w:lineRule="auto"/>
        <w:ind w:left="5387"/>
        <w:rPr>
          <w:rFonts w:ascii="Times New Roman" w:hAnsi="Times New Roman" w:cs="Times New Roman"/>
        </w:rPr>
      </w:pPr>
    </w:p>
    <w:p w:rsidR="0082072B" w:rsidRDefault="0082072B" w:rsidP="00C4175B">
      <w:pPr>
        <w:spacing w:line="240" w:lineRule="auto"/>
        <w:ind w:left="5387"/>
        <w:rPr>
          <w:rFonts w:ascii="Times New Roman" w:hAnsi="Times New Roman" w:cs="Times New Roman"/>
        </w:rPr>
      </w:pPr>
    </w:p>
    <w:p w:rsidR="0082072B" w:rsidRPr="002274E5" w:rsidRDefault="0082072B" w:rsidP="00BA548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74E5">
        <w:rPr>
          <w:rFonts w:ascii="Times New Roman" w:hAnsi="Times New Roman" w:cs="Times New Roman"/>
          <w:b/>
          <w:bCs/>
          <w:sz w:val="24"/>
          <w:szCs w:val="24"/>
        </w:rPr>
        <w:t>Подпрограмма</w:t>
      </w:r>
    </w:p>
    <w:p w:rsidR="0082072B" w:rsidRPr="002274E5" w:rsidRDefault="0082072B" w:rsidP="00A43CC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74E5">
        <w:rPr>
          <w:rFonts w:ascii="Times New Roman" w:hAnsi="Times New Roman" w:cs="Times New Roman"/>
          <w:b/>
          <w:bCs/>
          <w:sz w:val="24"/>
          <w:szCs w:val="24"/>
        </w:rPr>
        <w:t>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82072B" w:rsidRPr="00AD76AE" w:rsidRDefault="0082072B" w:rsidP="00A43CC7">
      <w:pPr>
        <w:spacing w:line="240" w:lineRule="auto"/>
        <w:jc w:val="center"/>
        <w:rPr>
          <w:rFonts w:ascii="Times New Roman" w:hAnsi="Times New Roman" w:cs="Times New Roman"/>
        </w:rPr>
      </w:pPr>
    </w:p>
    <w:p w:rsidR="0082072B" w:rsidRPr="002274E5" w:rsidRDefault="0082072B" w:rsidP="002274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Раздел 1. Паспорт</w:t>
      </w:r>
    </w:p>
    <w:p w:rsidR="0082072B" w:rsidRPr="002274E5" w:rsidRDefault="0082072B" w:rsidP="002274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 xml:space="preserve"> подпрограммы 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82072B" w:rsidRPr="002274E5" w:rsidRDefault="0082072B" w:rsidP="002274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4820"/>
      </w:tblGrid>
      <w:tr w:rsidR="0082072B" w:rsidRPr="002274E5">
        <w:tc>
          <w:tcPr>
            <w:tcW w:w="4536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Наименование  муниципальной программы Тарского муниципального района Омской области (далее – муниципальная программа)</w:t>
            </w:r>
          </w:p>
        </w:tc>
        <w:tc>
          <w:tcPr>
            <w:tcW w:w="4820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социально-культурной сферы Тарского муниципального района Омской области»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2014–</w:t>
            </w: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2019 годы (далее – муниципальная программа)</w:t>
            </w:r>
          </w:p>
        </w:tc>
      </w:tr>
      <w:tr w:rsidR="0082072B" w:rsidRPr="002274E5">
        <w:tc>
          <w:tcPr>
            <w:tcW w:w="4536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Тарского муниципального района (далее – подпрограмма)</w:t>
            </w:r>
          </w:p>
        </w:tc>
        <w:tc>
          <w:tcPr>
            <w:tcW w:w="4820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«Развитие физической культуры и спорта и реализация мероприятий в сфере молодежной политики Тарского муниципального района» (далее – подпрограмма)</w:t>
            </w:r>
          </w:p>
        </w:tc>
      </w:tr>
      <w:tr w:rsidR="0082072B" w:rsidRPr="002274E5">
        <w:tc>
          <w:tcPr>
            <w:tcW w:w="4536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программы.</w:t>
            </w:r>
          </w:p>
        </w:tc>
        <w:tc>
          <w:tcPr>
            <w:tcW w:w="4820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физической культуры и спорта Администрации Тарского муниципального района Омской области </w:t>
            </w:r>
          </w:p>
        </w:tc>
      </w:tr>
      <w:tr w:rsidR="0082072B" w:rsidRPr="002274E5">
        <w:tc>
          <w:tcPr>
            <w:tcW w:w="4536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мероприятия, исполнителем ведомственной целевой программы.</w:t>
            </w:r>
          </w:p>
        </w:tc>
        <w:tc>
          <w:tcPr>
            <w:tcW w:w="4820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82072B" w:rsidRPr="002274E5">
        <w:tc>
          <w:tcPr>
            <w:tcW w:w="4536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мероприятия.</w:t>
            </w:r>
          </w:p>
        </w:tc>
        <w:tc>
          <w:tcPr>
            <w:tcW w:w="4820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82072B" w:rsidRPr="002274E5">
        <w:tc>
          <w:tcPr>
            <w:tcW w:w="4536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820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–2019 годы</w:t>
            </w:r>
          </w:p>
        </w:tc>
      </w:tr>
      <w:tr w:rsidR="0082072B" w:rsidRPr="002274E5">
        <w:tc>
          <w:tcPr>
            <w:tcW w:w="4536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</w:t>
            </w:r>
          </w:p>
        </w:tc>
      </w:tr>
      <w:tr w:rsidR="0082072B" w:rsidRPr="002274E5">
        <w:tc>
          <w:tcPr>
            <w:tcW w:w="4536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привлечения жителей Тарского муниципального района к регулярным занятиям физической культурой и спортом;</w:t>
            </w:r>
          </w:p>
          <w:p w:rsidR="0082072B" w:rsidRPr="002274E5" w:rsidRDefault="0082072B" w:rsidP="002274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 xml:space="preserve">Задача 2.  Создание условий для успешной социализации и эффективной самореализации молодых граждан, организации  оздоровления и занятости  </w:t>
            </w:r>
          </w:p>
        </w:tc>
      </w:tr>
      <w:tr w:rsidR="0082072B" w:rsidRPr="002274E5">
        <w:tc>
          <w:tcPr>
            <w:tcW w:w="4536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820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- «Развитие физической культуры и спорта»;</w:t>
            </w:r>
          </w:p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-  ВЦП «Новое поколение»</w:t>
            </w:r>
          </w:p>
        </w:tc>
      </w:tr>
      <w:tr w:rsidR="0082072B" w:rsidRPr="002274E5">
        <w:tc>
          <w:tcPr>
            <w:tcW w:w="4536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4820" w:type="dxa"/>
          </w:tcPr>
          <w:p w:rsidR="0082072B" w:rsidRPr="002274E5" w:rsidRDefault="0082072B" w:rsidP="002274E5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82072B" w:rsidRPr="002274E5" w:rsidRDefault="0082072B" w:rsidP="002274E5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30 068 048,09 руб., в том числе:</w:t>
            </w:r>
          </w:p>
          <w:p w:rsidR="0082072B" w:rsidRPr="002274E5" w:rsidRDefault="0082072B" w:rsidP="002274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2014 год – 5 074 859,04 руб.</w:t>
            </w:r>
          </w:p>
          <w:p w:rsidR="0082072B" w:rsidRPr="002274E5" w:rsidRDefault="0082072B" w:rsidP="002274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2015 год – 4 998 637,81 руб.</w:t>
            </w:r>
          </w:p>
          <w:p w:rsidR="0082072B" w:rsidRPr="002274E5" w:rsidRDefault="0082072B" w:rsidP="002274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2016 год – 4 998 637,81 руб.</w:t>
            </w:r>
          </w:p>
          <w:p w:rsidR="0082072B" w:rsidRPr="002274E5" w:rsidRDefault="0082072B" w:rsidP="002274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2017 год – 4 998 637,81 руб.</w:t>
            </w:r>
          </w:p>
          <w:p w:rsidR="0082072B" w:rsidRPr="002274E5" w:rsidRDefault="0082072B" w:rsidP="002274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2018 год – 4 998 637,81 руб.</w:t>
            </w:r>
          </w:p>
          <w:p w:rsidR="0082072B" w:rsidRPr="002274E5" w:rsidRDefault="0082072B" w:rsidP="002274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2019 год – 4 998 637,81 руб.</w:t>
            </w:r>
          </w:p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– средства областного и районного бюджета</w:t>
            </w:r>
          </w:p>
        </w:tc>
      </w:tr>
      <w:tr w:rsidR="0082072B" w:rsidRPr="002274E5">
        <w:trPr>
          <w:trHeight w:val="2105"/>
        </w:trPr>
        <w:tc>
          <w:tcPr>
            <w:tcW w:w="4536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820" w:type="dxa"/>
          </w:tcPr>
          <w:p w:rsidR="0082072B" w:rsidRPr="002274E5" w:rsidRDefault="0082072B" w:rsidP="002274E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По итогам реализации подпрограммы ожидается достижение следующих показателей (индикаторов):</w:t>
            </w:r>
          </w:p>
          <w:p w:rsidR="0082072B" w:rsidRPr="002274E5" w:rsidRDefault="0082072B" w:rsidP="002274E5">
            <w:pPr>
              <w:numPr>
                <w:ilvl w:val="0"/>
                <w:numId w:val="3"/>
              </w:numPr>
              <w:spacing w:line="240" w:lineRule="auto"/>
              <w:ind w:left="72" w:firstLine="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26,3 процентов в 2013 году до 28 процентов в 2019 </w:t>
            </w:r>
            <w:r w:rsidRPr="00227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году;</w:t>
            </w:r>
          </w:p>
          <w:p w:rsidR="0082072B" w:rsidRPr="002274E5" w:rsidRDefault="0082072B" w:rsidP="002274E5">
            <w:pPr>
              <w:numPr>
                <w:ilvl w:val="0"/>
                <w:numId w:val="3"/>
              </w:numPr>
              <w:spacing w:line="240" w:lineRule="auto"/>
              <w:ind w:left="7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</w:t>
            </w: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удельного веса численности молодых людей в возрасте от 14 до 30 лет, участвующих в деятельности молодежных общественных организаций и объединений, в общей численности молодежи в возрасте от 14 до 30 лет с 11,5 процентов в 2013 году до 15 процентов в 2019 году;</w:t>
            </w:r>
          </w:p>
          <w:p w:rsidR="0082072B" w:rsidRPr="002274E5" w:rsidRDefault="0082072B" w:rsidP="002274E5">
            <w:pPr>
              <w:numPr>
                <w:ilvl w:val="0"/>
                <w:numId w:val="3"/>
              </w:numPr>
              <w:spacing w:line="240" w:lineRule="auto"/>
              <w:ind w:left="72" w:firstLine="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</w:t>
            </w: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удельного веса численности молодых людей в возрасте от 14 до 30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30 лет со 111 процентов в 2013 году до 117 процентов в 2019 году;</w:t>
            </w:r>
          </w:p>
          <w:p w:rsidR="0082072B" w:rsidRPr="002274E5" w:rsidRDefault="0082072B" w:rsidP="002274E5">
            <w:pPr>
              <w:numPr>
                <w:ilvl w:val="0"/>
                <w:numId w:val="3"/>
              </w:numPr>
              <w:spacing w:line="240" w:lineRule="auto"/>
              <w:ind w:left="72" w:firstLine="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увеличение доли специалистов учреждений в сфере молодежной политики  и спорта Тарского муниципального района, принявших участие в мероприятиях, направленных на повышение эффективности реализации основных направлений молодежной политики и спорта (семинары, курсы повышения квалификации), от общего количества специалистов учреждений органов по делам молодежи и спорта Тарского района Омской области с 10 процентов в 2013 году до 15 процентов в 2019 году;</w:t>
            </w:r>
          </w:p>
          <w:p w:rsidR="0082072B" w:rsidRPr="002274E5" w:rsidRDefault="0082072B" w:rsidP="002274E5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74E5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и подростков в возрасте от 10 до 18 лет, охваченных организованными формами оздоровления и занятости  15,6 процентов в 2013 году до 18 процентов в 2019 году</w:t>
            </w:r>
          </w:p>
        </w:tc>
      </w:tr>
    </w:tbl>
    <w:p w:rsidR="0082072B" w:rsidRPr="002274E5" w:rsidRDefault="0082072B" w:rsidP="002274E5">
      <w:pPr>
        <w:spacing w:line="240" w:lineRule="auto"/>
        <w:ind w:left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2072B" w:rsidRPr="002274E5" w:rsidRDefault="0082072B" w:rsidP="002274E5">
      <w:pPr>
        <w:spacing w:line="240" w:lineRule="auto"/>
        <w:ind w:left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 xml:space="preserve">2. Сфера социально-экономического развития Тарского муниципального района Омской области в рамках которой предполагается реализация подпрограммы, основные проблемы, оценка причин их возникновения и прогноз ее развития </w:t>
      </w:r>
    </w:p>
    <w:p w:rsidR="0082072B" w:rsidRPr="002274E5" w:rsidRDefault="0082072B" w:rsidP="002274E5">
      <w:pPr>
        <w:spacing w:line="240" w:lineRule="auto"/>
        <w:ind w:left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2072B" w:rsidRPr="002274E5" w:rsidRDefault="0082072B" w:rsidP="002274E5">
      <w:pPr>
        <w:spacing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Подпрограмма Муниципальной программы Тарского муниципального района Омской области «Развитие социально-культурной сферы Тарского муниципального района Омской области» на 2014 – 2019 годы «Развитие физической культуры и спорта и реализация мероприятий в сфере молодежной политики Тарского муниципального района» (далее -</w:t>
      </w:r>
      <w:r w:rsidRPr="002274E5">
        <w:rPr>
          <w:rFonts w:ascii="Times New Roman" w:hAnsi="Times New Roman" w:cs="Times New Roman"/>
          <w:color w:val="000000"/>
          <w:sz w:val="24"/>
          <w:szCs w:val="24"/>
        </w:rPr>
        <w:t xml:space="preserve"> подпрограмма) разработана в соответствии с Постановлением Администрации Тарского муниципального района Омской области от 30 июля 2013 года № 947.</w:t>
      </w:r>
    </w:p>
    <w:p w:rsidR="0082072B" w:rsidRPr="002274E5" w:rsidRDefault="0082072B" w:rsidP="002274E5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Физическая культура, спорт и реализация основных мероприятий в сфере молодежной политики являются  одним из приоритетных направлений социальной политики в Тарском районе, важнейшим средством оздоровления населения  района, гражданского и патриотического воспитания детей и молодёжи.</w:t>
      </w:r>
    </w:p>
    <w:p w:rsidR="0082072B" w:rsidRPr="002274E5" w:rsidRDefault="0082072B" w:rsidP="002274E5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 xml:space="preserve">За последние годы в Тарском районе произошли позитивные изменения в развитии физкультурно-спортивного движения, что обусловлено участием района в реализации </w:t>
      </w:r>
      <w:r w:rsidRPr="002274E5">
        <w:rPr>
          <w:sz w:val="24"/>
          <w:szCs w:val="24"/>
        </w:rPr>
        <w:t>долгосрочной целевой программы Омской области «Развитие физической культуры и спорта в Омской области (2010-2015 гг.)»</w:t>
      </w:r>
      <w:r w:rsidRPr="002274E5">
        <w:rPr>
          <w:rFonts w:ascii="Times New Roman" w:hAnsi="Times New Roman" w:cs="Times New Roman"/>
          <w:sz w:val="24"/>
          <w:szCs w:val="24"/>
        </w:rPr>
        <w:t>.</w:t>
      </w:r>
    </w:p>
    <w:p w:rsidR="0082072B" w:rsidRPr="002274E5" w:rsidRDefault="0082072B" w:rsidP="002274E5">
      <w:pPr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 xml:space="preserve">На сегодняшний день в Тарском районе функционируют: ледовая арена, стадион с трибунами на 1500 мест, футбольным полем с искусственным покрытием, современной беговой дорожкой; более 10 сельских стадионов, 12 футбольных полей, хоккейные коробки, спортивные залы. Значительно обновлена материально-техническая база по основным видам спорта. </w:t>
      </w:r>
    </w:p>
    <w:p w:rsidR="0082072B" w:rsidRPr="002274E5" w:rsidRDefault="0082072B" w:rsidP="002274E5">
      <w:pPr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Серьезная работа в Тарском районе проводится по поддержке и стимулированию спортсменов и тренеров, показывающих высокие результаты на соревнованиях различного уровня. Возможность занятий в спортивных секциях имеют все возрастные и социальные категории населения: дети, подростки, люди с ограниченными возможностями здоровья,  студенческая и работающая молодежь, молодые семьи  и др.</w:t>
      </w:r>
    </w:p>
    <w:p w:rsidR="0082072B" w:rsidRPr="002274E5" w:rsidRDefault="0082072B" w:rsidP="002274E5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Развитие материально-технической базы, расширение категорий участников спортивных мероприятий, поддержка  и поощрение талантливых спортсменов и тренеров способствовали привлечению населения Тарского муниципального района к регулярным занятиям физической культурой и спортом. Удельный вес населения Тарского района, систематически занимающегося физической культурой и спортом в 2012 году составил 26.3%  Общая численность физкультурников и спортсменов составила более 12 тыс. человек.</w:t>
      </w:r>
    </w:p>
    <w:p w:rsidR="0082072B" w:rsidRPr="002274E5" w:rsidRDefault="0082072B" w:rsidP="002274E5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Несмотря на предпринимаемые в сфере развития физической культуры и спорта меры, существует ряд проблем, связанных с состоянием здоровья людей, увеличением злоупотребления ПАВ и количества правонарушений, износом спортивного оборудования и сооружений,  недостаточным  кадровым обеспечением отрасли физической культуры.</w:t>
      </w:r>
    </w:p>
    <w:p w:rsidR="0082072B" w:rsidRPr="002274E5" w:rsidRDefault="0082072B" w:rsidP="002274E5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Реализация подпрограммы позволит, при максимальной эффективности использования бюджетных средств, не только увеличить долю жителей Тарского муниципального района Омской области, систематически занимающихся физической культурой и спортом, в общей численности населения, но и укрепить материально-техническую базу, повысить профессиональный уровень педагогов и тренеров, более успешно пропагандировать ценности здоровья и активного образа жизни, решать проблемы занятости и организованного досуга детей и молодежи.</w:t>
      </w:r>
    </w:p>
    <w:p w:rsidR="0082072B" w:rsidRPr="002274E5" w:rsidRDefault="0082072B" w:rsidP="002274E5">
      <w:pPr>
        <w:shd w:val="clear" w:color="auto" w:fill="FFFFFF"/>
        <w:spacing w:line="240" w:lineRule="auto"/>
        <w:ind w:right="10" w:firstLine="708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pacing w:val="3"/>
          <w:sz w:val="24"/>
          <w:szCs w:val="24"/>
        </w:rPr>
        <w:t xml:space="preserve">Важнейшим фактором устойчивого развития общества, </w:t>
      </w:r>
      <w:r w:rsidRPr="002274E5">
        <w:rPr>
          <w:rFonts w:ascii="Times New Roman" w:hAnsi="Times New Roman" w:cs="Times New Roman"/>
          <w:spacing w:val="-1"/>
          <w:sz w:val="24"/>
          <w:szCs w:val="24"/>
        </w:rPr>
        <w:t>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политики.</w:t>
      </w:r>
      <w:r w:rsidRPr="002274E5">
        <w:rPr>
          <w:rFonts w:ascii="Times New Roman" w:hAnsi="Times New Roman" w:cs="Times New Roman"/>
          <w:sz w:val="24"/>
          <w:szCs w:val="24"/>
        </w:rPr>
        <w:t xml:space="preserve"> Деятельность в этой сфере на территории Тарского района осуществляет Отдел по делам молодежи, физической культуры и спорта Администрации Тарского муниципального района и подведомственное учреждение – МКУ «Молодежный центр». Сложилась многолетняя система работы с молодежью, установлен тесный контакт со всеми ведомствами, структурами. </w:t>
      </w:r>
    </w:p>
    <w:p w:rsidR="0082072B" w:rsidRPr="002274E5" w:rsidRDefault="0082072B" w:rsidP="002274E5">
      <w:pPr>
        <w:shd w:val="clear" w:color="auto" w:fill="FFFFFF"/>
        <w:spacing w:line="240" w:lineRule="auto"/>
        <w:ind w:right="10" w:firstLine="851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Численность молодых граждан в возрасте 14 – 30 лет, проживающих на территории Тарского муниципального района Омской области на начало 2013 года, составила 12581 человек.</w:t>
      </w:r>
    </w:p>
    <w:p w:rsidR="0082072B" w:rsidRPr="002274E5" w:rsidRDefault="0082072B" w:rsidP="002274E5">
      <w:pPr>
        <w:shd w:val="clear" w:color="auto" w:fill="FFFFFF"/>
        <w:spacing w:line="240" w:lineRule="auto"/>
        <w:ind w:right="10" w:firstLine="851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 xml:space="preserve">Одним из приоритетных направлений молодежной политики  является </w:t>
      </w:r>
    </w:p>
    <w:p w:rsidR="0082072B" w:rsidRPr="002274E5" w:rsidRDefault="0082072B" w:rsidP="002274E5">
      <w:pPr>
        <w:shd w:val="clear" w:color="auto" w:fill="FFFFFF"/>
        <w:spacing w:line="240" w:lineRule="auto"/>
        <w:ind w:right="10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привлечение молодых людей к деятельности в молодежных общественных организациях и объединениях. На сегодняшний день в районе осуществляют свою деятельность три молодежных общественных организации, членами которых являются 208 молодых граждан. Более  1240 человек являются участниками детских  и молодежных общественных объединений. Таким образом, доля молодежи, участвующей в деятельности молодежных общественных организаций и объединений на территории Тарского муниципального района, составляет 11,5%.</w:t>
      </w:r>
    </w:p>
    <w:p w:rsidR="0082072B" w:rsidRPr="002274E5" w:rsidRDefault="0082072B" w:rsidP="002274E5">
      <w:pPr>
        <w:shd w:val="clear" w:color="auto" w:fill="FFFFFF"/>
        <w:spacing w:line="240" w:lineRule="auto"/>
        <w:ind w:right="10" w:firstLine="708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 xml:space="preserve">Создание условий для активной самореализации личности молодого человека, раскрытия потенциала молодежи в целях развития государства и общества – одна из главных целей молодежной политики. В Тарском муниципальном районе проводится большая работа по стимулированию творческой активности молодежи. Существует множество конкурсов, программ, мероприятий, направленных на создание условий для личной самореализации, где дети и молодые люди могут развивать и реализовывать свои художественные, вокальные, хореографические, литературные и другие способности. С целью поощрения талантливой молодежи проводятся торжественные приемы, учреждены стипендии и премии. Каждый молодой человек – участник данных мероприятий, имеет возможность поверить в свои силы, испытать «ситуацию успеха». Общее число участников таких мероприятий на начало 2013 года составило 14060 человек, что составляет более 100% от общего числа молодежи. Но проблема заключается в том, что данное число не позволяет делать вывод о стопроцентной занятости молодежи, потому как часто один активный молодой человек является участником многих мероприятий, а соответственно есть и те, кто пассивен. </w:t>
      </w:r>
    </w:p>
    <w:p w:rsidR="0082072B" w:rsidRPr="002274E5" w:rsidRDefault="0082072B" w:rsidP="002274E5">
      <w:pPr>
        <w:shd w:val="clear" w:color="auto" w:fill="FFFFFF"/>
        <w:spacing w:line="240" w:lineRule="auto"/>
        <w:ind w:right="10" w:firstLine="708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Одно из важных направлений работы – кадровое обеспечение деятельности. На конец 2013 года в сфере молодежной политики и спорта заняты 25 специалистов, более 35% из которых не имеют высшего либо профильного образования. Это ставит вопрос о профессиональной подготовке и повышении квалификации людей, работающих в сфере. С целью обучения и расширения компетенций специалистов регулярно проходят районные семинары с привлечением специалистов различных ведомств; сотрудники активно участвуют в семинарах областного уровня; ежегодно не менее 2 специалистов проходят обучение на курсах повышения квалификации. Однако общее число сотрудников, прошедших обучение за год не превышает 10%.</w:t>
      </w:r>
    </w:p>
    <w:p w:rsidR="0082072B" w:rsidRPr="002274E5" w:rsidRDefault="0082072B" w:rsidP="002274E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 xml:space="preserve">Еще одним из направлений деятельности является организация оздоровления и занятости несовершеннолетних. На начало летнего оздоровительного сезона 2013 года в Тарском районе проживают 3850 несовершеннолетних в возрасте от 10 до 18 лет. </w:t>
      </w:r>
    </w:p>
    <w:p w:rsidR="0082072B" w:rsidRPr="002274E5" w:rsidRDefault="0082072B" w:rsidP="002274E5">
      <w:pPr>
        <w:spacing w:line="240" w:lineRule="auto"/>
        <w:ind w:right="22" w:firstLine="567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 xml:space="preserve">  С целью организации оздоровления и отдыха несовершеннолетних на базе МКУ «Молодежный центр» ежегодно в летний период работает Палаточный лагерь «Шторм». Данная форма оздоровления несовершеннолетних является малозатратной и позволяет </w:t>
      </w:r>
      <w:r w:rsidRPr="002274E5">
        <w:rPr>
          <w:sz w:val="24"/>
          <w:szCs w:val="24"/>
        </w:rPr>
        <w:t xml:space="preserve">создать условия для личностного  развития, а также формирования активной гражданской позиции подростков через разнообразную деятельность. Палаточный лагерь включает программы 2 профильных смен – «Марш-бросок» и «Беспокойные сердца» с учетом увлечений и интересов детей. </w:t>
      </w:r>
      <w:r w:rsidRPr="002274E5">
        <w:rPr>
          <w:rFonts w:ascii="Times New Roman" w:hAnsi="Times New Roman" w:cs="Times New Roman"/>
          <w:sz w:val="24"/>
          <w:szCs w:val="24"/>
        </w:rPr>
        <w:t xml:space="preserve">В 2013 году в условиях палаточного лагеря отдохнули 150 детей и подростков, 50 из которых – дети, попавшие в трудную жизненную ситуацию.  </w:t>
      </w:r>
    </w:p>
    <w:p w:rsidR="0082072B" w:rsidRPr="002274E5" w:rsidRDefault="0082072B" w:rsidP="002274E5">
      <w:pPr>
        <w:spacing w:line="240" w:lineRule="auto"/>
        <w:ind w:right="22" w:firstLine="567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Кроме того, существует и такие формы работы, как Смены труда и отдыха «Мастерок», работающие в сельских поселениях и привлекающие несовершеннолетних в возрасте до 14 лет. Общая численность несовершеннолетних, охваченных данной формой занятости в 2013 году, составила 153 человека.</w:t>
      </w:r>
    </w:p>
    <w:p w:rsidR="0082072B" w:rsidRPr="002274E5" w:rsidRDefault="0082072B" w:rsidP="002274E5">
      <w:pPr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 xml:space="preserve">Достаточно эффективная форма занятости – организация временного трудоустройства несовершеннолетних. В Тарском районе практикуется 2 основные формы трудоустройства несовершеннолетних: работа на предприятиях и учреждениях (благоустройство территорий) и работа в составе педагогического отряда. </w:t>
      </w:r>
    </w:p>
    <w:p w:rsidR="0082072B" w:rsidRPr="002274E5" w:rsidRDefault="0082072B" w:rsidP="002274E5">
      <w:pPr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Данная форма работы позволяет не только обеспечить непосредственную занятость самих несовершеннолетних, возможность самостоятельного заработка, но и получить опыт организаторской деятельности, умение работать в коллективе.</w:t>
      </w:r>
    </w:p>
    <w:p w:rsidR="0082072B" w:rsidRPr="002274E5" w:rsidRDefault="0082072B" w:rsidP="002274E5">
      <w:pPr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В 2013 году вышеперечисленными формами летней занятости было охвачено 600 несовершеннолетних, что составляет 15,6% от общего числа несовершеннолетних в возрасте от 10 до 18 лет. Несмотря на все проводимые в данном направлении мероприятия, доля несовершеннолетних, охваченных организованными формами досуга, остается достаточно низкой. Следовательно, необходимо принять меры по увеличению числа детей и подростков, охваченных организованными формами оздоровления и занятости.</w:t>
      </w:r>
    </w:p>
    <w:p w:rsidR="0082072B" w:rsidRPr="002274E5" w:rsidRDefault="0082072B" w:rsidP="002274E5">
      <w:pPr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Использование программно-целевого метода в решении обозначенных проблем обусловлено рядом объективных причин:</w:t>
      </w:r>
    </w:p>
    <w:p w:rsidR="0082072B" w:rsidRPr="002274E5" w:rsidRDefault="0082072B" w:rsidP="002274E5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- многообразием, сложностью и масштабностью задачи по повышению мотивации жителей Тарского района к регулярным занятиям физической культурой и спортом и ведению здорового образа жизни;</w:t>
      </w:r>
    </w:p>
    <w:p w:rsidR="0082072B" w:rsidRPr="002274E5" w:rsidRDefault="0082072B" w:rsidP="002274E5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- необходимостью разработки и реализации комплекса мероприятий, согласованных по целям, ресурсам, срокам выполнения;</w:t>
      </w:r>
    </w:p>
    <w:p w:rsidR="0082072B" w:rsidRPr="002274E5" w:rsidRDefault="0082072B" w:rsidP="002274E5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- необходимостью выполнения в рамках единой программы крупных по объему и требующих длительных сроков реализации проектов.</w:t>
      </w:r>
    </w:p>
    <w:p w:rsidR="0082072B" w:rsidRPr="002274E5" w:rsidRDefault="0082072B" w:rsidP="002274E5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Основными рисками, которые могут осложнить реализацию подпрограммы, являются:</w:t>
      </w:r>
    </w:p>
    <w:p w:rsidR="0082072B" w:rsidRPr="002274E5" w:rsidRDefault="0082072B" w:rsidP="002274E5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- ухудшение социально-экономической ситуации;</w:t>
      </w:r>
    </w:p>
    <w:p w:rsidR="0082072B" w:rsidRPr="002274E5" w:rsidRDefault="0082072B" w:rsidP="002274E5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- крупные техногенные аварии и экологические катастрофы;</w:t>
      </w:r>
    </w:p>
    <w:p w:rsidR="0082072B" w:rsidRPr="002274E5" w:rsidRDefault="0082072B" w:rsidP="002274E5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- недостаточное ресурсное обеспечение запланированных мероприятий.</w:t>
      </w:r>
    </w:p>
    <w:p w:rsidR="0082072B" w:rsidRPr="002274E5" w:rsidRDefault="0082072B" w:rsidP="002274E5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Указанные риски могут привести к значительному снижению эффективности реализуемых мер, направленных на решение задач, определенных программой.</w:t>
      </w:r>
    </w:p>
    <w:p w:rsidR="0082072B" w:rsidRDefault="0082072B" w:rsidP="002274E5">
      <w:pPr>
        <w:spacing w:line="240" w:lineRule="auto"/>
        <w:ind w:left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2072B" w:rsidRPr="002274E5" w:rsidRDefault="0082072B" w:rsidP="002274E5">
      <w:pPr>
        <w:spacing w:line="240" w:lineRule="auto"/>
        <w:ind w:left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3. Цель и задачи подпрограммы</w:t>
      </w:r>
    </w:p>
    <w:p w:rsidR="0082072B" w:rsidRPr="002274E5" w:rsidRDefault="0082072B" w:rsidP="002274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2072B" w:rsidRPr="002274E5" w:rsidRDefault="0082072B" w:rsidP="002274E5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Цель подпрограммы – п</w:t>
      </w:r>
      <w:r w:rsidRPr="002274E5">
        <w:rPr>
          <w:rFonts w:ascii="Times New Roman" w:hAnsi="Times New Roman" w:cs="Times New Roman"/>
          <w:sz w:val="24"/>
          <w:szCs w:val="24"/>
        </w:rPr>
        <w:t>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несовершеннолетних.</w:t>
      </w:r>
    </w:p>
    <w:p w:rsidR="0082072B" w:rsidRPr="002274E5" w:rsidRDefault="0082072B" w:rsidP="002274E5">
      <w:pPr>
        <w:spacing w:line="240" w:lineRule="auto"/>
        <w:ind w:firstLine="700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Задачи подпрограммы:</w:t>
      </w:r>
    </w:p>
    <w:p w:rsidR="0082072B" w:rsidRPr="002274E5" w:rsidRDefault="0082072B" w:rsidP="002274E5">
      <w:pPr>
        <w:spacing w:line="240" w:lineRule="auto"/>
        <w:ind w:firstLine="700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1) создание условий для привлечения жителей Тарского муниципального района к регулярным занятиям физической культурой и спортом;</w:t>
      </w:r>
    </w:p>
    <w:p w:rsidR="0082072B" w:rsidRPr="002274E5" w:rsidRDefault="0082072B" w:rsidP="002274E5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2) Создание условий для успешной социализации и эффективной самореализации молодых граждан, организации  оздоровления и занятости.</w:t>
      </w:r>
    </w:p>
    <w:p w:rsidR="0082072B" w:rsidRPr="002274E5" w:rsidRDefault="0082072B" w:rsidP="002274E5">
      <w:pPr>
        <w:spacing w:line="240" w:lineRule="auto"/>
        <w:ind w:firstLine="700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Решение указанных задач обеспечивается через систему мероприятий, предусмотренных:</w:t>
      </w:r>
    </w:p>
    <w:p w:rsidR="0082072B" w:rsidRPr="002274E5" w:rsidRDefault="0082072B" w:rsidP="002274E5">
      <w:pPr>
        <w:spacing w:line="240" w:lineRule="auto"/>
        <w:ind w:firstLine="700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- основными мероприятиями по развитию физической культуры и спорта;</w:t>
      </w:r>
    </w:p>
    <w:p w:rsidR="0082072B" w:rsidRPr="002274E5" w:rsidRDefault="0082072B" w:rsidP="002274E5">
      <w:pPr>
        <w:spacing w:line="240" w:lineRule="auto"/>
        <w:ind w:firstLine="700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- Ведомственной целевой программой «Новое поколение».</w:t>
      </w:r>
    </w:p>
    <w:p w:rsidR="0082072B" w:rsidRPr="002274E5" w:rsidRDefault="0082072B" w:rsidP="002274E5">
      <w:pPr>
        <w:spacing w:line="240" w:lineRule="auto"/>
        <w:ind w:firstLine="700"/>
        <w:rPr>
          <w:rFonts w:ascii="Times New Roman" w:hAnsi="Times New Roman" w:cs="Times New Roman"/>
          <w:color w:val="000000"/>
          <w:sz w:val="24"/>
          <w:szCs w:val="24"/>
        </w:rPr>
      </w:pPr>
    </w:p>
    <w:p w:rsidR="0082072B" w:rsidRPr="002274E5" w:rsidRDefault="0082072B" w:rsidP="002274E5">
      <w:pPr>
        <w:spacing w:line="240" w:lineRule="auto"/>
        <w:ind w:left="10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4. Срок реализации подпрограммы</w:t>
      </w:r>
    </w:p>
    <w:p w:rsidR="0082072B" w:rsidRPr="002274E5" w:rsidRDefault="0082072B" w:rsidP="002274E5">
      <w:pPr>
        <w:spacing w:line="240" w:lineRule="auto"/>
        <w:ind w:left="10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2072B" w:rsidRPr="002274E5" w:rsidRDefault="0082072B" w:rsidP="002274E5">
      <w:pPr>
        <w:spacing w:line="240" w:lineRule="auto"/>
        <w:ind w:firstLine="700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Подпрограмма реализуется в один этап (2014 - 2019 годы), что обеспечит преемственность выполнения программных мероприятий и позволит последовательно решить поставленные задачи.</w:t>
      </w:r>
    </w:p>
    <w:p w:rsidR="0082072B" w:rsidRPr="002274E5" w:rsidRDefault="0082072B" w:rsidP="002274E5">
      <w:pPr>
        <w:spacing w:line="240" w:lineRule="auto"/>
        <w:ind w:left="10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2072B" w:rsidRPr="002274E5" w:rsidRDefault="0082072B" w:rsidP="002274E5">
      <w:pPr>
        <w:spacing w:line="240" w:lineRule="auto"/>
        <w:ind w:left="10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274E5">
        <w:rPr>
          <w:rFonts w:ascii="Times New Roman" w:hAnsi="Times New Roman" w:cs="Times New Roman"/>
          <w:color w:val="000000"/>
          <w:sz w:val="24"/>
          <w:szCs w:val="24"/>
        </w:rPr>
        <w:t>Описание входящих в состав подпрограммы основных мероприятий и (или) ведомственных целевых программ</w:t>
      </w:r>
    </w:p>
    <w:p w:rsidR="0082072B" w:rsidRPr="002274E5" w:rsidRDefault="0082072B" w:rsidP="002274E5">
      <w:pPr>
        <w:spacing w:line="240" w:lineRule="auto"/>
        <w:ind w:left="10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2072B" w:rsidRPr="002274E5" w:rsidRDefault="0082072B" w:rsidP="002274E5">
      <w:pPr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 xml:space="preserve">В состав подпрограммы входит одно основное мероприятие «Развитие </w:t>
      </w:r>
      <w:r w:rsidRPr="002274E5">
        <w:rPr>
          <w:rFonts w:ascii="Times New Roman" w:hAnsi="Times New Roman" w:cs="Times New Roman"/>
          <w:sz w:val="24"/>
          <w:szCs w:val="24"/>
        </w:rPr>
        <w:t xml:space="preserve"> физической культуры и спорта»</w:t>
      </w:r>
      <w:r w:rsidRPr="002274E5">
        <w:rPr>
          <w:rFonts w:ascii="Times New Roman" w:hAnsi="Times New Roman" w:cs="Times New Roman"/>
          <w:color w:val="000000"/>
          <w:sz w:val="24"/>
          <w:szCs w:val="24"/>
        </w:rPr>
        <w:t xml:space="preserve"> и одна ведомственная целевая программа «Новое поколение».</w:t>
      </w:r>
    </w:p>
    <w:p w:rsidR="0082072B" w:rsidRPr="002274E5" w:rsidRDefault="0082072B" w:rsidP="002274E5">
      <w:pPr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82072B" w:rsidRPr="002274E5" w:rsidRDefault="0082072B" w:rsidP="002274E5">
      <w:pPr>
        <w:spacing w:line="240" w:lineRule="auto"/>
        <w:ind w:left="10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6. Описание мероприятий и целевых индикаторов их выполнения</w:t>
      </w:r>
    </w:p>
    <w:p w:rsidR="0082072B" w:rsidRPr="002274E5" w:rsidRDefault="0082072B" w:rsidP="002274E5">
      <w:pPr>
        <w:spacing w:line="240" w:lineRule="auto"/>
        <w:ind w:left="10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2072B" w:rsidRPr="002274E5" w:rsidRDefault="0082072B" w:rsidP="002274E5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 xml:space="preserve">Основное мероприятие «Развитие </w:t>
      </w:r>
      <w:r w:rsidRPr="002274E5">
        <w:rPr>
          <w:rFonts w:ascii="Times New Roman" w:hAnsi="Times New Roman" w:cs="Times New Roman"/>
          <w:sz w:val="24"/>
          <w:szCs w:val="24"/>
        </w:rPr>
        <w:t xml:space="preserve"> физической культуры и спорта» включает в себя четыре мероприятия:</w:t>
      </w:r>
    </w:p>
    <w:p w:rsidR="0082072B" w:rsidRPr="002274E5" w:rsidRDefault="0082072B" w:rsidP="002274E5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- «Организация мероприятий по пропаганде физической культуры и спорта»;</w:t>
      </w:r>
    </w:p>
    <w:p w:rsidR="0082072B" w:rsidRPr="002274E5" w:rsidRDefault="0082072B" w:rsidP="002274E5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- «Развитие кадрового потенциала»;</w:t>
      </w:r>
    </w:p>
    <w:p w:rsidR="0082072B" w:rsidRPr="002274E5" w:rsidRDefault="0082072B" w:rsidP="002274E5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- «Проведение спортивно-массовых мероприятий»;</w:t>
      </w:r>
    </w:p>
    <w:p w:rsidR="0082072B" w:rsidRPr="002274E5" w:rsidRDefault="0082072B" w:rsidP="002274E5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- «Развитие материально-технической базы».</w:t>
      </w:r>
    </w:p>
    <w:p w:rsidR="0082072B" w:rsidRPr="002274E5" w:rsidRDefault="0082072B" w:rsidP="002274E5">
      <w:pPr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доля жителей Тарского муниципального района Омской области, систематически занимающихся физической культурой и спортом, в общей численности населения</w:t>
      </w:r>
    </w:p>
    <w:p w:rsidR="0082072B" w:rsidRPr="002274E5" w:rsidRDefault="0082072B" w:rsidP="002274E5">
      <w:pPr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82072B" w:rsidRDefault="0082072B" w:rsidP="002274E5">
      <w:pPr>
        <w:spacing w:line="240" w:lineRule="auto"/>
        <w:ind w:left="10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7. Объем финансовых ресурсов, необходимых для реализации подпрограммы в целом и по источникам финансирования</w:t>
      </w:r>
    </w:p>
    <w:p w:rsidR="0082072B" w:rsidRPr="002274E5" w:rsidRDefault="0082072B" w:rsidP="002274E5">
      <w:pPr>
        <w:spacing w:line="240" w:lineRule="auto"/>
        <w:ind w:left="10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2072B" w:rsidRPr="002274E5" w:rsidRDefault="0082072B" w:rsidP="002274E5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составляет 30 068 048,09 руб., в том числе:</w:t>
      </w:r>
    </w:p>
    <w:p w:rsidR="0082072B" w:rsidRPr="002274E5" w:rsidRDefault="0082072B" w:rsidP="002274E5">
      <w:pPr>
        <w:pStyle w:val="ConsPlusCell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2014 год – 5 074 859,04 руб.</w:t>
      </w:r>
    </w:p>
    <w:p w:rsidR="0082072B" w:rsidRPr="002274E5" w:rsidRDefault="0082072B" w:rsidP="002274E5">
      <w:pPr>
        <w:pStyle w:val="ConsPlusCell"/>
        <w:ind w:firstLine="70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274E5">
        <w:rPr>
          <w:rFonts w:ascii="Times New Roman" w:hAnsi="Times New Roman" w:cs="Times New Roman"/>
          <w:sz w:val="24"/>
          <w:szCs w:val="24"/>
        </w:rPr>
        <w:t>2015 год – 4 998 637,81 руб.</w:t>
      </w:r>
    </w:p>
    <w:p w:rsidR="0082072B" w:rsidRPr="002274E5" w:rsidRDefault="0082072B" w:rsidP="002274E5">
      <w:pPr>
        <w:pStyle w:val="ConsPlusCell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2016 год – 4 998 637,81 руб.</w:t>
      </w:r>
    </w:p>
    <w:p w:rsidR="0082072B" w:rsidRPr="002274E5" w:rsidRDefault="0082072B" w:rsidP="002274E5">
      <w:pPr>
        <w:pStyle w:val="ConsPlusCell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2017 год – 4 998 637,81 руб.</w:t>
      </w:r>
    </w:p>
    <w:p w:rsidR="0082072B" w:rsidRPr="002274E5" w:rsidRDefault="0082072B" w:rsidP="002274E5">
      <w:pPr>
        <w:pStyle w:val="ConsPlusCell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2018 год – 4 998 637,81 руб.</w:t>
      </w:r>
    </w:p>
    <w:p w:rsidR="0082072B" w:rsidRPr="002274E5" w:rsidRDefault="0082072B" w:rsidP="002274E5">
      <w:pPr>
        <w:pStyle w:val="ConsPlusCell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2274E5">
        <w:t xml:space="preserve">2019 год – 4 998 637,81 руб. </w:t>
      </w:r>
    </w:p>
    <w:p w:rsidR="0082072B" w:rsidRPr="002274E5" w:rsidRDefault="0082072B" w:rsidP="002274E5">
      <w:pPr>
        <w:widowControl w:val="0"/>
        <w:autoSpaceDE w:val="0"/>
        <w:autoSpaceDN w:val="0"/>
        <w:adjustRightInd w:val="0"/>
        <w:spacing w:line="240" w:lineRule="auto"/>
        <w:ind w:firstLine="700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Источник финансирования:</w:t>
      </w:r>
    </w:p>
    <w:p w:rsidR="0082072B" w:rsidRPr="002274E5" w:rsidRDefault="0082072B" w:rsidP="002274E5">
      <w:pPr>
        <w:widowControl w:val="0"/>
        <w:autoSpaceDE w:val="0"/>
        <w:autoSpaceDN w:val="0"/>
        <w:adjustRightInd w:val="0"/>
        <w:spacing w:line="240" w:lineRule="auto"/>
        <w:ind w:firstLine="700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- средства районного бюджета: 22 507 124,09 руб.</w:t>
      </w:r>
    </w:p>
    <w:p w:rsidR="0082072B" w:rsidRPr="002274E5" w:rsidRDefault="0082072B" w:rsidP="002274E5">
      <w:pPr>
        <w:widowControl w:val="0"/>
        <w:autoSpaceDE w:val="0"/>
        <w:autoSpaceDN w:val="0"/>
        <w:adjustRightInd w:val="0"/>
        <w:spacing w:line="240" w:lineRule="auto"/>
        <w:ind w:firstLine="700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- средства областного бюджета: 7 560 924,00 руб.</w:t>
      </w:r>
    </w:p>
    <w:p w:rsidR="0082072B" w:rsidRPr="002274E5" w:rsidRDefault="0082072B" w:rsidP="002274E5">
      <w:pPr>
        <w:spacing w:line="240" w:lineRule="auto"/>
        <w:ind w:firstLine="709"/>
        <w:rPr>
          <w:sz w:val="24"/>
          <w:szCs w:val="24"/>
        </w:rPr>
      </w:pPr>
      <w:r w:rsidRPr="002274E5">
        <w:rPr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82072B" w:rsidRPr="002274E5" w:rsidRDefault="0082072B" w:rsidP="002274E5">
      <w:pPr>
        <w:spacing w:line="240" w:lineRule="auto"/>
        <w:ind w:left="10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2072B" w:rsidRDefault="0082072B" w:rsidP="002274E5">
      <w:pPr>
        <w:spacing w:line="240" w:lineRule="auto"/>
        <w:ind w:left="10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2072B" w:rsidRDefault="0082072B" w:rsidP="002274E5">
      <w:pPr>
        <w:spacing w:line="240" w:lineRule="auto"/>
        <w:ind w:left="10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2072B" w:rsidRDefault="0082072B" w:rsidP="002274E5">
      <w:pPr>
        <w:spacing w:line="240" w:lineRule="auto"/>
        <w:ind w:left="10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2072B" w:rsidRDefault="0082072B" w:rsidP="002274E5">
      <w:pPr>
        <w:spacing w:line="240" w:lineRule="auto"/>
        <w:ind w:left="10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2072B" w:rsidRDefault="0082072B" w:rsidP="002274E5">
      <w:pPr>
        <w:spacing w:line="240" w:lineRule="auto"/>
        <w:ind w:left="10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8. Описание ожидаемых результатов реализации подпрограммы по годам,</w:t>
      </w:r>
    </w:p>
    <w:p w:rsidR="0082072B" w:rsidRPr="002274E5" w:rsidRDefault="0082072B" w:rsidP="002274E5">
      <w:pPr>
        <w:spacing w:line="240" w:lineRule="auto"/>
        <w:ind w:left="10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а также по итогам ее реализации</w:t>
      </w:r>
    </w:p>
    <w:p w:rsidR="0082072B" w:rsidRPr="002274E5" w:rsidRDefault="0082072B" w:rsidP="002274E5">
      <w:pPr>
        <w:spacing w:line="240" w:lineRule="auto"/>
        <w:ind w:firstLine="70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2072B" w:rsidRPr="002274E5" w:rsidRDefault="0082072B" w:rsidP="002274E5">
      <w:pPr>
        <w:spacing w:line="240" w:lineRule="auto"/>
        <w:ind w:firstLine="700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Основным ожидаемым конечным результатом реализации подпрограммы является устойчивое развитие сферы молодежной политики, физической культуры и спорта, что характеризуется ростом количественных показателей и качественной оценкой изменений, происходящих в сфере.</w:t>
      </w:r>
    </w:p>
    <w:p w:rsidR="0082072B" w:rsidRPr="002274E5" w:rsidRDefault="0082072B" w:rsidP="002274E5">
      <w:pPr>
        <w:spacing w:line="240" w:lineRule="auto"/>
        <w:ind w:firstLine="700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Тарского района.</w:t>
      </w:r>
    </w:p>
    <w:p w:rsidR="0082072B" w:rsidRPr="002274E5" w:rsidRDefault="0082072B" w:rsidP="002274E5">
      <w:pPr>
        <w:spacing w:line="240" w:lineRule="auto"/>
        <w:ind w:firstLine="700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Реализация подпрограммы способствует достижению спортсменами высоких спортивных результатов, а также успешному проведению в Тарском районе крупных спортивных мероприятий.</w:t>
      </w:r>
    </w:p>
    <w:p w:rsidR="0082072B" w:rsidRPr="002274E5" w:rsidRDefault="0082072B" w:rsidP="002274E5">
      <w:pPr>
        <w:spacing w:line="240" w:lineRule="auto"/>
        <w:ind w:firstLine="700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По итогам реализации подпрограммы ожидается достижение следующих показателей:</w:t>
      </w:r>
    </w:p>
    <w:p w:rsidR="0082072B" w:rsidRPr="002274E5" w:rsidRDefault="0082072B" w:rsidP="002274E5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 xml:space="preserve"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26,3%. в 2013 году до 28% в 2019 </w:t>
      </w:r>
      <w:r w:rsidRPr="002274E5">
        <w:rPr>
          <w:rFonts w:ascii="Times New Roman" w:hAnsi="Times New Roman" w:cs="Times New Roman"/>
          <w:color w:val="000000"/>
          <w:sz w:val="24"/>
          <w:szCs w:val="24"/>
        </w:rPr>
        <w:t>году;</w:t>
      </w:r>
    </w:p>
    <w:p w:rsidR="0082072B" w:rsidRPr="002274E5" w:rsidRDefault="0082072B" w:rsidP="002274E5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 xml:space="preserve">увеличение </w:t>
      </w:r>
      <w:r w:rsidRPr="002274E5">
        <w:rPr>
          <w:rFonts w:ascii="Times New Roman" w:hAnsi="Times New Roman" w:cs="Times New Roman"/>
          <w:sz w:val="24"/>
          <w:szCs w:val="24"/>
        </w:rPr>
        <w:t>удельного веса численности молодых людей в возрасте от 14 до 30 лет, участвующих в деятельности молодежных общественных организаций и объединений, в общей численности молодежи в возрасте от 14 до 30 лет с 11,5% в 2013 году до 15% в 2019 году</w:t>
      </w:r>
      <w:r w:rsidRPr="002274E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2072B" w:rsidRPr="002274E5" w:rsidRDefault="0082072B" w:rsidP="002274E5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 xml:space="preserve">увеличение </w:t>
      </w:r>
      <w:r w:rsidRPr="002274E5">
        <w:rPr>
          <w:rFonts w:ascii="Times New Roman" w:hAnsi="Times New Roman" w:cs="Times New Roman"/>
          <w:sz w:val="24"/>
          <w:szCs w:val="24"/>
        </w:rPr>
        <w:t>удельного веса численности молодых людей в возрасте от 14 до 30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30 лет со 111% в 2013 году до 117% в 2019 году;</w:t>
      </w:r>
    </w:p>
    <w:p w:rsidR="0082072B" w:rsidRPr="002274E5" w:rsidRDefault="0082072B" w:rsidP="002274E5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увеличение доли специалистов учреждений в сфере молодежной политики  и спорта Тарского муниципального района, принявших участие в мероприятиях, направленных на повышение эффективности реализации основных направлений молодежной политики и спорта (семинары, курсы повышения квалификации), от общего количества специалистов учреждений органов по делам молодежи и спорта Тарского района Омской области с 10% в 2013 году до 15% в 2019 году;</w:t>
      </w:r>
    </w:p>
    <w:p w:rsidR="0082072B" w:rsidRPr="002274E5" w:rsidRDefault="0082072B" w:rsidP="002274E5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увеличение доли детей и подростков в возрасте от 10 до 18 лет, охваченных организованными формами оздоровления и занятости 15.6% в 2013 году до 18% в 2019 году.</w:t>
      </w:r>
    </w:p>
    <w:p w:rsidR="0082072B" w:rsidRPr="002274E5" w:rsidRDefault="0082072B" w:rsidP="002274E5">
      <w:pPr>
        <w:spacing w:line="240" w:lineRule="auto"/>
        <w:ind w:left="10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Методика расчета ожидаемых результатов.</w:t>
      </w:r>
    </w:p>
    <w:p w:rsidR="0082072B" w:rsidRPr="002274E5" w:rsidRDefault="0082072B" w:rsidP="002274E5">
      <w:pPr>
        <w:pStyle w:val="ListParagraph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доля жителей Тарского района Омской области, систематически занимающихся физической культурой и спортом, в общей численности населения (процент)</w:t>
      </w:r>
    </w:p>
    <w:p w:rsidR="0082072B" w:rsidRPr="002274E5" w:rsidRDefault="0082072B" w:rsidP="002274E5">
      <w:pPr>
        <w:pStyle w:val="ListParagraph"/>
        <w:ind w:left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Дз = Чз / Чн х 100,</w:t>
      </w:r>
    </w:p>
    <w:p w:rsidR="0082072B" w:rsidRPr="002274E5" w:rsidRDefault="0082072B" w:rsidP="002274E5">
      <w:pPr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где:</w:t>
      </w:r>
    </w:p>
    <w:p w:rsidR="0082072B" w:rsidRPr="002274E5" w:rsidRDefault="0082072B" w:rsidP="002274E5">
      <w:pPr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Дз - доля занимающихся физической культурой и спортом;</w:t>
      </w:r>
    </w:p>
    <w:p w:rsidR="0082072B" w:rsidRPr="002274E5" w:rsidRDefault="0082072B" w:rsidP="002274E5">
      <w:pPr>
        <w:pStyle w:val="ListParagraph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Чз - численность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82072B" w:rsidRPr="002274E5" w:rsidRDefault="0082072B" w:rsidP="002274E5">
      <w:pPr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Чн - численность населения Тарского района Омской области на начало года следующего за отче</w:t>
      </w:r>
      <w:r>
        <w:rPr>
          <w:rFonts w:ascii="Times New Roman" w:hAnsi="Times New Roman" w:cs="Times New Roman"/>
          <w:color w:val="000000"/>
          <w:sz w:val="24"/>
          <w:szCs w:val="24"/>
        </w:rPr>
        <w:t>тным, согласно данным Омскстата;</w:t>
      </w:r>
    </w:p>
    <w:p w:rsidR="0082072B" w:rsidRPr="002274E5" w:rsidRDefault="0082072B" w:rsidP="002274E5">
      <w:pPr>
        <w:pStyle w:val="ListParagraph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удельный вес численности молодых людей в возрасте от 14 до 30 лет, участвующих в деятельности молодежных общественных организаций и объединений</w:t>
      </w:r>
      <w:r w:rsidRPr="002274E5">
        <w:rPr>
          <w:rFonts w:ascii="Times New Roman" w:hAnsi="Times New Roman" w:cs="Times New Roman"/>
          <w:sz w:val="24"/>
          <w:szCs w:val="24"/>
        </w:rPr>
        <w:t>, в общей численности молодежи в возрасте от 14 до 30 лет (процент). Значение целевого индикатора определяется как отношение количества молодых людей в возрасте от 14 до 30 лет, принимающих участие в деятельности детских и молодежных общественных организаций и объединений к общему количеству молодежи в возрасте от 14 до 30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 о количестве молодых людей в возрасте от 14 до 30 лет, принимающих участие в деятельности детских и молодежных общественных организаций и объединений, сведения Омскстата о численности молодежи в возрасте 14-30 лет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2072B" w:rsidRPr="002274E5" w:rsidRDefault="0082072B" w:rsidP="002274E5">
      <w:pPr>
        <w:pStyle w:val="ListParagraph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 xml:space="preserve">увеличение </w:t>
      </w:r>
      <w:r w:rsidRPr="002274E5">
        <w:rPr>
          <w:rFonts w:ascii="Times New Roman" w:hAnsi="Times New Roman" w:cs="Times New Roman"/>
          <w:sz w:val="24"/>
          <w:szCs w:val="24"/>
        </w:rPr>
        <w:t>удельного веса численности молодых людей в возрасте от 14 до 30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30 лет (процент). Значение целевого индикатора определяется как отношение количества молодых людей в возрасте от 14 до 30 лет, вовлеченных в реализуемые проекты и программы в сфере поддержки инициативной и талантливой молодежи к общему количеству молодежи в возрасте от 14 до 30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области, Управления Министерства труда и социального развития Омской области, Комитета культуры Омской области о количестве молодых людей в возрасте от 14 до 30 лет, вовлеченных в реализуемые проекты и программы в сфере поддержки инициативной и талантливой молодежи, сведения территориального органа Облстата о численности молодежи в возрасте 14-30 лет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2072B" w:rsidRPr="002274E5" w:rsidRDefault="0082072B" w:rsidP="002274E5">
      <w:pPr>
        <w:pStyle w:val="ListParagraph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увеличение доли специалистов учреждений в сфере молодежной политики  и спорта Тарского муниципального района, принявших участие в мероприятиях, направленных на повышение эффективности реализации основных направлений молодежной политики и спорта (семинары, курсы повышения квалификации), от общего количества специалистов учреждений органов по делам молодежи и спорта Тарского района Омской области (процент). Значение целевого индикатора определяется как отношение количества специалистов учреждений органов по делам молодежи и спорта, принявших участие в мероприятиях, направленных на повышение квалификации, к общему количеству специалистов учреждений органов по делам молодежи и спорта (процентов). При расчете значения целевого индикатора используются данные отдела по делам молодежи, физической культуры и спорта Тарского района Омской области о количестве специалистов учреждений органов по делам молодежи и спорта, принявших участие в программах повышения квалификации, семинарах, конкурсах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2072B" w:rsidRPr="002274E5" w:rsidRDefault="0082072B" w:rsidP="002274E5">
      <w:pPr>
        <w:pStyle w:val="ListParagraph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увеличение доли детей и подростков в возрасте от 10 до 18 лет. Значение целевого индикатора определяется как отношение количества детей в возрасте от 10 до 18 лет, охваченных организованными формами оздоровления и занятости, к общей численности детей в возрасте от 10 до 18 лет, проживающих на территории Тарского района Омской области.</w:t>
      </w:r>
    </w:p>
    <w:p w:rsidR="0082072B" w:rsidRPr="002274E5" w:rsidRDefault="0082072B" w:rsidP="002274E5">
      <w:pPr>
        <w:pStyle w:val="ConsPlusCell"/>
        <w:tabs>
          <w:tab w:val="left" w:pos="438"/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274E5">
        <w:rPr>
          <w:rFonts w:ascii="Times New Roman" w:hAnsi="Times New Roman" w:cs="Times New Roman"/>
          <w:sz w:val="24"/>
          <w:szCs w:val="24"/>
        </w:rPr>
        <w:t>Значения целевых индикаторов по итогам реализации под</w:t>
      </w:r>
      <w:r>
        <w:rPr>
          <w:rFonts w:ascii="Times New Roman" w:hAnsi="Times New Roman" w:cs="Times New Roman"/>
          <w:sz w:val="24"/>
          <w:szCs w:val="24"/>
        </w:rPr>
        <w:t>программы по годам приведены в п</w:t>
      </w:r>
      <w:r w:rsidRPr="002274E5">
        <w:rPr>
          <w:rFonts w:ascii="Times New Roman" w:hAnsi="Times New Roman" w:cs="Times New Roman"/>
          <w:sz w:val="24"/>
          <w:szCs w:val="24"/>
        </w:rPr>
        <w:t>риложении 1 к муниципальной программе.</w:t>
      </w:r>
    </w:p>
    <w:p w:rsidR="0082072B" w:rsidRDefault="0082072B" w:rsidP="002274E5">
      <w:pPr>
        <w:spacing w:line="240" w:lineRule="auto"/>
        <w:ind w:left="10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2072B" w:rsidRPr="002274E5" w:rsidRDefault="0082072B" w:rsidP="002274E5">
      <w:pPr>
        <w:spacing w:line="240" w:lineRule="auto"/>
        <w:ind w:left="10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274E5">
        <w:rPr>
          <w:rFonts w:ascii="Times New Roman" w:hAnsi="Times New Roman" w:cs="Times New Roman"/>
          <w:color w:val="000000"/>
          <w:sz w:val="24"/>
          <w:szCs w:val="24"/>
        </w:rPr>
        <w:t>9. Описание системы управления реализацией подпрограммы</w:t>
      </w:r>
    </w:p>
    <w:p w:rsidR="0082072B" w:rsidRPr="002274E5" w:rsidRDefault="0082072B" w:rsidP="002274E5">
      <w:pPr>
        <w:spacing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82072B" w:rsidRPr="002274E5" w:rsidRDefault="0082072B" w:rsidP="002274E5">
      <w:pPr>
        <w:spacing w:line="240" w:lineRule="auto"/>
        <w:ind w:firstLine="709"/>
        <w:rPr>
          <w:sz w:val="24"/>
          <w:szCs w:val="24"/>
        </w:rPr>
      </w:pPr>
      <w:r w:rsidRPr="002274E5">
        <w:rPr>
          <w:sz w:val="24"/>
          <w:szCs w:val="24"/>
        </w:rPr>
        <w:t>За реализацию подпрограммы, основных мероприятий и (или) ведомственных целевых программ, мероприятий, а также за достижение ожидаемых результатов и целевых индикаторов несут ответственность соответствующие исполнители подпрограммы, основных мероприятий и (или) ведомственных целевых программ, мероприятий. Управление и контроль за ходом реализации подпрограммы в целом осуществляет о</w:t>
      </w:r>
      <w:r w:rsidRPr="002274E5">
        <w:rPr>
          <w:rFonts w:ascii="Times New Roman" w:hAnsi="Times New Roman" w:cs="Times New Roman"/>
          <w:sz w:val="24"/>
          <w:szCs w:val="24"/>
        </w:rPr>
        <w:t xml:space="preserve">тдел по делам молодежи, физической культуры и  спорта </w:t>
      </w:r>
      <w:r w:rsidRPr="002274E5">
        <w:rPr>
          <w:sz w:val="24"/>
          <w:szCs w:val="24"/>
        </w:rPr>
        <w:t>как ответственный исполнитель настоящей подпрограммы. Распределение участников подпрограммы, ответственных за реализацию подпрограммы, основных мероприятий, ведомственных целевых программ представлено в приложении № 1 к муниципальной подпрограмме.</w:t>
      </w:r>
    </w:p>
    <w:p w:rsidR="0082072B" w:rsidRPr="002274E5" w:rsidRDefault="0082072B" w:rsidP="002274E5">
      <w:pPr>
        <w:spacing w:line="240" w:lineRule="auto"/>
        <w:ind w:firstLine="709"/>
        <w:rPr>
          <w:sz w:val="24"/>
          <w:szCs w:val="24"/>
        </w:rPr>
      </w:pPr>
      <w:r w:rsidRPr="002274E5">
        <w:rPr>
          <w:sz w:val="24"/>
          <w:szCs w:val="24"/>
        </w:rPr>
        <w:t>Организацию проведения работы по формированию отчетности о ходе реализации подпрограммы и оценки ее эффективности осуществляет о</w:t>
      </w:r>
      <w:r w:rsidRPr="002274E5">
        <w:rPr>
          <w:rFonts w:ascii="Times New Roman" w:hAnsi="Times New Roman" w:cs="Times New Roman"/>
          <w:sz w:val="24"/>
          <w:szCs w:val="24"/>
        </w:rPr>
        <w:t xml:space="preserve">тдел по делам молодежи, физической культуры и  спорта </w:t>
      </w:r>
      <w:r w:rsidRPr="002274E5">
        <w:rPr>
          <w:sz w:val="24"/>
          <w:szCs w:val="24"/>
        </w:rPr>
        <w:t>во взаимодействии с соисполнителями подпрограммы, исполнителями основных мероприятий, исполнителями ведомственных целевых программ.</w:t>
      </w:r>
    </w:p>
    <w:p w:rsidR="0082072B" w:rsidRPr="002274E5" w:rsidRDefault="0082072B" w:rsidP="002274E5">
      <w:pPr>
        <w:spacing w:line="240" w:lineRule="auto"/>
        <w:ind w:firstLine="709"/>
        <w:rPr>
          <w:sz w:val="24"/>
          <w:szCs w:val="24"/>
        </w:rPr>
      </w:pPr>
      <w:r w:rsidRPr="002274E5">
        <w:rPr>
          <w:sz w:val="24"/>
          <w:szCs w:val="24"/>
        </w:rPr>
        <w:t>По итогам отчетного года о</w:t>
      </w:r>
      <w:r w:rsidRPr="002274E5">
        <w:rPr>
          <w:rFonts w:ascii="Times New Roman" w:hAnsi="Times New Roman" w:cs="Times New Roman"/>
          <w:sz w:val="24"/>
          <w:szCs w:val="24"/>
        </w:rPr>
        <w:t xml:space="preserve">тдел по делам молодежи, физической культуры и  спорта </w:t>
      </w:r>
      <w:r w:rsidRPr="002274E5">
        <w:rPr>
          <w:sz w:val="24"/>
          <w:szCs w:val="24"/>
        </w:rPr>
        <w:t>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 (далее – отчет)    в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</w:t>
      </w:r>
      <w:r>
        <w:rPr>
          <w:sz w:val="24"/>
          <w:szCs w:val="24"/>
        </w:rPr>
        <w:t>ия и реализации, утвержденному п</w:t>
      </w:r>
      <w:r w:rsidRPr="002274E5">
        <w:rPr>
          <w:sz w:val="24"/>
          <w:szCs w:val="24"/>
        </w:rPr>
        <w:t>остановлением Администрации Тарского муниципального района  Омской о</w:t>
      </w:r>
      <w:r>
        <w:rPr>
          <w:sz w:val="24"/>
          <w:szCs w:val="24"/>
        </w:rPr>
        <w:t xml:space="preserve">бласти </w:t>
      </w:r>
      <w:r w:rsidRPr="002274E5">
        <w:rPr>
          <w:sz w:val="24"/>
          <w:szCs w:val="24"/>
        </w:rPr>
        <w:t>от 30 июля 2013 года № 947 (далее – Порядок), и на основании отчета проводит оценку эффективности реализации подпрограммы в соответствии с приложением № 7 к Порядку.</w:t>
      </w:r>
    </w:p>
    <w:p w:rsidR="0082072B" w:rsidRPr="002274E5" w:rsidRDefault="0082072B" w:rsidP="002274E5">
      <w:pPr>
        <w:spacing w:line="240" w:lineRule="auto"/>
        <w:ind w:firstLine="709"/>
        <w:rPr>
          <w:sz w:val="24"/>
          <w:szCs w:val="24"/>
        </w:rPr>
      </w:pPr>
      <w:r w:rsidRPr="002274E5">
        <w:rPr>
          <w:sz w:val="24"/>
          <w:szCs w:val="24"/>
        </w:rPr>
        <w:t>Согласованные с Комитетом финансов и Комитетом по экономике и УМС результаты оценки эффективности реализации подпрограммы вместе с пояснительной запиской к ним, а также отчетом, о</w:t>
      </w:r>
      <w:r w:rsidRPr="002274E5">
        <w:rPr>
          <w:rFonts w:ascii="Times New Roman" w:hAnsi="Times New Roman" w:cs="Times New Roman"/>
          <w:sz w:val="24"/>
          <w:szCs w:val="24"/>
        </w:rPr>
        <w:t xml:space="preserve">тдел по делам молодежи, физической культуры и  спорта </w:t>
      </w:r>
      <w:r w:rsidRPr="002274E5">
        <w:rPr>
          <w:sz w:val="24"/>
          <w:szCs w:val="24"/>
        </w:rPr>
        <w:t>предоставляет на рассмотрение Администрации Тарского муниципального района Омской области в срок до 1 июня года, следующего за отчетным годом реализации подпрограммы.</w:t>
      </w:r>
    </w:p>
    <w:p w:rsidR="0082072B" w:rsidRPr="002274E5" w:rsidRDefault="0082072B" w:rsidP="002274E5">
      <w:pPr>
        <w:pStyle w:val="ConsPlusNormal"/>
        <w:widowControl/>
        <w:ind w:firstLine="900"/>
        <w:jc w:val="both"/>
        <w:rPr>
          <w:rFonts w:cs="Times New Roman CYR"/>
          <w:sz w:val="24"/>
          <w:szCs w:val="24"/>
        </w:rPr>
      </w:pPr>
    </w:p>
    <w:p w:rsidR="0082072B" w:rsidRPr="002274E5" w:rsidRDefault="0082072B" w:rsidP="002274E5">
      <w:pPr>
        <w:widowControl w:val="0"/>
        <w:autoSpaceDE w:val="0"/>
        <w:autoSpaceDN w:val="0"/>
        <w:adjustRightInd w:val="0"/>
        <w:spacing w:line="240" w:lineRule="auto"/>
        <w:ind w:firstLine="851"/>
        <w:rPr>
          <w:sz w:val="24"/>
          <w:szCs w:val="24"/>
        </w:rPr>
      </w:pPr>
    </w:p>
    <w:sectPr w:rsidR="0082072B" w:rsidRPr="002274E5" w:rsidSect="00BA616B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72B" w:rsidRDefault="0082072B" w:rsidP="00386704">
      <w:pPr>
        <w:spacing w:line="240" w:lineRule="auto"/>
      </w:pPr>
      <w:r>
        <w:separator/>
      </w:r>
    </w:p>
  </w:endnote>
  <w:endnote w:type="continuationSeparator" w:id="1">
    <w:p w:rsidR="0082072B" w:rsidRDefault="0082072B" w:rsidP="00386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72B" w:rsidRDefault="0082072B" w:rsidP="00386704">
      <w:pPr>
        <w:spacing w:line="240" w:lineRule="auto"/>
      </w:pPr>
      <w:r>
        <w:separator/>
      </w:r>
    </w:p>
  </w:footnote>
  <w:footnote w:type="continuationSeparator" w:id="1">
    <w:p w:rsidR="0082072B" w:rsidRDefault="0082072B" w:rsidP="003867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1681"/>
    <w:multiLevelType w:val="hybridMultilevel"/>
    <w:tmpl w:val="F5FC4DEE"/>
    <w:lvl w:ilvl="0" w:tplc="DDAE0B3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0DC32134"/>
    <w:multiLevelType w:val="hybridMultilevel"/>
    <w:tmpl w:val="09FC8416"/>
    <w:lvl w:ilvl="0" w:tplc="E89AF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D62EA"/>
    <w:multiLevelType w:val="hybridMultilevel"/>
    <w:tmpl w:val="6ED8F612"/>
    <w:lvl w:ilvl="0" w:tplc="C8E0F4C4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161B7"/>
    <w:multiLevelType w:val="hybridMultilevel"/>
    <w:tmpl w:val="9DD46DA2"/>
    <w:lvl w:ilvl="0" w:tplc="FF809DD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44B6404D"/>
    <w:multiLevelType w:val="hybridMultilevel"/>
    <w:tmpl w:val="46D01F18"/>
    <w:lvl w:ilvl="0" w:tplc="323A4714">
      <w:start w:val="1"/>
      <w:numFmt w:val="decimal"/>
      <w:lvlText w:val="%1)"/>
      <w:lvlJc w:val="left"/>
      <w:pPr>
        <w:ind w:left="10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0" w:hanging="360"/>
      </w:pPr>
    </w:lvl>
    <w:lvl w:ilvl="2" w:tplc="0419001B">
      <w:start w:val="1"/>
      <w:numFmt w:val="lowerRoman"/>
      <w:lvlText w:val="%3."/>
      <w:lvlJc w:val="right"/>
      <w:pPr>
        <w:ind w:left="2500" w:hanging="180"/>
      </w:pPr>
    </w:lvl>
    <w:lvl w:ilvl="3" w:tplc="0419000F">
      <w:start w:val="1"/>
      <w:numFmt w:val="decimal"/>
      <w:lvlText w:val="%4."/>
      <w:lvlJc w:val="left"/>
      <w:pPr>
        <w:ind w:left="3220" w:hanging="360"/>
      </w:pPr>
    </w:lvl>
    <w:lvl w:ilvl="4" w:tplc="04190019">
      <w:start w:val="1"/>
      <w:numFmt w:val="lowerLetter"/>
      <w:lvlText w:val="%5."/>
      <w:lvlJc w:val="left"/>
      <w:pPr>
        <w:ind w:left="3940" w:hanging="360"/>
      </w:pPr>
    </w:lvl>
    <w:lvl w:ilvl="5" w:tplc="0419001B">
      <w:start w:val="1"/>
      <w:numFmt w:val="lowerRoman"/>
      <w:lvlText w:val="%6."/>
      <w:lvlJc w:val="right"/>
      <w:pPr>
        <w:ind w:left="4660" w:hanging="180"/>
      </w:pPr>
    </w:lvl>
    <w:lvl w:ilvl="6" w:tplc="0419000F">
      <w:start w:val="1"/>
      <w:numFmt w:val="decimal"/>
      <w:lvlText w:val="%7."/>
      <w:lvlJc w:val="left"/>
      <w:pPr>
        <w:ind w:left="5380" w:hanging="360"/>
      </w:pPr>
    </w:lvl>
    <w:lvl w:ilvl="7" w:tplc="04190019">
      <w:start w:val="1"/>
      <w:numFmt w:val="lowerLetter"/>
      <w:lvlText w:val="%8."/>
      <w:lvlJc w:val="left"/>
      <w:pPr>
        <w:ind w:left="6100" w:hanging="360"/>
      </w:pPr>
    </w:lvl>
    <w:lvl w:ilvl="8" w:tplc="0419001B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47F94D35"/>
    <w:multiLevelType w:val="hybridMultilevel"/>
    <w:tmpl w:val="9DCC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E402A"/>
    <w:multiLevelType w:val="hybridMultilevel"/>
    <w:tmpl w:val="8320C36E"/>
    <w:lvl w:ilvl="0" w:tplc="3B5CB5F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nsid w:val="50A75303"/>
    <w:multiLevelType w:val="hybridMultilevel"/>
    <w:tmpl w:val="4D5ADD00"/>
    <w:lvl w:ilvl="0" w:tplc="B6A0A78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2D2341"/>
    <w:multiLevelType w:val="hybridMultilevel"/>
    <w:tmpl w:val="0C70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8B1F23"/>
    <w:multiLevelType w:val="hybridMultilevel"/>
    <w:tmpl w:val="77660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4"/>
  </w:num>
  <w:num w:numId="5">
    <w:abstractNumId w:val="1"/>
  </w:num>
  <w:num w:numId="6">
    <w:abstractNumId w:val="8"/>
  </w:num>
  <w:num w:numId="7">
    <w:abstractNumId w:val="2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D5B"/>
    <w:rsid w:val="000003AD"/>
    <w:rsid w:val="0000049C"/>
    <w:rsid w:val="00000528"/>
    <w:rsid w:val="000005B9"/>
    <w:rsid w:val="0000097C"/>
    <w:rsid w:val="00000ADB"/>
    <w:rsid w:val="00001638"/>
    <w:rsid w:val="000016C3"/>
    <w:rsid w:val="000018D5"/>
    <w:rsid w:val="000019CE"/>
    <w:rsid w:val="000019FA"/>
    <w:rsid w:val="00001A18"/>
    <w:rsid w:val="00001ED8"/>
    <w:rsid w:val="00002331"/>
    <w:rsid w:val="00002614"/>
    <w:rsid w:val="00002BD5"/>
    <w:rsid w:val="00003DA2"/>
    <w:rsid w:val="00004147"/>
    <w:rsid w:val="00004892"/>
    <w:rsid w:val="000048DD"/>
    <w:rsid w:val="00004AF8"/>
    <w:rsid w:val="000053A4"/>
    <w:rsid w:val="000054D8"/>
    <w:rsid w:val="0000598B"/>
    <w:rsid w:val="00005B6B"/>
    <w:rsid w:val="00005B79"/>
    <w:rsid w:val="00005D74"/>
    <w:rsid w:val="00005EE9"/>
    <w:rsid w:val="00006115"/>
    <w:rsid w:val="00006633"/>
    <w:rsid w:val="0000695E"/>
    <w:rsid w:val="00007646"/>
    <w:rsid w:val="00007F3A"/>
    <w:rsid w:val="00007F8B"/>
    <w:rsid w:val="00010029"/>
    <w:rsid w:val="0001057D"/>
    <w:rsid w:val="000107D6"/>
    <w:rsid w:val="000109C2"/>
    <w:rsid w:val="00010ACF"/>
    <w:rsid w:val="00011221"/>
    <w:rsid w:val="00011550"/>
    <w:rsid w:val="000119FE"/>
    <w:rsid w:val="00011AF5"/>
    <w:rsid w:val="00011FCD"/>
    <w:rsid w:val="00012037"/>
    <w:rsid w:val="0001253A"/>
    <w:rsid w:val="00012BC2"/>
    <w:rsid w:val="00012D48"/>
    <w:rsid w:val="000132DD"/>
    <w:rsid w:val="0001352D"/>
    <w:rsid w:val="00013531"/>
    <w:rsid w:val="00013837"/>
    <w:rsid w:val="00013C6A"/>
    <w:rsid w:val="00014167"/>
    <w:rsid w:val="000142BF"/>
    <w:rsid w:val="00014320"/>
    <w:rsid w:val="000147D8"/>
    <w:rsid w:val="00014DE7"/>
    <w:rsid w:val="000158DD"/>
    <w:rsid w:val="00015C8F"/>
    <w:rsid w:val="0001677A"/>
    <w:rsid w:val="00016B32"/>
    <w:rsid w:val="000175A6"/>
    <w:rsid w:val="00017BDC"/>
    <w:rsid w:val="00020034"/>
    <w:rsid w:val="00020270"/>
    <w:rsid w:val="000212FA"/>
    <w:rsid w:val="00021521"/>
    <w:rsid w:val="00021798"/>
    <w:rsid w:val="000217CA"/>
    <w:rsid w:val="00021CBF"/>
    <w:rsid w:val="0002211E"/>
    <w:rsid w:val="000226D9"/>
    <w:rsid w:val="00022D14"/>
    <w:rsid w:val="000234D1"/>
    <w:rsid w:val="000235FD"/>
    <w:rsid w:val="00023FD7"/>
    <w:rsid w:val="00024DDE"/>
    <w:rsid w:val="00024F2C"/>
    <w:rsid w:val="0002500D"/>
    <w:rsid w:val="00025E15"/>
    <w:rsid w:val="00025EE7"/>
    <w:rsid w:val="00025FAA"/>
    <w:rsid w:val="00026050"/>
    <w:rsid w:val="000261D9"/>
    <w:rsid w:val="000262D2"/>
    <w:rsid w:val="00026408"/>
    <w:rsid w:val="000264A7"/>
    <w:rsid w:val="00026B0E"/>
    <w:rsid w:val="00026F28"/>
    <w:rsid w:val="000270CC"/>
    <w:rsid w:val="0002731D"/>
    <w:rsid w:val="000274C1"/>
    <w:rsid w:val="000274F6"/>
    <w:rsid w:val="00027A25"/>
    <w:rsid w:val="00027DD9"/>
    <w:rsid w:val="00030049"/>
    <w:rsid w:val="0003006C"/>
    <w:rsid w:val="00030522"/>
    <w:rsid w:val="00030668"/>
    <w:rsid w:val="000308C9"/>
    <w:rsid w:val="00030C99"/>
    <w:rsid w:val="0003150E"/>
    <w:rsid w:val="000316F9"/>
    <w:rsid w:val="00031771"/>
    <w:rsid w:val="00031EE0"/>
    <w:rsid w:val="00031FDF"/>
    <w:rsid w:val="00032025"/>
    <w:rsid w:val="00032313"/>
    <w:rsid w:val="000323DF"/>
    <w:rsid w:val="0003271D"/>
    <w:rsid w:val="00032745"/>
    <w:rsid w:val="00032A28"/>
    <w:rsid w:val="00032D07"/>
    <w:rsid w:val="00032F00"/>
    <w:rsid w:val="000331EC"/>
    <w:rsid w:val="000335C2"/>
    <w:rsid w:val="00033DD8"/>
    <w:rsid w:val="00033E28"/>
    <w:rsid w:val="000340A8"/>
    <w:rsid w:val="00034220"/>
    <w:rsid w:val="00034706"/>
    <w:rsid w:val="0003498A"/>
    <w:rsid w:val="000349E9"/>
    <w:rsid w:val="00034F0C"/>
    <w:rsid w:val="000350F8"/>
    <w:rsid w:val="000353C2"/>
    <w:rsid w:val="0003638A"/>
    <w:rsid w:val="00036A0A"/>
    <w:rsid w:val="00036B73"/>
    <w:rsid w:val="00036D5C"/>
    <w:rsid w:val="00036DB8"/>
    <w:rsid w:val="000374F4"/>
    <w:rsid w:val="00037E47"/>
    <w:rsid w:val="0004011C"/>
    <w:rsid w:val="00040126"/>
    <w:rsid w:val="00040C58"/>
    <w:rsid w:val="00041069"/>
    <w:rsid w:val="000413E0"/>
    <w:rsid w:val="00041506"/>
    <w:rsid w:val="00041BE6"/>
    <w:rsid w:val="00042053"/>
    <w:rsid w:val="00042213"/>
    <w:rsid w:val="00042328"/>
    <w:rsid w:val="00042815"/>
    <w:rsid w:val="00042F00"/>
    <w:rsid w:val="000434EC"/>
    <w:rsid w:val="0004367A"/>
    <w:rsid w:val="000436F3"/>
    <w:rsid w:val="00043F0F"/>
    <w:rsid w:val="00044057"/>
    <w:rsid w:val="00044347"/>
    <w:rsid w:val="00044601"/>
    <w:rsid w:val="000453FC"/>
    <w:rsid w:val="00045EC0"/>
    <w:rsid w:val="000465A2"/>
    <w:rsid w:val="0004679E"/>
    <w:rsid w:val="000467BA"/>
    <w:rsid w:val="00046826"/>
    <w:rsid w:val="00046B45"/>
    <w:rsid w:val="00046E95"/>
    <w:rsid w:val="00047458"/>
    <w:rsid w:val="000476A6"/>
    <w:rsid w:val="000477A5"/>
    <w:rsid w:val="00047D87"/>
    <w:rsid w:val="00050382"/>
    <w:rsid w:val="00050650"/>
    <w:rsid w:val="00050959"/>
    <w:rsid w:val="00050B20"/>
    <w:rsid w:val="00051038"/>
    <w:rsid w:val="0005120C"/>
    <w:rsid w:val="000512AA"/>
    <w:rsid w:val="0005170C"/>
    <w:rsid w:val="00051A0C"/>
    <w:rsid w:val="00051D36"/>
    <w:rsid w:val="000522B7"/>
    <w:rsid w:val="00052B65"/>
    <w:rsid w:val="00052BDD"/>
    <w:rsid w:val="00052CDE"/>
    <w:rsid w:val="00052E80"/>
    <w:rsid w:val="00053071"/>
    <w:rsid w:val="0005333F"/>
    <w:rsid w:val="00053968"/>
    <w:rsid w:val="00053A78"/>
    <w:rsid w:val="00053B46"/>
    <w:rsid w:val="00053C0F"/>
    <w:rsid w:val="000540E3"/>
    <w:rsid w:val="0005410C"/>
    <w:rsid w:val="0005447E"/>
    <w:rsid w:val="000545E5"/>
    <w:rsid w:val="000546D9"/>
    <w:rsid w:val="000546E0"/>
    <w:rsid w:val="000552F4"/>
    <w:rsid w:val="000559A3"/>
    <w:rsid w:val="000559F3"/>
    <w:rsid w:val="00055B0F"/>
    <w:rsid w:val="00055B68"/>
    <w:rsid w:val="00055E64"/>
    <w:rsid w:val="000561C5"/>
    <w:rsid w:val="000564AA"/>
    <w:rsid w:val="0005692C"/>
    <w:rsid w:val="00056B54"/>
    <w:rsid w:val="00056BA7"/>
    <w:rsid w:val="000571B4"/>
    <w:rsid w:val="0005729D"/>
    <w:rsid w:val="000574F7"/>
    <w:rsid w:val="00057892"/>
    <w:rsid w:val="00057BBC"/>
    <w:rsid w:val="00057C60"/>
    <w:rsid w:val="00057CA0"/>
    <w:rsid w:val="00057E11"/>
    <w:rsid w:val="0006029D"/>
    <w:rsid w:val="00060C0D"/>
    <w:rsid w:val="00060F15"/>
    <w:rsid w:val="00061822"/>
    <w:rsid w:val="00061952"/>
    <w:rsid w:val="00061A3C"/>
    <w:rsid w:val="00061B9B"/>
    <w:rsid w:val="00061FC6"/>
    <w:rsid w:val="000622FC"/>
    <w:rsid w:val="0006277F"/>
    <w:rsid w:val="000628D8"/>
    <w:rsid w:val="00062905"/>
    <w:rsid w:val="00062938"/>
    <w:rsid w:val="00062AE7"/>
    <w:rsid w:val="00062B4A"/>
    <w:rsid w:val="00062E20"/>
    <w:rsid w:val="000635DE"/>
    <w:rsid w:val="00063988"/>
    <w:rsid w:val="00064239"/>
    <w:rsid w:val="00064445"/>
    <w:rsid w:val="0006445B"/>
    <w:rsid w:val="00064C81"/>
    <w:rsid w:val="00064DF7"/>
    <w:rsid w:val="00064F82"/>
    <w:rsid w:val="000655F5"/>
    <w:rsid w:val="000659E2"/>
    <w:rsid w:val="00065BD7"/>
    <w:rsid w:val="00065F02"/>
    <w:rsid w:val="00065F30"/>
    <w:rsid w:val="00066039"/>
    <w:rsid w:val="0006606B"/>
    <w:rsid w:val="000661CB"/>
    <w:rsid w:val="0006645E"/>
    <w:rsid w:val="000668B6"/>
    <w:rsid w:val="00066A04"/>
    <w:rsid w:val="00067381"/>
    <w:rsid w:val="00067398"/>
    <w:rsid w:val="00067949"/>
    <w:rsid w:val="00067F99"/>
    <w:rsid w:val="00070085"/>
    <w:rsid w:val="0007034A"/>
    <w:rsid w:val="00070E0C"/>
    <w:rsid w:val="00070EB0"/>
    <w:rsid w:val="000711B5"/>
    <w:rsid w:val="0007134B"/>
    <w:rsid w:val="000715E3"/>
    <w:rsid w:val="00071788"/>
    <w:rsid w:val="0007184B"/>
    <w:rsid w:val="00071B40"/>
    <w:rsid w:val="00071B96"/>
    <w:rsid w:val="00072220"/>
    <w:rsid w:val="00072449"/>
    <w:rsid w:val="00072924"/>
    <w:rsid w:val="00072974"/>
    <w:rsid w:val="00072FCA"/>
    <w:rsid w:val="00072FED"/>
    <w:rsid w:val="0007317E"/>
    <w:rsid w:val="0007336B"/>
    <w:rsid w:val="0007338A"/>
    <w:rsid w:val="0007361D"/>
    <w:rsid w:val="00073990"/>
    <w:rsid w:val="00073A08"/>
    <w:rsid w:val="00073E64"/>
    <w:rsid w:val="0007411B"/>
    <w:rsid w:val="00074173"/>
    <w:rsid w:val="000741C2"/>
    <w:rsid w:val="000747A5"/>
    <w:rsid w:val="00074D31"/>
    <w:rsid w:val="000750BD"/>
    <w:rsid w:val="0007521D"/>
    <w:rsid w:val="00075509"/>
    <w:rsid w:val="0007556D"/>
    <w:rsid w:val="00075DAB"/>
    <w:rsid w:val="00076319"/>
    <w:rsid w:val="00076525"/>
    <w:rsid w:val="0007657B"/>
    <w:rsid w:val="00076807"/>
    <w:rsid w:val="00076BBE"/>
    <w:rsid w:val="000770CB"/>
    <w:rsid w:val="000772D4"/>
    <w:rsid w:val="0007771E"/>
    <w:rsid w:val="000779FA"/>
    <w:rsid w:val="00077C1C"/>
    <w:rsid w:val="00080508"/>
    <w:rsid w:val="000810DB"/>
    <w:rsid w:val="000819B1"/>
    <w:rsid w:val="00081CA8"/>
    <w:rsid w:val="00082070"/>
    <w:rsid w:val="000824C3"/>
    <w:rsid w:val="000824FB"/>
    <w:rsid w:val="000829E2"/>
    <w:rsid w:val="00083100"/>
    <w:rsid w:val="000833EB"/>
    <w:rsid w:val="000835E7"/>
    <w:rsid w:val="00083BE8"/>
    <w:rsid w:val="000845F5"/>
    <w:rsid w:val="0008478A"/>
    <w:rsid w:val="00084A66"/>
    <w:rsid w:val="000851D0"/>
    <w:rsid w:val="00085358"/>
    <w:rsid w:val="000859FE"/>
    <w:rsid w:val="00085C20"/>
    <w:rsid w:val="00086112"/>
    <w:rsid w:val="00086331"/>
    <w:rsid w:val="0008676A"/>
    <w:rsid w:val="00086C2D"/>
    <w:rsid w:val="000872E4"/>
    <w:rsid w:val="00087444"/>
    <w:rsid w:val="00087590"/>
    <w:rsid w:val="000879E3"/>
    <w:rsid w:val="00087C4D"/>
    <w:rsid w:val="0009002E"/>
    <w:rsid w:val="00090494"/>
    <w:rsid w:val="00090976"/>
    <w:rsid w:val="00090A7D"/>
    <w:rsid w:val="00090D44"/>
    <w:rsid w:val="00090EDD"/>
    <w:rsid w:val="00091159"/>
    <w:rsid w:val="000916AF"/>
    <w:rsid w:val="00091C96"/>
    <w:rsid w:val="000921EF"/>
    <w:rsid w:val="00092632"/>
    <w:rsid w:val="00092C1F"/>
    <w:rsid w:val="00092ECD"/>
    <w:rsid w:val="00092FC2"/>
    <w:rsid w:val="000930A8"/>
    <w:rsid w:val="000930FF"/>
    <w:rsid w:val="00093715"/>
    <w:rsid w:val="00093C15"/>
    <w:rsid w:val="000943A1"/>
    <w:rsid w:val="00094590"/>
    <w:rsid w:val="000945AF"/>
    <w:rsid w:val="00094985"/>
    <w:rsid w:val="000949DE"/>
    <w:rsid w:val="00094B49"/>
    <w:rsid w:val="00094F9A"/>
    <w:rsid w:val="0009536E"/>
    <w:rsid w:val="00095779"/>
    <w:rsid w:val="0009585F"/>
    <w:rsid w:val="00095896"/>
    <w:rsid w:val="00095AAE"/>
    <w:rsid w:val="00095DA4"/>
    <w:rsid w:val="00096055"/>
    <w:rsid w:val="0009613D"/>
    <w:rsid w:val="0009619C"/>
    <w:rsid w:val="00096879"/>
    <w:rsid w:val="00097461"/>
    <w:rsid w:val="00097B36"/>
    <w:rsid w:val="00097C4B"/>
    <w:rsid w:val="00097DE9"/>
    <w:rsid w:val="00097FBB"/>
    <w:rsid w:val="000A0080"/>
    <w:rsid w:val="000A0964"/>
    <w:rsid w:val="000A0979"/>
    <w:rsid w:val="000A0BAA"/>
    <w:rsid w:val="000A0DDC"/>
    <w:rsid w:val="000A13D2"/>
    <w:rsid w:val="000A1435"/>
    <w:rsid w:val="000A14B8"/>
    <w:rsid w:val="000A169F"/>
    <w:rsid w:val="000A18BD"/>
    <w:rsid w:val="000A1FBC"/>
    <w:rsid w:val="000A2026"/>
    <w:rsid w:val="000A20F7"/>
    <w:rsid w:val="000A22A6"/>
    <w:rsid w:val="000A2455"/>
    <w:rsid w:val="000A2587"/>
    <w:rsid w:val="000A2F09"/>
    <w:rsid w:val="000A3437"/>
    <w:rsid w:val="000A3554"/>
    <w:rsid w:val="000A3798"/>
    <w:rsid w:val="000A3A9E"/>
    <w:rsid w:val="000A3DD0"/>
    <w:rsid w:val="000A40A9"/>
    <w:rsid w:val="000A444C"/>
    <w:rsid w:val="000A452D"/>
    <w:rsid w:val="000A4759"/>
    <w:rsid w:val="000A4810"/>
    <w:rsid w:val="000A4953"/>
    <w:rsid w:val="000A4B9E"/>
    <w:rsid w:val="000A4C7C"/>
    <w:rsid w:val="000A51E8"/>
    <w:rsid w:val="000A5577"/>
    <w:rsid w:val="000A5765"/>
    <w:rsid w:val="000A585C"/>
    <w:rsid w:val="000A5B97"/>
    <w:rsid w:val="000A6565"/>
    <w:rsid w:val="000A6743"/>
    <w:rsid w:val="000A7830"/>
    <w:rsid w:val="000A78A1"/>
    <w:rsid w:val="000A796B"/>
    <w:rsid w:val="000A7D50"/>
    <w:rsid w:val="000A7DCB"/>
    <w:rsid w:val="000B008F"/>
    <w:rsid w:val="000B0614"/>
    <w:rsid w:val="000B089D"/>
    <w:rsid w:val="000B0BCF"/>
    <w:rsid w:val="000B0C18"/>
    <w:rsid w:val="000B0CD8"/>
    <w:rsid w:val="000B0CE5"/>
    <w:rsid w:val="000B0DB6"/>
    <w:rsid w:val="000B1747"/>
    <w:rsid w:val="000B1D70"/>
    <w:rsid w:val="000B2037"/>
    <w:rsid w:val="000B2419"/>
    <w:rsid w:val="000B26EB"/>
    <w:rsid w:val="000B2A3A"/>
    <w:rsid w:val="000B2B47"/>
    <w:rsid w:val="000B39FB"/>
    <w:rsid w:val="000B3BCF"/>
    <w:rsid w:val="000B4F4C"/>
    <w:rsid w:val="000B503C"/>
    <w:rsid w:val="000B51F7"/>
    <w:rsid w:val="000B5642"/>
    <w:rsid w:val="000B5B6A"/>
    <w:rsid w:val="000B5B9D"/>
    <w:rsid w:val="000B5C00"/>
    <w:rsid w:val="000B5F24"/>
    <w:rsid w:val="000B6039"/>
    <w:rsid w:val="000B603E"/>
    <w:rsid w:val="000B638B"/>
    <w:rsid w:val="000B6440"/>
    <w:rsid w:val="000B66E0"/>
    <w:rsid w:val="000B69A4"/>
    <w:rsid w:val="000B6B49"/>
    <w:rsid w:val="000B71B5"/>
    <w:rsid w:val="000B7410"/>
    <w:rsid w:val="000B773A"/>
    <w:rsid w:val="000B7B57"/>
    <w:rsid w:val="000B7BB5"/>
    <w:rsid w:val="000B7E90"/>
    <w:rsid w:val="000B7FC5"/>
    <w:rsid w:val="000C01EB"/>
    <w:rsid w:val="000C01F1"/>
    <w:rsid w:val="000C0AEB"/>
    <w:rsid w:val="000C0E49"/>
    <w:rsid w:val="000C10FC"/>
    <w:rsid w:val="000C1600"/>
    <w:rsid w:val="000C1621"/>
    <w:rsid w:val="000C1830"/>
    <w:rsid w:val="000C1EF6"/>
    <w:rsid w:val="000C2394"/>
    <w:rsid w:val="000C2BE0"/>
    <w:rsid w:val="000C2BE8"/>
    <w:rsid w:val="000C2D2B"/>
    <w:rsid w:val="000C3019"/>
    <w:rsid w:val="000C3353"/>
    <w:rsid w:val="000C37E9"/>
    <w:rsid w:val="000C3881"/>
    <w:rsid w:val="000C38A2"/>
    <w:rsid w:val="000C39DB"/>
    <w:rsid w:val="000C3B69"/>
    <w:rsid w:val="000C3D05"/>
    <w:rsid w:val="000C404A"/>
    <w:rsid w:val="000C40ED"/>
    <w:rsid w:val="000C42D3"/>
    <w:rsid w:val="000C47ED"/>
    <w:rsid w:val="000C54CD"/>
    <w:rsid w:val="000C5694"/>
    <w:rsid w:val="000C580A"/>
    <w:rsid w:val="000C582F"/>
    <w:rsid w:val="000C6321"/>
    <w:rsid w:val="000C68E3"/>
    <w:rsid w:val="000C722B"/>
    <w:rsid w:val="000C7B05"/>
    <w:rsid w:val="000C7C08"/>
    <w:rsid w:val="000C7D82"/>
    <w:rsid w:val="000C7D83"/>
    <w:rsid w:val="000D0AA3"/>
    <w:rsid w:val="000D0B5F"/>
    <w:rsid w:val="000D0BAE"/>
    <w:rsid w:val="000D0CCA"/>
    <w:rsid w:val="000D111D"/>
    <w:rsid w:val="000D1550"/>
    <w:rsid w:val="000D1620"/>
    <w:rsid w:val="000D1B71"/>
    <w:rsid w:val="000D1DD9"/>
    <w:rsid w:val="000D1E22"/>
    <w:rsid w:val="000D1F85"/>
    <w:rsid w:val="000D20A1"/>
    <w:rsid w:val="000D2777"/>
    <w:rsid w:val="000D2D3C"/>
    <w:rsid w:val="000D307D"/>
    <w:rsid w:val="000D31BF"/>
    <w:rsid w:val="000D3299"/>
    <w:rsid w:val="000D3383"/>
    <w:rsid w:val="000D3420"/>
    <w:rsid w:val="000D34EA"/>
    <w:rsid w:val="000D351D"/>
    <w:rsid w:val="000D36F2"/>
    <w:rsid w:val="000D37C3"/>
    <w:rsid w:val="000D38E9"/>
    <w:rsid w:val="000D3A31"/>
    <w:rsid w:val="000D4212"/>
    <w:rsid w:val="000D46EF"/>
    <w:rsid w:val="000D49C8"/>
    <w:rsid w:val="000D4A8C"/>
    <w:rsid w:val="000D58AE"/>
    <w:rsid w:val="000D5C3A"/>
    <w:rsid w:val="000D62DF"/>
    <w:rsid w:val="000D63AF"/>
    <w:rsid w:val="000D6B41"/>
    <w:rsid w:val="000D6BE8"/>
    <w:rsid w:val="000D6D66"/>
    <w:rsid w:val="000D6F5E"/>
    <w:rsid w:val="000D7106"/>
    <w:rsid w:val="000D76CD"/>
    <w:rsid w:val="000D79AC"/>
    <w:rsid w:val="000D7AA9"/>
    <w:rsid w:val="000D7C79"/>
    <w:rsid w:val="000D7CCF"/>
    <w:rsid w:val="000D7F5C"/>
    <w:rsid w:val="000D7FBE"/>
    <w:rsid w:val="000E091C"/>
    <w:rsid w:val="000E0C51"/>
    <w:rsid w:val="000E0D86"/>
    <w:rsid w:val="000E0D99"/>
    <w:rsid w:val="000E0F10"/>
    <w:rsid w:val="000E10BE"/>
    <w:rsid w:val="000E15BB"/>
    <w:rsid w:val="000E16A2"/>
    <w:rsid w:val="000E1C56"/>
    <w:rsid w:val="000E212C"/>
    <w:rsid w:val="000E2A68"/>
    <w:rsid w:val="000E2FE5"/>
    <w:rsid w:val="000E326C"/>
    <w:rsid w:val="000E3658"/>
    <w:rsid w:val="000E37C1"/>
    <w:rsid w:val="000E39EB"/>
    <w:rsid w:val="000E3BF0"/>
    <w:rsid w:val="000E3D01"/>
    <w:rsid w:val="000E3DAD"/>
    <w:rsid w:val="000E43AF"/>
    <w:rsid w:val="000E4680"/>
    <w:rsid w:val="000E46B3"/>
    <w:rsid w:val="000E49DD"/>
    <w:rsid w:val="000E4D04"/>
    <w:rsid w:val="000E5081"/>
    <w:rsid w:val="000E5093"/>
    <w:rsid w:val="000E51F2"/>
    <w:rsid w:val="000E541B"/>
    <w:rsid w:val="000E54AF"/>
    <w:rsid w:val="000E5799"/>
    <w:rsid w:val="000E5967"/>
    <w:rsid w:val="000E59BC"/>
    <w:rsid w:val="000E5F7A"/>
    <w:rsid w:val="000E624F"/>
    <w:rsid w:val="000E6440"/>
    <w:rsid w:val="000E6579"/>
    <w:rsid w:val="000E6982"/>
    <w:rsid w:val="000E6D79"/>
    <w:rsid w:val="000E7247"/>
    <w:rsid w:val="000E7393"/>
    <w:rsid w:val="000E7760"/>
    <w:rsid w:val="000E77D4"/>
    <w:rsid w:val="000E7948"/>
    <w:rsid w:val="000E7CEA"/>
    <w:rsid w:val="000F01D4"/>
    <w:rsid w:val="000F06F5"/>
    <w:rsid w:val="000F0CB2"/>
    <w:rsid w:val="000F0CBB"/>
    <w:rsid w:val="000F1A6C"/>
    <w:rsid w:val="000F1ED9"/>
    <w:rsid w:val="000F2138"/>
    <w:rsid w:val="000F2147"/>
    <w:rsid w:val="000F216B"/>
    <w:rsid w:val="000F25AA"/>
    <w:rsid w:val="000F284F"/>
    <w:rsid w:val="000F2B29"/>
    <w:rsid w:val="000F30D2"/>
    <w:rsid w:val="000F3660"/>
    <w:rsid w:val="000F37C4"/>
    <w:rsid w:val="000F3F9B"/>
    <w:rsid w:val="000F42E1"/>
    <w:rsid w:val="000F457B"/>
    <w:rsid w:val="000F4A13"/>
    <w:rsid w:val="000F4BC1"/>
    <w:rsid w:val="000F576B"/>
    <w:rsid w:val="000F5E95"/>
    <w:rsid w:val="000F5E97"/>
    <w:rsid w:val="000F6045"/>
    <w:rsid w:val="000F611C"/>
    <w:rsid w:val="000F68DC"/>
    <w:rsid w:val="000F6DD1"/>
    <w:rsid w:val="000F6EA5"/>
    <w:rsid w:val="000F6FE7"/>
    <w:rsid w:val="000F70D9"/>
    <w:rsid w:val="000F72A5"/>
    <w:rsid w:val="000F73BB"/>
    <w:rsid w:val="000F750D"/>
    <w:rsid w:val="000F7542"/>
    <w:rsid w:val="000F7550"/>
    <w:rsid w:val="000F75BE"/>
    <w:rsid w:val="000F760C"/>
    <w:rsid w:val="000F76B0"/>
    <w:rsid w:val="000F7AF9"/>
    <w:rsid w:val="0010016D"/>
    <w:rsid w:val="001001A6"/>
    <w:rsid w:val="00100249"/>
    <w:rsid w:val="00100B81"/>
    <w:rsid w:val="00100D0B"/>
    <w:rsid w:val="00101167"/>
    <w:rsid w:val="00101512"/>
    <w:rsid w:val="00101B78"/>
    <w:rsid w:val="00101BC9"/>
    <w:rsid w:val="00101D38"/>
    <w:rsid w:val="00101E01"/>
    <w:rsid w:val="00102471"/>
    <w:rsid w:val="00102557"/>
    <w:rsid w:val="00102F71"/>
    <w:rsid w:val="00102FEB"/>
    <w:rsid w:val="001030A5"/>
    <w:rsid w:val="001031DF"/>
    <w:rsid w:val="001032CA"/>
    <w:rsid w:val="00103905"/>
    <w:rsid w:val="00103A07"/>
    <w:rsid w:val="00103E40"/>
    <w:rsid w:val="00103EA6"/>
    <w:rsid w:val="00104BCD"/>
    <w:rsid w:val="00104E7A"/>
    <w:rsid w:val="0010501A"/>
    <w:rsid w:val="00105255"/>
    <w:rsid w:val="001055AD"/>
    <w:rsid w:val="00105769"/>
    <w:rsid w:val="00105A4B"/>
    <w:rsid w:val="00105BC0"/>
    <w:rsid w:val="00105C1F"/>
    <w:rsid w:val="00105FBF"/>
    <w:rsid w:val="00106158"/>
    <w:rsid w:val="00106724"/>
    <w:rsid w:val="00106840"/>
    <w:rsid w:val="00107002"/>
    <w:rsid w:val="00107500"/>
    <w:rsid w:val="00110433"/>
    <w:rsid w:val="00110BEB"/>
    <w:rsid w:val="001112CD"/>
    <w:rsid w:val="00111330"/>
    <w:rsid w:val="001116FB"/>
    <w:rsid w:val="001118B3"/>
    <w:rsid w:val="0011193A"/>
    <w:rsid w:val="00111ABF"/>
    <w:rsid w:val="00111B2F"/>
    <w:rsid w:val="00111CE4"/>
    <w:rsid w:val="00111E35"/>
    <w:rsid w:val="00111FA4"/>
    <w:rsid w:val="001125B0"/>
    <w:rsid w:val="00112B2A"/>
    <w:rsid w:val="00112D6F"/>
    <w:rsid w:val="00113125"/>
    <w:rsid w:val="0011318D"/>
    <w:rsid w:val="00113AB7"/>
    <w:rsid w:val="00114138"/>
    <w:rsid w:val="0011415E"/>
    <w:rsid w:val="001142EF"/>
    <w:rsid w:val="00114416"/>
    <w:rsid w:val="001147CC"/>
    <w:rsid w:val="001149ED"/>
    <w:rsid w:val="00114FD8"/>
    <w:rsid w:val="00115206"/>
    <w:rsid w:val="00115276"/>
    <w:rsid w:val="00115464"/>
    <w:rsid w:val="001157F5"/>
    <w:rsid w:val="0011585B"/>
    <w:rsid w:val="001159C1"/>
    <w:rsid w:val="00116618"/>
    <w:rsid w:val="00116789"/>
    <w:rsid w:val="00116B33"/>
    <w:rsid w:val="00116B90"/>
    <w:rsid w:val="00116C86"/>
    <w:rsid w:val="00116EDD"/>
    <w:rsid w:val="00117024"/>
    <w:rsid w:val="0011712B"/>
    <w:rsid w:val="00117447"/>
    <w:rsid w:val="0011774C"/>
    <w:rsid w:val="00117822"/>
    <w:rsid w:val="00117879"/>
    <w:rsid w:val="0011795A"/>
    <w:rsid w:val="00117A80"/>
    <w:rsid w:val="00117B43"/>
    <w:rsid w:val="00117C31"/>
    <w:rsid w:val="00117CD3"/>
    <w:rsid w:val="0012021C"/>
    <w:rsid w:val="00120969"/>
    <w:rsid w:val="00120D62"/>
    <w:rsid w:val="00120F0C"/>
    <w:rsid w:val="00121027"/>
    <w:rsid w:val="0012109B"/>
    <w:rsid w:val="001218A5"/>
    <w:rsid w:val="00121BA8"/>
    <w:rsid w:val="00121C37"/>
    <w:rsid w:val="00121D93"/>
    <w:rsid w:val="00121EB7"/>
    <w:rsid w:val="00122429"/>
    <w:rsid w:val="00122A47"/>
    <w:rsid w:val="00122B0A"/>
    <w:rsid w:val="00122CFF"/>
    <w:rsid w:val="00122FE3"/>
    <w:rsid w:val="001235F3"/>
    <w:rsid w:val="001236ED"/>
    <w:rsid w:val="00123BD4"/>
    <w:rsid w:val="00124032"/>
    <w:rsid w:val="00124150"/>
    <w:rsid w:val="0012475B"/>
    <w:rsid w:val="0012486C"/>
    <w:rsid w:val="0012492C"/>
    <w:rsid w:val="00124ADD"/>
    <w:rsid w:val="00124DD9"/>
    <w:rsid w:val="00124DE5"/>
    <w:rsid w:val="001262A0"/>
    <w:rsid w:val="0012634B"/>
    <w:rsid w:val="00126432"/>
    <w:rsid w:val="00126B72"/>
    <w:rsid w:val="001277D4"/>
    <w:rsid w:val="00127E01"/>
    <w:rsid w:val="00130345"/>
    <w:rsid w:val="001305C7"/>
    <w:rsid w:val="001308AD"/>
    <w:rsid w:val="00130B50"/>
    <w:rsid w:val="00131452"/>
    <w:rsid w:val="00131736"/>
    <w:rsid w:val="00131B10"/>
    <w:rsid w:val="00131B6E"/>
    <w:rsid w:val="00131E0F"/>
    <w:rsid w:val="00132221"/>
    <w:rsid w:val="001322E3"/>
    <w:rsid w:val="00132542"/>
    <w:rsid w:val="001326EF"/>
    <w:rsid w:val="00132DE8"/>
    <w:rsid w:val="00132DEA"/>
    <w:rsid w:val="00132F2A"/>
    <w:rsid w:val="0013300D"/>
    <w:rsid w:val="00133212"/>
    <w:rsid w:val="001347AA"/>
    <w:rsid w:val="00134BD8"/>
    <w:rsid w:val="00135E24"/>
    <w:rsid w:val="0013652C"/>
    <w:rsid w:val="00136E60"/>
    <w:rsid w:val="0013700F"/>
    <w:rsid w:val="001373EC"/>
    <w:rsid w:val="001376F4"/>
    <w:rsid w:val="00137781"/>
    <w:rsid w:val="001378F3"/>
    <w:rsid w:val="00137BE1"/>
    <w:rsid w:val="001405E9"/>
    <w:rsid w:val="00140794"/>
    <w:rsid w:val="00140C90"/>
    <w:rsid w:val="00140FFE"/>
    <w:rsid w:val="0014102E"/>
    <w:rsid w:val="00141B3E"/>
    <w:rsid w:val="00141D40"/>
    <w:rsid w:val="00141E7C"/>
    <w:rsid w:val="00142270"/>
    <w:rsid w:val="00142446"/>
    <w:rsid w:val="00142482"/>
    <w:rsid w:val="00142521"/>
    <w:rsid w:val="001425DA"/>
    <w:rsid w:val="00142653"/>
    <w:rsid w:val="0014269C"/>
    <w:rsid w:val="001428C5"/>
    <w:rsid w:val="00142BBA"/>
    <w:rsid w:val="00142DC8"/>
    <w:rsid w:val="00142F76"/>
    <w:rsid w:val="001432A1"/>
    <w:rsid w:val="00143522"/>
    <w:rsid w:val="001435FA"/>
    <w:rsid w:val="00143859"/>
    <w:rsid w:val="001439F0"/>
    <w:rsid w:val="00143E44"/>
    <w:rsid w:val="00143F02"/>
    <w:rsid w:val="00144028"/>
    <w:rsid w:val="00144204"/>
    <w:rsid w:val="00144330"/>
    <w:rsid w:val="0014449A"/>
    <w:rsid w:val="001445A8"/>
    <w:rsid w:val="001445E3"/>
    <w:rsid w:val="001446F4"/>
    <w:rsid w:val="00145446"/>
    <w:rsid w:val="0014560E"/>
    <w:rsid w:val="00145803"/>
    <w:rsid w:val="00145C5A"/>
    <w:rsid w:val="00145C92"/>
    <w:rsid w:val="00145F1A"/>
    <w:rsid w:val="00146363"/>
    <w:rsid w:val="001465D7"/>
    <w:rsid w:val="00146779"/>
    <w:rsid w:val="001467B3"/>
    <w:rsid w:val="00146876"/>
    <w:rsid w:val="001468F3"/>
    <w:rsid w:val="001469FF"/>
    <w:rsid w:val="00146A0A"/>
    <w:rsid w:val="00146C4E"/>
    <w:rsid w:val="00147060"/>
    <w:rsid w:val="0014710C"/>
    <w:rsid w:val="00147203"/>
    <w:rsid w:val="001477FD"/>
    <w:rsid w:val="00147A50"/>
    <w:rsid w:val="00147AEF"/>
    <w:rsid w:val="00147D26"/>
    <w:rsid w:val="00151270"/>
    <w:rsid w:val="00151524"/>
    <w:rsid w:val="00151D46"/>
    <w:rsid w:val="00152577"/>
    <w:rsid w:val="00152678"/>
    <w:rsid w:val="00152B4B"/>
    <w:rsid w:val="00153C77"/>
    <w:rsid w:val="00153CE5"/>
    <w:rsid w:val="00153E5C"/>
    <w:rsid w:val="00154030"/>
    <w:rsid w:val="001542CD"/>
    <w:rsid w:val="001547B6"/>
    <w:rsid w:val="00154A13"/>
    <w:rsid w:val="00154A5B"/>
    <w:rsid w:val="00154B59"/>
    <w:rsid w:val="0015510B"/>
    <w:rsid w:val="001553AB"/>
    <w:rsid w:val="001554F3"/>
    <w:rsid w:val="00155B95"/>
    <w:rsid w:val="001568A0"/>
    <w:rsid w:val="00156AF9"/>
    <w:rsid w:val="00156D85"/>
    <w:rsid w:val="001571E8"/>
    <w:rsid w:val="00157404"/>
    <w:rsid w:val="0015771D"/>
    <w:rsid w:val="0015795A"/>
    <w:rsid w:val="00157A1C"/>
    <w:rsid w:val="001601F6"/>
    <w:rsid w:val="00160865"/>
    <w:rsid w:val="00160A7E"/>
    <w:rsid w:val="00160C6C"/>
    <w:rsid w:val="00160D56"/>
    <w:rsid w:val="0016118E"/>
    <w:rsid w:val="00161433"/>
    <w:rsid w:val="00161808"/>
    <w:rsid w:val="00161C61"/>
    <w:rsid w:val="00161FE3"/>
    <w:rsid w:val="001628FE"/>
    <w:rsid w:val="001629D3"/>
    <w:rsid w:val="00162E1D"/>
    <w:rsid w:val="001634E8"/>
    <w:rsid w:val="0016357A"/>
    <w:rsid w:val="001639C4"/>
    <w:rsid w:val="00163C8B"/>
    <w:rsid w:val="00163C98"/>
    <w:rsid w:val="001643D4"/>
    <w:rsid w:val="00164520"/>
    <w:rsid w:val="001645A9"/>
    <w:rsid w:val="001647CC"/>
    <w:rsid w:val="0016499A"/>
    <w:rsid w:val="0016499B"/>
    <w:rsid w:val="00164A7B"/>
    <w:rsid w:val="00164C61"/>
    <w:rsid w:val="00165526"/>
    <w:rsid w:val="00165599"/>
    <w:rsid w:val="001658BE"/>
    <w:rsid w:val="00165A0D"/>
    <w:rsid w:val="00165CE4"/>
    <w:rsid w:val="001660F5"/>
    <w:rsid w:val="00166888"/>
    <w:rsid w:val="00166CF9"/>
    <w:rsid w:val="00166DDB"/>
    <w:rsid w:val="0016710E"/>
    <w:rsid w:val="001677B9"/>
    <w:rsid w:val="00170039"/>
    <w:rsid w:val="001701B4"/>
    <w:rsid w:val="00170230"/>
    <w:rsid w:val="0017027E"/>
    <w:rsid w:val="00170351"/>
    <w:rsid w:val="0017073C"/>
    <w:rsid w:val="00170B05"/>
    <w:rsid w:val="00170D05"/>
    <w:rsid w:val="00170F72"/>
    <w:rsid w:val="001713E8"/>
    <w:rsid w:val="001719B8"/>
    <w:rsid w:val="00171A0E"/>
    <w:rsid w:val="001720FE"/>
    <w:rsid w:val="0017253C"/>
    <w:rsid w:val="001725A4"/>
    <w:rsid w:val="00172DAA"/>
    <w:rsid w:val="001736F5"/>
    <w:rsid w:val="00173768"/>
    <w:rsid w:val="00173C26"/>
    <w:rsid w:val="00173D69"/>
    <w:rsid w:val="0017410B"/>
    <w:rsid w:val="00174C5A"/>
    <w:rsid w:val="00174DC2"/>
    <w:rsid w:val="001762DB"/>
    <w:rsid w:val="0017659D"/>
    <w:rsid w:val="00176AE2"/>
    <w:rsid w:val="00176ED0"/>
    <w:rsid w:val="001772B6"/>
    <w:rsid w:val="0017747F"/>
    <w:rsid w:val="0017775E"/>
    <w:rsid w:val="00177C5F"/>
    <w:rsid w:val="00177EB9"/>
    <w:rsid w:val="0018066F"/>
    <w:rsid w:val="00180967"/>
    <w:rsid w:val="0018099A"/>
    <w:rsid w:val="001816AF"/>
    <w:rsid w:val="001816BE"/>
    <w:rsid w:val="001817BC"/>
    <w:rsid w:val="00181AE3"/>
    <w:rsid w:val="00181C13"/>
    <w:rsid w:val="0018239C"/>
    <w:rsid w:val="00182475"/>
    <w:rsid w:val="00182529"/>
    <w:rsid w:val="00182644"/>
    <w:rsid w:val="0018280B"/>
    <w:rsid w:val="00182A00"/>
    <w:rsid w:val="00182CB5"/>
    <w:rsid w:val="00182F4C"/>
    <w:rsid w:val="001833E9"/>
    <w:rsid w:val="001838AB"/>
    <w:rsid w:val="00183D65"/>
    <w:rsid w:val="00183E67"/>
    <w:rsid w:val="001842A4"/>
    <w:rsid w:val="0018478F"/>
    <w:rsid w:val="0018521E"/>
    <w:rsid w:val="00185231"/>
    <w:rsid w:val="00185B51"/>
    <w:rsid w:val="001860A5"/>
    <w:rsid w:val="00186A38"/>
    <w:rsid w:val="00186CF6"/>
    <w:rsid w:val="00186D50"/>
    <w:rsid w:val="001870D1"/>
    <w:rsid w:val="001871E7"/>
    <w:rsid w:val="00187243"/>
    <w:rsid w:val="00187549"/>
    <w:rsid w:val="00187A09"/>
    <w:rsid w:val="00187AB4"/>
    <w:rsid w:val="00190032"/>
    <w:rsid w:val="001900FA"/>
    <w:rsid w:val="00190785"/>
    <w:rsid w:val="00190B04"/>
    <w:rsid w:val="00190F08"/>
    <w:rsid w:val="0019134F"/>
    <w:rsid w:val="0019156C"/>
    <w:rsid w:val="0019163D"/>
    <w:rsid w:val="001918F2"/>
    <w:rsid w:val="00191BF5"/>
    <w:rsid w:val="00191E34"/>
    <w:rsid w:val="00191E94"/>
    <w:rsid w:val="001920BA"/>
    <w:rsid w:val="00192146"/>
    <w:rsid w:val="0019219F"/>
    <w:rsid w:val="001922D0"/>
    <w:rsid w:val="001923A1"/>
    <w:rsid w:val="00192AF1"/>
    <w:rsid w:val="00193589"/>
    <w:rsid w:val="001935CD"/>
    <w:rsid w:val="00193EF5"/>
    <w:rsid w:val="0019404C"/>
    <w:rsid w:val="0019438C"/>
    <w:rsid w:val="00194578"/>
    <w:rsid w:val="00194975"/>
    <w:rsid w:val="00194986"/>
    <w:rsid w:val="00195515"/>
    <w:rsid w:val="001957D2"/>
    <w:rsid w:val="001958CA"/>
    <w:rsid w:val="00195C50"/>
    <w:rsid w:val="00196157"/>
    <w:rsid w:val="0019627D"/>
    <w:rsid w:val="00196F40"/>
    <w:rsid w:val="0019708D"/>
    <w:rsid w:val="001977E8"/>
    <w:rsid w:val="00197ACF"/>
    <w:rsid w:val="00197B9B"/>
    <w:rsid w:val="00197C9A"/>
    <w:rsid w:val="00197F8B"/>
    <w:rsid w:val="001A09DA"/>
    <w:rsid w:val="001A0BC6"/>
    <w:rsid w:val="001A0CFE"/>
    <w:rsid w:val="001A11F2"/>
    <w:rsid w:val="001A188B"/>
    <w:rsid w:val="001A2457"/>
    <w:rsid w:val="001A2CED"/>
    <w:rsid w:val="001A31EC"/>
    <w:rsid w:val="001A32EA"/>
    <w:rsid w:val="001A3DE0"/>
    <w:rsid w:val="001A511C"/>
    <w:rsid w:val="001A5DC9"/>
    <w:rsid w:val="001A61D0"/>
    <w:rsid w:val="001A61FB"/>
    <w:rsid w:val="001A63F0"/>
    <w:rsid w:val="001A6406"/>
    <w:rsid w:val="001A6678"/>
    <w:rsid w:val="001A706F"/>
    <w:rsid w:val="001A734E"/>
    <w:rsid w:val="001B0970"/>
    <w:rsid w:val="001B0ABB"/>
    <w:rsid w:val="001B1A27"/>
    <w:rsid w:val="001B1A83"/>
    <w:rsid w:val="001B1BD9"/>
    <w:rsid w:val="001B1CE3"/>
    <w:rsid w:val="001B1FB6"/>
    <w:rsid w:val="001B2515"/>
    <w:rsid w:val="001B2531"/>
    <w:rsid w:val="001B2849"/>
    <w:rsid w:val="001B2904"/>
    <w:rsid w:val="001B2B01"/>
    <w:rsid w:val="001B2BB1"/>
    <w:rsid w:val="001B2E1A"/>
    <w:rsid w:val="001B3224"/>
    <w:rsid w:val="001B34B6"/>
    <w:rsid w:val="001B39A6"/>
    <w:rsid w:val="001B40B3"/>
    <w:rsid w:val="001B4ABC"/>
    <w:rsid w:val="001B5DA7"/>
    <w:rsid w:val="001B7514"/>
    <w:rsid w:val="001B7BAF"/>
    <w:rsid w:val="001B7F55"/>
    <w:rsid w:val="001B7F9B"/>
    <w:rsid w:val="001C035D"/>
    <w:rsid w:val="001C0700"/>
    <w:rsid w:val="001C0703"/>
    <w:rsid w:val="001C0774"/>
    <w:rsid w:val="001C07C7"/>
    <w:rsid w:val="001C07D4"/>
    <w:rsid w:val="001C0AE1"/>
    <w:rsid w:val="001C0C1F"/>
    <w:rsid w:val="001C1872"/>
    <w:rsid w:val="001C1AAD"/>
    <w:rsid w:val="001C21FB"/>
    <w:rsid w:val="001C2996"/>
    <w:rsid w:val="001C3926"/>
    <w:rsid w:val="001C3E21"/>
    <w:rsid w:val="001C435E"/>
    <w:rsid w:val="001C496E"/>
    <w:rsid w:val="001C4A17"/>
    <w:rsid w:val="001C4B05"/>
    <w:rsid w:val="001C5005"/>
    <w:rsid w:val="001C52E9"/>
    <w:rsid w:val="001C5A0F"/>
    <w:rsid w:val="001C5D74"/>
    <w:rsid w:val="001C5F9A"/>
    <w:rsid w:val="001C6261"/>
    <w:rsid w:val="001C646C"/>
    <w:rsid w:val="001C6827"/>
    <w:rsid w:val="001C690F"/>
    <w:rsid w:val="001C6CB5"/>
    <w:rsid w:val="001C6D80"/>
    <w:rsid w:val="001C6DDB"/>
    <w:rsid w:val="001C6EE4"/>
    <w:rsid w:val="001C6FC5"/>
    <w:rsid w:val="001D05B0"/>
    <w:rsid w:val="001D0D2B"/>
    <w:rsid w:val="001D1611"/>
    <w:rsid w:val="001D1A61"/>
    <w:rsid w:val="001D1ADC"/>
    <w:rsid w:val="001D2405"/>
    <w:rsid w:val="001D2755"/>
    <w:rsid w:val="001D2996"/>
    <w:rsid w:val="001D2B81"/>
    <w:rsid w:val="001D326C"/>
    <w:rsid w:val="001D36FF"/>
    <w:rsid w:val="001D3827"/>
    <w:rsid w:val="001D40EC"/>
    <w:rsid w:val="001D47D8"/>
    <w:rsid w:val="001D4823"/>
    <w:rsid w:val="001D4AC7"/>
    <w:rsid w:val="001D4F09"/>
    <w:rsid w:val="001D52BE"/>
    <w:rsid w:val="001D560E"/>
    <w:rsid w:val="001D566E"/>
    <w:rsid w:val="001D5C99"/>
    <w:rsid w:val="001D5EDD"/>
    <w:rsid w:val="001D603E"/>
    <w:rsid w:val="001D6052"/>
    <w:rsid w:val="001D60D6"/>
    <w:rsid w:val="001D6155"/>
    <w:rsid w:val="001D6B81"/>
    <w:rsid w:val="001D6C17"/>
    <w:rsid w:val="001D6C84"/>
    <w:rsid w:val="001D6D02"/>
    <w:rsid w:val="001D6D96"/>
    <w:rsid w:val="001D721D"/>
    <w:rsid w:val="001D7C96"/>
    <w:rsid w:val="001D7E22"/>
    <w:rsid w:val="001D7E44"/>
    <w:rsid w:val="001E0155"/>
    <w:rsid w:val="001E0389"/>
    <w:rsid w:val="001E0E71"/>
    <w:rsid w:val="001E0F4A"/>
    <w:rsid w:val="001E1531"/>
    <w:rsid w:val="001E16E0"/>
    <w:rsid w:val="001E1790"/>
    <w:rsid w:val="001E1D43"/>
    <w:rsid w:val="001E1E0D"/>
    <w:rsid w:val="001E1E3A"/>
    <w:rsid w:val="001E1E45"/>
    <w:rsid w:val="001E1F2D"/>
    <w:rsid w:val="001E228E"/>
    <w:rsid w:val="001E2679"/>
    <w:rsid w:val="001E2FB4"/>
    <w:rsid w:val="001E31D0"/>
    <w:rsid w:val="001E35D1"/>
    <w:rsid w:val="001E3A71"/>
    <w:rsid w:val="001E3BE6"/>
    <w:rsid w:val="001E4409"/>
    <w:rsid w:val="001E4AAC"/>
    <w:rsid w:val="001E4B09"/>
    <w:rsid w:val="001E515D"/>
    <w:rsid w:val="001E547A"/>
    <w:rsid w:val="001E582F"/>
    <w:rsid w:val="001E5AE1"/>
    <w:rsid w:val="001E5B2E"/>
    <w:rsid w:val="001E65C2"/>
    <w:rsid w:val="001E6A05"/>
    <w:rsid w:val="001E6A6F"/>
    <w:rsid w:val="001E6ABA"/>
    <w:rsid w:val="001E6B76"/>
    <w:rsid w:val="001E6CA8"/>
    <w:rsid w:val="001E6F2B"/>
    <w:rsid w:val="001E72AF"/>
    <w:rsid w:val="001E77FE"/>
    <w:rsid w:val="001E781A"/>
    <w:rsid w:val="001E7A3C"/>
    <w:rsid w:val="001E7C59"/>
    <w:rsid w:val="001E7CCA"/>
    <w:rsid w:val="001F06EE"/>
    <w:rsid w:val="001F0828"/>
    <w:rsid w:val="001F0AF0"/>
    <w:rsid w:val="001F0FBD"/>
    <w:rsid w:val="001F1F26"/>
    <w:rsid w:val="001F2117"/>
    <w:rsid w:val="001F2839"/>
    <w:rsid w:val="001F28B6"/>
    <w:rsid w:val="001F2B02"/>
    <w:rsid w:val="001F3888"/>
    <w:rsid w:val="001F3C9E"/>
    <w:rsid w:val="001F3D6C"/>
    <w:rsid w:val="001F3FC8"/>
    <w:rsid w:val="001F44A6"/>
    <w:rsid w:val="001F4613"/>
    <w:rsid w:val="001F46EC"/>
    <w:rsid w:val="001F4809"/>
    <w:rsid w:val="001F4C30"/>
    <w:rsid w:val="001F4C34"/>
    <w:rsid w:val="001F5091"/>
    <w:rsid w:val="001F521D"/>
    <w:rsid w:val="001F52B0"/>
    <w:rsid w:val="001F58BD"/>
    <w:rsid w:val="001F58D2"/>
    <w:rsid w:val="001F63B8"/>
    <w:rsid w:val="001F6B8C"/>
    <w:rsid w:val="001F7370"/>
    <w:rsid w:val="001F7406"/>
    <w:rsid w:val="001F7691"/>
    <w:rsid w:val="001F798D"/>
    <w:rsid w:val="001F79FF"/>
    <w:rsid w:val="001F7A9D"/>
    <w:rsid w:val="001F7B8D"/>
    <w:rsid w:val="001F7E45"/>
    <w:rsid w:val="002003C4"/>
    <w:rsid w:val="002004CA"/>
    <w:rsid w:val="002008C1"/>
    <w:rsid w:val="002009CE"/>
    <w:rsid w:val="00200B59"/>
    <w:rsid w:val="00200E1A"/>
    <w:rsid w:val="0020155A"/>
    <w:rsid w:val="002015B0"/>
    <w:rsid w:val="00201607"/>
    <w:rsid w:val="00201F1E"/>
    <w:rsid w:val="00203CA2"/>
    <w:rsid w:val="00204B19"/>
    <w:rsid w:val="00204B62"/>
    <w:rsid w:val="00205375"/>
    <w:rsid w:val="00205BE6"/>
    <w:rsid w:val="00205C29"/>
    <w:rsid w:val="00205C98"/>
    <w:rsid w:val="00205D3C"/>
    <w:rsid w:val="002063D4"/>
    <w:rsid w:val="00206934"/>
    <w:rsid w:val="00206FA1"/>
    <w:rsid w:val="0020798D"/>
    <w:rsid w:val="00207A7D"/>
    <w:rsid w:val="00210496"/>
    <w:rsid w:val="0021053C"/>
    <w:rsid w:val="00211004"/>
    <w:rsid w:val="0021141F"/>
    <w:rsid w:val="00211782"/>
    <w:rsid w:val="00211977"/>
    <w:rsid w:val="00211C69"/>
    <w:rsid w:val="00211D53"/>
    <w:rsid w:val="002122A6"/>
    <w:rsid w:val="00212634"/>
    <w:rsid w:val="00212A11"/>
    <w:rsid w:val="00212BAB"/>
    <w:rsid w:val="00212D7A"/>
    <w:rsid w:val="00212EB2"/>
    <w:rsid w:val="0021304A"/>
    <w:rsid w:val="0021322E"/>
    <w:rsid w:val="002133C2"/>
    <w:rsid w:val="00213470"/>
    <w:rsid w:val="00213B33"/>
    <w:rsid w:val="002143EF"/>
    <w:rsid w:val="002143FE"/>
    <w:rsid w:val="002144A5"/>
    <w:rsid w:val="0021457E"/>
    <w:rsid w:val="002147CF"/>
    <w:rsid w:val="00214831"/>
    <w:rsid w:val="00214E93"/>
    <w:rsid w:val="00215CA7"/>
    <w:rsid w:val="00215CF6"/>
    <w:rsid w:val="002161B4"/>
    <w:rsid w:val="00216590"/>
    <w:rsid w:val="0021672B"/>
    <w:rsid w:val="002169F7"/>
    <w:rsid w:val="00216C4A"/>
    <w:rsid w:val="00216C8A"/>
    <w:rsid w:val="00216D2E"/>
    <w:rsid w:val="00216FDE"/>
    <w:rsid w:val="002207C6"/>
    <w:rsid w:val="002208BC"/>
    <w:rsid w:val="00220979"/>
    <w:rsid w:val="002209A5"/>
    <w:rsid w:val="0022170C"/>
    <w:rsid w:val="002219A4"/>
    <w:rsid w:val="00221B57"/>
    <w:rsid w:val="00222035"/>
    <w:rsid w:val="002227BD"/>
    <w:rsid w:val="0022289E"/>
    <w:rsid w:val="002229FD"/>
    <w:rsid w:val="00222A40"/>
    <w:rsid w:val="00222A74"/>
    <w:rsid w:val="00222C27"/>
    <w:rsid w:val="00222DAA"/>
    <w:rsid w:val="0022308B"/>
    <w:rsid w:val="002235AB"/>
    <w:rsid w:val="00223A06"/>
    <w:rsid w:val="00223D6D"/>
    <w:rsid w:val="002246DF"/>
    <w:rsid w:val="00224B71"/>
    <w:rsid w:val="00224DFF"/>
    <w:rsid w:val="0022522C"/>
    <w:rsid w:val="0022526C"/>
    <w:rsid w:val="002252CF"/>
    <w:rsid w:val="0022542D"/>
    <w:rsid w:val="002255E9"/>
    <w:rsid w:val="0022578C"/>
    <w:rsid w:val="00225794"/>
    <w:rsid w:val="00225B62"/>
    <w:rsid w:val="00225B94"/>
    <w:rsid w:val="00225B96"/>
    <w:rsid w:val="00226075"/>
    <w:rsid w:val="0022637F"/>
    <w:rsid w:val="00226C72"/>
    <w:rsid w:val="00226E0C"/>
    <w:rsid w:val="0022709F"/>
    <w:rsid w:val="00227281"/>
    <w:rsid w:val="002273CF"/>
    <w:rsid w:val="00227447"/>
    <w:rsid w:val="002274E5"/>
    <w:rsid w:val="002274F3"/>
    <w:rsid w:val="00227B3A"/>
    <w:rsid w:val="00227F99"/>
    <w:rsid w:val="002300F0"/>
    <w:rsid w:val="00230532"/>
    <w:rsid w:val="00230B28"/>
    <w:rsid w:val="00231379"/>
    <w:rsid w:val="00231DFB"/>
    <w:rsid w:val="00231E89"/>
    <w:rsid w:val="002325EC"/>
    <w:rsid w:val="00232663"/>
    <w:rsid w:val="002326D0"/>
    <w:rsid w:val="00233787"/>
    <w:rsid w:val="002337DD"/>
    <w:rsid w:val="00233A55"/>
    <w:rsid w:val="00233EC2"/>
    <w:rsid w:val="00233F2B"/>
    <w:rsid w:val="00234A6D"/>
    <w:rsid w:val="00234B2F"/>
    <w:rsid w:val="00234B46"/>
    <w:rsid w:val="00235009"/>
    <w:rsid w:val="002357C9"/>
    <w:rsid w:val="002357EF"/>
    <w:rsid w:val="00235BC5"/>
    <w:rsid w:val="00235E0E"/>
    <w:rsid w:val="00235F09"/>
    <w:rsid w:val="00236457"/>
    <w:rsid w:val="002369E1"/>
    <w:rsid w:val="00236CB0"/>
    <w:rsid w:val="00236EC5"/>
    <w:rsid w:val="002372B5"/>
    <w:rsid w:val="002373E1"/>
    <w:rsid w:val="00237730"/>
    <w:rsid w:val="00237BC0"/>
    <w:rsid w:val="00237C6F"/>
    <w:rsid w:val="00237D27"/>
    <w:rsid w:val="00240757"/>
    <w:rsid w:val="002408B3"/>
    <w:rsid w:val="00240CC8"/>
    <w:rsid w:val="002411A3"/>
    <w:rsid w:val="00241367"/>
    <w:rsid w:val="002415F0"/>
    <w:rsid w:val="0024165C"/>
    <w:rsid w:val="00241671"/>
    <w:rsid w:val="00241814"/>
    <w:rsid w:val="00241B9C"/>
    <w:rsid w:val="00241EC9"/>
    <w:rsid w:val="002420BC"/>
    <w:rsid w:val="0024286F"/>
    <w:rsid w:val="00242D2D"/>
    <w:rsid w:val="00243A63"/>
    <w:rsid w:val="00243A88"/>
    <w:rsid w:val="00243D09"/>
    <w:rsid w:val="00243E5A"/>
    <w:rsid w:val="002448F4"/>
    <w:rsid w:val="00244948"/>
    <w:rsid w:val="00244A13"/>
    <w:rsid w:val="0024535E"/>
    <w:rsid w:val="00245385"/>
    <w:rsid w:val="002453DD"/>
    <w:rsid w:val="002454E0"/>
    <w:rsid w:val="0024550E"/>
    <w:rsid w:val="00245EC2"/>
    <w:rsid w:val="00245F0D"/>
    <w:rsid w:val="002465E9"/>
    <w:rsid w:val="002470D2"/>
    <w:rsid w:val="00250351"/>
    <w:rsid w:val="0025061F"/>
    <w:rsid w:val="002506D1"/>
    <w:rsid w:val="0025075F"/>
    <w:rsid w:val="0025093F"/>
    <w:rsid w:val="00250DB5"/>
    <w:rsid w:val="002510B0"/>
    <w:rsid w:val="002511BC"/>
    <w:rsid w:val="00251735"/>
    <w:rsid w:val="0025195B"/>
    <w:rsid w:val="00251BF4"/>
    <w:rsid w:val="00252019"/>
    <w:rsid w:val="0025237A"/>
    <w:rsid w:val="00252480"/>
    <w:rsid w:val="002526A8"/>
    <w:rsid w:val="0025290B"/>
    <w:rsid w:val="0025356C"/>
    <w:rsid w:val="00253743"/>
    <w:rsid w:val="00253AD4"/>
    <w:rsid w:val="002543F3"/>
    <w:rsid w:val="002546C4"/>
    <w:rsid w:val="0025475B"/>
    <w:rsid w:val="00254774"/>
    <w:rsid w:val="0025477C"/>
    <w:rsid w:val="00254A1D"/>
    <w:rsid w:val="00254A2D"/>
    <w:rsid w:val="00254B78"/>
    <w:rsid w:val="002554AF"/>
    <w:rsid w:val="00255F5E"/>
    <w:rsid w:val="0025603F"/>
    <w:rsid w:val="00256735"/>
    <w:rsid w:val="00256A9E"/>
    <w:rsid w:val="00260164"/>
    <w:rsid w:val="00260A27"/>
    <w:rsid w:val="00261322"/>
    <w:rsid w:val="002613F8"/>
    <w:rsid w:val="0026176D"/>
    <w:rsid w:val="00261889"/>
    <w:rsid w:val="002620F4"/>
    <w:rsid w:val="00262511"/>
    <w:rsid w:val="002628A7"/>
    <w:rsid w:val="00262BFB"/>
    <w:rsid w:val="002633F9"/>
    <w:rsid w:val="00263C55"/>
    <w:rsid w:val="00263CA7"/>
    <w:rsid w:val="00263EB3"/>
    <w:rsid w:val="00263F7B"/>
    <w:rsid w:val="00264084"/>
    <w:rsid w:val="00264313"/>
    <w:rsid w:val="0026467F"/>
    <w:rsid w:val="00265442"/>
    <w:rsid w:val="002658CD"/>
    <w:rsid w:val="00265B98"/>
    <w:rsid w:val="00265DF6"/>
    <w:rsid w:val="00265EE8"/>
    <w:rsid w:val="00266225"/>
    <w:rsid w:val="00266334"/>
    <w:rsid w:val="00266D91"/>
    <w:rsid w:val="00266FF2"/>
    <w:rsid w:val="00267135"/>
    <w:rsid w:val="00267458"/>
    <w:rsid w:val="00267C53"/>
    <w:rsid w:val="002705F7"/>
    <w:rsid w:val="0027108B"/>
    <w:rsid w:val="00271102"/>
    <w:rsid w:val="002714FB"/>
    <w:rsid w:val="00271709"/>
    <w:rsid w:val="00271871"/>
    <w:rsid w:val="00271A5A"/>
    <w:rsid w:val="00271A8A"/>
    <w:rsid w:val="00271DA0"/>
    <w:rsid w:val="00272059"/>
    <w:rsid w:val="002721C1"/>
    <w:rsid w:val="002724DD"/>
    <w:rsid w:val="0027306A"/>
    <w:rsid w:val="00273668"/>
    <w:rsid w:val="00273A67"/>
    <w:rsid w:val="00273E52"/>
    <w:rsid w:val="0027400E"/>
    <w:rsid w:val="002741A5"/>
    <w:rsid w:val="002747A9"/>
    <w:rsid w:val="00274EBC"/>
    <w:rsid w:val="002756C8"/>
    <w:rsid w:val="0027625D"/>
    <w:rsid w:val="0027628F"/>
    <w:rsid w:val="0027641C"/>
    <w:rsid w:val="002765B8"/>
    <w:rsid w:val="00276882"/>
    <w:rsid w:val="00276ABC"/>
    <w:rsid w:val="0027755F"/>
    <w:rsid w:val="0027774C"/>
    <w:rsid w:val="0027793B"/>
    <w:rsid w:val="00277B38"/>
    <w:rsid w:val="00277C8D"/>
    <w:rsid w:val="0028031B"/>
    <w:rsid w:val="002803E3"/>
    <w:rsid w:val="002805B2"/>
    <w:rsid w:val="00280639"/>
    <w:rsid w:val="00280BB0"/>
    <w:rsid w:val="00280D0A"/>
    <w:rsid w:val="0028125E"/>
    <w:rsid w:val="00281283"/>
    <w:rsid w:val="00281AA4"/>
    <w:rsid w:val="0028218C"/>
    <w:rsid w:val="002821F6"/>
    <w:rsid w:val="00282389"/>
    <w:rsid w:val="002824A4"/>
    <w:rsid w:val="00282AA7"/>
    <w:rsid w:val="00282B24"/>
    <w:rsid w:val="00282CDF"/>
    <w:rsid w:val="00282DDF"/>
    <w:rsid w:val="00282E80"/>
    <w:rsid w:val="002831F9"/>
    <w:rsid w:val="002832CF"/>
    <w:rsid w:val="002850EA"/>
    <w:rsid w:val="002854F4"/>
    <w:rsid w:val="00285518"/>
    <w:rsid w:val="0028572F"/>
    <w:rsid w:val="00285845"/>
    <w:rsid w:val="002858AB"/>
    <w:rsid w:val="00285FB0"/>
    <w:rsid w:val="002862A4"/>
    <w:rsid w:val="002862EE"/>
    <w:rsid w:val="002867C6"/>
    <w:rsid w:val="002868E8"/>
    <w:rsid w:val="00286A73"/>
    <w:rsid w:val="00287135"/>
    <w:rsid w:val="002871E1"/>
    <w:rsid w:val="002904A0"/>
    <w:rsid w:val="00290CB0"/>
    <w:rsid w:val="00291819"/>
    <w:rsid w:val="00291CD3"/>
    <w:rsid w:val="00291F88"/>
    <w:rsid w:val="00292569"/>
    <w:rsid w:val="00292AF0"/>
    <w:rsid w:val="00292B21"/>
    <w:rsid w:val="00293121"/>
    <w:rsid w:val="002931E5"/>
    <w:rsid w:val="0029365D"/>
    <w:rsid w:val="00293ED0"/>
    <w:rsid w:val="00294157"/>
    <w:rsid w:val="002941DE"/>
    <w:rsid w:val="00294731"/>
    <w:rsid w:val="00294C6A"/>
    <w:rsid w:val="00295394"/>
    <w:rsid w:val="002956A6"/>
    <w:rsid w:val="002956F0"/>
    <w:rsid w:val="00295EE7"/>
    <w:rsid w:val="00295F6E"/>
    <w:rsid w:val="002961F0"/>
    <w:rsid w:val="00296C80"/>
    <w:rsid w:val="00296F46"/>
    <w:rsid w:val="00297452"/>
    <w:rsid w:val="002974A3"/>
    <w:rsid w:val="00297EA4"/>
    <w:rsid w:val="00297F1B"/>
    <w:rsid w:val="002A008C"/>
    <w:rsid w:val="002A0426"/>
    <w:rsid w:val="002A0544"/>
    <w:rsid w:val="002A0725"/>
    <w:rsid w:val="002A07E6"/>
    <w:rsid w:val="002A092B"/>
    <w:rsid w:val="002A1045"/>
    <w:rsid w:val="002A1C63"/>
    <w:rsid w:val="002A1E53"/>
    <w:rsid w:val="002A206E"/>
    <w:rsid w:val="002A2109"/>
    <w:rsid w:val="002A2186"/>
    <w:rsid w:val="002A2CAF"/>
    <w:rsid w:val="002A2EE8"/>
    <w:rsid w:val="002A2F75"/>
    <w:rsid w:val="002A333E"/>
    <w:rsid w:val="002A449E"/>
    <w:rsid w:val="002A4551"/>
    <w:rsid w:val="002A45C9"/>
    <w:rsid w:val="002A460F"/>
    <w:rsid w:val="002A492B"/>
    <w:rsid w:val="002A4BAD"/>
    <w:rsid w:val="002A4E47"/>
    <w:rsid w:val="002A5008"/>
    <w:rsid w:val="002A50A7"/>
    <w:rsid w:val="002A55B6"/>
    <w:rsid w:val="002A566A"/>
    <w:rsid w:val="002A570C"/>
    <w:rsid w:val="002A5988"/>
    <w:rsid w:val="002A5D69"/>
    <w:rsid w:val="002A5EF5"/>
    <w:rsid w:val="002A5F33"/>
    <w:rsid w:val="002A62A9"/>
    <w:rsid w:val="002A64F6"/>
    <w:rsid w:val="002A6560"/>
    <w:rsid w:val="002A6916"/>
    <w:rsid w:val="002A6E8F"/>
    <w:rsid w:val="002A6E92"/>
    <w:rsid w:val="002A6FDF"/>
    <w:rsid w:val="002A749B"/>
    <w:rsid w:val="002A7D6F"/>
    <w:rsid w:val="002B01E0"/>
    <w:rsid w:val="002B06B8"/>
    <w:rsid w:val="002B08A6"/>
    <w:rsid w:val="002B0A54"/>
    <w:rsid w:val="002B0CEC"/>
    <w:rsid w:val="002B0FA9"/>
    <w:rsid w:val="002B16E4"/>
    <w:rsid w:val="002B1D4C"/>
    <w:rsid w:val="002B20D5"/>
    <w:rsid w:val="002B2510"/>
    <w:rsid w:val="002B252E"/>
    <w:rsid w:val="002B26D6"/>
    <w:rsid w:val="002B27D9"/>
    <w:rsid w:val="002B2A2E"/>
    <w:rsid w:val="002B35A5"/>
    <w:rsid w:val="002B39E0"/>
    <w:rsid w:val="002B3F03"/>
    <w:rsid w:val="002B41F7"/>
    <w:rsid w:val="002B4743"/>
    <w:rsid w:val="002B4C15"/>
    <w:rsid w:val="002B5884"/>
    <w:rsid w:val="002B596E"/>
    <w:rsid w:val="002B5CF8"/>
    <w:rsid w:val="002B614D"/>
    <w:rsid w:val="002B6251"/>
    <w:rsid w:val="002B6296"/>
    <w:rsid w:val="002B62B2"/>
    <w:rsid w:val="002B65E3"/>
    <w:rsid w:val="002B6920"/>
    <w:rsid w:val="002B6996"/>
    <w:rsid w:val="002B6D9E"/>
    <w:rsid w:val="002B6EA5"/>
    <w:rsid w:val="002B74CC"/>
    <w:rsid w:val="002B7777"/>
    <w:rsid w:val="002B7CD7"/>
    <w:rsid w:val="002C054B"/>
    <w:rsid w:val="002C0F96"/>
    <w:rsid w:val="002C1296"/>
    <w:rsid w:val="002C21D7"/>
    <w:rsid w:val="002C2756"/>
    <w:rsid w:val="002C2797"/>
    <w:rsid w:val="002C2A5F"/>
    <w:rsid w:val="002C2E32"/>
    <w:rsid w:val="002C2FF3"/>
    <w:rsid w:val="002C32E3"/>
    <w:rsid w:val="002C3E6D"/>
    <w:rsid w:val="002C3EEB"/>
    <w:rsid w:val="002C4655"/>
    <w:rsid w:val="002C492B"/>
    <w:rsid w:val="002C4C97"/>
    <w:rsid w:val="002C4D2A"/>
    <w:rsid w:val="002C50CB"/>
    <w:rsid w:val="002C511D"/>
    <w:rsid w:val="002C5ABD"/>
    <w:rsid w:val="002C5D7C"/>
    <w:rsid w:val="002C5DDE"/>
    <w:rsid w:val="002C6040"/>
    <w:rsid w:val="002C6CF3"/>
    <w:rsid w:val="002C6F6D"/>
    <w:rsid w:val="002C7171"/>
    <w:rsid w:val="002C74A2"/>
    <w:rsid w:val="002C7846"/>
    <w:rsid w:val="002C7CD5"/>
    <w:rsid w:val="002C7DF5"/>
    <w:rsid w:val="002D0A78"/>
    <w:rsid w:val="002D0C4B"/>
    <w:rsid w:val="002D0C7F"/>
    <w:rsid w:val="002D0E71"/>
    <w:rsid w:val="002D11A0"/>
    <w:rsid w:val="002D1B39"/>
    <w:rsid w:val="002D225C"/>
    <w:rsid w:val="002D261A"/>
    <w:rsid w:val="002D267D"/>
    <w:rsid w:val="002D2911"/>
    <w:rsid w:val="002D312A"/>
    <w:rsid w:val="002D3543"/>
    <w:rsid w:val="002D3546"/>
    <w:rsid w:val="002D3DA2"/>
    <w:rsid w:val="002D3E21"/>
    <w:rsid w:val="002D3ECF"/>
    <w:rsid w:val="002D3F64"/>
    <w:rsid w:val="002D4AF1"/>
    <w:rsid w:val="002D4D1F"/>
    <w:rsid w:val="002D4D27"/>
    <w:rsid w:val="002D5112"/>
    <w:rsid w:val="002D56EE"/>
    <w:rsid w:val="002D582D"/>
    <w:rsid w:val="002D5C4D"/>
    <w:rsid w:val="002D5D32"/>
    <w:rsid w:val="002D6219"/>
    <w:rsid w:val="002D6384"/>
    <w:rsid w:val="002D63EE"/>
    <w:rsid w:val="002D65FC"/>
    <w:rsid w:val="002D7113"/>
    <w:rsid w:val="002D7279"/>
    <w:rsid w:val="002D72F5"/>
    <w:rsid w:val="002D769F"/>
    <w:rsid w:val="002D7823"/>
    <w:rsid w:val="002D78AF"/>
    <w:rsid w:val="002D7D8B"/>
    <w:rsid w:val="002D7DD5"/>
    <w:rsid w:val="002E02FE"/>
    <w:rsid w:val="002E115C"/>
    <w:rsid w:val="002E1614"/>
    <w:rsid w:val="002E1731"/>
    <w:rsid w:val="002E1986"/>
    <w:rsid w:val="002E1C58"/>
    <w:rsid w:val="002E1C8E"/>
    <w:rsid w:val="002E2073"/>
    <w:rsid w:val="002E2129"/>
    <w:rsid w:val="002E25B7"/>
    <w:rsid w:val="002E3388"/>
    <w:rsid w:val="002E33B8"/>
    <w:rsid w:val="002E3435"/>
    <w:rsid w:val="002E3445"/>
    <w:rsid w:val="002E35AD"/>
    <w:rsid w:val="002E35F1"/>
    <w:rsid w:val="002E38BC"/>
    <w:rsid w:val="002E3A8B"/>
    <w:rsid w:val="002E3D9F"/>
    <w:rsid w:val="002E3E78"/>
    <w:rsid w:val="002E401A"/>
    <w:rsid w:val="002E409A"/>
    <w:rsid w:val="002E46BE"/>
    <w:rsid w:val="002E478B"/>
    <w:rsid w:val="002E490A"/>
    <w:rsid w:val="002E4E31"/>
    <w:rsid w:val="002E54E5"/>
    <w:rsid w:val="002E557D"/>
    <w:rsid w:val="002E5608"/>
    <w:rsid w:val="002E5C6D"/>
    <w:rsid w:val="002E5FF0"/>
    <w:rsid w:val="002E654B"/>
    <w:rsid w:val="002E6732"/>
    <w:rsid w:val="002E6813"/>
    <w:rsid w:val="002E69BB"/>
    <w:rsid w:val="002E7020"/>
    <w:rsid w:val="002E7174"/>
    <w:rsid w:val="002E732A"/>
    <w:rsid w:val="002E7742"/>
    <w:rsid w:val="002E7766"/>
    <w:rsid w:val="002E77F1"/>
    <w:rsid w:val="002E78EB"/>
    <w:rsid w:val="002E79A1"/>
    <w:rsid w:val="002E7F39"/>
    <w:rsid w:val="002F0041"/>
    <w:rsid w:val="002F01F5"/>
    <w:rsid w:val="002F0342"/>
    <w:rsid w:val="002F0658"/>
    <w:rsid w:val="002F0973"/>
    <w:rsid w:val="002F0B2D"/>
    <w:rsid w:val="002F0FC8"/>
    <w:rsid w:val="002F1189"/>
    <w:rsid w:val="002F13D1"/>
    <w:rsid w:val="002F16BE"/>
    <w:rsid w:val="002F16D5"/>
    <w:rsid w:val="002F1996"/>
    <w:rsid w:val="002F1A24"/>
    <w:rsid w:val="002F1C40"/>
    <w:rsid w:val="002F25EC"/>
    <w:rsid w:val="002F2644"/>
    <w:rsid w:val="002F29FF"/>
    <w:rsid w:val="002F2DD8"/>
    <w:rsid w:val="002F2FF5"/>
    <w:rsid w:val="002F3BF2"/>
    <w:rsid w:val="002F420F"/>
    <w:rsid w:val="002F4978"/>
    <w:rsid w:val="002F4AE6"/>
    <w:rsid w:val="002F4F53"/>
    <w:rsid w:val="002F5AD7"/>
    <w:rsid w:val="002F5B4D"/>
    <w:rsid w:val="002F5B77"/>
    <w:rsid w:val="002F6010"/>
    <w:rsid w:val="002F604A"/>
    <w:rsid w:val="002F6384"/>
    <w:rsid w:val="002F64B0"/>
    <w:rsid w:val="002F686C"/>
    <w:rsid w:val="002F69EC"/>
    <w:rsid w:val="002F6A01"/>
    <w:rsid w:val="002F6A4A"/>
    <w:rsid w:val="002F6A6D"/>
    <w:rsid w:val="002F70E3"/>
    <w:rsid w:val="002F7300"/>
    <w:rsid w:val="002F74A9"/>
    <w:rsid w:val="002F74D9"/>
    <w:rsid w:val="002F7847"/>
    <w:rsid w:val="002F7DDE"/>
    <w:rsid w:val="00300077"/>
    <w:rsid w:val="003000AA"/>
    <w:rsid w:val="003007C5"/>
    <w:rsid w:val="003009C4"/>
    <w:rsid w:val="00300C91"/>
    <w:rsid w:val="00300CE9"/>
    <w:rsid w:val="00301175"/>
    <w:rsid w:val="00301AA4"/>
    <w:rsid w:val="00301C0A"/>
    <w:rsid w:val="00302105"/>
    <w:rsid w:val="00302AD8"/>
    <w:rsid w:val="00303416"/>
    <w:rsid w:val="00303430"/>
    <w:rsid w:val="003039C0"/>
    <w:rsid w:val="00303B08"/>
    <w:rsid w:val="00303D37"/>
    <w:rsid w:val="00303DE6"/>
    <w:rsid w:val="00303DFF"/>
    <w:rsid w:val="003041A8"/>
    <w:rsid w:val="003042AD"/>
    <w:rsid w:val="003057D2"/>
    <w:rsid w:val="00305A15"/>
    <w:rsid w:val="00305D7F"/>
    <w:rsid w:val="003060FA"/>
    <w:rsid w:val="003062F1"/>
    <w:rsid w:val="003064E0"/>
    <w:rsid w:val="00306547"/>
    <w:rsid w:val="0030656C"/>
    <w:rsid w:val="00306FFC"/>
    <w:rsid w:val="0030705E"/>
    <w:rsid w:val="003071F6"/>
    <w:rsid w:val="0030780F"/>
    <w:rsid w:val="0030789B"/>
    <w:rsid w:val="00307BB2"/>
    <w:rsid w:val="003101F0"/>
    <w:rsid w:val="003104AA"/>
    <w:rsid w:val="00310609"/>
    <w:rsid w:val="0031076A"/>
    <w:rsid w:val="00310784"/>
    <w:rsid w:val="00310D99"/>
    <w:rsid w:val="00310EEE"/>
    <w:rsid w:val="003110D1"/>
    <w:rsid w:val="00311192"/>
    <w:rsid w:val="0031141B"/>
    <w:rsid w:val="00311565"/>
    <w:rsid w:val="003116AF"/>
    <w:rsid w:val="003118E5"/>
    <w:rsid w:val="003120A4"/>
    <w:rsid w:val="003124BC"/>
    <w:rsid w:val="00312C22"/>
    <w:rsid w:val="00312FC0"/>
    <w:rsid w:val="00313790"/>
    <w:rsid w:val="00313813"/>
    <w:rsid w:val="00314331"/>
    <w:rsid w:val="00314A07"/>
    <w:rsid w:val="00314C4D"/>
    <w:rsid w:val="00314CF6"/>
    <w:rsid w:val="0031507D"/>
    <w:rsid w:val="00315140"/>
    <w:rsid w:val="0031597E"/>
    <w:rsid w:val="00315A23"/>
    <w:rsid w:val="00315BBA"/>
    <w:rsid w:val="00315BFD"/>
    <w:rsid w:val="00316016"/>
    <w:rsid w:val="003160DB"/>
    <w:rsid w:val="0031644D"/>
    <w:rsid w:val="003164BC"/>
    <w:rsid w:val="00316649"/>
    <w:rsid w:val="00316BAA"/>
    <w:rsid w:val="00316F91"/>
    <w:rsid w:val="00317007"/>
    <w:rsid w:val="00317390"/>
    <w:rsid w:val="00317770"/>
    <w:rsid w:val="003177C5"/>
    <w:rsid w:val="003177D2"/>
    <w:rsid w:val="003177FA"/>
    <w:rsid w:val="00317869"/>
    <w:rsid w:val="003178D8"/>
    <w:rsid w:val="00317B47"/>
    <w:rsid w:val="00317D26"/>
    <w:rsid w:val="00317DFA"/>
    <w:rsid w:val="00320378"/>
    <w:rsid w:val="00320839"/>
    <w:rsid w:val="003209C5"/>
    <w:rsid w:val="00320BEB"/>
    <w:rsid w:val="003211CB"/>
    <w:rsid w:val="003212CB"/>
    <w:rsid w:val="00321538"/>
    <w:rsid w:val="00321678"/>
    <w:rsid w:val="0032196F"/>
    <w:rsid w:val="0032210A"/>
    <w:rsid w:val="003224EA"/>
    <w:rsid w:val="003229B1"/>
    <w:rsid w:val="003229DC"/>
    <w:rsid w:val="00322BC0"/>
    <w:rsid w:val="00322C96"/>
    <w:rsid w:val="00323820"/>
    <w:rsid w:val="00323961"/>
    <w:rsid w:val="00323C89"/>
    <w:rsid w:val="00323D09"/>
    <w:rsid w:val="00323DDB"/>
    <w:rsid w:val="0032437B"/>
    <w:rsid w:val="003245D7"/>
    <w:rsid w:val="0032460F"/>
    <w:rsid w:val="00324868"/>
    <w:rsid w:val="003249FE"/>
    <w:rsid w:val="00324A16"/>
    <w:rsid w:val="00324AC1"/>
    <w:rsid w:val="00324D46"/>
    <w:rsid w:val="00325039"/>
    <w:rsid w:val="00325222"/>
    <w:rsid w:val="003256C2"/>
    <w:rsid w:val="00325862"/>
    <w:rsid w:val="00325985"/>
    <w:rsid w:val="00325B2F"/>
    <w:rsid w:val="003263B3"/>
    <w:rsid w:val="003264F6"/>
    <w:rsid w:val="0032654A"/>
    <w:rsid w:val="00326836"/>
    <w:rsid w:val="00326951"/>
    <w:rsid w:val="003269C3"/>
    <w:rsid w:val="00326B23"/>
    <w:rsid w:val="00326D42"/>
    <w:rsid w:val="00327312"/>
    <w:rsid w:val="00327586"/>
    <w:rsid w:val="00327BE1"/>
    <w:rsid w:val="00327FBA"/>
    <w:rsid w:val="0033000D"/>
    <w:rsid w:val="00330066"/>
    <w:rsid w:val="0033012F"/>
    <w:rsid w:val="003306D5"/>
    <w:rsid w:val="0033077C"/>
    <w:rsid w:val="00330A2C"/>
    <w:rsid w:val="00330EBF"/>
    <w:rsid w:val="00331140"/>
    <w:rsid w:val="00331154"/>
    <w:rsid w:val="003312F1"/>
    <w:rsid w:val="0033150D"/>
    <w:rsid w:val="00331DD2"/>
    <w:rsid w:val="0033202F"/>
    <w:rsid w:val="00332157"/>
    <w:rsid w:val="0033216E"/>
    <w:rsid w:val="0033244C"/>
    <w:rsid w:val="00332681"/>
    <w:rsid w:val="003327EB"/>
    <w:rsid w:val="00332863"/>
    <w:rsid w:val="00332B27"/>
    <w:rsid w:val="00332B7D"/>
    <w:rsid w:val="00332C08"/>
    <w:rsid w:val="00332E9A"/>
    <w:rsid w:val="0033340B"/>
    <w:rsid w:val="00333F50"/>
    <w:rsid w:val="003346BD"/>
    <w:rsid w:val="003351B2"/>
    <w:rsid w:val="00335338"/>
    <w:rsid w:val="00335640"/>
    <w:rsid w:val="00335848"/>
    <w:rsid w:val="003359E0"/>
    <w:rsid w:val="00335C21"/>
    <w:rsid w:val="00336316"/>
    <w:rsid w:val="00336349"/>
    <w:rsid w:val="003363C1"/>
    <w:rsid w:val="003363DF"/>
    <w:rsid w:val="003366B6"/>
    <w:rsid w:val="00336875"/>
    <w:rsid w:val="00336931"/>
    <w:rsid w:val="00337277"/>
    <w:rsid w:val="00337E07"/>
    <w:rsid w:val="00337EE1"/>
    <w:rsid w:val="0034098E"/>
    <w:rsid w:val="00340BCD"/>
    <w:rsid w:val="00340D16"/>
    <w:rsid w:val="00340D8B"/>
    <w:rsid w:val="003410A6"/>
    <w:rsid w:val="0034135B"/>
    <w:rsid w:val="00341DB2"/>
    <w:rsid w:val="00342539"/>
    <w:rsid w:val="00342898"/>
    <w:rsid w:val="00343A58"/>
    <w:rsid w:val="0034412F"/>
    <w:rsid w:val="00344947"/>
    <w:rsid w:val="00344AEB"/>
    <w:rsid w:val="00344D33"/>
    <w:rsid w:val="003450E8"/>
    <w:rsid w:val="00345337"/>
    <w:rsid w:val="00345795"/>
    <w:rsid w:val="00345B32"/>
    <w:rsid w:val="00345B41"/>
    <w:rsid w:val="00345D8E"/>
    <w:rsid w:val="00345EA2"/>
    <w:rsid w:val="00345EAA"/>
    <w:rsid w:val="003460CE"/>
    <w:rsid w:val="003464CA"/>
    <w:rsid w:val="00346561"/>
    <w:rsid w:val="003468B2"/>
    <w:rsid w:val="003468FE"/>
    <w:rsid w:val="00346D0C"/>
    <w:rsid w:val="0034755A"/>
    <w:rsid w:val="0034773F"/>
    <w:rsid w:val="00347865"/>
    <w:rsid w:val="003478E4"/>
    <w:rsid w:val="00347A87"/>
    <w:rsid w:val="00347BB8"/>
    <w:rsid w:val="003501A3"/>
    <w:rsid w:val="003503B9"/>
    <w:rsid w:val="00350A1E"/>
    <w:rsid w:val="00350C1F"/>
    <w:rsid w:val="00350C27"/>
    <w:rsid w:val="00350D8B"/>
    <w:rsid w:val="00351211"/>
    <w:rsid w:val="0035127D"/>
    <w:rsid w:val="00351299"/>
    <w:rsid w:val="003513AB"/>
    <w:rsid w:val="00351556"/>
    <w:rsid w:val="003519B9"/>
    <w:rsid w:val="00351D19"/>
    <w:rsid w:val="00351E3E"/>
    <w:rsid w:val="003520DF"/>
    <w:rsid w:val="003522AA"/>
    <w:rsid w:val="003523F4"/>
    <w:rsid w:val="003528C9"/>
    <w:rsid w:val="00352A87"/>
    <w:rsid w:val="00352ABC"/>
    <w:rsid w:val="0035328F"/>
    <w:rsid w:val="003534A4"/>
    <w:rsid w:val="00353747"/>
    <w:rsid w:val="00353E68"/>
    <w:rsid w:val="00354061"/>
    <w:rsid w:val="00354AAD"/>
    <w:rsid w:val="00354DE7"/>
    <w:rsid w:val="00354FF3"/>
    <w:rsid w:val="003554CC"/>
    <w:rsid w:val="0035562E"/>
    <w:rsid w:val="00355A47"/>
    <w:rsid w:val="00355B56"/>
    <w:rsid w:val="00355D40"/>
    <w:rsid w:val="00355DC4"/>
    <w:rsid w:val="00355FDD"/>
    <w:rsid w:val="003560FB"/>
    <w:rsid w:val="00356398"/>
    <w:rsid w:val="00356756"/>
    <w:rsid w:val="00356827"/>
    <w:rsid w:val="00356C62"/>
    <w:rsid w:val="00356CA3"/>
    <w:rsid w:val="00356EE3"/>
    <w:rsid w:val="00356FA5"/>
    <w:rsid w:val="0035736B"/>
    <w:rsid w:val="00357CED"/>
    <w:rsid w:val="003606B8"/>
    <w:rsid w:val="00360F97"/>
    <w:rsid w:val="00360FCB"/>
    <w:rsid w:val="003615B6"/>
    <w:rsid w:val="0036196D"/>
    <w:rsid w:val="00361E6E"/>
    <w:rsid w:val="00361ED2"/>
    <w:rsid w:val="00362880"/>
    <w:rsid w:val="0036291B"/>
    <w:rsid w:val="0036329B"/>
    <w:rsid w:val="0036350E"/>
    <w:rsid w:val="0036354D"/>
    <w:rsid w:val="00363743"/>
    <w:rsid w:val="00363980"/>
    <w:rsid w:val="00363BD4"/>
    <w:rsid w:val="0036460B"/>
    <w:rsid w:val="003648F9"/>
    <w:rsid w:val="00364E63"/>
    <w:rsid w:val="003651C2"/>
    <w:rsid w:val="003652EF"/>
    <w:rsid w:val="003656C8"/>
    <w:rsid w:val="00365CB0"/>
    <w:rsid w:val="00365DB1"/>
    <w:rsid w:val="0036638F"/>
    <w:rsid w:val="00366558"/>
    <w:rsid w:val="00366802"/>
    <w:rsid w:val="00366BF7"/>
    <w:rsid w:val="00366CF6"/>
    <w:rsid w:val="00367B8C"/>
    <w:rsid w:val="00367D1C"/>
    <w:rsid w:val="00367EA9"/>
    <w:rsid w:val="00367F0F"/>
    <w:rsid w:val="00367FD0"/>
    <w:rsid w:val="0037060F"/>
    <w:rsid w:val="003708D0"/>
    <w:rsid w:val="00370FEA"/>
    <w:rsid w:val="0037102C"/>
    <w:rsid w:val="003713E8"/>
    <w:rsid w:val="003716D3"/>
    <w:rsid w:val="00371791"/>
    <w:rsid w:val="0037204A"/>
    <w:rsid w:val="0037215D"/>
    <w:rsid w:val="00372CC8"/>
    <w:rsid w:val="00373051"/>
    <w:rsid w:val="00373077"/>
    <w:rsid w:val="00373131"/>
    <w:rsid w:val="00373347"/>
    <w:rsid w:val="00373741"/>
    <w:rsid w:val="0037416C"/>
    <w:rsid w:val="003742CE"/>
    <w:rsid w:val="00374621"/>
    <w:rsid w:val="0037493D"/>
    <w:rsid w:val="00374D10"/>
    <w:rsid w:val="00374D28"/>
    <w:rsid w:val="003753C7"/>
    <w:rsid w:val="00375841"/>
    <w:rsid w:val="003758BF"/>
    <w:rsid w:val="00375D6F"/>
    <w:rsid w:val="00375EA6"/>
    <w:rsid w:val="00376108"/>
    <w:rsid w:val="00376608"/>
    <w:rsid w:val="00376674"/>
    <w:rsid w:val="0037667E"/>
    <w:rsid w:val="00376CC8"/>
    <w:rsid w:val="00377086"/>
    <w:rsid w:val="003771A3"/>
    <w:rsid w:val="003773FD"/>
    <w:rsid w:val="00377DFA"/>
    <w:rsid w:val="00377E03"/>
    <w:rsid w:val="00380803"/>
    <w:rsid w:val="00380B13"/>
    <w:rsid w:val="00380C5D"/>
    <w:rsid w:val="00380D07"/>
    <w:rsid w:val="00381C13"/>
    <w:rsid w:val="0038246E"/>
    <w:rsid w:val="003824DC"/>
    <w:rsid w:val="003828F8"/>
    <w:rsid w:val="00382DB0"/>
    <w:rsid w:val="00383630"/>
    <w:rsid w:val="00384023"/>
    <w:rsid w:val="00384648"/>
    <w:rsid w:val="00384712"/>
    <w:rsid w:val="003848C7"/>
    <w:rsid w:val="00384D8E"/>
    <w:rsid w:val="0038555F"/>
    <w:rsid w:val="00385A67"/>
    <w:rsid w:val="00385B34"/>
    <w:rsid w:val="00385C61"/>
    <w:rsid w:val="00385E2D"/>
    <w:rsid w:val="00386129"/>
    <w:rsid w:val="00386658"/>
    <w:rsid w:val="00386704"/>
    <w:rsid w:val="0038676B"/>
    <w:rsid w:val="00386AA7"/>
    <w:rsid w:val="00386E47"/>
    <w:rsid w:val="003871D0"/>
    <w:rsid w:val="003875FE"/>
    <w:rsid w:val="003878EC"/>
    <w:rsid w:val="00387983"/>
    <w:rsid w:val="00387BA4"/>
    <w:rsid w:val="003903FD"/>
    <w:rsid w:val="003907A6"/>
    <w:rsid w:val="00390DF3"/>
    <w:rsid w:val="003918D3"/>
    <w:rsid w:val="00392908"/>
    <w:rsid w:val="003939F4"/>
    <w:rsid w:val="00393B15"/>
    <w:rsid w:val="00393D46"/>
    <w:rsid w:val="00394537"/>
    <w:rsid w:val="0039469E"/>
    <w:rsid w:val="0039486A"/>
    <w:rsid w:val="00394896"/>
    <w:rsid w:val="00394A0C"/>
    <w:rsid w:val="00394A4F"/>
    <w:rsid w:val="00394AE0"/>
    <w:rsid w:val="00394B7B"/>
    <w:rsid w:val="00394B90"/>
    <w:rsid w:val="00395334"/>
    <w:rsid w:val="0039559A"/>
    <w:rsid w:val="003956C7"/>
    <w:rsid w:val="003958D4"/>
    <w:rsid w:val="00395AE6"/>
    <w:rsid w:val="0039632B"/>
    <w:rsid w:val="0039638F"/>
    <w:rsid w:val="003965C4"/>
    <w:rsid w:val="00396728"/>
    <w:rsid w:val="003969C5"/>
    <w:rsid w:val="00397D66"/>
    <w:rsid w:val="003A0732"/>
    <w:rsid w:val="003A0884"/>
    <w:rsid w:val="003A0998"/>
    <w:rsid w:val="003A0E17"/>
    <w:rsid w:val="003A1324"/>
    <w:rsid w:val="003A15E9"/>
    <w:rsid w:val="003A172F"/>
    <w:rsid w:val="003A1B9A"/>
    <w:rsid w:val="003A20BA"/>
    <w:rsid w:val="003A3167"/>
    <w:rsid w:val="003A34A3"/>
    <w:rsid w:val="003A35B5"/>
    <w:rsid w:val="003A3848"/>
    <w:rsid w:val="003A38B5"/>
    <w:rsid w:val="003A39DE"/>
    <w:rsid w:val="003A3CA8"/>
    <w:rsid w:val="003A3F1A"/>
    <w:rsid w:val="003A4356"/>
    <w:rsid w:val="003A4BB3"/>
    <w:rsid w:val="003A58DD"/>
    <w:rsid w:val="003A59B6"/>
    <w:rsid w:val="003A622F"/>
    <w:rsid w:val="003A63E8"/>
    <w:rsid w:val="003A7035"/>
    <w:rsid w:val="003A72F6"/>
    <w:rsid w:val="003A754F"/>
    <w:rsid w:val="003A7693"/>
    <w:rsid w:val="003A7EFA"/>
    <w:rsid w:val="003B02CD"/>
    <w:rsid w:val="003B07E7"/>
    <w:rsid w:val="003B0F6D"/>
    <w:rsid w:val="003B14DB"/>
    <w:rsid w:val="003B27BB"/>
    <w:rsid w:val="003B2900"/>
    <w:rsid w:val="003B2AE6"/>
    <w:rsid w:val="003B2E05"/>
    <w:rsid w:val="003B2E6C"/>
    <w:rsid w:val="003B2F35"/>
    <w:rsid w:val="003B3402"/>
    <w:rsid w:val="003B358F"/>
    <w:rsid w:val="003B3983"/>
    <w:rsid w:val="003B3AD2"/>
    <w:rsid w:val="003B3BD9"/>
    <w:rsid w:val="003B3C24"/>
    <w:rsid w:val="003B3E67"/>
    <w:rsid w:val="003B4253"/>
    <w:rsid w:val="003B453F"/>
    <w:rsid w:val="003B4693"/>
    <w:rsid w:val="003B46EC"/>
    <w:rsid w:val="003B4D1F"/>
    <w:rsid w:val="003B4E78"/>
    <w:rsid w:val="003B4ED3"/>
    <w:rsid w:val="003B519F"/>
    <w:rsid w:val="003B530B"/>
    <w:rsid w:val="003B5333"/>
    <w:rsid w:val="003B5395"/>
    <w:rsid w:val="003B57D5"/>
    <w:rsid w:val="003B602A"/>
    <w:rsid w:val="003B617F"/>
    <w:rsid w:val="003B6A9C"/>
    <w:rsid w:val="003B6D6B"/>
    <w:rsid w:val="003B7457"/>
    <w:rsid w:val="003B7757"/>
    <w:rsid w:val="003B7A6C"/>
    <w:rsid w:val="003B7C17"/>
    <w:rsid w:val="003B7DCE"/>
    <w:rsid w:val="003B7ED5"/>
    <w:rsid w:val="003C0554"/>
    <w:rsid w:val="003C06A9"/>
    <w:rsid w:val="003C06EC"/>
    <w:rsid w:val="003C0D5E"/>
    <w:rsid w:val="003C103C"/>
    <w:rsid w:val="003C10A8"/>
    <w:rsid w:val="003C117A"/>
    <w:rsid w:val="003C1823"/>
    <w:rsid w:val="003C1BF4"/>
    <w:rsid w:val="003C217F"/>
    <w:rsid w:val="003C227D"/>
    <w:rsid w:val="003C28E3"/>
    <w:rsid w:val="003C290B"/>
    <w:rsid w:val="003C2C54"/>
    <w:rsid w:val="003C3242"/>
    <w:rsid w:val="003C324D"/>
    <w:rsid w:val="003C35AA"/>
    <w:rsid w:val="003C36A4"/>
    <w:rsid w:val="003C393A"/>
    <w:rsid w:val="003C3B05"/>
    <w:rsid w:val="003C3BB3"/>
    <w:rsid w:val="003C474C"/>
    <w:rsid w:val="003C4CD8"/>
    <w:rsid w:val="003C4D70"/>
    <w:rsid w:val="003C4FEB"/>
    <w:rsid w:val="003C5487"/>
    <w:rsid w:val="003C55FC"/>
    <w:rsid w:val="003C5A1A"/>
    <w:rsid w:val="003C5B5D"/>
    <w:rsid w:val="003C5CF9"/>
    <w:rsid w:val="003C64D7"/>
    <w:rsid w:val="003C67D5"/>
    <w:rsid w:val="003C6DA7"/>
    <w:rsid w:val="003C6EB7"/>
    <w:rsid w:val="003C7086"/>
    <w:rsid w:val="003C7684"/>
    <w:rsid w:val="003C76EE"/>
    <w:rsid w:val="003C7EE3"/>
    <w:rsid w:val="003D1C93"/>
    <w:rsid w:val="003D2047"/>
    <w:rsid w:val="003D30D2"/>
    <w:rsid w:val="003D31A9"/>
    <w:rsid w:val="003D33BC"/>
    <w:rsid w:val="003D3A89"/>
    <w:rsid w:val="003D3B81"/>
    <w:rsid w:val="003D3C7A"/>
    <w:rsid w:val="003D3DE3"/>
    <w:rsid w:val="003D44BE"/>
    <w:rsid w:val="003D49CF"/>
    <w:rsid w:val="003D4B6D"/>
    <w:rsid w:val="003D509D"/>
    <w:rsid w:val="003D5288"/>
    <w:rsid w:val="003D544D"/>
    <w:rsid w:val="003D5944"/>
    <w:rsid w:val="003D5C0E"/>
    <w:rsid w:val="003D6802"/>
    <w:rsid w:val="003D74B5"/>
    <w:rsid w:val="003D7BDB"/>
    <w:rsid w:val="003D7BF6"/>
    <w:rsid w:val="003E0837"/>
    <w:rsid w:val="003E0F42"/>
    <w:rsid w:val="003E0FE0"/>
    <w:rsid w:val="003E11B0"/>
    <w:rsid w:val="003E121F"/>
    <w:rsid w:val="003E1FB4"/>
    <w:rsid w:val="003E2166"/>
    <w:rsid w:val="003E2203"/>
    <w:rsid w:val="003E234D"/>
    <w:rsid w:val="003E2442"/>
    <w:rsid w:val="003E30E3"/>
    <w:rsid w:val="003E372D"/>
    <w:rsid w:val="003E416A"/>
    <w:rsid w:val="003E441C"/>
    <w:rsid w:val="003E4712"/>
    <w:rsid w:val="003E4AEC"/>
    <w:rsid w:val="003E4DF2"/>
    <w:rsid w:val="003E50CD"/>
    <w:rsid w:val="003E5117"/>
    <w:rsid w:val="003E51BF"/>
    <w:rsid w:val="003E58F5"/>
    <w:rsid w:val="003E5A55"/>
    <w:rsid w:val="003E5E78"/>
    <w:rsid w:val="003E6622"/>
    <w:rsid w:val="003E6E10"/>
    <w:rsid w:val="003E70CF"/>
    <w:rsid w:val="003E71A4"/>
    <w:rsid w:val="003E71ED"/>
    <w:rsid w:val="003E728D"/>
    <w:rsid w:val="003E72EA"/>
    <w:rsid w:val="003E7663"/>
    <w:rsid w:val="003E77EF"/>
    <w:rsid w:val="003E782B"/>
    <w:rsid w:val="003E7A2D"/>
    <w:rsid w:val="003E7DFE"/>
    <w:rsid w:val="003F06C4"/>
    <w:rsid w:val="003F0747"/>
    <w:rsid w:val="003F1541"/>
    <w:rsid w:val="003F15BD"/>
    <w:rsid w:val="003F1CDC"/>
    <w:rsid w:val="003F1E15"/>
    <w:rsid w:val="003F1F1A"/>
    <w:rsid w:val="003F2230"/>
    <w:rsid w:val="003F23AD"/>
    <w:rsid w:val="003F2632"/>
    <w:rsid w:val="003F2B8C"/>
    <w:rsid w:val="003F2BF3"/>
    <w:rsid w:val="003F2DA8"/>
    <w:rsid w:val="003F37DB"/>
    <w:rsid w:val="003F3A9A"/>
    <w:rsid w:val="003F3BAD"/>
    <w:rsid w:val="003F3EBE"/>
    <w:rsid w:val="003F4136"/>
    <w:rsid w:val="003F475D"/>
    <w:rsid w:val="003F4A22"/>
    <w:rsid w:val="003F4B4C"/>
    <w:rsid w:val="003F4BB7"/>
    <w:rsid w:val="003F4BEF"/>
    <w:rsid w:val="003F52CD"/>
    <w:rsid w:val="003F546A"/>
    <w:rsid w:val="003F587C"/>
    <w:rsid w:val="003F5F5E"/>
    <w:rsid w:val="003F60FD"/>
    <w:rsid w:val="003F610A"/>
    <w:rsid w:val="003F6820"/>
    <w:rsid w:val="003F68DE"/>
    <w:rsid w:val="003F6C3A"/>
    <w:rsid w:val="003F6CAE"/>
    <w:rsid w:val="003F6D5D"/>
    <w:rsid w:val="003F6FC5"/>
    <w:rsid w:val="003F7113"/>
    <w:rsid w:val="003F7517"/>
    <w:rsid w:val="003F781B"/>
    <w:rsid w:val="003F7925"/>
    <w:rsid w:val="003F7BCD"/>
    <w:rsid w:val="00400360"/>
    <w:rsid w:val="0040063F"/>
    <w:rsid w:val="00400BBC"/>
    <w:rsid w:val="004014F1"/>
    <w:rsid w:val="00401A74"/>
    <w:rsid w:val="00401C59"/>
    <w:rsid w:val="00402249"/>
    <w:rsid w:val="00402253"/>
    <w:rsid w:val="004023E4"/>
    <w:rsid w:val="00402971"/>
    <w:rsid w:val="004031A9"/>
    <w:rsid w:val="00403839"/>
    <w:rsid w:val="00403F80"/>
    <w:rsid w:val="00404931"/>
    <w:rsid w:val="0040495C"/>
    <w:rsid w:val="00404A96"/>
    <w:rsid w:val="00404B34"/>
    <w:rsid w:val="00404C1E"/>
    <w:rsid w:val="004051DC"/>
    <w:rsid w:val="0040530E"/>
    <w:rsid w:val="00405997"/>
    <w:rsid w:val="00405F7D"/>
    <w:rsid w:val="00406079"/>
    <w:rsid w:val="004070E4"/>
    <w:rsid w:val="0040711F"/>
    <w:rsid w:val="004076E3"/>
    <w:rsid w:val="00407ED6"/>
    <w:rsid w:val="00410889"/>
    <w:rsid w:val="00410893"/>
    <w:rsid w:val="00410AB9"/>
    <w:rsid w:val="004116D7"/>
    <w:rsid w:val="00411DD9"/>
    <w:rsid w:val="0041205A"/>
    <w:rsid w:val="004120B9"/>
    <w:rsid w:val="00412452"/>
    <w:rsid w:val="00413364"/>
    <w:rsid w:val="004134B7"/>
    <w:rsid w:val="00413512"/>
    <w:rsid w:val="0041354A"/>
    <w:rsid w:val="0041373A"/>
    <w:rsid w:val="00413B24"/>
    <w:rsid w:val="00413FD3"/>
    <w:rsid w:val="00415005"/>
    <w:rsid w:val="004152B1"/>
    <w:rsid w:val="00415823"/>
    <w:rsid w:val="0041595E"/>
    <w:rsid w:val="00415E27"/>
    <w:rsid w:val="00416384"/>
    <w:rsid w:val="00416508"/>
    <w:rsid w:val="00416A4E"/>
    <w:rsid w:val="00416E2B"/>
    <w:rsid w:val="00416ED2"/>
    <w:rsid w:val="00417388"/>
    <w:rsid w:val="00417550"/>
    <w:rsid w:val="004204A6"/>
    <w:rsid w:val="00420991"/>
    <w:rsid w:val="00420CAC"/>
    <w:rsid w:val="00420DF9"/>
    <w:rsid w:val="00420F1C"/>
    <w:rsid w:val="0042134A"/>
    <w:rsid w:val="00421B0F"/>
    <w:rsid w:val="00421C99"/>
    <w:rsid w:val="00421E3A"/>
    <w:rsid w:val="0042209D"/>
    <w:rsid w:val="0042260B"/>
    <w:rsid w:val="004226EF"/>
    <w:rsid w:val="004228DC"/>
    <w:rsid w:val="00422EC8"/>
    <w:rsid w:val="004235F1"/>
    <w:rsid w:val="00423802"/>
    <w:rsid w:val="00423BD6"/>
    <w:rsid w:val="00423C45"/>
    <w:rsid w:val="0042432A"/>
    <w:rsid w:val="004244EB"/>
    <w:rsid w:val="0042481A"/>
    <w:rsid w:val="00424C67"/>
    <w:rsid w:val="0042528D"/>
    <w:rsid w:val="004255FF"/>
    <w:rsid w:val="00425930"/>
    <w:rsid w:val="00425D54"/>
    <w:rsid w:val="0042622F"/>
    <w:rsid w:val="0042646E"/>
    <w:rsid w:val="00426802"/>
    <w:rsid w:val="00426A07"/>
    <w:rsid w:val="00426A0D"/>
    <w:rsid w:val="00426AEF"/>
    <w:rsid w:val="00426C92"/>
    <w:rsid w:val="00427EFF"/>
    <w:rsid w:val="00427F70"/>
    <w:rsid w:val="00430151"/>
    <w:rsid w:val="00430515"/>
    <w:rsid w:val="004305F0"/>
    <w:rsid w:val="00430786"/>
    <w:rsid w:val="00430930"/>
    <w:rsid w:val="00430A56"/>
    <w:rsid w:val="004314AD"/>
    <w:rsid w:val="0043155A"/>
    <w:rsid w:val="00431936"/>
    <w:rsid w:val="004321E2"/>
    <w:rsid w:val="00432C15"/>
    <w:rsid w:val="00432D61"/>
    <w:rsid w:val="00433588"/>
    <w:rsid w:val="00433770"/>
    <w:rsid w:val="004339A6"/>
    <w:rsid w:val="004339C8"/>
    <w:rsid w:val="004339DF"/>
    <w:rsid w:val="00433E8B"/>
    <w:rsid w:val="004345CD"/>
    <w:rsid w:val="00434827"/>
    <w:rsid w:val="00434895"/>
    <w:rsid w:val="00434B38"/>
    <w:rsid w:val="00434CCD"/>
    <w:rsid w:val="00434D6F"/>
    <w:rsid w:val="00434F2F"/>
    <w:rsid w:val="0043525D"/>
    <w:rsid w:val="00435696"/>
    <w:rsid w:val="00435A96"/>
    <w:rsid w:val="004361A4"/>
    <w:rsid w:val="00436507"/>
    <w:rsid w:val="004367E5"/>
    <w:rsid w:val="00436D9C"/>
    <w:rsid w:val="00436EFA"/>
    <w:rsid w:val="004376FF"/>
    <w:rsid w:val="0043798A"/>
    <w:rsid w:val="00440054"/>
    <w:rsid w:val="0044029A"/>
    <w:rsid w:val="004402AC"/>
    <w:rsid w:val="00440380"/>
    <w:rsid w:val="00440C95"/>
    <w:rsid w:val="004412AA"/>
    <w:rsid w:val="0044130F"/>
    <w:rsid w:val="004417CE"/>
    <w:rsid w:val="0044182B"/>
    <w:rsid w:val="00441B8F"/>
    <w:rsid w:val="00441C88"/>
    <w:rsid w:val="00441E76"/>
    <w:rsid w:val="00441F4A"/>
    <w:rsid w:val="004423CF"/>
    <w:rsid w:val="00443167"/>
    <w:rsid w:val="00443449"/>
    <w:rsid w:val="0044358E"/>
    <w:rsid w:val="004436F2"/>
    <w:rsid w:val="00444065"/>
    <w:rsid w:val="00444154"/>
    <w:rsid w:val="004441C8"/>
    <w:rsid w:val="004442D4"/>
    <w:rsid w:val="0044459E"/>
    <w:rsid w:val="004454AD"/>
    <w:rsid w:val="00445740"/>
    <w:rsid w:val="004457AF"/>
    <w:rsid w:val="004459CF"/>
    <w:rsid w:val="0044627A"/>
    <w:rsid w:val="004467CD"/>
    <w:rsid w:val="00446CA5"/>
    <w:rsid w:val="00446F7A"/>
    <w:rsid w:val="0044710B"/>
    <w:rsid w:val="0044722B"/>
    <w:rsid w:val="00447236"/>
    <w:rsid w:val="00447934"/>
    <w:rsid w:val="00447B62"/>
    <w:rsid w:val="00447BC9"/>
    <w:rsid w:val="00447C9F"/>
    <w:rsid w:val="00447FAC"/>
    <w:rsid w:val="004502F4"/>
    <w:rsid w:val="00450376"/>
    <w:rsid w:val="00450724"/>
    <w:rsid w:val="00450D5D"/>
    <w:rsid w:val="00450E58"/>
    <w:rsid w:val="0045145D"/>
    <w:rsid w:val="004517F0"/>
    <w:rsid w:val="00451AB5"/>
    <w:rsid w:val="00452578"/>
    <w:rsid w:val="00452721"/>
    <w:rsid w:val="00452918"/>
    <w:rsid w:val="00452938"/>
    <w:rsid w:val="00453007"/>
    <w:rsid w:val="00453203"/>
    <w:rsid w:val="0045333D"/>
    <w:rsid w:val="004535A8"/>
    <w:rsid w:val="004535C4"/>
    <w:rsid w:val="00453730"/>
    <w:rsid w:val="00453A34"/>
    <w:rsid w:val="00453E12"/>
    <w:rsid w:val="004540E9"/>
    <w:rsid w:val="00454320"/>
    <w:rsid w:val="00454479"/>
    <w:rsid w:val="004547B4"/>
    <w:rsid w:val="0045495C"/>
    <w:rsid w:val="00454A77"/>
    <w:rsid w:val="00454F22"/>
    <w:rsid w:val="0045511B"/>
    <w:rsid w:val="00455242"/>
    <w:rsid w:val="004552E8"/>
    <w:rsid w:val="00456230"/>
    <w:rsid w:val="004562BB"/>
    <w:rsid w:val="00456487"/>
    <w:rsid w:val="0045798C"/>
    <w:rsid w:val="00460026"/>
    <w:rsid w:val="00460B44"/>
    <w:rsid w:val="00461054"/>
    <w:rsid w:val="004610E0"/>
    <w:rsid w:val="00461733"/>
    <w:rsid w:val="00461A4B"/>
    <w:rsid w:val="00461E06"/>
    <w:rsid w:val="00462A78"/>
    <w:rsid w:val="00462C87"/>
    <w:rsid w:val="00462D80"/>
    <w:rsid w:val="00462E9D"/>
    <w:rsid w:val="004630FA"/>
    <w:rsid w:val="004632C4"/>
    <w:rsid w:val="004632F3"/>
    <w:rsid w:val="004635B4"/>
    <w:rsid w:val="0046368D"/>
    <w:rsid w:val="00463A5A"/>
    <w:rsid w:val="00463C52"/>
    <w:rsid w:val="00463D3C"/>
    <w:rsid w:val="00463E57"/>
    <w:rsid w:val="00463F13"/>
    <w:rsid w:val="0046405E"/>
    <w:rsid w:val="00464130"/>
    <w:rsid w:val="004643DD"/>
    <w:rsid w:val="00464B59"/>
    <w:rsid w:val="00465028"/>
    <w:rsid w:val="004650AA"/>
    <w:rsid w:val="00465B98"/>
    <w:rsid w:val="00465D92"/>
    <w:rsid w:val="00465DB8"/>
    <w:rsid w:val="00465E5D"/>
    <w:rsid w:val="004669CC"/>
    <w:rsid w:val="00466BA7"/>
    <w:rsid w:val="00466FB8"/>
    <w:rsid w:val="004672DE"/>
    <w:rsid w:val="0046745B"/>
    <w:rsid w:val="004674F2"/>
    <w:rsid w:val="004678F1"/>
    <w:rsid w:val="00467A6A"/>
    <w:rsid w:val="00467D80"/>
    <w:rsid w:val="00467F72"/>
    <w:rsid w:val="004705E3"/>
    <w:rsid w:val="004707A0"/>
    <w:rsid w:val="0047099C"/>
    <w:rsid w:val="004712FA"/>
    <w:rsid w:val="0047139E"/>
    <w:rsid w:val="0047170B"/>
    <w:rsid w:val="00471ABC"/>
    <w:rsid w:val="00471AEF"/>
    <w:rsid w:val="00471BE6"/>
    <w:rsid w:val="00471D28"/>
    <w:rsid w:val="00471E2B"/>
    <w:rsid w:val="00471FE0"/>
    <w:rsid w:val="00472D68"/>
    <w:rsid w:val="00473442"/>
    <w:rsid w:val="004734FF"/>
    <w:rsid w:val="004739C3"/>
    <w:rsid w:val="00473A01"/>
    <w:rsid w:val="00474060"/>
    <w:rsid w:val="0047471D"/>
    <w:rsid w:val="004752EF"/>
    <w:rsid w:val="00475400"/>
    <w:rsid w:val="0047582E"/>
    <w:rsid w:val="00475F46"/>
    <w:rsid w:val="00475F63"/>
    <w:rsid w:val="00476725"/>
    <w:rsid w:val="0047677A"/>
    <w:rsid w:val="00476C0A"/>
    <w:rsid w:val="00476EF4"/>
    <w:rsid w:val="00476F48"/>
    <w:rsid w:val="004773D0"/>
    <w:rsid w:val="00477C33"/>
    <w:rsid w:val="004801CC"/>
    <w:rsid w:val="0048042E"/>
    <w:rsid w:val="0048056D"/>
    <w:rsid w:val="004806AD"/>
    <w:rsid w:val="0048072D"/>
    <w:rsid w:val="00480BF4"/>
    <w:rsid w:val="00481036"/>
    <w:rsid w:val="0048117E"/>
    <w:rsid w:val="0048140F"/>
    <w:rsid w:val="00481427"/>
    <w:rsid w:val="004815FC"/>
    <w:rsid w:val="00481716"/>
    <w:rsid w:val="004819C6"/>
    <w:rsid w:val="00481FF5"/>
    <w:rsid w:val="0048216C"/>
    <w:rsid w:val="004824B8"/>
    <w:rsid w:val="00482913"/>
    <w:rsid w:val="00482F25"/>
    <w:rsid w:val="004832BE"/>
    <w:rsid w:val="0048335F"/>
    <w:rsid w:val="004839D4"/>
    <w:rsid w:val="00483A41"/>
    <w:rsid w:val="00483AA9"/>
    <w:rsid w:val="00483E65"/>
    <w:rsid w:val="0048408B"/>
    <w:rsid w:val="004845D4"/>
    <w:rsid w:val="004846B6"/>
    <w:rsid w:val="0048477A"/>
    <w:rsid w:val="00484885"/>
    <w:rsid w:val="00484A0A"/>
    <w:rsid w:val="00484D64"/>
    <w:rsid w:val="00485B34"/>
    <w:rsid w:val="00485E10"/>
    <w:rsid w:val="0048611D"/>
    <w:rsid w:val="0048631E"/>
    <w:rsid w:val="00486571"/>
    <w:rsid w:val="0048675B"/>
    <w:rsid w:val="00486B2B"/>
    <w:rsid w:val="00486E85"/>
    <w:rsid w:val="00487302"/>
    <w:rsid w:val="0048788A"/>
    <w:rsid w:val="00487C74"/>
    <w:rsid w:val="0049016D"/>
    <w:rsid w:val="00490390"/>
    <w:rsid w:val="004905F4"/>
    <w:rsid w:val="004908DA"/>
    <w:rsid w:val="00490B64"/>
    <w:rsid w:val="00490BCD"/>
    <w:rsid w:val="00490D6A"/>
    <w:rsid w:val="00490EA5"/>
    <w:rsid w:val="00490F7D"/>
    <w:rsid w:val="004910A5"/>
    <w:rsid w:val="004918B1"/>
    <w:rsid w:val="00491E2B"/>
    <w:rsid w:val="00491F96"/>
    <w:rsid w:val="00491FF2"/>
    <w:rsid w:val="004920CC"/>
    <w:rsid w:val="0049212F"/>
    <w:rsid w:val="00492725"/>
    <w:rsid w:val="00492C66"/>
    <w:rsid w:val="00492CC0"/>
    <w:rsid w:val="00492D8D"/>
    <w:rsid w:val="004931FD"/>
    <w:rsid w:val="004934B6"/>
    <w:rsid w:val="00493589"/>
    <w:rsid w:val="0049377D"/>
    <w:rsid w:val="00493A09"/>
    <w:rsid w:val="00493A94"/>
    <w:rsid w:val="00494059"/>
    <w:rsid w:val="004941EA"/>
    <w:rsid w:val="0049486A"/>
    <w:rsid w:val="00494E76"/>
    <w:rsid w:val="004952DA"/>
    <w:rsid w:val="00495E2F"/>
    <w:rsid w:val="00495EAC"/>
    <w:rsid w:val="00496811"/>
    <w:rsid w:val="00496894"/>
    <w:rsid w:val="00496A78"/>
    <w:rsid w:val="00496A7A"/>
    <w:rsid w:val="00496ED2"/>
    <w:rsid w:val="00497149"/>
    <w:rsid w:val="004972EA"/>
    <w:rsid w:val="004A03C2"/>
    <w:rsid w:val="004A0910"/>
    <w:rsid w:val="004A097C"/>
    <w:rsid w:val="004A0B03"/>
    <w:rsid w:val="004A14A7"/>
    <w:rsid w:val="004A14DC"/>
    <w:rsid w:val="004A1CE3"/>
    <w:rsid w:val="004A1FDE"/>
    <w:rsid w:val="004A2059"/>
    <w:rsid w:val="004A296F"/>
    <w:rsid w:val="004A29D4"/>
    <w:rsid w:val="004A35DD"/>
    <w:rsid w:val="004A3A82"/>
    <w:rsid w:val="004A3B5B"/>
    <w:rsid w:val="004A3BB0"/>
    <w:rsid w:val="004A3CFC"/>
    <w:rsid w:val="004A3F56"/>
    <w:rsid w:val="004A3FCF"/>
    <w:rsid w:val="004A4004"/>
    <w:rsid w:val="004A4216"/>
    <w:rsid w:val="004A4295"/>
    <w:rsid w:val="004A47CF"/>
    <w:rsid w:val="004A4B6D"/>
    <w:rsid w:val="004A4C87"/>
    <w:rsid w:val="004A4E10"/>
    <w:rsid w:val="004A4F18"/>
    <w:rsid w:val="004A52B7"/>
    <w:rsid w:val="004A52F3"/>
    <w:rsid w:val="004A5331"/>
    <w:rsid w:val="004A5390"/>
    <w:rsid w:val="004A5507"/>
    <w:rsid w:val="004A557C"/>
    <w:rsid w:val="004A57FE"/>
    <w:rsid w:val="004A62CD"/>
    <w:rsid w:val="004A633D"/>
    <w:rsid w:val="004A63FE"/>
    <w:rsid w:val="004A695B"/>
    <w:rsid w:val="004A718F"/>
    <w:rsid w:val="004A7626"/>
    <w:rsid w:val="004A775A"/>
    <w:rsid w:val="004A7811"/>
    <w:rsid w:val="004A79FA"/>
    <w:rsid w:val="004A7A11"/>
    <w:rsid w:val="004A7C2A"/>
    <w:rsid w:val="004A7E6F"/>
    <w:rsid w:val="004B0213"/>
    <w:rsid w:val="004B03F7"/>
    <w:rsid w:val="004B0407"/>
    <w:rsid w:val="004B05D2"/>
    <w:rsid w:val="004B067E"/>
    <w:rsid w:val="004B0801"/>
    <w:rsid w:val="004B0A27"/>
    <w:rsid w:val="004B0EA4"/>
    <w:rsid w:val="004B128E"/>
    <w:rsid w:val="004B1329"/>
    <w:rsid w:val="004B1740"/>
    <w:rsid w:val="004B1850"/>
    <w:rsid w:val="004B1881"/>
    <w:rsid w:val="004B1EF7"/>
    <w:rsid w:val="004B22FC"/>
    <w:rsid w:val="004B2325"/>
    <w:rsid w:val="004B2555"/>
    <w:rsid w:val="004B2594"/>
    <w:rsid w:val="004B25AE"/>
    <w:rsid w:val="004B2BCE"/>
    <w:rsid w:val="004B2C87"/>
    <w:rsid w:val="004B2DD6"/>
    <w:rsid w:val="004B310C"/>
    <w:rsid w:val="004B3C2E"/>
    <w:rsid w:val="004B3D81"/>
    <w:rsid w:val="004B3DED"/>
    <w:rsid w:val="004B4114"/>
    <w:rsid w:val="004B47C7"/>
    <w:rsid w:val="004B4A45"/>
    <w:rsid w:val="004B4A8D"/>
    <w:rsid w:val="004B4AD0"/>
    <w:rsid w:val="004B4B0E"/>
    <w:rsid w:val="004B5215"/>
    <w:rsid w:val="004B55C0"/>
    <w:rsid w:val="004B560D"/>
    <w:rsid w:val="004B5C04"/>
    <w:rsid w:val="004B61B6"/>
    <w:rsid w:val="004B6444"/>
    <w:rsid w:val="004B6478"/>
    <w:rsid w:val="004B6885"/>
    <w:rsid w:val="004B69F9"/>
    <w:rsid w:val="004B7051"/>
    <w:rsid w:val="004B7AE5"/>
    <w:rsid w:val="004B7ED8"/>
    <w:rsid w:val="004C0138"/>
    <w:rsid w:val="004C06B0"/>
    <w:rsid w:val="004C0B66"/>
    <w:rsid w:val="004C0E65"/>
    <w:rsid w:val="004C103B"/>
    <w:rsid w:val="004C13D6"/>
    <w:rsid w:val="004C165D"/>
    <w:rsid w:val="004C1837"/>
    <w:rsid w:val="004C1F02"/>
    <w:rsid w:val="004C20D9"/>
    <w:rsid w:val="004C216D"/>
    <w:rsid w:val="004C2274"/>
    <w:rsid w:val="004C249C"/>
    <w:rsid w:val="004C26B6"/>
    <w:rsid w:val="004C2794"/>
    <w:rsid w:val="004C2866"/>
    <w:rsid w:val="004C28E4"/>
    <w:rsid w:val="004C2AEF"/>
    <w:rsid w:val="004C2BDA"/>
    <w:rsid w:val="004C2C94"/>
    <w:rsid w:val="004C3199"/>
    <w:rsid w:val="004C46DC"/>
    <w:rsid w:val="004C4B26"/>
    <w:rsid w:val="004C4C3C"/>
    <w:rsid w:val="004C4D55"/>
    <w:rsid w:val="004C4D78"/>
    <w:rsid w:val="004C54B6"/>
    <w:rsid w:val="004C570B"/>
    <w:rsid w:val="004C571D"/>
    <w:rsid w:val="004C59F3"/>
    <w:rsid w:val="004C5A96"/>
    <w:rsid w:val="004C5D2C"/>
    <w:rsid w:val="004C6761"/>
    <w:rsid w:val="004C6F02"/>
    <w:rsid w:val="004C7481"/>
    <w:rsid w:val="004C77DF"/>
    <w:rsid w:val="004C7C33"/>
    <w:rsid w:val="004C7C7D"/>
    <w:rsid w:val="004C7D33"/>
    <w:rsid w:val="004C7E29"/>
    <w:rsid w:val="004D03AD"/>
    <w:rsid w:val="004D0763"/>
    <w:rsid w:val="004D0FCD"/>
    <w:rsid w:val="004D1010"/>
    <w:rsid w:val="004D11D6"/>
    <w:rsid w:val="004D1B15"/>
    <w:rsid w:val="004D2108"/>
    <w:rsid w:val="004D2395"/>
    <w:rsid w:val="004D337F"/>
    <w:rsid w:val="004D3C69"/>
    <w:rsid w:val="004D40F7"/>
    <w:rsid w:val="004D4506"/>
    <w:rsid w:val="004D4CE0"/>
    <w:rsid w:val="004D4D9C"/>
    <w:rsid w:val="004D57D7"/>
    <w:rsid w:val="004D58ED"/>
    <w:rsid w:val="004D5EF1"/>
    <w:rsid w:val="004D5EF2"/>
    <w:rsid w:val="004D627A"/>
    <w:rsid w:val="004D63EE"/>
    <w:rsid w:val="004D691D"/>
    <w:rsid w:val="004D6C69"/>
    <w:rsid w:val="004D704D"/>
    <w:rsid w:val="004D71B2"/>
    <w:rsid w:val="004D731C"/>
    <w:rsid w:val="004D75BE"/>
    <w:rsid w:val="004D76C5"/>
    <w:rsid w:val="004D79D4"/>
    <w:rsid w:val="004D7DF2"/>
    <w:rsid w:val="004E0014"/>
    <w:rsid w:val="004E00BC"/>
    <w:rsid w:val="004E0889"/>
    <w:rsid w:val="004E10DA"/>
    <w:rsid w:val="004E13BC"/>
    <w:rsid w:val="004E149B"/>
    <w:rsid w:val="004E17E5"/>
    <w:rsid w:val="004E1AB0"/>
    <w:rsid w:val="004E1F86"/>
    <w:rsid w:val="004E2051"/>
    <w:rsid w:val="004E2151"/>
    <w:rsid w:val="004E2175"/>
    <w:rsid w:val="004E2225"/>
    <w:rsid w:val="004E2385"/>
    <w:rsid w:val="004E27A3"/>
    <w:rsid w:val="004E2CF0"/>
    <w:rsid w:val="004E2F17"/>
    <w:rsid w:val="004E3868"/>
    <w:rsid w:val="004E38A4"/>
    <w:rsid w:val="004E3C36"/>
    <w:rsid w:val="004E425B"/>
    <w:rsid w:val="004E4CEE"/>
    <w:rsid w:val="004E4D6C"/>
    <w:rsid w:val="004E5921"/>
    <w:rsid w:val="004E5BD2"/>
    <w:rsid w:val="004E65F1"/>
    <w:rsid w:val="004E6A0E"/>
    <w:rsid w:val="004E6E1E"/>
    <w:rsid w:val="004E700A"/>
    <w:rsid w:val="004E71AB"/>
    <w:rsid w:val="004E78EA"/>
    <w:rsid w:val="004E7A4C"/>
    <w:rsid w:val="004E7D63"/>
    <w:rsid w:val="004E7F74"/>
    <w:rsid w:val="004F03B6"/>
    <w:rsid w:val="004F0C87"/>
    <w:rsid w:val="004F0F1A"/>
    <w:rsid w:val="004F117D"/>
    <w:rsid w:val="004F174C"/>
    <w:rsid w:val="004F1931"/>
    <w:rsid w:val="004F1B77"/>
    <w:rsid w:val="004F1F30"/>
    <w:rsid w:val="004F205B"/>
    <w:rsid w:val="004F2D59"/>
    <w:rsid w:val="004F2F8A"/>
    <w:rsid w:val="004F3043"/>
    <w:rsid w:val="004F3392"/>
    <w:rsid w:val="004F3895"/>
    <w:rsid w:val="004F38AD"/>
    <w:rsid w:val="004F3FC0"/>
    <w:rsid w:val="004F4E4E"/>
    <w:rsid w:val="004F50CF"/>
    <w:rsid w:val="004F5125"/>
    <w:rsid w:val="004F560D"/>
    <w:rsid w:val="004F57BE"/>
    <w:rsid w:val="004F62B5"/>
    <w:rsid w:val="004F62DB"/>
    <w:rsid w:val="004F6878"/>
    <w:rsid w:val="004F6DCC"/>
    <w:rsid w:val="004F71AF"/>
    <w:rsid w:val="004F78BC"/>
    <w:rsid w:val="004F7A91"/>
    <w:rsid w:val="0050023D"/>
    <w:rsid w:val="00500515"/>
    <w:rsid w:val="00500997"/>
    <w:rsid w:val="0050103F"/>
    <w:rsid w:val="00501891"/>
    <w:rsid w:val="00501A9D"/>
    <w:rsid w:val="00501B29"/>
    <w:rsid w:val="00502334"/>
    <w:rsid w:val="005024E8"/>
    <w:rsid w:val="00502841"/>
    <w:rsid w:val="00502CDE"/>
    <w:rsid w:val="00502D2F"/>
    <w:rsid w:val="0050313A"/>
    <w:rsid w:val="005038B8"/>
    <w:rsid w:val="00503B01"/>
    <w:rsid w:val="00503B24"/>
    <w:rsid w:val="00503D3F"/>
    <w:rsid w:val="00503E21"/>
    <w:rsid w:val="005045D1"/>
    <w:rsid w:val="0050487A"/>
    <w:rsid w:val="0050495E"/>
    <w:rsid w:val="00505135"/>
    <w:rsid w:val="00505336"/>
    <w:rsid w:val="005056D5"/>
    <w:rsid w:val="0050586C"/>
    <w:rsid w:val="005058B1"/>
    <w:rsid w:val="00505DA2"/>
    <w:rsid w:val="00505F03"/>
    <w:rsid w:val="00506152"/>
    <w:rsid w:val="005062F4"/>
    <w:rsid w:val="005063C7"/>
    <w:rsid w:val="0050655C"/>
    <w:rsid w:val="0050671A"/>
    <w:rsid w:val="00506D46"/>
    <w:rsid w:val="00506F93"/>
    <w:rsid w:val="005070B2"/>
    <w:rsid w:val="005074EE"/>
    <w:rsid w:val="00507898"/>
    <w:rsid w:val="00507FAB"/>
    <w:rsid w:val="00510B3C"/>
    <w:rsid w:val="00510E67"/>
    <w:rsid w:val="00510ED2"/>
    <w:rsid w:val="005113B5"/>
    <w:rsid w:val="005119BD"/>
    <w:rsid w:val="00511E09"/>
    <w:rsid w:val="00512015"/>
    <w:rsid w:val="00512388"/>
    <w:rsid w:val="0051248C"/>
    <w:rsid w:val="005126E5"/>
    <w:rsid w:val="0051291A"/>
    <w:rsid w:val="00512FBA"/>
    <w:rsid w:val="0051329E"/>
    <w:rsid w:val="005135D2"/>
    <w:rsid w:val="005135F6"/>
    <w:rsid w:val="005137D9"/>
    <w:rsid w:val="00513F24"/>
    <w:rsid w:val="0051469C"/>
    <w:rsid w:val="005146F8"/>
    <w:rsid w:val="0051470C"/>
    <w:rsid w:val="00514B81"/>
    <w:rsid w:val="00514CE0"/>
    <w:rsid w:val="00514D67"/>
    <w:rsid w:val="00515995"/>
    <w:rsid w:val="00515C39"/>
    <w:rsid w:val="00515F6B"/>
    <w:rsid w:val="0051605B"/>
    <w:rsid w:val="0051608B"/>
    <w:rsid w:val="00516363"/>
    <w:rsid w:val="005163E2"/>
    <w:rsid w:val="005165BD"/>
    <w:rsid w:val="0051668A"/>
    <w:rsid w:val="00516F5B"/>
    <w:rsid w:val="00517473"/>
    <w:rsid w:val="005175F9"/>
    <w:rsid w:val="00517CBC"/>
    <w:rsid w:val="005204C0"/>
    <w:rsid w:val="00520567"/>
    <w:rsid w:val="00520DA2"/>
    <w:rsid w:val="00520E26"/>
    <w:rsid w:val="00520E81"/>
    <w:rsid w:val="00520E8A"/>
    <w:rsid w:val="00521484"/>
    <w:rsid w:val="00521546"/>
    <w:rsid w:val="00521547"/>
    <w:rsid w:val="00521756"/>
    <w:rsid w:val="005217B7"/>
    <w:rsid w:val="00521E38"/>
    <w:rsid w:val="00522231"/>
    <w:rsid w:val="00522933"/>
    <w:rsid w:val="005229D3"/>
    <w:rsid w:val="00523460"/>
    <w:rsid w:val="00523491"/>
    <w:rsid w:val="00523917"/>
    <w:rsid w:val="005239B4"/>
    <w:rsid w:val="005241BF"/>
    <w:rsid w:val="00524317"/>
    <w:rsid w:val="0052485D"/>
    <w:rsid w:val="00524F1D"/>
    <w:rsid w:val="005250A3"/>
    <w:rsid w:val="005252E3"/>
    <w:rsid w:val="0052561E"/>
    <w:rsid w:val="005256C5"/>
    <w:rsid w:val="00526C32"/>
    <w:rsid w:val="00526E26"/>
    <w:rsid w:val="005273CD"/>
    <w:rsid w:val="00527DC6"/>
    <w:rsid w:val="00527F03"/>
    <w:rsid w:val="00530967"/>
    <w:rsid w:val="00530E60"/>
    <w:rsid w:val="0053157E"/>
    <w:rsid w:val="00531971"/>
    <w:rsid w:val="00531CAB"/>
    <w:rsid w:val="00531CC9"/>
    <w:rsid w:val="0053217A"/>
    <w:rsid w:val="005322F2"/>
    <w:rsid w:val="00532452"/>
    <w:rsid w:val="00532859"/>
    <w:rsid w:val="0053285E"/>
    <w:rsid w:val="00532961"/>
    <w:rsid w:val="00532CC4"/>
    <w:rsid w:val="00532D40"/>
    <w:rsid w:val="00532E83"/>
    <w:rsid w:val="005332B0"/>
    <w:rsid w:val="0053338D"/>
    <w:rsid w:val="00533681"/>
    <w:rsid w:val="00533FEF"/>
    <w:rsid w:val="00534FDE"/>
    <w:rsid w:val="005351DF"/>
    <w:rsid w:val="005352A7"/>
    <w:rsid w:val="0053553A"/>
    <w:rsid w:val="005355D6"/>
    <w:rsid w:val="0053570F"/>
    <w:rsid w:val="0053595B"/>
    <w:rsid w:val="00535B13"/>
    <w:rsid w:val="00535E0D"/>
    <w:rsid w:val="0053622B"/>
    <w:rsid w:val="005365BF"/>
    <w:rsid w:val="00536B15"/>
    <w:rsid w:val="00536F97"/>
    <w:rsid w:val="005371EF"/>
    <w:rsid w:val="0053726C"/>
    <w:rsid w:val="00537892"/>
    <w:rsid w:val="00537D46"/>
    <w:rsid w:val="00537D4D"/>
    <w:rsid w:val="00537E18"/>
    <w:rsid w:val="005403F2"/>
    <w:rsid w:val="005414B0"/>
    <w:rsid w:val="005417D6"/>
    <w:rsid w:val="005421DD"/>
    <w:rsid w:val="005421ED"/>
    <w:rsid w:val="005422BB"/>
    <w:rsid w:val="0054283D"/>
    <w:rsid w:val="005428F0"/>
    <w:rsid w:val="00542E44"/>
    <w:rsid w:val="00543059"/>
    <w:rsid w:val="005431B3"/>
    <w:rsid w:val="00543310"/>
    <w:rsid w:val="00543B56"/>
    <w:rsid w:val="00543DC4"/>
    <w:rsid w:val="00544889"/>
    <w:rsid w:val="00545212"/>
    <w:rsid w:val="00545B1B"/>
    <w:rsid w:val="00545B45"/>
    <w:rsid w:val="00546411"/>
    <w:rsid w:val="005467AC"/>
    <w:rsid w:val="005467C4"/>
    <w:rsid w:val="0054750F"/>
    <w:rsid w:val="0054798D"/>
    <w:rsid w:val="00547B55"/>
    <w:rsid w:val="005502D0"/>
    <w:rsid w:val="00550A06"/>
    <w:rsid w:val="00550A2A"/>
    <w:rsid w:val="00550FD7"/>
    <w:rsid w:val="005514F1"/>
    <w:rsid w:val="005519B4"/>
    <w:rsid w:val="005522D4"/>
    <w:rsid w:val="00552537"/>
    <w:rsid w:val="00552620"/>
    <w:rsid w:val="00552802"/>
    <w:rsid w:val="00553037"/>
    <w:rsid w:val="005537D0"/>
    <w:rsid w:val="00553EDB"/>
    <w:rsid w:val="0055430B"/>
    <w:rsid w:val="0055461F"/>
    <w:rsid w:val="0055497B"/>
    <w:rsid w:val="00554B5B"/>
    <w:rsid w:val="00554FE2"/>
    <w:rsid w:val="005550C7"/>
    <w:rsid w:val="005552F0"/>
    <w:rsid w:val="0055563E"/>
    <w:rsid w:val="00555A8A"/>
    <w:rsid w:val="00555DB0"/>
    <w:rsid w:val="005564AF"/>
    <w:rsid w:val="00556752"/>
    <w:rsid w:val="00556A63"/>
    <w:rsid w:val="00557278"/>
    <w:rsid w:val="0055738A"/>
    <w:rsid w:val="00557B42"/>
    <w:rsid w:val="00557B8E"/>
    <w:rsid w:val="00560079"/>
    <w:rsid w:val="005603B5"/>
    <w:rsid w:val="005607A1"/>
    <w:rsid w:val="00560EA4"/>
    <w:rsid w:val="00561138"/>
    <w:rsid w:val="0056171E"/>
    <w:rsid w:val="005623B3"/>
    <w:rsid w:val="00562457"/>
    <w:rsid w:val="00562A8B"/>
    <w:rsid w:val="00562C23"/>
    <w:rsid w:val="00562C98"/>
    <w:rsid w:val="00563261"/>
    <w:rsid w:val="0056359C"/>
    <w:rsid w:val="00563AEC"/>
    <w:rsid w:val="00563B80"/>
    <w:rsid w:val="00564569"/>
    <w:rsid w:val="0056461B"/>
    <w:rsid w:val="00564A7D"/>
    <w:rsid w:val="00564E20"/>
    <w:rsid w:val="00565105"/>
    <w:rsid w:val="00565353"/>
    <w:rsid w:val="005653C6"/>
    <w:rsid w:val="0056581E"/>
    <w:rsid w:val="00565A84"/>
    <w:rsid w:val="00565AC0"/>
    <w:rsid w:val="00565ADD"/>
    <w:rsid w:val="00565B9F"/>
    <w:rsid w:val="00566061"/>
    <w:rsid w:val="00566159"/>
    <w:rsid w:val="005662AA"/>
    <w:rsid w:val="0056661C"/>
    <w:rsid w:val="00566867"/>
    <w:rsid w:val="00566939"/>
    <w:rsid w:val="00566A41"/>
    <w:rsid w:val="00566AC6"/>
    <w:rsid w:val="00566B46"/>
    <w:rsid w:val="00566C5F"/>
    <w:rsid w:val="00566DD5"/>
    <w:rsid w:val="00566F59"/>
    <w:rsid w:val="00567246"/>
    <w:rsid w:val="005673AA"/>
    <w:rsid w:val="00567479"/>
    <w:rsid w:val="0056753D"/>
    <w:rsid w:val="005679B0"/>
    <w:rsid w:val="00567A3B"/>
    <w:rsid w:val="00567C8C"/>
    <w:rsid w:val="0057020A"/>
    <w:rsid w:val="005702EF"/>
    <w:rsid w:val="00570602"/>
    <w:rsid w:val="005706C5"/>
    <w:rsid w:val="005706E0"/>
    <w:rsid w:val="005717FD"/>
    <w:rsid w:val="00571853"/>
    <w:rsid w:val="0057195F"/>
    <w:rsid w:val="0057199C"/>
    <w:rsid w:val="005719A7"/>
    <w:rsid w:val="00571A08"/>
    <w:rsid w:val="00571A85"/>
    <w:rsid w:val="00571B61"/>
    <w:rsid w:val="00571D20"/>
    <w:rsid w:val="00572334"/>
    <w:rsid w:val="00572445"/>
    <w:rsid w:val="00572574"/>
    <w:rsid w:val="00572735"/>
    <w:rsid w:val="0057283F"/>
    <w:rsid w:val="00572B1E"/>
    <w:rsid w:val="0057326E"/>
    <w:rsid w:val="00573304"/>
    <w:rsid w:val="0057338F"/>
    <w:rsid w:val="00573729"/>
    <w:rsid w:val="005739DC"/>
    <w:rsid w:val="00573A59"/>
    <w:rsid w:val="00573C76"/>
    <w:rsid w:val="00573E9E"/>
    <w:rsid w:val="00573EDC"/>
    <w:rsid w:val="00574578"/>
    <w:rsid w:val="005745C1"/>
    <w:rsid w:val="005748E9"/>
    <w:rsid w:val="00574A34"/>
    <w:rsid w:val="00574E79"/>
    <w:rsid w:val="00574EEB"/>
    <w:rsid w:val="00575A54"/>
    <w:rsid w:val="00575F1B"/>
    <w:rsid w:val="0057602F"/>
    <w:rsid w:val="00576170"/>
    <w:rsid w:val="005765A7"/>
    <w:rsid w:val="00576BD1"/>
    <w:rsid w:val="00577566"/>
    <w:rsid w:val="005776F6"/>
    <w:rsid w:val="00577747"/>
    <w:rsid w:val="00577905"/>
    <w:rsid w:val="00577BF0"/>
    <w:rsid w:val="00577F2C"/>
    <w:rsid w:val="005803C5"/>
    <w:rsid w:val="00580413"/>
    <w:rsid w:val="0058053B"/>
    <w:rsid w:val="005805E2"/>
    <w:rsid w:val="0058063B"/>
    <w:rsid w:val="00580B7B"/>
    <w:rsid w:val="00580CB5"/>
    <w:rsid w:val="00580EE1"/>
    <w:rsid w:val="00581459"/>
    <w:rsid w:val="00581A85"/>
    <w:rsid w:val="00581DB1"/>
    <w:rsid w:val="00582AED"/>
    <w:rsid w:val="0058300B"/>
    <w:rsid w:val="0058320D"/>
    <w:rsid w:val="00583339"/>
    <w:rsid w:val="005834A4"/>
    <w:rsid w:val="00583725"/>
    <w:rsid w:val="005837F3"/>
    <w:rsid w:val="00583994"/>
    <w:rsid w:val="00583A78"/>
    <w:rsid w:val="00583A83"/>
    <w:rsid w:val="00583F79"/>
    <w:rsid w:val="00584560"/>
    <w:rsid w:val="00585072"/>
    <w:rsid w:val="00585CB3"/>
    <w:rsid w:val="00585EBE"/>
    <w:rsid w:val="00585ECA"/>
    <w:rsid w:val="00585F2F"/>
    <w:rsid w:val="0058645D"/>
    <w:rsid w:val="00586823"/>
    <w:rsid w:val="005868D6"/>
    <w:rsid w:val="005869C1"/>
    <w:rsid w:val="00587008"/>
    <w:rsid w:val="005870C0"/>
    <w:rsid w:val="005874D9"/>
    <w:rsid w:val="005875CC"/>
    <w:rsid w:val="0058760F"/>
    <w:rsid w:val="0058792D"/>
    <w:rsid w:val="00587EFA"/>
    <w:rsid w:val="0059080D"/>
    <w:rsid w:val="005908F6"/>
    <w:rsid w:val="005909B8"/>
    <w:rsid w:val="00590C00"/>
    <w:rsid w:val="00590CCD"/>
    <w:rsid w:val="0059281F"/>
    <w:rsid w:val="00592DEB"/>
    <w:rsid w:val="0059307E"/>
    <w:rsid w:val="00593138"/>
    <w:rsid w:val="005937B6"/>
    <w:rsid w:val="005937B8"/>
    <w:rsid w:val="0059388B"/>
    <w:rsid w:val="0059414D"/>
    <w:rsid w:val="00594775"/>
    <w:rsid w:val="005948AB"/>
    <w:rsid w:val="005949FD"/>
    <w:rsid w:val="00594B5C"/>
    <w:rsid w:val="00594D57"/>
    <w:rsid w:val="00595288"/>
    <w:rsid w:val="005952C2"/>
    <w:rsid w:val="00595965"/>
    <w:rsid w:val="00595F5B"/>
    <w:rsid w:val="00596077"/>
    <w:rsid w:val="00596108"/>
    <w:rsid w:val="00596278"/>
    <w:rsid w:val="00596C65"/>
    <w:rsid w:val="005971A4"/>
    <w:rsid w:val="0059797E"/>
    <w:rsid w:val="00597B7D"/>
    <w:rsid w:val="00597CAE"/>
    <w:rsid w:val="00597CF9"/>
    <w:rsid w:val="00597E2F"/>
    <w:rsid w:val="005A01F9"/>
    <w:rsid w:val="005A0BD3"/>
    <w:rsid w:val="005A0FE3"/>
    <w:rsid w:val="005A16B4"/>
    <w:rsid w:val="005A18C7"/>
    <w:rsid w:val="005A1B69"/>
    <w:rsid w:val="005A2297"/>
    <w:rsid w:val="005A2383"/>
    <w:rsid w:val="005A2675"/>
    <w:rsid w:val="005A2690"/>
    <w:rsid w:val="005A2ED4"/>
    <w:rsid w:val="005A36D7"/>
    <w:rsid w:val="005A3F73"/>
    <w:rsid w:val="005A45E3"/>
    <w:rsid w:val="005A47AE"/>
    <w:rsid w:val="005A5485"/>
    <w:rsid w:val="005A5762"/>
    <w:rsid w:val="005A59F5"/>
    <w:rsid w:val="005A5ABE"/>
    <w:rsid w:val="005A5D92"/>
    <w:rsid w:val="005A5EE2"/>
    <w:rsid w:val="005A6325"/>
    <w:rsid w:val="005A6653"/>
    <w:rsid w:val="005A6E71"/>
    <w:rsid w:val="005A7399"/>
    <w:rsid w:val="005A760A"/>
    <w:rsid w:val="005A772A"/>
    <w:rsid w:val="005B081A"/>
    <w:rsid w:val="005B0978"/>
    <w:rsid w:val="005B16E0"/>
    <w:rsid w:val="005B1E82"/>
    <w:rsid w:val="005B1E88"/>
    <w:rsid w:val="005B1FF0"/>
    <w:rsid w:val="005B27FE"/>
    <w:rsid w:val="005B28EA"/>
    <w:rsid w:val="005B37C4"/>
    <w:rsid w:val="005B3954"/>
    <w:rsid w:val="005B3999"/>
    <w:rsid w:val="005B3B80"/>
    <w:rsid w:val="005B3D0A"/>
    <w:rsid w:val="005B3E34"/>
    <w:rsid w:val="005B4299"/>
    <w:rsid w:val="005B43BD"/>
    <w:rsid w:val="005B4408"/>
    <w:rsid w:val="005B489A"/>
    <w:rsid w:val="005B489C"/>
    <w:rsid w:val="005B49AA"/>
    <w:rsid w:val="005B4CE5"/>
    <w:rsid w:val="005B4E4B"/>
    <w:rsid w:val="005B4FC8"/>
    <w:rsid w:val="005B4FF9"/>
    <w:rsid w:val="005B5154"/>
    <w:rsid w:val="005B52EA"/>
    <w:rsid w:val="005B5791"/>
    <w:rsid w:val="005B5DDC"/>
    <w:rsid w:val="005B5F84"/>
    <w:rsid w:val="005B628D"/>
    <w:rsid w:val="005B65E7"/>
    <w:rsid w:val="005B6661"/>
    <w:rsid w:val="005B6B71"/>
    <w:rsid w:val="005B6BA8"/>
    <w:rsid w:val="005B6CDE"/>
    <w:rsid w:val="005B734A"/>
    <w:rsid w:val="005B78E1"/>
    <w:rsid w:val="005B79F1"/>
    <w:rsid w:val="005B7C1B"/>
    <w:rsid w:val="005C0329"/>
    <w:rsid w:val="005C0606"/>
    <w:rsid w:val="005C063E"/>
    <w:rsid w:val="005C077A"/>
    <w:rsid w:val="005C09F5"/>
    <w:rsid w:val="005C1576"/>
    <w:rsid w:val="005C16CC"/>
    <w:rsid w:val="005C16E9"/>
    <w:rsid w:val="005C173C"/>
    <w:rsid w:val="005C17E2"/>
    <w:rsid w:val="005C1A32"/>
    <w:rsid w:val="005C1E54"/>
    <w:rsid w:val="005C24EF"/>
    <w:rsid w:val="005C251C"/>
    <w:rsid w:val="005C289A"/>
    <w:rsid w:val="005C2A4F"/>
    <w:rsid w:val="005C2CEA"/>
    <w:rsid w:val="005C32FF"/>
    <w:rsid w:val="005C343D"/>
    <w:rsid w:val="005C360A"/>
    <w:rsid w:val="005C38A4"/>
    <w:rsid w:val="005C3F17"/>
    <w:rsid w:val="005C453C"/>
    <w:rsid w:val="005C47F5"/>
    <w:rsid w:val="005C4E6E"/>
    <w:rsid w:val="005C5040"/>
    <w:rsid w:val="005C54F9"/>
    <w:rsid w:val="005C5671"/>
    <w:rsid w:val="005C56AB"/>
    <w:rsid w:val="005C5778"/>
    <w:rsid w:val="005C57D3"/>
    <w:rsid w:val="005C5888"/>
    <w:rsid w:val="005C5C4B"/>
    <w:rsid w:val="005C63C7"/>
    <w:rsid w:val="005C6B33"/>
    <w:rsid w:val="005C6C67"/>
    <w:rsid w:val="005C73D6"/>
    <w:rsid w:val="005C76E7"/>
    <w:rsid w:val="005C7816"/>
    <w:rsid w:val="005C7984"/>
    <w:rsid w:val="005C7988"/>
    <w:rsid w:val="005D0181"/>
    <w:rsid w:val="005D03C5"/>
    <w:rsid w:val="005D03E5"/>
    <w:rsid w:val="005D03FC"/>
    <w:rsid w:val="005D07D7"/>
    <w:rsid w:val="005D0B82"/>
    <w:rsid w:val="005D1349"/>
    <w:rsid w:val="005D15C9"/>
    <w:rsid w:val="005D1CE7"/>
    <w:rsid w:val="005D1ED4"/>
    <w:rsid w:val="005D1F90"/>
    <w:rsid w:val="005D22E9"/>
    <w:rsid w:val="005D2476"/>
    <w:rsid w:val="005D24C7"/>
    <w:rsid w:val="005D26EB"/>
    <w:rsid w:val="005D29B7"/>
    <w:rsid w:val="005D2BE1"/>
    <w:rsid w:val="005D2C48"/>
    <w:rsid w:val="005D2C55"/>
    <w:rsid w:val="005D3A28"/>
    <w:rsid w:val="005D3A6E"/>
    <w:rsid w:val="005D3CD0"/>
    <w:rsid w:val="005D403B"/>
    <w:rsid w:val="005D4540"/>
    <w:rsid w:val="005D4BDA"/>
    <w:rsid w:val="005D4D93"/>
    <w:rsid w:val="005D52DD"/>
    <w:rsid w:val="005D5809"/>
    <w:rsid w:val="005D5BEE"/>
    <w:rsid w:val="005D63EE"/>
    <w:rsid w:val="005D6413"/>
    <w:rsid w:val="005D64B8"/>
    <w:rsid w:val="005D69E0"/>
    <w:rsid w:val="005D6A86"/>
    <w:rsid w:val="005D6C39"/>
    <w:rsid w:val="005D6CA2"/>
    <w:rsid w:val="005D762F"/>
    <w:rsid w:val="005E0449"/>
    <w:rsid w:val="005E090B"/>
    <w:rsid w:val="005E0BDB"/>
    <w:rsid w:val="005E0D5F"/>
    <w:rsid w:val="005E12C9"/>
    <w:rsid w:val="005E1339"/>
    <w:rsid w:val="005E13EB"/>
    <w:rsid w:val="005E1497"/>
    <w:rsid w:val="005E1811"/>
    <w:rsid w:val="005E182F"/>
    <w:rsid w:val="005E1CE7"/>
    <w:rsid w:val="005E2B1B"/>
    <w:rsid w:val="005E2B56"/>
    <w:rsid w:val="005E2DCE"/>
    <w:rsid w:val="005E3454"/>
    <w:rsid w:val="005E3C77"/>
    <w:rsid w:val="005E3F5D"/>
    <w:rsid w:val="005E4688"/>
    <w:rsid w:val="005E4A97"/>
    <w:rsid w:val="005E593B"/>
    <w:rsid w:val="005E5C27"/>
    <w:rsid w:val="005E5EF7"/>
    <w:rsid w:val="005E5F8D"/>
    <w:rsid w:val="005E6694"/>
    <w:rsid w:val="005E687B"/>
    <w:rsid w:val="005E6C13"/>
    <w:rsid w:val="005E6CA9"/>
    <w:rsid w:val="005E71A1"/>
    <w:rsid w:val="005E72DF"/>
    <w:rsid w:val="005E737B"/>
    <w:rsid w:val="005E7556"/>
    <w:rsid w:val="005E775F"/>
    <w:rsid w:val="005E78A1"/>
    <w:rsid w:val="005E7F33"/>
    <w:rsid w:val="005F027B"/>
    <w:rsid w:val="005F029E"/>
    <w:rsid w:val="005F04FD"/>
    <w:rsid w:val="005F0643"/>
    <w:rsid w:val="005F095D"/>
    <w:rsid w:val="005F0DA4"/>
    <w:rsid w:val="005F152E"/>
    <w:rsid w:val="005F1B41"/>
    <w:rsid w:val="005F1C3F"/>
    <w:rsid w:val="005F20AF"/>
    <w:rsid w:val="005F2575"/>
    <w:rsid w:val="005F28B1"/>
    <w:rsid w:val="005F2A7D"/>
    <w:rsid w:val="005F300C"/>
    <w:rsid w:val="005F30E2"/>
    <w:rsid w:val="005F319C"/>
    <w:rsid w:val="005F338B"/>
    <w:rsid w:val="005F38D7"/>
    <w:rsid w:val="005F3E78"/>
    <w:rsid w:val="005F3EAA"/>
    <w:rsid w:val="005F46AB"/>
    <w:rsid w:val="005F4F6F"/>
    <w:rsid w:val="005F4FB8"/>
    <w:rsid w:val="005F5549"/>
    <w:rsid w:val="005F5659"/>
    <w:rsid w:val="005F5786"/>
    <w:rsid w:val="005F5787"/>
    <w:rsid w:val="005F5851"/>
    <w:rsid w:val="005F5AC3"/>
    <w:rsid w:val="005F5AD2"/>
    <w:rsid w:val="005F5E1E"/>
    <w:rsid w:val="005F5EB6"/>
    <w:rsid w:val="005F6262"/>
    <w:rsid w:val="005F6371"/>
    <w:rsid w:val="005F659D"/>
    <w:rsid w:val="005F6C55"/>
    <w:rsid w:val="005F6D55"/>
    <w:rsid w:val="005F6DDD"/>
    <w:rsid w:val="005F6F03"/>
    <w:rsid w:val="005F7364"/>
    <w:rsid w:val="005F7390"/>
    <w:rsid w:val="005F7473"/>
    <w:rsid w:val="005F7707"/>
    <w:rsid w:val="005F7947"/>
    <w:rsid w:val="005F7BCD"/>
    <w:rsid w:val="005F7DDD"/>
    <w:rsid w:val="006001DB"/>
    <w:rsid w:val="00600A19"/>
    <w:rsid w:val="00600BA1"/>
    <w:rsid w:val="00600F24"/>
    <w:rsid w:val="0060102F"/>
    <w:rsid w:val="00601196"/>
    <w:rsid w:val="00601626"/>
    <w:rsid w:val="0060164D"/>
    <w:rsid w:val="006023FC"/>
    <w:rsid w:val="006025E2"/>
    <w:rsid w:val="00602A79"/>
    <w:rsid w:val="00602D56"/>
    <w:rsid w:val="00602FB9"/>
    <w:rsid w:val="00603338"/>
    <w:rsid w:val="006035F3"/>
    <w:rsid w:val="006038AF"/>
    <w:rsid w:val="00603CE8"/>
    <w:rsid w:val="00603EFF"/>
    <w:rsid w:val="00603FF9"/>
    <w:rsid w:val="00604C17"/>
    <w:rsid w:val="00605203"/>
    <w:rsid w:val="006055CC"/>
    <w:rsid w:val="0060564B"/>
    <w:rsid w:val="00606780"/>
    <w:rsid w:val="006069A2"/>
    <w:rsid w:val="00606D2B"/>
    <w:rsid w:val="00606E1D"/>
    <w:rsid w:val="00606EA5"/>
    <w:rsid w:val="00607013"/>
    <w:rsid w:val="006078B1"/>
    <w:rsid w:val="00610559"/>
    <w:rsid w:val="00610A24"/>
    <w:rsid w:val="00610E7A"/>
    <w:rsid w:val="00610FD3"/>
    <w:rsid w:val="00611185"/>
    <w:rsid w:val="006115AC"/>
    <w:rsid w:val="00611676"/>
    <w:rsid w:val="00611AD3"/>
    <w:rsid w:val="00611B90"/>
    <w:rsid w:val="00611F4F"/>
    <w:rsid w:val="00612051"/>
    <w:rsid w:val="006128C7"/>
    <w:rsid w:val="00613057"/>
    <w:rsid w:val="00613B62"/>
    <w:rsid w:val="00613E16"/>
    <w:rsid w:val="00613E83"/>
    <w:rsid w:val="00613F76"/>
    <w:rsid w:val="00614D9F"/>
    <w:rsid w:val="00615066"/>
    <w:rsid w:val="006150AF"/>
    <w:rsid w:val="006155C4"/>
    <w:rsid w:val="00615937"/>
    <w:rsid w:val="00615A6E"/>
    <w:rsid w:val="0061630A"/>
    <w:rsid w:val="00616982"/>
    <w:rsid w:val="00616AA0"/>
    <w:rsid w:val="00617042"/>
    <w:rsid w:val="006170B2"/>
    <w:rsid w:val="006170C8"/>
    <w:rsid w:val="006170DA"/>
    <w:rsid w:val="00617306"/>
    <w:rsid w:val="0061742F"/>
    <w:rsid w:val="006176B2"/>
    <w:rsid w:val="006176E2"/>
    <w:rsid w:val="00617815"/>
    <w:rsid w:val="00620A0D"/>
    <w:rsid w:val="00620FAF"/>
    <w:rsid w:val="006210D2"/>
    <w:rsid w:val="0062132F"/>
    <w:rsid w:val="00621E43"/>
    <w:rsid w:val="0062206D"/>
    <w:rsid w:val="0062213D"/>
    <w:rsid w:val="0062214D"/>
    <w:rsid w:val="006224E9"/>
    <w:rsid w:val="00622552"/>
    <w:rsid w:val="006225B8"/>
    <w:rsid w:val="00622BDA"/>
    <w:rsid w:val="00622DDF"/>
    <w:rsid w:val="006237D9"/>
    <w:rsid w:val="006237F4"/>
    <w:rsid w:val="00623C3E"/>
    <w:rsid w:val="00623F31"/>
    <w:rsid w:val="00623F6F"/>
    <w:rsid w:val="00624456"/>
    <w:rsid w:val="006246BB"/>
    <w:rsid w:val="006246C6"/>
    <w:rsid w:val="006247EF"/>
    <w:rsid w:val="00624A9C"/>
    <w:rsid w:val="00624C44"/>
    <w:rsid w:val="00624E37"/>
    <w:rsid w:val="00624F81"/>
    <w:rsid w:val="00625870"/>
    <w:rsid w:val="006259C3"/>
    <w:rsid w:val="00625FF6"/>
    <w:rsid w:val="006260E9"/>
    <w:rsid w:val="00626298"/>
    <w:rsid w:val="006263BD"/>
    <w:rsid w:val="0062672A"/>
    <w:rsid w:val="0062691F"/>
    <w:rsid w:val="0062692E"/>
    <w:rsid w:val="006269B2"/>
    <w:rsid w:val="00627055"/>
    <w:rsid w:val="00627561"/>
    <w:rsid w:val="006275AE"/>
    <w:rsid w:val="006276BA"/>
    <w:rsid w:val="00627844"/>
    <w:rsid w:val="00627A27"/>
    <w:rsid w:val="00627E3A"/>
    <w:rsid w:val="00627F17"/>
    <w:rsid w:val="00627FE2"/>
    <w:rsid w:val="00630795"/>
    <w:rsid w:val="00630BFE"/>
    <w:rsid w:val="00630EDD"/>
    <w:rsid w:val="00631207"/>
    <w:rsid w:val="006314E9"/>
    <w:rsid w:val="0063159E"/>
    <w:rsid w:val="00631718"/>
    <w:rsid w:val="00631B0B"/>
    <w:rsid w:val="00631E0C"/>
    <w:rsid w:val="006323A3"/>
    <w:rsid w:val="0063241A"/>
    <w:rsid w:val="00632930"/>
    <w:rsid w:val="00632BAD"/>
    <w:rsid w:val="00632BE0"/>
    <w:rsid w:val="00632D48"/>
    <w:rsid w:val="00633723"/>
    <w:rsid w:val="00634107"/>
    <w:rsid w:val="0063423B"/>
    <w:rsid w:val="00634311"/>
    <w:rsid w:val="006344FD"/>
    <w:rsid w:val="006349B8"/>
    <w:rsid w:val="00634EF6"/>
    <w:rsid w:val="0063521C"/>
    <w:rsid w:val="006353F2"/>
    <w:rsid w:val="00635623"/>
    <w:rsid w:val="00635D61"/>
    <w:rsid w:val="00635F84"/>
    <w:rsid w:val="0063609A"/>
    <w:rsid w:val="006367D6"/>
    <w:rsid w:val="00636813"/>
    <w:rsid w:val="006368CE"/>
    <w:rsid w:val="00636DEC"/>
    <w:rsid w:val="00636F18"/>
    <w:rsid w:val="0063735C"/>
    <w:rsid w:val="0063748C"/>
    <w:rsid w:val="0063789B"/>
    <w:rsid w:val="00637909"/>
    <w:rsid w:val="0063799D"/>
    <w:rsid w:val="00637C3E"/>
    <w:rsid w:val="00637F54"/>
    <w:rsid w:val="006403B5"/>
    <w:rsid w:val="0064047E"/>
    <w:rsid w:val="00640579"/>
    <w:rsid w:val="00640648"/>
    <w:rsid w:val="00640C94"/>
    <w:rsid w:val="00641247"/>
    <w:rsid w:val="00641619"/>
    <w:rsid w:val="006416FE"/>
    <w:rsid w:val="006417C3"/>
    <w:rsid w:val="00641943"/>
    <w:rsid w:val="00641A2B"/>
    <w:rsid w:val="00641A80"/>
    <w:rsid w:val="00641C8F"/>
    <w:rsid w:val="00641CDD"/>
    <w:rsid w:val="00642A34"/>
    <w:rsid w:val="0064302F"/>
    <w:rsid w:val="0064327B"/>
    <w:rsid w:val="006435C7"/>
    <w:rsid w:val="006444A9"/>
    <w:rsid w:val="00644AED"/>
    <w:rsid w:val="00644B28"/>
    <w:rsid w:val="00644FDA"/>
    <w:rsid w:val="0064501B"/>
    <w:rsid w:val="00645034"/>
    <w:rsid w:val="00645362"/>
    <w:rsid w:val="006453A0"/>
    <w:rsid w:val="00645692"/>
    <w:rsid w:val="00645740"/>
    <w:rsid w:val="006458CE"/>
    <w:rsid w:val="00645B3F"/>
    <w:rsid w:val="0064609C"/>
    <w:rsid w:val="00646520"/>
    <w:rsid w:val="00646EAD"/>
    <w:rsid w:val="006471DF"/>
    <w:rsid w:val="0064746D"/>
    <w:rsid w:val="00647F9D"/>
    <w:rsid w:val="006503E7"/>
    <w:rsid w:val="006505E5"/>
    <w:rsid w:val="00650858"/>
    <w:rsid w:val="00650925"/>
    <w:rsid w:val="00650A0E"/>
    <w:rsid w:val="00650ACF"/>
    <w:rsid w:val="00650D0B"/>
    <w:rsid w:val="00651B0F"/>
    <w:rsid w:val="00651BF2"/>
    <w:rsid w:val="00651E2E"/>
    <w:rsid w:val="00652018"/>
    <w:rsid w:val="006527FA"/>
    <w:rsid w:val="00652985"/>
    <w:rsid w:val="00652ADC"/>
    <w:rsid w:val="00652AF2"/>
    <w:rsid w:val="006532A0"/>
    <w:rsid w:val="00653968"/>
    <w:rsid w:val="00653ECC"/>
    <w:rsid w:val="0065413B"/>
    <w:rsid w:val="006543BA"/>
    <w:rsid w:val="00654551"/>
    <w:rsid w:val="00654802"/>
    <w:rsid w:val="00654DB9"/>
    <w:rsid w:val="00654DD0"/>
    <w:rsid w:val="00654EFE"/>
    <w:rsid w:val="00655091"/>
    <w:rsid w:val="006550A6"/>
    <w:rsid w:val="00655827"/>
    <w:rsid w:val="00655F16"/>
    <w:rsid w:val="006568C0"/>
    <w:rsid w:val="0065703F"/>
    <w:rsid w:val="00657450"/>
    <w:rsid w:val="006574B4"/>
    <w:rsid w:val="006574F2"/>
    <w:rsid w:val="0065770F"/>
    <w:rsid w:val="00657772"/>
    <w:rsid w:val="0065791A"/>
    <w:rsid w:val="00660001"/>
    <w:rsid w:val="006603D2"/>
    <w:rsid w:val="0066072B"/>
    <w:rsid w:val="00660748"/>
    <w:rsid w:val="006607A3"/>
    <w:rsid w:val="00660BBB"/>
    <w:rsid w:val="00660FAB"/>
    <w:rsid w:val="006610AA"/>
    <w:rsid w:val="006610F7"/>
    <w:rsid w:val="00661140"/>
    <w:rsid w:val="0066119F"/>
    <w:rsid w:val="00661732"/>
    <w:rsid w:val="0066185E"/>
    <w:rsid w:val="006619B5"/>
    <w:rsid w:val="006620E6"/>
    <w:rsid w:val="006622B0"/>
    <w:rsid w:val="0066272E"/>
    <w:rsid w:val="00662A3B"/>
    <w:rsid w:val="00662D4B"/>
    <w:rsid w:val="006630BE"/>
    <w:rsid w:val="00663239"/>
    <w:rsid w:val="00663B94"/>
    <w:rsid w:val="00663BF8"/>
    <w:rsid w:val="00663CA4"/>
    <w:rsid w:val="00664338"/>
    <w:rsid w:val="0066438E"/>
    <w:rsid w:val="0066551F"/>
    <w:rsid w:val="0066562B"/>
    <w:rsid w:val="00665BEA"/>
    <w:rsid w:val="00665C48"/>
    <w:rsid w:val="00666392"/>
    <w:rsid w:val="006665CE"/>
    <w:rsid w:val="00666837"/>
    <w:rsid w:val="00666AB4"/>
    <w:rsid w:val="00666DB2"/>
    <w:rsid w:val="00666F3F"/>
    <w:rsid w:val="00667656"/>
    <w:rsid w:val="00667935"/>
    <w:rsid w:val="00667B75"/>
    <w:rsid w:val="00667EE5"/>
    <w:rsid w:val="006708ED"/>
    <w:rsid w:val="00670AED"/>
    <w:rsid w:val="00670BFF"/>
    <w:rsid w:val="00671BD1"/>
    <w:rsid w:val="00672079"/>
    <w:rsid w:val="00672171"/>
    <w:rsid w:val="006723D1"/>
    <w:rsid w:val="0067257C"/>
    <w:rsid w:val="00672663"/>
    <w:rsid w:val="006729CF"/>
    <w:rsid w:val="00672B37"/>
    <w:rsid w:val="00672C60"/>
    <w:rsid w:val="00672D92"/>
    <w:rsid w:val="0067302B"/>
    <w:rsid w:val="00673D59"/>
    <w:rsid w:val="006742D3"/>
    <w:rsid w:val="0067462A"/>
    <w:rsid w:val="00674863"/>
    <w:rsid w:val="00674AB9"/>
    <w:rsid w:val="006750BA"/>
    <w:rsid w:val="006751AD"/>
    <w:rsid w:val="006752EA"/>
    <w:rsid w:val="00675354"/>
    <w:rsid w:val="0067537D"/>
    <w:rsid w:val="0067561C"/>
    <w:rsid w:val="006759A4"/>
    <w:rsid w:val="00675B50"/>
    <w:rsid w:val="00676089"/>
    <w:rsid w:val="006760C5"/>
    <w:rsid w:val="00676259"/>
    <w:rsid w:val="0067688D"/>
    <w:rsid w:val="0067691A"/>
    <w:rsid w:val="00676BEE"/>
    <w:rsid w:val="00676EFC"/>
    <w:rsid w:val="006772D4"/>
    <w:rsid w:val="006773DA"/>
    <w:rsid w:val="00677482"/>
    <w:rsid w:val="00677A3D"/>
    <w:rsid w:val="00677DFC"/>
    <w:rsid w:val="00677E57"/>
    <w:rsid w:val="006805CF"/>
    <w:rsid w:val="0068076B"/>
    <w:rsid w:val="00680AA5"/>
    <w:rsid w:val="00680C84"/>
    <w:rsid w:val="0068102F"/>
    <w:rsid w:val="0068107E"/>
    <w:rsid w:val="00681168"/>
    <w:rsid w:val="006811AA"/>
    <w:rsid w:val="00681255"/>
    <w:rsid w:val="006819AE"/>
    <w:rsid w:val="006819C9"/>
    <w:rsid w:val="00681BF6"/>
    <w:rsid w:val="00682504"/>
    <w:rsid w:val="006826E4"/>
    <w:rsid w:val="00682FA8"/>
    <w:rsid w:val="0068328D"/>
    <w:rsid w:val="00683856"/>
    <w:rsid w:val="00683866"/>
    <w:rsid w:val="00683931"/>
    <w:rsid w:val="00683BB6"/>
    <w:rsid w:val="00684188"/>
    <w:rsid w:val="006841D6"/>
    <w:rsid w:val="006842A0"/>
    <w:rsid w:val="0068445B"/>
    <w:rsid w:val="006844DD"/>
    <w:rsid w:val="0068453C"/>
    <w:rsid w:val="006848F4"/>
    <w:rsid w:val="0068499D"/>
    <w:rsid w:val="0068499E"/>
    <w:rsid w:val="00684A6F"/>
    <w:rsid w:val="00684B76"/>
    <w:rsid w:val="00684CDE"/>
    <w:rsid w:val="00684D68"/>
    <w:rsid w:val="00684DE4"/>
    <w:rsid w:val="00684F82"/>
    <w:rsid w:val="00685382"/>
    <w:rsid w:val="00685C87"/>
    <w:rsid w:val="00685C9B"/>
    <w:rsid w:val="00685D03"/>
    <w:rsid w:val="00685F97"/>
    <w:rsid w:val="006860BC"/>
    <w:rsid w:val="006871AD"/>
    <w:rsid w:val="0068758D"/>
    <w:rsid w:val="006876ED"/>
    <w:rsid w:val="00687DD5"/>
    <w:rsid w:val="00691F5B"/>
    <w:rsid w:val="006922B6"/>
    <w:rsid w:val="006923A2"/>
    <w:rsid w:val="006929A1"/>
    <w:rsid w:val="00692BD2"/>
    <w:rsid w:val="00692C6E"/>
    <w:rsid w:val="00692FA7"/>
    <w:rsid w:val="006933A8"/>
    <w:rsid w:val="00693566"/>
    <w:rsid w:val="0069357B"/>
    <w:rsid w:val="0069396C"/>
    <w:rsid w:val="00694C38"/>
    <w:rsid w:val="00694ED2"/>
    <w:rsid w:val="00695114"/>
    <w:rsid w:val="006952C5"/>
    <w:rsid w:val="006952E5"/>
    <w:rsid w:val="00695330"/>
    <w:rsid w:val="00695415"/>
    <w:rsid w:val="00695864"/>
    <w:rsid w:val="00695BE7"/>
    <w:rsid w:val="00696755"/>
    <w:rsid w:val="006969C0"/>
    <w:rsid w:val="00696BF3"/>
    <w:rsid w:val="00696C3B"/>
    <w:rsid w:val="00696C9C"/>
    <w:rsid w:val="00696D8D"/>
    <w:rsid w:val="00697249"/>
    <w:rsid w:val="00697489"/>
    <w:rsid w:val="00697762"/>
    <w:rsid w:val="00697965"/>
    <w:rsid w:val="00697BAA"/>
    <w:rsid w:val="00697BBB"/>
    <w:rsid w:val="00697F29"/>
    <w:rsid w:val="006A005D"/>
    <w:rsid w:val="006A00C6"/>
    <w:rsid w:val="006A052A"/>
    <w:rsid w:val="006A09BA"/>
    <w:rsid w:val="006A0A5A"/>
    <w:rsid w:val="006A27FA"/>
    <w:rsid w:val="006A2FAF"/>
    <w:rsid w:val="006A3156"/>
    <w:rsid w:val="006A35DE"/>
    <w:rsid w:val="006A3692"/>
    <w:rsid w:val="006A3B36"/>
    <w:rsid w:val="006A3CF1"/>
    <w:rsid w:val="006A4151"/>
    <w:rsid w:val="006A43D2"/>
    <w:rsid w:val="006A46E5"/>
    <w:rsid w:val="006A4807"/>
    <w:rsid w:val="006A494E"/>
    <w:rsid w:val="006A4AAB"/>
    <w:rsid w:val="006A4B79"/>
    <w:rsid w:val="006A4DF2"/>
    <w:rsid w:val="006A4ECE"/>
    <w:rsid w:val="006A523A"/>
    <w:rsid w:val="006A53FC"/>
    <w:rsid w:val="006A5AAB"/>
    <w:rsid w:val="006A5C8B"/>
    <w:rsid w:val="006A5D34"/>
    <w:rsid w:val="006A5D41"/>
    <w:rsid w:val="006A681D"/>
    <w:rsid w:val="006A6904"/>
    <w:rsid w:val="006A6BA8"/>
    <w:rsid w:val="006A6C45"/>
    <w:rsid w:val="006A6CEC"/>
    <w:rsid w:val="006A6D4F"/>
    <w:rsid w:val="006A7230"/>
    <w:rsid w:val="006A7AF4"/>
    <w:rsid w:val="006A7C1E"/>
    <w:rsid w:val="006B009A"/>
    <w:rsid w:val="006B0E96"/>
    <w:rsid w:val="006B0F96"/>
    <w:rsid w:val="006B2A36"/>
    <w:rsid w:val="006B2C47"/>
    <w:rsid w:val="006B2D99"/>
    <w:rsid w:val="006B3057"/>
    <w:rsid w:val="006B372B"/>
    <w:rsid w:val="006B381B"/>
    <w:rsid w:val="006B3F38"/>
    <w:rsid w:val="006B442E"/>
    <w:rsid w:val="006B4C21"/>
    <w:rsid w:val="006B4D59"/>
    <w:rsid w:val="006B4E7F"/>
    <w:rsid w:val="006B4EBD"/>
    <w:rsid w:val="006B5159"/>
    <w:rsid w:val="006B51A6"/>
    <w:rsid w:val="006B53AF"/>
    <w:rsid w:val="006B566A"/>
    <w:rsid w:val="006B5710"/>
    <w:rsid w:val="006B5FDA"/>
    <w:rsid w:val="006B631A"/>
    <w:rsid w:val="006B6443"/>
    <w:rsid w:val="006B6DF1"/>
    <w:rsid w:val="006B6DFF"/>
    <w:rsid w:val="006B737B"/>
    <w:rsid w:val="006B7B6C"/>
    <w:rsid w:val="006B7BA2"/>
    <w:rsid w:val="006B7F51"/>
    <w:rsid w:val="006B7F5F"/>
    <w:rsid w:val="006B7F93"/>
    <w:rsid w:val="006C04F3"/>
    <w:rsid w:val="006C068A"/>
    <w:rsid w:val="006C0942"/>
    <w:rsid w:val="006C11A0"/>
    <w:rsid w:val="006C126C"/>
    <w:rsid w:val="006C14FE"/>
    <w:rsid w:val="006C1CE2"/>
    <w:rsid w:val="006C1E11"/>
    <w:rsid w:val="006C1FB4"/>
    <w:rsid w:val="006C200A"/>
    <w:rsid w:val="006C2020"/>
    <w:rsid w:val="006C24CB"/>
    <w:rsid w:val="006C2798"/>
    <w:rsid w:val="006C27C3"/>
    <w:rsid w:val="006C2ADE"/>
    <w:rsid w:val="006C2B3B"/>
    <w:rsid w:val="006C3048"/>
    <w:rsid w:val="006C34A3"/>
    <w:rsid w:val="006C3560"/>
    <w:rsid w:val="006C35FF"/>
    <w:rsid w:val="006C364B"/>
    <w:rsid w:val="006C3A52"/>
    <w:rsid w:val="006C3C38"/>
    <w:rsid w:val="006C3D42"/>
    <w:rsid w:val="006C3DED"/>
    <w:rsid w:val="006C4018"/>
    <w:rsid w:val="006C40FA"/>
    <w:rsid w:val="006C49DA"/>
    <w:rsid w:val="006C4C9A"/>
    <w:rsid w:val="006C5AA8"/>
    <w:rsid w:val="006C5B78"/>
    <w:rsid w:val="006C5D64"/>
    <w:rsid w:val="006C6289"/>
    <w:rsid w:val="006C6291"/>
    <w:rsid w:val="006C6569"/>
    <w:rsid w:val="006C666D"/>
    <w:rsid w:val="006C6BB7"/>
    <w:rsid w:val="006C6D7F"/>
    <w:rsid w:val="006C7155"/>
    <w:rsid w:val="006C743D"/>
    <w:rsid w:val="006C746D"/>
    <w:rsid w:val="006C74E7"/>
    <w:rsid w:val="006C7D5B"/>
    <w:rsid w:val="006D0145"/>
    <w:rsid w:val="006D05B9"/>
    <w:rsid w:val="006D05E9"/>
    <w:rsid w:val="006D08B2"/>
    <w:rsid w:val="006D0D7D"/>
    <w:rsid w:val="006D11DB"/>
    <w:rsid w:val="006D1D60"/>
    <w:rsid w:val="006D2409"/>
    <w:rsid w:val="006D24B7"/>
    <w:rsid w:val="006D2B3B"/>
    <w:rsid w:val="006D2CDB"/>
    <w:rsid w:val="006D30E2"/>
    <w:rsid w:val="006D388E"/>
    <w:rsid w:val="006D3B5F"/>
    <w:rsid w:val="006D3B89"/>
    <w:rsid w:val="006D3FA6"/>
    <w:rsid w:val="006D3FF7"/>
    <w:rsid w:val="006D41DC"/>
    <w:rsid w:val="006D471A"/>
    <w:rsid w:val="006D5B86"/>
    <w:rsid w:val="006D5F4B"/>
    <w:rsid w:val="006D6079"/>
    <w:rsid w:val="006D623E"/>
    <w:rsid w:val="006D6290"/>
    <w:rsid w:val="006D6330"/>
    <w:rsid w:val="006D6487"/>
    <w:rsid w:val="006D6793"/>
    <w:rsid w:val="006D70DD"/>
    <w:rsid w:val="006D7719"/>
    <w:rsid w:val="006D79BA"/>
    <w:rsid w:val="006D7E1E"/>
    <w:rsid w:val="006E00AB"/>
    <w:rsid w:val="006E033A"/>
    <w:rsid w:val="006E036C"/>
    <w:rsid w:val="006E10C6"/>
    <w:rsid w:val="006E1149"/>
    <w:rsid w:val="006E13C5"/>
    <w:rsid w:val="006E1633"/>
    <w:rsid w:val="006E1D49"/>
    <w:rsid w:val="006E1E2B"/>
    <w:rsid w:val="006E1F1D"/>
    <w:rsid w:val="006E29AD"/>
    <w:rsid w:val="006E2B4B"/>
    <w:rsid w:val="006E3F11"/>
    <w:rsid w:val="006E3F20"/>
    <w:rsid w:val="006E3FA1"/>
    <w:rsid w:val="006E41DD"/>
    <w:rsid w:val="006E42A6"/>
    <w:rsid w:val="006E477C"/>
    <w:rsid w:val="006E4832"/>
    <w:rsid w:val="006E4903"/>
    <w:rsid w:val="006E4B00"/>
    <w:rsid w:val="006E4F2F"/>
    <w:rsid w:val="006E4FBF"/>
    <w:rsid w:val="006E5E49"/>
    <w:rsid w:val="006E60CE"/>
    <w:rsid w:val="006E6605"/>
    <w:rsid w:val="006E66AC"/>
    <w:rsid w:val="006E6901"/>
    <w:rsid w:val="006E6AB9"/>
    <w:rsid w:val="006E6E58"/>
    <w:rsid w:val="006E7291"/>
    <w:rsid w:val="006E7543"/>
    <w:rsid w:val="006E7651"/>
    <w:rsid w:val="006E76F2"/>
    <w:rsid w:val="006F043D"/>
    <w:rsid w:val="006F0891"/>
    <w:rsid w:val="006F0ABF"/>
    <w:rsid w:val="006F0DC0"/>
    <w:rsid w:val="006F0E8D"/>
    <w:rsid w:val="006F11CC"/>
    <w:rsid w:val="006F1EBA"/>
    <w:rsid w:val="006F2060"/>
    <w:rsid w:val="006F238D"/>
    <w:rsid w:val="006F2955"/>
    <w:rsid w:val="006F2C35"/>
    <w:rsid w:val="006F2ED0"/>
    <w:rsid w:val="006F2EF1"/>
    <w:rsid w:val="006F30FA"/>
    <w:rsid w:val="006F349D"/>
    <w:rsid w:val="006F34F9"/>
    <w:rsid w:val="006F37CB"/>
    <w:rsid w:val="006F3AEB"/>
    <w:rsid w:val="006F3CA6"/>
    <w:rsid w:val="006F3FF5"/>
    <w:rsid w:val="006F40D2"/>
    <w:rsid w:val="006F4282"/>
    <w:rsid w:val="006F4BA3"/>
    <w:rsid w:val="006F5677"/>
    <w:rsid w:val="006F57F4"/>
    <w:rsid w:val="006F60AF"/>
    <w:rsid w:val="006F6445"/>
    <w:rsid w:val="006F67D3"/>
    <w:rsid w:val="006F7061"/>
    <w:rsid w:val="006F734A"/>
    <w:rsid w:val="006F7692"/>
    <w:rsid w:val="006F787B"/>
    <w:rsid w:val="006F7962"/>
    <w:rsid w:val="006F7B7F"/>
    <w:rsid w:val="006F7D28"/>
    <w:rsid w:val="006F7DEF"/>
    <w:rsid w:val="006F7EB7"/>
    <w:rsid w:val="007003A9"/>
    <w:rsid w:val="007005C8"/>
    <w:rsid w:val="007011BF"/>
    <w:rsid w:val="0070149B"/>
    <w:rsid w:val="0070195D"/>
    <w:rsid w:val="00702110"/>
    <w:rsid w:val="007024E2"/>
    <w:rsid w:val="00702985"/>
    <w:rsid w:val="00703043"/>
    <w:rsid w:val="0070318D"/>
    <w:rsid w:val="00703B62"/>
    <w:rsid w:val="00703CBB"/>
    <w:rsid w:val="00703D6F"/>
    <w:rsid w:val="00703FD4"/>
    <w:rsid w:val="0070404E"/>
    <w:rsid w:val="0070407F"/>
    <w:rsid w:val="0070414E"/>
    <w:rsid w:val="00704312"/>
    <w:rsid w:val="0070446B"/>
    <w:rsid w:val="00704B62"/>
    <w:rsid w:val="00704C8B"/>
    <w:rsid w:val="00705730"/>
    <w:rsid w:val="0070582F"/>
    <w:rsid w:val="00705865"/>
    <w:rsid w:val="007058F6"/>
    <w:rsid w:val="007060A4"/>
    <w:rsid w:val="007062B4"/>
    <w:rsid w:val="00706439"/>
    <w:rsid w:val="00706E32"/>
    <w:rsid w:val="0070707C"/>
    <w:rsid w:val="00707320"/>
    <w:rsid w:val="007073C1"/>
    <w:rsid w:val="00707A01"/>
    <w:rsid w:val="00707AA9"/>
    <w:rsid w:val="00710010"/>
    <w:rsid w:val="00710AA4"/>
    <w:rsid w:val="00710FF8"/>
    <w:rsid w:val="00711684"/>
    <w:rsid w:val="00711C99"/>
    <w:rsid w:val="00711F31"/>
    <w:rsid w:val="0071215E"/>
    <w:rsid w:val="0071244C"/>
    <w:rsid w:val="007124E2"/>
    <w:rsid w:val="0071254C"/>
    <w:rsid w:val="007125A5"/>
    <w:rsid w:val="00712B71"/>
    <w:rsid w:val="00712C66"/>
    <w:rsid w:val="0071314C"/>
    <w:rsid w:val="007133B4"/>
    <w:rsid w:val="007133BC"/>
    <w:rsid w:val="007134DE"/>
    <w:rsid w:val="00713EEF"/>
    <w:rsid w:val="007142E2"/>
    <w:rsid w:val="007147CA"/>
    <w:rsid w:val="00714B9F"/>
    <w:rsid w:val="00714CFB"/>
    <w:rsid w:val="007150A1"/>
    <w:rsid w:val="007158C8"/>
    <w:rsid w:val="00715A29"/>
    <w:rsid w:val="00715B1E"/>
    <w:rsid w:val="00715F76"/>
    <w:rsid w:val="007166D1"/>
    <w:rsid w:val="00716C50"/>
    <w:rsid w:val="007173C6"/>
    <w:rsid w:val="007173E9"/>
    <w:rsid w:val="00717853"/>
    <w:rsid w:val="00717C28"/>
    <w:rsid w:val="00717D78"/>
    <w:rsid w:val="00720045"/>
    <w:rsid w:val="00720557"/>
    <w:rsid w:val="00720794"/>
    <w:rsid w:val="00720943"/>
    <w:rsid w:val="00720FB0"/>
    <w:rsid w:val="0072158D"/>
    <w:rsid w:val="00721C37"/>
    <w:rsid w:val="00721F5F"/>
    <w:rsid w:val="007221B6"/>
    <w:rsid w:val="00722292"/>
    <w:rsid w:val="0072251E"/>
    <w:rsid w:val="00722645"/>
    <w:rsid w:val="00722F73"/>
    <w:rsid w:val="00723187"/>
    <w:rsid w:val="007231A1"/>
    <w:rsid w:val="00723216"/>
    <w:rsid w:val="007232FE"/>
    <w:rsid w:val="00723346"/>
    <w:rsid w:val="0072340D"/>
    <w:rsid w:val="00723614"/>
    <w:rsid w:val="00723967"/>
    <w:rsid w:val="007239B6"/>
    <w:rsid w:val="0072400A"/>
    <w:rsid w:val="0072405F"/>
    <w:rsid w:val="00724169"/>
    <w:rsid w:val="007241B2"/>
    <w:rsid w:val="00724286"/>
    <w:rsid w:val="00724656"/>
    <w:rsid w:val="0072488C"/>
    <w:rsid w:val="007249ED"/>
    <w:rsid w:val="00724B74"/>
    <w:rsid w:val="00724BE5"/>
    <w:rsid w:val="00725D4E"/>
    <w:rsid w:val="00725E3E"/>
    <w:rsid w:val="00726199"/>
    <w:rsid w:val="007268B4"/>
    <w:rsid w:val="00726FDB"/>
    <w:rsid w:val="00727070"/>
    <w:rsid w:val="0072795B"/>
    <w:rsid w:val="007301DB"/>
    <w:rsid w:val="00730220"/>
    <w:rsid w:val="00730247"/>
    <w:rsid w:val="00730265"/>
    <w:rsid w:val="00730DF5"/>
    <w:rsid w:val="00730ECD"/>
    <w:rsid w:val="007310EB"/>
    <w:rsid w:val="00731160"/>
    <w:rsid w:val="007313D4"/>
    <w:rsid w:val="00731912"/>
    <w:rsid w:val="0073198A"/>
    <w:rsid w:val="00731B85"/>
    <w:rsid w:val="00731DC4"/>
    <w:rsid w:val="00731FF9"/>
    <w:rsid w:val="007322AA"/>
    <w:rsid w:val="007328C1"/>
    <w:rsid w:val="00732ADE"/>
    <w:rsid w:val="0073340F"/>
    <w:rsid w:val="0073342C"/>
    <w:rsid w:val="00733F91"/>
    <w:rsid w:val="00734197"/>
    <w:rsid w:val="00734282"/>
    <w:rsid w:val="00734353"/>
    <w:rsid w:val="0073452A"/>
    <w:rsid w:val="0073468C"/>
    <w:rsid w:val="007348A8"/>
    <w:rsid w:val="00734D83"/>
    <w:rsid w:val="007352CE"/>
    <w:rsid w:val="00735618"/>
    <w:rsid w:val="00735B32"/>
    <w:rsid w:val="00735D82"/>
    <w:rsid w:val="00736195"/>
    <w:rsid w:val="007363B8"/>
    <w:rsid w:val="00736D1D"/>
    <w:rsid w:val="00737289"/>
    <w:rsid w:val="0073742B"/>
    <w:rsid w:val="00737E78"/>
    <w:rsid w:val="00740177"/>
    <w:rsid w:val="00740189"/>
    <w:rsid w:val="0074049A"/>
    <w:rsid w:val="00740710"/>
    <w:rsid w:val="0074080C"/>
    <w:rsid w:val="00740E9E"/>
    <w:rsid w:val="00741198"/>
    <w:rsid w:val="00741766"/>
    <w:rsid w:val="007419D2"/>
    <w:rsid w:val="00741B20"/>
    <w:rsid w:val="00741B2B"/>
    <w:rsid w:val="00741C77"/>
    <w:rsid w:val="00742870"/>
    <w:rsid w:val="00742E45"/>
    <w:rsid w:val="007430F5"/>
    <w:rsid w:val="00743299"/>
    <w:rsid w:val="007432C8"/>
    <w:rsid w:val="007433C4"/>
    <w:rsid w:val="007434DB"/>
    <w:rsid w:val="0074389F"/>
    <w:rsid w:val="007438AF"/>
    <w:rsid w:val="007439FC"/>
    <w:rsid w:val="00743DD8"/>
    <w:rsid w:val="007442FE"/>
    <w:rsid w:val="007449D8"/>
    <w:rsid w:val="00744C88"/>
    <w:rsid w:val="00745222"/>
    <w:rsid w:val="007458B0"/>
    <w:rsid w:val="007459B8"/>
    <w:rsid w:val="00745A2A"/>
    <w:rsid w:val="00745C2D"/>
    <w:rsid w:val="00746668"/>
    <w:rsid w:val="00746D2E"/>
    <w:rsid w:val="00746D58"/>
    <w:rsid w:val="007471A9"/>
    <w:rsid w:val="00747480"/>
    <w:rsid w:val="00747A82"/>
    <w:rsid w:val="00747BA7"/>
    <w:rsid w:val="00750095"/>
    <w:rsid w:val="007500C1"/>
    <w:rsid w:val="00750262"/>
    <w:rsid w:val="00750390"/>
    <w:rsid w:val="00750991"/>
    <w:rsid w:val="00750D20"/>
    <w:rsid w:val="00750EBF"/>
    <w:rsid w:val="007510E8"/>
    <w:rsid w:val="00751240"/>
    <w:rsid w:val="007516D2"/>
    <w:rsid w:val="007517E2"/>
    <w:rsid w:val="00751EA4"/>
    <w:rsid w:val="00751EB8"/>
    <w:rsid w:val="0075296D"/>
    <w:rsid w:val="00752A93"/>
    <w:rsid w:val="00752B24"/>
    <w:rsid w:val="00752BAD"/>
    <w:rsid w:val="0075338D"/>
    <w:rsid w:val="00753394"/>
    <w:rsid w:val="00753808"/>
    <w:rsid w:val="007538B9"/>
    <w:rsid w:val="00753B2D"/>
    <w:rsid w:val="00753CBC"/>
    <w:rsid w:val="00753EAF"/>
    <w:rsid w:val="00754389"/>
    <w:rsid w:val="00754671"/>
    <w:rsid w:val="0075486B"/>
    <w:rsid w:val="00754B41"/>
    <w:rsid w:val="0075595C"/>
    <w:rsid w:val="00755D96"/>
    <w:rsid w:val="00755DA9"/>
    <w:rsid w:val="00756481"/>
    <w:rsid w:val="00756629"/>
    <w:rsid w:val="0075677A"/>
    <w:rsid w:val="00756902"/>
    <w:rsid w:val="00756BEE"/>
    <w:rsid w:val="00756C12"/>
    <w:rsid w:val="007571CE"/>
    <w:rsid w:val="00757E21"/>
    <w:rsid w:val="00757E8F"/>
    <w:rsid w:val="00757EE0"/>
    <w:rsid w:val="007602D5"/>
    <w:rsid w:val="007605D8"/>
    <w:rsid w:val="00760A70"/>
    <w:rsid w:val="00760B34"/>
    <w:rsid w:val="0076160C"/>
    <w:rsid w:val="00761880"/>
    <w:rsid w:val="007618BE"/>
    <w:rsid w:val="00761E33"/>
    <w:rsid w:val="0076239B"/>
    <w:rsid w:val="007624CE"/>
    <w:rsid w:val="0076270F"/>
    <w:rsid w:val="00763026"/>
    <w:rsid w:val="0076377F"/>
    <w:rsid w:val="007639E8"/>
    <w:rsid w:val="00764086"/>
    <w:rsid w:val="0076417C"/>
    <w:rsid w:val="00764569"/>
    <w:rsid w:val="007645EC"/>
    <w:rsid w:val="007646E2"/>
    <w:rsid w:val="00764D51"/>
    <w:rsid w:val="00764EB4"/>
    <w:rsid w:val="007650E0"/>
    <w:rsid w:val="0076537F"/>
    <w:rsid w:val="00765431"/>
    <w:rsid w:val="007660FE"/>
    <w:rsid w:val="007661B8"/>
    <w:rsid w:val="00766808"/>
    <w:rsid w:val="00766D14"/>
    <w:rsid w:val="007674B6"/>
    <w:rsid w:val="00767600"/>
    <w:rsid w:val="00767B40"/>
    <w:rsid w:val="00767BA0"/>
    <w:rsid w:val="00767F14"/>
    <w:rsid w:val="007703A0"/>
    <w:rsid w:val="00770486"/>
    <w:rsid w:val="0077094E"/>
    <w:rsid w:val="00770DC1"/>
    <w:rsid w:val="00770E08"/>
    <w:rsid w:val="00771354"/>
    <w:rsid w:val="0077150F"/>
    <w:rsid w:val="007718D2"/>
    <w:rsid w:val="007726D4"/>
    <w:rsid w:val="0077275B"/>
    <w:rsid w:val="00772879"/>
    <w:rsid w:val="00772B4B"/>
    <w:rsid w:val="00772D51"/>
    <w:rsid w:val="007737AA"/>
    <w:rsid w:val="0077384B"/>
    <w:rsid w:val="007739E4"/>
    <w:rsid w:val="00773A1E"/>
    <w:rsid w:val="00773E30"/>
    <w:rsid w:val="0077404C"/>
    <w:rsid w:val="007740BC"/>
    <w:rsid w:val="00774194"/>
    <w:rsid w:val="007741ED"/>
    <w:rsid w:val="007744E1"/>
    <w:rsid w:val="0077466C"/>
    <w:rsid w:val="007747F7"/>
    <w:rsid w:val="0077485F"/>
    <w:rsid w:val="0077494B"/>
    <w:rsid w:val="007749E7"/>
    <w:rsid w:val="00774FF2"/>
    <w:rsid w:val="007756E8"/>
    <w:rsid w:val="00775C0E"/>
    <w:rsid w:val="00775C0F"/>
    <w:rsid w:val="00776DD2"/>
    <w:rsid w:val="00776E38"/>
    <w:rsid w:val="00777652"/>
    <w:rsid w:val="00777810"/>
    <w:rsid w:val="00777A2C"/>
    <w:rsid w:val="00780153"/>
    <w:rsid w:val="00780538"/>
    <w:rsid w:val="007805BE"/>
    <w:rsid w:val="00780C1F"/>
    <w:rsid w:val="00780D1B"/>
    <w:rsid w:val="00780E07"/>
    <w:rsid w:val="00780FF1"/>
    <w:rsid w:val="007811E5"/>
    <w:rsid w:val="007814DF"/>
    <w:rsid w:val="00781911"/>
    <w:rsid w:val="00781969"/>
    <w:rsid w:val="00781A82"/>
    <w:rsid w:val="0078237A"/>
    <w:rsid w:val="00782637"/>
    <w:rsid w:val="007830B2"/>
    <w:rsid w:val="0078321A"/>
    <w:rsid w:val="0078393B"/>
    <w:rsid w:val="00783DBD"/>
    <w:rsid w:val="00784125"/>
    <w:rsid w:val="00784200"/>
    <w:rsid w:val="00784907"/>
    <w:rsid w:val="00784C7F"/>
    <w:rsid w:val="00784DB1"/>
    <w:rsid w:val="00784EC7"/>
    <w:rsid w:val="00784FFF"/>
    <w:rsid w:val="00785069"/>
    <w:rsid w:val="00785616"/>
    <w:rsid w:val="007856A9"/>
    <w:rsid w:val="007857D7"/>
    <w:rsid w:val="007858D2"/>
    <w:rsid w:val="00786128"/>
    <w:rsid w:val="00786391"/>
    <w:rsid w:val="00787073"/>
    <w:rsid w:val="007870A5"/>
    <w:rsid w:val="00787181"/>
    <w:rsid w:val="00787274"/>
    <w:rsid w:val="007872D9"/>
    <w:rsid w:val="0078733F"/>
    <w:rsid w:val="007873AE"/>
    <w:rsid w:val="007874F1"/>
    <w:rsid w:val="007878AB"/>
    <w:rsid w:val="007878BF"/>
    <w:rsid w:val="00787A88"/>
    <w:rsid w:val="00787B47"/>
    <w:rsid w:val="00787BA4"/>
    <w:rsid w:val="00787E1D"/>
    <w:rsid w:val="00787E29"/>
    <w:rsid w:val="00787E52"/>
    <w:rsid w:val="00790096"/>
    <w:rsid w:val="00790240"/>
    <w:rsid w:val="007902D3"/>
    <w:rsid w:val="00790694"/>
    <w:rsid w:val="00790BC2"/>
    <w:rsid w:val="00790F8C"/>
    <w:rsid w:val="007910C9"/>
    <w:rsid w:val="007913EA"/>
    <w:rsid w:val="007918E8"/>
    <w:rsid w:val="00791D5A"/>
    <w:rsid w:val="0079213B"/>
    <w:rsid w:val="007928A3"/>
    <w:rsid w:val="007928DE"/>
    <w:rsid w:val="007929C0"/>
    <w:rsid w:val="0079346C"/>
    <w:rsid w:val="00793479"/>
    <w:rsid w:val="0079358D"/>
    <w:rsid w:val="0079367B"/>
    <w:rsid w:val="0079367E"/>
    <w:rsid w:val="00793B74"/>
    <w:rsid w:val="00793DB0"/>
    <w:rsid w:val="00794013"/>
    <w:rsid w:val="0079414F"/>
    <w:rsid w:val="00794411"/>
    <w:rsid w:val="00794413"/>
    <w:rsid w:val="007946AF"/>
    <w:rsid w:val="007946F9"/>
    <w:rsid w:val="00794930"/>
    <w:rsid w:val="00794EE9"/>
    <w:rsid w:val="00794F47"/>
    <w:rsid w:val="00794FE6"/>
    <w:rsid w:val="00795338"/>
    <w:rsid w:val="00795445"/>
    <w:rsid w:val="0079574D"/>
    <w:rsid w:val="00795799"/>
    <w:rsid w:val="00795805"/>
    <w:rsid w:val="0079610C"/>
    <w:rsid w:val="007966A1"/>
    <w:rsid w:val="007966C7"/>
    <w:rsid w:val="007969C6"/>
    <w:rsid w:val="00796BEF"/>
    <w:rsid w:val="00796C71"/>
    <w:rsid w:val="007977F6"/>
    <w:rsid w:val="007979E6"/>
    <w:rsid w:val="00797FD4"/>
    <w:rsid w:val="007A0539"/>
    <w:rsid w:val="007A07F4"/>
    <w:rsid w:val="007A0830"/>
    <w:rsid w:val="007A085F"/>
    <w:rsid w:val="007A08FD"/>
    <w:rsid w:val="007A0CD4"/>
    <w:rsid w:val="007A0E1E"/>
    <w:rsid w:val="007A10D9"/>
    <w:rsid w:val="007A20FB"/>
    <w:rsid w:val="007A2356"/>
    <w:rsid w:val="007A2A39"/>
    <w:rsid w:val="007A2C63"/>
    <w:rsid w:val="007A2EAB"/>
    <w:rsid w:val="007A2F97"/>
    <w:rsid w:val="007A3336"/>
    <w:rsid w:val="007A3504"/>
    <w:rsid w:val="007A3672"/>
    <w:rsid w:val="007A3BBE"/>
    <w:rsid w:val="007A3C59"/>
    <w:rsid w:val="007A4F5D"/>
    <w:rsid w:val="007A521C"/>
    <w:rsid w:val="007A5F48"/>
    <w:rsid w:val="007A5F68"/>
    <w:rsid w:val="007A5FA3"/>
    <w:rsid w:val="007A5FE6"/>
    <w:rsid w:val="007A6213"/>
    <w:rsid w:val="007A6278"/>
    <w:rsid w:val="007A659D"/>
    <w:rsid w:val="007A65D8"/>
    <w:rsid w:val="007A6A8F"/>
    <w:rsid w:val="007A6BC8"/>
    <w:rsid w:val="007A6C3C"/>
    <w:rsid w:val="007A6EEB"/>
    <w:rsid w:val="007A6FF9"/>
    <w:rsid w:val="007A7284"/>
    <w:rsid w:val="007A7473"/>
    <w:rsid w:val="007A7F19"/>
    <w:rsid w:val="007A7FDE"/>
    <w:rsid w:val="007B03EA"/>
    <w:rsid w:val="007B04FE"/>
    <w:rsid w:val="007B0614"/>
    <w:rsid w:val="007B0830"/>
    <w:rsid w:val="007B09B4"/>
    <w:rsid w:val="007B0F67"/>
    <w:rsid w:val="007B11B9"/>
    <w:rsid w:val="007B1578"/>
    <w:rsid w:val="007B1804"/>
    <w:rsid w:val="007B1CCA"/>
    <w:rsid w:val="007B1EAE"/>
    <w:rsid w:val="007B27F8"/>
    <w:rsid w:val="007B3272"/>
    <w:rsid w:val="007B33C5"/>
    <w:rsid w:val="007B35D8"/>
    <w:rsid w:val="007B491A"/>
    <w:rsid w:val="007B49DB"/>
    <w:rsid w:val="007B4B9E"/>
    <w:rsid w:val="007B4D8B"/>
    <w:rsid w:val="007B4DD5"/>
    <w:rsid w:val="007B4DD9"/>
    <w:rsid w:val="007B4E78"/>
    <w:rsid w:val="007B5196"/>
    <w:rsid w:val="007B5796"/>
    <w:rsid w:val="007B679B"/>
    <w:rsid w:val="007B6DE1"/>
    <w:rsid w:val="007B71DD"/>
    <w:rsid w:val="007B7C22"/>
    <w:rsid w:val="007B7D37"/>
    <w:rsid w:val="007C0110"/>
    <w:rsid w:val="007C018E"/>
    <w:rsid w:val="007C0198"/>
    <w:rsid w:val="007C0C86"/>
    <w:rsid w:val="007C1234"/>
    <w:rsid w:val="007C1726"/>
    <w:rsid w:val="007C1FF7"/>
    <w:rsid w:val="007C22C8"/>
    <w:rsid w:val="007C2A44"/>
    <w:rsid w:val="007C2E02"/>
    <w:rsid w:val="007C2E64"/>
    <w:rsid w:val="007C2FCC"/>
    <w:rsid w:val="007C3A2C"/>
    <w:rsid w:val="007C4190"/>
    <w:rsid w:val="007C46A9"/>
    <w:rsid w:val="007C4C46"/>
    <w:rsid w:val="007C4FE9"/>
    <w:rsid w:val="007C5414"/>
    <w:rsid w:val="007C606C"/>
    <w:rsid w:val="007C6A2D"/>
    <w:rsid w:val="007C6A44"/>
    <w:rsid w:val="007C6F81"/>
    <w:rsid w:val="007C7D55"/>
    <w:rsid w:val="007C7E6B"/>
    <w:rsid w:val="007D0119"/>
    <w:rsid w:val="007D03E6"/>
    <w:rsid w:val="007D05E5"/>
    <w:rsid w:val="007D082E"/>
    <w:rsid w:val="007D0B68"/>
    <w:rsid w:val="007D0E42"/>
    <w:rsid w:val="007D1473"/>
    <w:rsid w:val="007D2655"/>
    <w:rsid w:val="007D28C4"/>
    <w:rsid w:val="007D2E88"/>
    <w:rsid w:val="007D3BBD"/>
    <w:rsid w:val="007D3FB6"/>
    <w:rsid w:val="007D413D"/>
    <w:rsid w:val="007D4374"/>
    <w:rsid w:val="007D4A74"/>
    <w:rsid w:val="007D4BB0"/>
    <w:rsid w:val="007D4CC7"/>
    <w:rsid w:val="007D5004"/>
    <w:rsid w:val="007D5096"/>
    <w:rsid w:val="007D56C9"/>
    <w:rsid w:val="007D578F"/>
    <w:rsid w:val="007D61AA"/>
    <w:rsid w:val="007D6406"/>
    <w:rsid w:val="007D680E"/>
    <w:rsid w:val="007D6A53"/>
    <w:rsid w:val="007D6ABB"/>
    <w:rsid w:val="007D6FBA"/>
    <w:rsid w:val="007D70B9"/>
    <w:rsid w:val="007D7484"/>
    <w:rsid w:val="007D759B"/>
    <w:rsid w:val="007D7876"/>
    <w:rsid w:val="007D7902"/>
    <w:rsid w:val="007D7BB6"/>
    <w:rsid w:val="007E00B5"/>
    <w:rsid w:val="007E0938"/>
    <w:rsid w:val="007E098E"/>
    <w:rsid w:val="007E0BFE"/>
    <w:rsid w:val="007E10B4"/>
    <w:rsid w:val="007E1BB5"/>
    <w:rsid w:val="007E1F0C"/>
    <w:rsid w:val="007E1F74"/>
    <w:rsid w:val="007E2242"/>
    <w:rsid w:val="007E2A75"/>
    <w:rsid w:val="007E2BED"/>
    <w:rsid w:val="007E2DE2"/>
    <w:rsid w:val="007E2DFA"/>
    <w:rsid w:val="007E2F0E"/>
    <w:rsid w:val="007E30A2"/>
    <w:rsid w:val="007E3648"/>
    <w:rsid w:val="007E3750"/>
    <w:rsid w:val="007E3BDB"/>
    <w:rsid w:val="007E3CA6"/>
    <w:rsid w:val="007E3F83"/>
    <w:rsid w:val="007E40B9"/>
    <w:rsid w:val="007E4177"/>
    <w:rsid w:val="007E49D3"/>
    <w:rsid w:val="007E5015"/>
    <w:rsid w:val="007E5466"/>
    <w:rsid w:val="007E5C63"/>
    <w:rsid w:val="007E60E0"/>
    <w:rsid w:val="007E6238"/>
    <w:rsid w:val="007E63BB"/>
    <w:rsid w:val="007E6F92"/>
    <w:rsid w:val="007E780B"/>
    <w:rsid w:val="007E7883"/>
    <w:rsid w:val="007E78AD"/>
    <w:rsid w:val="007E7ADF"/>
    <w:rsid w:val="007E7BD0"/>
    <w:rsid w:val="007E7ECB"/>
    <w:rsid w:val="007E7EEF"/>
    <w:rsid w:val="007F0237"/>
    <w:rsid w:val="007F0244"/>
    <w:rsid w:val="007F06BC"/>
    <w:rsid w:val="007F0A52"/>
    <w:rsid w:val="007F0AD9"/>
    <w:rsid w:val="007F1428"/>
    <w:rsid w:val="007F19DC"/>
    <w:rsid w:val="007F25F5"/>
    <w:rsid w:val="007F303B"/>
    <w:rsid w:val="007F3108"/>
    <w:rsid w:val="007F3755"/>
    <w:rsid w:val="007F37DC"/>
    <w:rsid w:val="007F3B58"/>
    <w:rsid w:val="007F3D28"/>
    <w:rsid w:val="007F413B"/>
    <w:rsid w:val="007F4303"/>
    <w:rsid w:val="007F47F6"/>
    <w:rsid w:val="007F4C7B"/>
    <w:rsid w:val="007F4CD6"/>
    <w:rsid w:val="007F4EAD"/>
    <w:rsid w:val="007F4F65"/>
    <w:rsid w:val="007F5543"/>
    <w:rsid w:val="007F5708"/>
    <w:rsid w:val="007F5F01"/>
    <w:rsid w:val="007F5F5D"/>
    <w:rsid w:val="007F5FED"/>
    <w:rsid w:val="007F6099"/>
    <w:rsid w:val="007F68D1"/>
    <w:rsid w:val="007F6D54"/>
    <w:rsid w:val="007F6E7B"/>
    <w:rsid w:val="007F6EF0"/>
    <w:rsid w:val="007F7286"/>
    <w:rsid w:val="007F74D7"/>
    <w:rsid w:val="007F77DA"/>
    <w:rsid w:val="007F7CF4"/>
    <w:rsid w:val="00800643"/>
    <w:rsid w:val="008006DC"/>
    <w:rsid w:val="0080082D"/>
    <w:rsid w:val="00800A74"/>
    <w:rsid w:val="00801178"/>
    <w:rsid w:val="008011A3"/>
    <w:rsid w:val="00801224"/>
    <w:rsid w:val="00801441"/>
    <w:rsid w:val="00801BF6"/>
    <w:rsid w:val="00801F1B"/>
    <w:rsid w:val="008021C7"/>
    <w:rsid w:val="00802653"/>
    <w:rsid w:val="0080265D"/>
    <w:rsid w:val="00802694"/>
    <w:rsid w:val="008026E6"/>
    <w:rsid w:val="0080285E"/>
    <w:rsid w:val="00802FAF"/>
    <w:rsid w:val="00802FF2"/>
    <w:rsid w:val="00803A39"/>
    <w:rsid w:val="00803BEE"/>
    <w:rsid w:val="00803DEC"/>
    <w:rsid w:val="00803FC0"/>
    <w:rsid w:val="00804168"/>
    <w:rsid w:val="0080432A"/>
    <w:rsid w:val="008043FB"/>
    <w:rsid w:val="008044A9"/>
    <w:rsid w:val="00804639"/>
    <w:rsid w:val="008048A5"/>
    <w:rsid w:val="00805266"/>
    <w:rsid w:val="0080566D"/>
    <w:rsid w:val="0080588A"/>
    <w:rsid w:val="00805CB3"/>
    <w:rsid w:val="00805F74"/>
    <w:rsid w:val="0080601C"/>
    <w:rsid w:val="0080628B"/>
    <w:rsid w:val="0080634D"/>
    <w:rsid w:val="00806502"/>
    <w:rsid w:val="00806A68"/>
    <w:rsid w:val="00806AEC"/>
    <w:rsid w:val="00806B94"/>
    <w:rsid w:val="008077C9"/>
    <w:rsid w:val="00810275"/>
    <w:rsid w:val="00810B13"/>
    <w:rsid w:val="00810E8B"/>
    <w:rsid w:val="00810F1F"/>
    <w:rsid w:val="00810FAF"/>
    <w:rsid w:val="008111DF"/>
    <w:rsid w:val="0081122C"/>
    <w:rsid w:val="00811452"/>
    <w:rsid w:val="008114F2"/>
    <w:rsid w:val="008116AE"/>
    <w:rsid w:val="00811994"/>
    <w:rsid w:val="008120FA"/>
    <w:rsid w:val="008125CD"/>
    <w:rsid w:val="008126F9"/>
    <w:rsid w:val="0081283A"/>
    <w:rsid w:val="00812D8C"/>
    <w:rsid w:val="00813291"/>
    <w:rsid w:val="00813A40"/>
    <w:rsid w:val="00813B7F"/>
    <w:rsid w:val="00813D8B"/>
    <w:rsid w:val="00813F8B"/>
    <w:rsid w:val="008143AF"/>
    <w:rsid w:val="00814449"/>
    <w:rsid w:val="00814508"/>
    <w:rsid w:val="0081454E"/>
    <w:rsid w:val="008149C9"/>
    <w:rsid w:val="00814A0B"/>
    <w:rsid w:val="00814B30"/>
    <w:rsid w:val="00814FC9"/>
    <w:rsid w:val="008153FB"/>
    <w:rsid w:val="00815A59"/>
    <w:rsid w:val="008163F0"/>
    <w:rsid w:val="00816673"/>
    <w:rsid w:val="008168BA"/>
    <w:rsid w:val="008168D6"/>
    <w:rsid w:val="00816AC4"/>
    <w:rsid w:val="00816C5C"/>
    <w:rsid w:val="00817026"/>
    <w:rsid w:val="00817069"/>
    <w:rsid w:val="0081779C"/>
    <w:rsid w:val="00817BDC"/>
    <w:rsid w:val="00817D33"/>
    <w:rsid w:val="008201D2"/>
    <w:rsid w:val="0082072B"/>
    <w:rsid w:val="00820847"/>
    <w:rsid w:val="008208C9"/>
    <w:rsid w:val="00820E60"/>
    <w:rsid w:val="0082133D"/>
    <w:rsid w:val="0082175C"/>
    <w:rsid w:val="008219AB"/>
    <w:rsid w:val="00821C8F"/>
    <w:rsid w:val="00821DBD"/>
    <w:rsid w:val="00821E13"/>
    <w:rsid w:val="00822154"/>
    <w:rsid w:val="008223DA"/>
    <w:rsid w:val="00822778"/>
    <w:rsid w:val="00822A6E"/>
    <w:rsid w:val="00823191"/>
    <w:rsid w:val="008236D6"/>
    <w:rsid w:val="00823C88"/>
    <w:rsid w:val="00823C8C"/>
    <w:rsid w:val="00823E1A"/>
    <w:rsid w:val="00823E3E"/>
    <w:rsid w:val="00823F59"/>
    <w:rsid w:val="00823F9F"/>
    <w:rsid w:val="008240CA"/>
    <w:rsid w:val="0082410C"/>
    <w:rsid w:val="0082441C"/>
    <w:rsid w:val="00824B28"/>
    <w:rsid w:val="0082532A"/>
    <w:rsid w:val="008253A3"/>
    <w:rsid w:val="0082599C"/>
    <w:rsid w:val="008259B0"/>
    <w:rsid w:val="00825B73"/>
    <w:rsid w:val="00825DBB"/>
    <w:rsid w:val="00825F2F"/>
    <w:rsid w:val="00825FC6"/>
    <w:rsid w:val="008261B1"/>
    <w:rsid w:val="00826436"/>
    <w:rsid w:val="00826516"/>
    <w:rsid w:val="0082723F"/>
    <w:rsid w:val="0082765D"/>
    <w:rsid w:val="0082777A"/>
    <w:rsid w:val="00827972"/>
    <w:rsid w:val="00830231"/>
    <w:rsid w:val="00830828"/>
    <w:rsid w:val="0083105B"/>
    <w:rsid w:val="00831389"/>
    <w:rsid w:val="00831558"/>
    <w:rsid w:val="00831593"/>
    <w:rsid w:val="008317EC"/>
    <w:rsid w:val="0083187D"/>
    <w:rsid w:val="00831AA5"/>
    <w:rsid w:val="00832DD7"/>
    <w:rsid w:val="00832DDE"/>
    <w:rsid w:val="00832FD7"/>
    <w:rsid w:val="00833216"/>
    <w:rsid w:val="00833923"/>
    <w:rsid w:val="00833AB2"/>
    <w:rsid w:val="00833D11"/>
    <w:rsid w:val="00834079"/>
    <w:rsid w:val="008342B8"/>
    <w:rsid w:val="008345F3"/>
    <w:rsid w:val="00834753"/>
    <w:rsid w:val="0083485F"/>
    <w:rsid w:val="00834876"/>
    <w:rsid w:val="0083532B"/>
    <w:rsid w:val="0083537D"/>
    <w:rsid w:val="00835ABE"/>
    <w:rsid w:val="00835B2F"/>
    <w:rsid w:val="00835B8C"/>
    <w:rsid w:val="00835D74"/>
    <w:rsid w:val="00835DF9"/>
    <w:rsid w:val="00835E0E"/>
    <w:rsid w:val="00835F30"/>
    <w:rsid w:val="00836177"/>
    <w:rsid w:val="00836184"/>
    <w:rsid w:val="008366E7"/>
    <w:rsid w:val="00836715"/>
    <w:rsid w:val="00836AE6"/>
    <w:rsid w:val="00836BFE"/>
    <w:rsid w:val="008370ED"/>
    <w:rsid w:val="00837197"/>
    <w:rsid w:val="00837E37"/>
    <w:rsid w:val="00837EEB"/>
    <w:rsid w:val="0084005A"/>
    <w:rsid w:val="00840849"/>
    <w:rsid w:val="00840851"/>
    <w:rsid w:val="00840E05"/>
    <w:rsid w:val="00840E95"/>
    <w:rsid w:val="00841053"/>
    <w:rsid w:val="0084121B"/>
    <w:rsid w:val="00841295"/>
    <w:rsid w:val="0084131D"/>
    <w:rsid w:val="008421FF"/>
    <w:rsid w:val="00842314"/>
    <w:rsid w:val="00842865"/>
    <w:rsid w:val="00842872"/>
    <w:rsid w:val="0084293E"/>
    <w:rsid w:val="00842BA3"/>
    <w:rsid w:val="008430D9"/>
    <w:rsid w:val="008431C2"/>
    <w:rsid w:val="00843430"/>
    <w:rsid w:val="00843489"/>
    <w:rsid w:val="008439B4"/>
    <w:rsid w:val="00843C07"/>
    <w:rsid w:val="00843FD0"/>
    <w:rsid w:val="008446E8"/>
    <w:rsid w:val="0084542E"/>
    <w:rsid w:val="00845435"/>
    <w:rsid w:val="008454FB"/>
    <w:rsid w:val="008456F9"/>
    <w:rsid w:val="0084582A"/>
    <w:rsid w:val="00845947"/>
    <w:rsid w:val="00845BB4"/>
    <w:rsid w:val="008464DC"/>
    <w:rsid w:val="0084691E"/>
    <w:rsid w:val="00846E78"/>
    <w:rsid w:val="00846F58"/>
    <w:rsid w:val="00847298"/>
    <w:rsid w:val="008472A5"/>
    <w:rsid w:val="008472E4"/>
    <w:rsid w:val="00847782"/>
    <w:rsid w:val="00847D4C"/>
    <w:rsid w:val="008508CB"/>
    <w:rsid w:val="0085109F"/>
    <w:rsid w:val="00851411"/>
    <w:rsid w:val="00851D78"/>
    <w:rsid w:val="008522F7"/>
    <w:rsid w:val="008524F4"/>
    <w:rsid w:val="00852853"/>
    <w:rsid w:val="00852BF4"/>
    <w:rsid w:val="00852E66"/>
    <w:rsid w:val="00853143"/>
    <w:rsid w:val="008531F3"/>
    <w:rsid w:val="0085335B"/>
    <w:rsid w:val="00853BF2"/>
    <w:rsid w:val="0085478E"/>
    <w:rsid w:val="00854AD7"/>
    <w:rsid w:val="00854E09"/>
    <w:rsid w:val="0085543D"/>
    <w:rsid w:val="008559CC"/>
    <w:rsid w:val="00855A73"/>
    <w:rsid w:val="00855D15"/>
    <w:rsid w:val="00856CEF"/>
    <w:rsid w:val="00856D5C"/>
    <w:rsid w:val="00856DDC"/>
    <w:rsid w:val="008570AD"/>
    <w:rsid w:val="00857375"/>
    <w:rsid w:val="0085739D"/>
    <w:rsid w:val="008575B4"/>
    <w:rsid w:val="00857799"/>
    <w:rsid w:val="00857A99"/>
    <w:rsid w:val="00857B55"/>
    <w:rsid w:val="00860253"/>
    <w:rsid w:val="0086050D"/>
    <w:rsid w:val="008605D9"/>
    <w:rsid w:val="008606BA"/>
    <w:rsid w:val="00860784"/>
    <w:rsid w:val="0086092A"/>
    <w:rsid w:val="0086107C"/>
    <w:rsid w:val="008621E2"/>
    <w:rsid w:val="008621F4"/>
    <w:rsid w:val="00862FAE"/>
    <w:rsid w:val="00863548"/>
    <w:rsid w:val="00863613"/>
    <w:rsid w:val="00863FF5"/>
    <w:rsid w:val="0086450D"/>
    <w:rsid w:val="00864611"/>
    <w:rsid w:val="00864AB8"/>
    <w:rsid w:val="00864ADA"/>
    <w:rsid w:val="00864D18"/>
    <w:rsid w:val="00864F44"/>
    <w:rsid w:val="00865166"/>
    <w:rsid w:val="00865759"/>
    <w:rsid w:val="0086595F"/>
    <w:rsid w:val="00865BB8"/>
    <w:rsid w:val="00865C50"/>
    <w:rsid w:val="00866531"/>
    <w:rsid w:val="008665EB"/>
    <w:rsid w:val="0086674A"/>
    <w:rsid w:val="0086703E"/>
    <w:rsid w:val="00867540"/>
    <w:rsid w:val="00867547"/>
    <w:rsid w:val="00867729"/>
    <w:rsid w:val="00867CA2"/>
    <w:rsid w:val="00867EE2"/>
    <w:rsid w:val="00867F11"/>
    <w:rsid w:val="0087024C"/>
    <w:rsid w:val="008702D1"/>
    <w:rsid w:val="00870377"/>
    <w:rsid w:val="008707B3"/>
    <w:rsid w:val="00870830"/>
    <w:rsid w:val="00870D0E"/>
    <w:rsid w:val="00870DAC"/>
    <w:rsid w:val="00870ED2"/>
    <w:rsid w:val="00871A9F"/>
    <w:rsid w:val="00872099"/>
    <w:rsid w:val="00872166"/>
    <w:rsid w:val="00872465"/>
    <w:rsid w:val="00872943"/>
    <w:rsid w:val="00872BFF"/>
    <w:rsid w:val="00872E68"/>
    <w:rsid w:val="00872F6A"/>
    <w:rsid w:val="00873186"/>
    <w:rsid w:val="0087345E"/>
    <w:rsid w:val="008735F1"/>
    <w:rsid w:val="00873792"/>
    <w:rsid w:val="00873E25"/>
    <w:rsid w:val="0087488A"/>
    <w:rsid w:val="00874AF0"/>
    <w:rsid w:val="00874C78"/>
    <w:rsid w:val="00875002"/>
    <w:rsid w:val="00875464"/>
    <w:rsid w:val="0087551D"/>
    <w:rsid w:val="008757F1"/>
    <w:rsid w:val="00875BCE"/>
    <w:rsid w:val="0087629E"/>
    <w:rsid w:val="00876749"/>
    <w:rsid w:val="0087694A"/>
    <w:rsid w:val="00876A3C"/>
    <w:rsid w:val="00876BF9"/>
    <w:rsid w:val="0087734B"/>
    <w:rsid w:val="0087770D"/>
    <w:rsid w:val="00877C29"/>
    <w:rsid w:val="00880331"/>
    <w:rsid w:val="00880842"/>
    <w:rsid w:val="00880DD8"/>
    <w:rsid w:val="008818F5"/>
    <w:rsid w:val="008823E7"/>
    <w:rsid w:val="00882B25"/>
    <w:rsid w:val="00882BE8"/>
    <w:rsid w:val="008831B9"/>
    <w:rsid w:val="00883236"/>
    <w:rsid w:val="008832B0"/>
    <w:rsid w:val="0088351D"/>
    <w:rsid w:val="00883BCB"/>
    <w:rsid w:val="00883BED"/>
    <w:rsid w:val="00883CDE"/>
    <w:rsid w:val="00883F12"/>
    <w:rsid w:val="008848B6"/>
    <w:rsid w:val="00884AEE"/>
    <w:rsid w:val="00884C3C"/>
    <w:rsid w:val="00884FDB"/>
    <w:rsid w:val="008855A9"/>
    <w:rsid w:val="008856A4"/>
    <w:rsid w:val="008857DB"/>
    <w:rsid w:val="00885BD7"/>
    <w:rsid w:val="00885E96"/>
    <w:rsid w:val="00886229"/>
    <w:rsid w:val="008862C7"/>
    <w:rsid w:val="0088659A"/>
    <w:rsid w:val="00886791"/>
    <w:rsid w:val="00886CFD"/>
    <w:rsid w:val="008871BF"/>
    <w:rsid w:val="0088738A"/>
    <w:rsid w:val="0088739B"/>
    <w:rsid w:val="00887952"/>
    <w:rsid w:val="00887CBF"/>
    <w:rsid w:val="00890082"/>
    <w:rsid w:val="008900B1"/>
    <w:rsid w:val="0089037C"/>
    <w:rsid w:val="00890747"/>
    <w:rsid w:val="00891074"/>
    <w:rsid w:val="00891156"/>
    <w:rsid w:val="008911FA"/>
    <w:rsid w:val="008915CA"/>
    <w:rsid w:val="00891B1C"/>
    <w:rsid w:val="008924C9"/>
    <w:rsid w:val="00892F64"/>
    <w:rsid w:val="008931E7"/>
    <w:rsid w:val="0089336C"/>
    <w:rsid w:val="00893618"/>
    <w:rsid w:val="0089387F"/>
    <w:rsid w:val="00893A82"/>
    <w:rsid w:val="00893B26"/>
    <w:rsid w:val="00893C30"/>
    <w:rsid w:val="00894233"/>
    <w:rsid w:val="00894478"/>
    <w:rsid w:val="00894635"/>
    <w:rsid w:val="0089469E"/>
    <w:rsid w:val="0089471C"/>
    <w:rsid w:val="00894A5A"/>
    <w:rsid w:val="0089562B"/>
    <w:rsid w:val="008957A1"/>
    <w:rsid w:val="00895EF9"/>
    <w:rsid w:val="008966EE"/>
    <w:rsid w:val="00896771"/>
    <w:rsid w:val="00896E7F"/>
    <w:rsid w:val="00897064"/>
    <w:rsid w:val="008979B9"/>
    <w:rsid w:val="008A0024"/>
    <w:rsid w:val="008A023E"/>
    <w:rsid w:val="008A06A3"/>
    <w:rsid w:val="008A1656"/>
    <w:rsid w:val="008A1B40"/>
    <w:rsid w:val="008A1E21"/>
    <w:rsid w:val="008A1E9A"/>
    <w:rsid w:val="008A22BF"/>
    <w:rsid w:val="008A2811"/>
    <w:rsid w:val="008A2C18"/>
    <w:rsid w:val="008A2CD1"/>
    <w:rsid w:val="008A2DB3"/>
    <w:rsid w:val="008A2E1C"/>
    <w:rsid w:val="008A32A0"/>
    <w:rsid w:val="008A34B6"/>
    <w:rsid w:val="008A355A"/>
    <w:rsid w:val="008A3573"/>
    <w:rsid w:val="008A3591"/>
    <w:rsid w:val="008A3C4A"/>
    <w:rsid w:val="008A3D51"/>
    <w:rsid w:val="008A3EE1"/>
    <w:rsid w:val="008A417F"/>
    <w:rsid w:val="008A4472"/>
    <w:rsid w:val="008A4646"/>
    <w:rsid w:val="008A46DD"/>
    <w:rsid w:val="008A4B3E"/>
    <w:rsid w:val="008A4B51"/>
    <w:rsid w:val="008A4EAF"/>
    <w:rsid w:val="008A5D13"/>
    <w:rsid w:val="008A5E63"/>
    <w:rsid w:val="008A62D3"/>
    <w:rsid w:val="008A63FA"/>
    <w:rsid w:val="008A649F"/>
    <w:rsid w:val="008A6917"/>
    <w:rsid w:val="008A6B40"/>
    <w:rsid w:val="008A6DB2"/>
    <w:rsid w:val="008A70B8"/>
    <w:rsid w:val="008A74B3"/>
    <w:rsid w:val="008A78A2"/>
    <w:rsid w:val="008A7B67"/>
    <w:rsid w:val="008A7F7A"/>
    <w:rsid w:val="008B06B9"/>
    <w:rsid w:val="008B0881"/>
    <w:rsid w:val="008B08FD"/>
    <w:rsid w:val="008B0AAC"/>
    <w:rsid w:val="008B0B9B"/>
    <w:rsid w:val="008B0C1B"/>
    <w:rsid w:val="008B0D1F"/>
    <w:rsid w:val="008B119E"/>
    <w:rsid w:val="008B154A"/>
    <w:rsid w:val="008B1825"/>
    <w:rsid w:val="008B1F22"/>
    <w:rsid w:val="008B20D4"/>
    <w:rsid w:val="008B2427"/>
    <w:rsid w:val="008B24AC"/>
    <w:rsid w:val="008B27C4"/>
    <w:rsid w:val="008B2F8E"/>
    <w:rsid w:val="008B3053"/>
    <w:rsid w:val="008B39DD"/>
    <w:rsid w:val="008B3B68"/>
    <w:rsid w:val="008B3C05"/>
    <w:rsid w:val="008B40C3"/>
    <w:rsid w:val="008B4310"/>
    <w:rsid w:val="008B468C"/>
    <w:rsid w:val="008B491C"/>
    <w:rsid w:val="008B4B57"/>
    <w:rsid w:val="008B509B"/>
    <w:rsid w:val="008B5156"/>
    <w:rsid w:val="008B5882"/>
    <w:rsid w:val="008B5D38"/>
    <w:rsid w:val="008B6119"/>
    <w:rsid w:val="008B6562"/>
    <w:rsid w:val="008B6585"/>
    <w:rsid w:val="008B65B4"/>
    <w:rsid w:val="008B6B8D"/>
    <w:rsid w:val="008B6F75"/>
    <w:rsid w:val="008B74AB"/>
    <w:rsid w:val="008B78D4"/>
    <w:rsid w:val="008B7B5B"/>
    <w:rsid w:val="008B7DB5"/>
    <w:rsid w:val="008B7EBD"/>
    <w:rsid w:val="008B7F44"/>
    <w:rsid w:val="008B7FE5"/>
    <w:rsid w:val="008C00AE"/>
    <w:rsid w:val="008C01D6"/>
    <w:rsid w:val="008C032B"/>
    <w:rsid w:val="008C0E2D"/>
    <w:rsid w:val="008C14F0"/>
    <w:rsid w:val="008C171A"/>
    <w:rsid w:val="008C1785"/>
    <w:rsid w:val="008C18DD"/>
    <w:rsid w:val="008C18F2"/>
    <w:rsid w:val="008C20E0"/>
    <w:rsid w:val="008C314C"/>
    <w:rsid w:val="008C3187"/>
    <w:rsid w:val="008C36DC"/>
    <w:rsid w:val="008C438D"/>
    <w:rsid w:val="008C441D"/>
    <w:rsid w:val="008C4689"/>
    <w:rsid w:val="008C469A"/>
    <w:rsid w:val="008C46CD"/>
    <w:rsid w:val="008C490B"/>
    <w:rsid w:val="008C4D8A"/>
    <w:rsid w:val="008C51C1"/>
    <w:rsid w:val="008C54DD"/>
    <w:rsid w:val="008C54FA"/>
    <w:rsid w:val="008C57B1"/>
    <w:rsid w:val="008C5B86"/>
    <w:rsid w:val="008C5D47"/>
    <w:rsid w:val="008C5FA1"/>
    <w:rsid w:val="008C6515"/>
    <w:rsid w:val="008C67E8"/>
    <w:rsid w:val="008C69AA"/>
    <w:rsid w:val="008C71E1"/>
    <w:rsid w:val="008C796A"/>
    <w:rsid w:val="008D014F"/>
    <w:rsid w:val="008D080C"/>
    <w:rsid w:val="008D0A85"/>
    <w:rsid w:val="008D0C13"/>
    <w:rsid w:val="008D1130"/>
    <w:rsid w:val="008D15DD"/>
    <w:rsid w:val="008D16D5"/>
    <w:rsid w:val="008D1728"/>
    <w:rsid w:val="008D1B2E"/>
    <w:rsid w:val="008D1D8D"/>
    <w:rsid w:val="008D230A"/>
    <w:rsid w:val="008D259E"/>
    <w:rsid w:val="008D283A"/>
    <w:rsid w:val="008D2AB6"/>
    <w:rsid w:val="008D2C80"/>
    <w:rsid w:val="008D335F"/>
    <w:rsid w:val="008D3524"/>
    <w:rsid w:val="008D368F"/>
    <w:rsid w:val="008D3C4C"/>
    <w:rsid w:val="008D3FE5"/>
    <w:rsid w:val="008D4196"/>
    <w:rsid w:val="008D41FC"/>
    <w:rsid w:val="008D42BC"/>
    <w:rsid w:val="008D4525"/>
    <w:rsid w:val="008D4611"/>
    <w:rsid w:val="008D4AA9"/>
    <w:rsid w:val="008D4EA2"/>
    <w:rsid w:val="008D5166"/>
    <w:rsid w:val="008D53E2"/>
    <w:rsid w:val="008D541E"/>
    <w:rsid w:val="008D55BA"/>
    <w:rsid w:val="008D59C1"/>
    <w:rsid w:val="008D5EA6"/>
    <w:rsid w:val="008D637F"/>
    <w:rsid w:val="008D6A0A"/>
    <w:rsid w:val="008D6BA2"/>
    <w:rsid w:val="008D6F01"/>
    <w:rsid w:val="008D7161"/>
    <w:rsid w:val="008D72D8"/>
    <w:rsid w:val="008D7499"/>
    <w:rsid w:val="008D7571"/>
    <w:rsid w:val="008D782E"/>
    <w:rsid w:val="008D7DCB"/>
    <w:rsid w:val="008D7F16"/>
    <w:rsid w:val="008D7FD0"/>
    <w:rsid w:val="008E059D"/>
    <w:rsid w:val="008E087D"/>
    <w:rsid w:val="008E0AD7"/>
    <w:rsid w:val="008E0E59"/>
    <w:rsid w:val="008E0E8B"/>
    <w:rsid w:val="008E132B"/>
    <w:rsid w:val="008E1441"/>
    <w:rsid w:val="008E1B1D"/>
    <w:rsid w:val="008E2382"/>
    <w:rsid w:val="008E24B8"/>
    <w:rsid w:val="008E274C"/>
    <w:rsid w:val="008E3D5E"/>
    <w:rsid w:val="008E3D89"/>
    <w:rsid w:val="008E4003"/>
    <w:rsid w:val="008E40B8"/>
    <w:rsid w:val="008E4167"/>
    <w:rsid w:val="008E42CD"/>
    <w:rsid w:val="008E43A2"/>
    <w:rsid w:val="008E4B45"/>
    <w:rsid w:val="008E4D97"/>
    <w:rsid w:val="008E4F9A"/>
    <w:rsid w:val="008E4FD7"/>
    <w:rsid w:val="008E52D3"/>
    <w:rsid w:val="008E53C4"/>
    <w:rsid w:val="008E57B2"/>
    <w:rsid w:val="008E5A6F"/>
    <w:rsid w:val="008E5D41"/>
    <w:rsid w:val="008E5E16"/>
    <w:rsid w:val="008E6021"/>
    <w:rsid w:val="008E6434"/>
    <w:rsid w:val="008E643A"/>
    <w:rsid w:val="008E6459"/>
    <w:rsid w:val="008E6B1C"/>
    <w:rsid w:val="008E6FE4"/>
    <w:rsid w:val="008E7004"/>
    <w:rsid w:val="008E71FF"/>
    <w:rsid w:val="008E7F38"/>
    <w:rsid w:val="008F0530"/>
    <w:rsid w:val="008F074C"/>
    <w:rsid w:val="008F077C"/>
    <w:rsid w:val="008F0B32"/>
    <w:rsid w:val="008F0E59"/>
    <w:rsid w:val="008F12A4"/>
    <w:rsid w:val="008F13BA"/>
    <w:rsid w:val="008F1569"/>
    <w:rsid w:val="008F1749"/>
    <w:rsid w:val="008F1B66"/>
    <w:rsid w:val="008F1DED"/>
    <w:rsid w:val="008F1EF5"/>
    <w:rsid w:val="008F1FE8"/>
    <w:rsid w:val="008F24F8"/>
    <w:rsid w:val="008F2702"/>
    <w:rsid w:val="008F2CA7"/>
    <w:rsid w:val="008F2D2E"/>
    <w:rsid w:val="008F3044"/>
    <w:rsid w:val="008F337D"/>
    <w:rsid w:val="008F356E"/>
    <w:rsid w:val="008F3746"/>
    <w:rsid w:val="008F38A9"/>
    <w:rsid w:val="008F3AA6"/>
    <w:rsid w:val="008F3C22"/>
    <w:rsid w:val="008F3E3E"/>
    <w:rsid w:val="008F40F7"/>
    <w:rsid w:val="008F427A"/>
    <w:rsid w:val="008F4C3A"/>
    <w:rsid w:val="008F4C50"/>
    <w:rsid w:val="008F523C"/>
    <w:rsid w:val="008F5286"/>
    <w:rsid w:val="008F5CE6"/>
    <w:rsid w:val="008F60F0"/>
    <w:rsid w:val="008F707D"/>
    <w:rsid w:val="008F70D4"/>
    <w:rsid w:val="008F7E14"/>
    <w:rsid w:val="008F7F49"/>
    <w:rsid w:val="008F7F82"/>
    <w:rsid w:val="00900093"/>
    <w:rsid w:val="009000D7"/>
    <w:rsid w:val="0090011D"/>
    <w:rsid w:val="009001E9"/>
    <w:rsid w:val="0090026A"/>
    <w:rsid w:val="0090028B"/>
    <w:rsid w:val="00900672"/>
    <w:rsid w:val="00900BB9"/>
    <w:rsid w:val="00900CA9"/>
    <w:rsid w:val="00900CB6"/>
    <w:rsid w:val="0090125F"/>
    <w:rsid w:val="0090144B"/>
    <w:rsid w:val="00901E85"/>
    <w:rsid w:val="009026A2"/>
    <w:rsid w:val="0090276F"/>
    <w:rsid w:val="009029C4"/>
    <w:rsid w:val="009029C9"/>
    <w:rsid w:val="00902A32"/>
    <w:rsid w:val="00902F73"/>
    <w:rsid w:val="009037B1"/>
    <w:rsid w:val="00903934"/>
    <w:rsid w:val="009039FE"/>
    <w:rsid w:val="009041DA"/>
    <w:rsid w:val="0090484D"/>
    <w:rsid w:val="0090559D"/>
    <w:rsid w:val="00905FBD"/>
    <w:rsid w:val="009062E9"/>
    <w:rsid w:val="009063D6"/>
    <w:rsid w:val="009065DC"/>
    <w:rsid w:val="009067F1"/>
    <w:rsid w:val="00906B21"/>
    <w:rsid w:val="00906C7E"/>
    <w:rsid w:val="00906FD0"/>
    <w:rsid w:val="00907177"/>
    <w:rsid w:val="0090775C"/>
    <w:rsid w:val="009102A2"/>
    <w:rsid w:val="0091042D"/>
    <w:rsid w:val="00910785"/>
    <w:rsid w:val="009108B0"/>
    <w:rsid w:val="00911CB0"/>
    <w:rsid w:val="00911E6A"/>
    <w:rsid w:val="00912E24"/>
    <w:rsid w:val="00913238"/>
    <w:rsid w:val="00913BE7"/>
    <w:rsid w:val="009142E6"/>
    <w:rsid w:val="009143EC"/>
    <w:rsid w:val="0091440E"/>
    <w:rsid w:val="00914631"/>
    <w:rsid w:val="009146D3"/>
    <w:rsid w:val="0091475F"/>
    <w:rsid w:val="00914EE3"/>
    <w:rsid w:val="00914EF0"/>
    <w:rsid w:val="00915124"/>
    <w:rsid w:val="009155DC"/>
    <w:rsid w:val="00915722"/>
    <w:rsid w:val="00915F33"/>
    <w:rsid w:val="00916170"/>
    <w:rsid w:val="00916865"/>
    <w:rsid w:val="009168F8"/>
    <w:rsid w:val="009172C6"/>
    <w:rsid w:val="00917C7F"/>
    <w:rsid w:val="00917D8A"/>
    <w:rsid w:val="0092047A"/>
    <w:rsid w:val="009204AE"/>
    <w:rsid w:val="009206E6"/>
    <w:rsid w:val="009207E6"/>
    <w:rsid w:val="00920A2B"/>
    <w:rsid w:val="00920E72"/>
    <w:rsid w:val="00920F48"/>
    <w:rsid w:val="00920F7C"/>
    <w:rsid w:val="00921437"/>
    <w:rsid w:val="00921654"/>
    <w:rsid w:val="0092175E"/>
    <w:rsid w:val="009218E2"/>
    <w:rsid w:val="00921A82"/>
    <w:rsid w:val="00921EA9"/>
    <w:rsid w:val="00921F97"/>
    <w:rsid w:val="00922193"/>
    <w:rsid w:val="009224C9"/>
    <w:rsid w:val="009224F2"/>
    <w:rsid w:val="00922634"/>
    <w:rsid w:val="00922638"/>
    <w:rsid w:val="00922721"/>
    <w:rsid w:val="00922800"/>
    <w:rsid w:val="009229D8"/>
    <w:rsid w:val="00922D4A"/>
    <w:rsid w:val="00922F63"/>
    <w:rsid w:val="0092388B"/>
    <w:rsid w:val="00923B21"/>
    <w:rsid w:val="00923B7E"/>
    <w:rsid w:val="00923E5F"/>
    <w:rsid w:val="0092403F"/>
    <w:rsid w:val="00924885"/>
    <w:rsid w:val="00924D32"/>
    <w:rsid w:val="0092522F"/>
    <w:rsid w:val="0092592F"/>
    <w:rsid w:val="00925940"/>
    <w:rsid w:val="00925A01"/>
    <w:rsid w:val="00925A6E"/>
    <w:rsid w:val="00925A83"/>
    <w:rsid w:val="00925B33"/>
    <w:rsid w:val="00925BB4"/>
    <w:rsid w:val="00925C50"/>
    <w:rsid w:val="0092601B"/>
    <w:rsid w:val="009263DA"/>
    <w:rsid w:val="009264C0"/>
    <w:rsid w:val="00926870"/>
    <w:rsid w:val="009275B0"/>
    <w:rsid w:val="009277EC"/>
    <w:rsid w:val="00927C88"/>
    <w:rsid w:val="00930047"/>
    <w:rsid w:val="00930A0D"/>
    <w:rsid w:val="00930D1B"/>
    <w:rsid w:val="00931526"/>
    <w:rsid w:val="00931AD3"/>
    <w:rsid w:val="00932036"/>
    <w:rsid w:val="009326C3"/>
    <w:rsid w:val="00932A3A"/>
    <w:rsid w:val="00932A59"/>
    <w:rsid w:val="00932CEA"/>
    <w:rsid w:val="0093362F"/>
    <w:rsid w:val="00933E46"/>
    <w:rsid w:val="00933F45"/>
    <w:rsid w:val="0093408D"/>
    <w:rsid w:val="009344E0"/>
    <w:rsid w:val="00934A0B"/>
    <w:rsid w:val="00934C23"/>
    <w:rsid w:val="00935165"/>
    <w:rsid w:val="009351C7"/>
    <w:rsid w:val="00935362"/>
    <w:rsid w:val="009355E7"/>
    <w:rsid w:val="00935737"/>
    <w:rsid w:val="009358B6"/>
    <w:rsid w:val="009358D7"/>
    <w:rsid w:val="00935E9B"/>
    <w:rsid w:val="0093649E"/>
    <w:rsid w:val="00936B63"/>
    <w:rsid w:val="00936F33"/>
    <w:rsid w:val="00937411"/>
    <w:rsid w:val="009409A1"/>
    <w:rsid w:val="00940B1C"/>
    <w:rsid w:val="00940E8A"/>
    <w:rsid w:val="009415F8"/>
    <w:rsid w:val="00941EC5"/>
    <w:rsid w:val="0094274F"/>
    <w:rsid w:val="009427D8"/>
    <w:rsid w:val="00942917"/>
    <w:rsid w:val="00942C78"/>
    <w:rsid w:val="00942E09"/>
    <w:rsid w:val="0094391D"/>
    <w:rsid w:val="00943AE7"/>
    <w:rsid w:val="00943B06"/>
    <w:rsid w:val="00943B52"/>
    <w:rsid w:val="00943C46"/>
    <w:rsid w:val="00943C92"/>
    <w:rsid w:val="009440D1"/>
    <w:rsid w:val="0094441F"/>
    <w:rsid w:val="009446CA"/>
    <w:rsid w:val="009446E1"/>
    <w:rsid w:val="00944A39"/>
    <w:rsid w:val="00945641"/>
    <w:rsid w:val="00945DE5"/>
    <w:rsid w:val="00945E03"/>
    <w:rsid w:val="00945EF9"/>
    <w:rsid w:val="009460CE"/>
    <w:rsid w:val="00946C56"/>
    <w:rsid w:val="00950495"/>
    <w:rsid w:val="0095088D"/>
    <w:rsid w:val="00950E71"/>
    <w:rsid w:val="00950EE0"/>
    <w:rsid w:val="00950F7D"/>
    <w:rsid w:val="00951AB3"/>
    <w:rsid w:val="00951AB6"/>
    <w:rsid w:val="00951E1D"/>
    <w:rsid w:val="009520D3"/>
    <w:rsid w:val="009520E1"/>
    <w:rsid w:val="00952A61"/>
    <w:rsid w:val="00952D71"/>
    <w:rsid w:val="00953216"/>
    <w:rsid w:val="00953927"/>
    <w:rsid w:val="00953D43"/>
    <w:rsid w:val="009547E9"/>
    <w:rsid w:val="00954F06"/>
    <w:rsid w:val="0095511F"/>
    <w:rsid w:val="009552EB"/>
    <w:rsid w:val="009552F0"/>
    <w:rsid w:val="0095554F"/>
    <w:rsid w:val="0095557E"/>
    <w:rsid w:val="00955714"/>
    <w:rsid w:val="009557A4"/>
    <w:rsid w:val="00955805"/>
    <w:rsid w:val="00955816"/>
    <w:rsid w:val="00955F77"/>
    <w:rsid w:val="00956110"/>
    <w:rsid w:val="00956354"/>
    <w:rsid w:val="00956596"/>
    <w:rsid w:val="00956D42"/>
    <w:rsid w:val="00956D5B"/>
    <w:rsid w:val="0095737F"/>
    <w:rsid w:val="009576B4"/>
    <w:rsid w:val="00957824"/>
    <w:rsid w:val="009578A0"/>
    <w:rsid w:val="00957D04"/>
    <w:rsid w:val="00960092"/>
    <w:rsid w:val="009609FE"/>
    <w:rsid w:val="00960ABA"/>
    <w:rsid w:val="00960D27"/>
    <w:rsid w:val="00960E4C"/>
    <w:rsid w:val="009611B5"/>
    <w:rsid w:val="00961344"/>
    <w:rsid w:val="009614F8"/>
    <w:rsid w:val="0096168D"/>
    <w:rsid w:val="009618AB"/>
    <w:rsid w:val="00961934"/>
    <w:rsid w:val="00961AEC"/>
    <w:rsid w:val="0096248F"/>
    <w:rsid w:val="00963631"/>
    <w:rsid w:val="00963818"/>
    <w:rsid w:val="00963865"/>
    <w:rsid w:val="00963A9E"/>
    <w:rsid w:val="00963E21"/>
    <w:rsid w:val="0096406A"/>
    <w:rsid w:val="00964082"/>
    <w:rsid w:val="0096432B"/>
    <w:rsid w:val="00964BEE"/>
    <w:rsid w:val="00964D80"/>
    <w:rsid w:val="00965067"/>
    <w:rsid w:val="009651F3"/>
    <w:rsid w:val="0096538E"/>
    <w:rsid w:val="009653BA"/>
    <w:rsid w:val="009657B4"/>
    <w:rsid w:val="00965D65"/>
    <w:rsid w:val="00965DC6"/>
    <w:rsid w:val="00966314"/>
    <w:rsid w:val="00966DCE"/>
    <w:rsid w:val="00967177"/>
    <w:rsid w:val="0096748D"/>
    <w:rsid w:val="00967625"/>
    <w:rsid w:val="00967681"/>
    <w:rsid w:val="00967AC7"/>
    <w:rsid w:val="00967CC2"/>
    <w:rsid w:val="00967FDA"/>
    <w:rsid w:val="0097006A"/>
    <w:rsid w:val="009705EB"/>
    <w:rsid w:val="00970CFA"/>
    <w:rsid w:val="009711EB"/>
    <w:rsid w:val="00971311"/>
    <w:rsid w:val="0097198B"/>
    <w:rsid w:val="0097228B"/>
    <w:rsid w:val="009722DC"/>
    <w:rsid w:val="00972AC2"/>
    <w:rsid w:val="00972F6F"/>
    <w:rsid w:val="00973236"/>
    <w:rsid w:val="00973239"/>
    <w:rsid w:val="00973663"/>
    <w:rsid w:val="00973754"/>
    <w:rsid w:val="009739D8"/>
    <w:rsid w:val="00973E7C"/>
    <w:rsid w:val="00973F0F"/>
    <w:rsid w:val="009740C4"/>
    <w:rsid w:val="00974329"/>
    <w:rsid w:val="00974893"/>
    <w:rsid w:val="00974E65"/>
    <w:rsid w:val="0097541F"/>
    <w:rsid w:val="00975592"/>
    <w:rsid w:val="009758D6"/>
    <w:rsid w:val="00975C4D"/>
    <w:rsid w:val="00975C67"/>
    <w:rsid w:val="009766BE"/>
    <w:rsid w:val="00976854"/>
    <w:rsid w:val="00976C32"/>
    <w:rsid w:val="009773B2"/>
    <w:rsid w:val="0097761E"/>
    <w:rsid w:val="0097768F"/>
    <w:rsid w:val="00977A2F"/>
    <w:rsid w:val="00980095"/>
    <w:rsid w:val="0098036A"/>
    <w:rsid w:val="00980440"/>
    <w:rsid w:val="00980507"/>
    <w:rsid w:val="009805EE"/>
    <w:rsid w:val="0098071F"/>
    <w:rsid w:val="009808D9"/>
    <w:rsid w:val="00980C62"/>
    <w:rsid w:val="0098129E"/>
    <w:rsid w:val="00981B7C"/>
    <w:rsid w:val="00981CD7"/>
    <w:rsid w:val="00982071"/>
    <w:rsid w:val="009822F3"/>
    <w:rsid w:val="00982321"/>
    <w:rsid w:val="00982AD2"/>
    <w:rsid w:val="00982C59"/>
    <w:rsid w:val="00982C95"/>
    <w:rsid w:val="009830C2"/>
    <w:rsid w:val="0098319F"/>
    <w:rsid w:val="009831CC"/>
    <w:rsid w:val="009834E3"/>
    <w:rsid w:val="00983820"/>
    <w:rsid w:val="009840B7"/>
    <w:rsid w:val="00984311"/>
    <w:rsid w:val="009848C9"/>
    <w:rsid w:val="00984975"/>
    <w:rsid w:val="009849E9"/>
    <w:rsid w:val="00984ADC"/>
    <w:rsid w:val="00985249"/>
    <w:rsid w:val="00985458"/>
    <w:rsid w:val="009857F5"/>
    <w:rsid w:val="00985C7D"/>
    <w:rsid w:val="00985CD2"/>
    <w:rsid w:val="0098654A"/>
    <w:rsid w:val="00986D7B"/>
    <w:rsid w:val="0098793E"/>
    <w:rsid w:val="00990801"/>
    <w:rsid w:val="00990B52"/>
    <w:rsid w:val="00990F15"/>
    <w:rsid w:val="00990F52"/>
    <w:rsid w:val="009910C0"/>
    <w:rsid w:val="009916B5"/>
    <w:rsid w:val="009919A8"/>
    <w:rsid w:val="009919C4"/>
    <w:rsid w:val="00991B21"/>
    <w:rsid w:val="00991FB7"/>
    <w:rsid w:val="00992032"/>
    <w:rsid w:val="009932EA"/>
    <w:rsid w:val="0099377B"/>
    <w:rsid w:val="00993963"/>
    <w:rsid w:val="00993F96"/>
    <w:rsid w:val="0099435F"/>
    <w:rsid w:val="00994F18"/>
    <w:rsid w:val="009951C1"/>
    <w:rsid w:val="0099535F"/>
    <w:rsid w:val="00995BB9"/>
    <w:rsid w:val="00995F36"/>
    <w:rsid w:val="009968F2"/>
    <w:rsid w:val="00996B5B"/>
    <w:rsid w:val="009970DC"/>
    <w:rsid w:val="00997163"/>
    <w:rsid w:val="00997612"/>
    <w:rsid w:val="00997630"/>
    <w:rsid w:val="00997928"/>
    <w:rsid w:val="0099793C"/>
    <w:rsid w:val="009A0BAC"/>
    <w:rsid w:val="009A143B"/>
    <w:rsid w:val="009A20F8"/>
    <w:rsid w:val="009A22F3"/>
    <w:rsid w:val="009A2718"/>
    <w:rsid w:val="009A2B83"/>
    <w:rsid w:val="009A2BE2"/>
    <w:rsid w:val="009A39C9"/>
    <w:rsid w:val="009A3A83"/>
    <w:rsid w:val="009A3B50"/>
    <w:rsid w:val="009A3E20"/>
    <w:rsid w:val="009A3E87"/>
    <w:rsid w:val="009A5010"/>
    <w:rsid w:val="009A50FF"/>
    <w:rsid w:val="009A66AE"/>
    <w:rsid w:val="009A6917"/>
    <w:rsid w:val="009A696F"/>
    <w:rsid w:val="009A703D"/>
    <w:rsid w:val="009A7377"/>
    <w:rsid w:val="009A76E3"/>
    <w:rsid w:val="009A7872"/>
    <w:rsid w:val="009A7DFD"/>
    <w:rsid w:val="009B00B6"/>
    <w:rsid w:val="009B056C"/>
    <w:rsid w:val="009B0590"/>
    <w:rsid w:val="009B05BB"/>
    <w:rsid w:val="009B09AE"/>
    <w:rsid w:val="009B0D8C"/>
    <w:rsid w:val="009B0F95"/>
    <w:rsid w:val="009B0FB8"/>
    <w:rsid w:val="009B14A3"/>
    <w:rsid w:val="009B14A7"/>
    <w:rsid w:val="009B16A0"/>
    <w:rsid w:val="009B1AA5"/>
    <w:rsid w:val="009B1D4A"/>
    <w:rsid w:val="009B1E07"/>
    <w:rsid w:val="009B1E71"/>
    <w:rsid w:val="009B2162"/>
    <w:rsid w:val="009B24BE"/>
    <w:rsid w:val="009B2B23"/>
    <w:rsid w:val="009B2D75"/>
    <w:rsid w:val="009B3042"/>
    <w:rsid w:val="009B34B5"/>
    <w:rsid w:val="009B363F"/>
    <w:rsid w:val="009B3CA9"/>
    <w:rsid w:val="009B3DED"/>
    <w:rsid w:val="009B429E"/>
    <w:rsid w:val="009B48DC"/>
    <w:rsid w:val="009B4AA6"/>
    <w:rsid w:val="009B4DD5"/>
    <w:rsid w:val="009B53A1"/>
    <w:rsid w:val="009B5731"/>
    <w:rsid w:val="009B58A4"/>
    <w:rsid w:val="009B5D40"/>
    <w:rsid w:val="009B5DCE"/>
    <w:rsid w:val="009B5E2A"/>
    <w:rsid w:val="009B64E7"/>
    <w:rsid w:val="009B7070"/>
    <w:rsid w:val="009B7693"/>
    <w:rsid w:val="009B7868"/>
    <w:rsid w:val="009B79B4"/>
    <w:rsid w:val="009B7CB4"/>
    <w:rsid w:val="009C042A"/>
    <w:rsid w:val="009C0520"/>
    <w:rsid w:val="009C059C"/>
    <w:rsid w:val="009C06D8"/>
    <w:rsid w:val="009C0B0B"/>
    <w:rsid w:val="009C16F4"/>
    <w:rsid w:val="009C1814"/>
    <w:rsid w:val="009C1988"/>
    <w:rsid w:val="009C1A25"/>
    <w:rsid w:val="009C1FD4"/>
    <w:rsid w:val="009C210F"/>
    <w:rsid w:val="009C2238"/>
    <w:rsid w:val="009C2AFD"/>
    <w:rsid w:val="009C2DAB"/>
    <w:rsid w:val="009C2F2A"/>
    <w:rsid w:val="009C3505"/>
    <w:rsid w:val="009C364C"/>
    <w:rsid w:val="009C3A63"/>
    <w:rsid w:val="009C3C8F"/>
    <w:rsid w:val="009C3D38"/>
    <w:rsid w:val="009C43AB"/>
    <w:rsid w:val="009C4875"/>
    <w:rsid w:val="009C4F93"/>
    <w:rsid w:val="009C50BA"/>
    <w:rsid w:val="009C5527"/>
    <w:rsid w:val="009C5947"/>
    <w:rsid w:val="009C594F"/>
    <w:rsid w:val="009C59A7"/>
    <w:rsid w:val="009C5A25"/>
    <w:rsid w:val="009C60D4"/>
    <w:rsid w:val="009C6305"/>
    <w:rsid w:val="009C6580"/>
    <w:rsid w:val="009C69F8"/>
    <w:rsid w:val="009C6D1D"/>
    <w:rsid w:val="009C71E3"/>
    <w:rsid w:val="009C74DE"/>
    <w:rsid w:val="009C7575"/>
    <w:rsid w:val="009D0A03"/>
    <w:rsid w:val="009D0B90"/>
    <w:rsid w:val="009D0E02"/>
    <w:rsid w:val="009D1614"/>
    <w:rsid w:val="009D1643"/>
    <w:rsid w:val="009D16D7"/>
    <w:rsid w:val="009D179D"/>
    <w:rsid w:val="009D18CB"/>
    <w:rsid w:val="009D22D8"/>
    <w:rsid w:val="009D2791"/>
    <w:rsid w:val="009D2B6C"/>
    <w:rsid w:val="009D2E4E"/>
    <w:rsid w:val="009D2ED1"/>
    <w:rsid w:val="009D2F31"/>
    <w:rsid w:val="009D3877"/>
    <w:rsid w:val="009D4063"/>
    <w:rsid w:val="009D456C"/>
    <w:rsid w:val="009D4906"/>
    <w:rsid w:val="009D4C11"/>
    <w:rsid w:val="009D5468"/>
    <w:rsid w:val="009D567D"/>
    <w:rsid w:val="009D56AA"/>
    <w:rsid w:val="009D5893"/>
    <w:rsid w:val="009D596C"/>
    <w:rsid w:val="009D65EF"/>
    <w:rsid w:val="009D6748"/>
    <w:rsid w:val="009D6947"/>
    <w:rsid w:val="009D6C64"/>
    <w:rsid w:val="009D6DC3"/>
    <w:rsid w:val="009D76DD"/>
    <w:rsid w:val="009D7B4D"/>
    <w:rsid w:val="009D7C94"/>
    <w:rsid w:val="009D7E4F"/>
    <w:rsid w:val="009E005B"/>
    <w:rsid w:val="009E0362"/>
    <w:rsid w:val="009E079B"/>
    <w:rsid w:val="009E0C83"/>
    <w:rsid w:val="009E1508"/>
    <w:rsid w:val="009E167C"/>
    <w:rsid w:val="009E18C2"/>
    <w:rsid w:val="009E18D0"/>
    <w:rsid w:val="009E195C"/>
    <w:rsid w:val="009E242A"/>
    <w:rsid w:val="009E26AE"/>
    <w:rsid w:val="009E272A"/>
    <w:rsid w:val="009E297C"/>
    <w:rsid w:val="009E2B79"/>
    <w:rsid w:val="009E31BF"/>
    <w:rsid w:val="009E355B"/>
    <w:rsid w:val="009E37F4"/>
    <w:rsid w:val="009E38AC"/>
    <w:rsid w:val="009E39E2"/>
    <w:rsid w:val="009E3A21"/>
    <w:rsid w:val="009E3C93"/>
    <w:rsid w:val="009E3E13"/>
    <w:rsid w:val="009E3F8B"/>
    <w:rsid w:val="009E4116"/>
    <w:rsid w:val="009E4143"/>
    <w:rsid w:val="009E41D1"/>
    <w:rsid w:val="009E42FB"/>
    <w:rsid w:val="009E4778"/>
    <w:rsid w:val="009E4936"/>
    <w:rsid w:val="009E4950"/>
    <w:rsid w:val="009E49CC"/>
    <w:rsid w:val="009E4A32"/>
    <w:rsid w:val="009E4B6E"/>
    <w:rsid w:val="009E4D35"/>
    <w:rsid w:val="009E523C"/>
    <w:rsid w:val="009E532D"/>
    <w:rsid w:val="009E55FA"/>
    <w:rsid w:val="009E5856"/>
    <w:rsid w:val="009E5CBF"/>
    <w:rsid w:val="009E5D55"/>
    <w:rsid w:val="009E6067"/>
    <w:rsid w:val="009E6411"/>
    <w:rsid w:val="009E6905"/>
    <w:rsid w:val="009E6A8F"/>
    <w:rsid w:val="009E6CC7"/>
    <w:rsid w:val="009E6D71"/>
    <w:rsid w:val="009E6E03"/>
    <w:rsid w:val="009E6E9C"/>
    <w:rsid w:val="009E754D"/>
    <w:rsid w:val="009E7BC5"/>
    <w:rsid w:val="009E7FCD"/>
    <w:rsid w:val="009F0136"/>
    <w:rsid w:val="009F07C4"/>
    <w:rsid w:val="009F087C"/>
    <w:rsid w:val="009F09FC"/>
    <w:rsid w:val="009F107E"/>
    <w:rsid w:val="009F17E7"/>
    <w:rsid w:val="009F1E5D"/>
    <w:rsid w:val="009F258C"/>
    <w:rsid w:val="009F2BC9"/>
    <w:rsid w:val="009F2D9B"/>
    <w:rsid w:val="009F2EE3"/>
    <w:rsid w:val="009F3294"/>
    <w:rsid w:val="009F35C0"/>
    <w:rsid w:val="009F369E"/>
    <w:rsid w:val="009F3AE4"/>
    <w:rsid w:val="009F433C"/>
    <w:rsid w:val="009F4676"/>
    <w:rsid w:val="009F47C3"/>
    <w:rsid w:val="009F4A9B"/>
    <w:rsid w:val="009F5400"/>
    <w:rsid w:val="009F5474"/>
    <w:rsid w:val="009F56E0"/>
    <w:rsid w:val="009F5D84"/>
    <w:rsid w:val="009F5F55"/>
    <w:rsid w:val="009F623F"/>
    <w:rsid w:val="009F6561"/>
    <w:rsid w:val="009F7050"/>
    <w:rsid w:val="009F71F1"/>
    <w:rsid w:val="009F7354"/>
    <w:rsid w:val="009F7610"/>
    <w:rsid w:val="009F7832"/>
    <w:rsid w:val="009F7D69"/>
    <w:rsid w:val="009F7F5A"/>
    <w:rsid w:val="00A00083"/>
    <w:rsid w:val="00A00249"/>
    <w:rsid w:val="00A003FA"/>
    <w:rsid w:val="00A00A68"/>
    <w:rsid w:val="00A00B3D"/>
    <w:rsid w:val="00A0135F"/>
    <w:rsid w:val="00A01B7B"/>
    <w:rsid w:val="00A01EC1"/>
    <w:rsid w:val="00A024A6"/>
    <w:rsid w:val="00A02850"/>
    <w:rsid w:val="00A03001"/>
    <w:rsid w:val="00A03336"/>
    <w:rsid w:val="00A03674"/>
    <w:rsid w:val="00A03DB9"/>
    <w:rsid w:val="00A046DA"/>
    <w:rsid w:val="00A04718"/>
    <w:rsid w:val="00A04890"/>
    <w:rsid w:val="00A0516C"/>
    <w:rsid w:val="00A05B65"/>
    <w:rsid w:val="00A05D5C"/>
    <w:rsid w:val="00A05E1B"/>
    <w:rsid w:val="00A05FC7"/>
    <w:rsid w:val="00A07ADF"/>
    <w:rsid w:val="00A10E1C"/>
    <w:rsid w:val="00A111C5"/>
    <w:rsid w:val="00A11292"/>
    <w:rsid w:val="00A11426"/>
    <w:rsid w:val="00A115F2"/>
    <w:rsid w:val="00A11AD0"/>
    <w:rsid w:val="00A11D90"/>
    <w:rsid w:val="00A11F5F"/>
    <w:rsid w:val="00A12273"/>
    <w:rsid w:val="00A1260E"/>
    <w:rsid w:val="00A12EA3"/>
    <w:rsid w:val="00A13256"/>
    <w:rsid w:val="00A13263"/>
    <w:rsid w:val="00A13486"/>
    <w:rsid w:val="00A13743"/>
    <w:rsid w:val="00A13930"/>
    <w:rsid w:val="00A13C60"/>
    <w:rsid w:val="00A13C98"/>
    <w:rsid w:val="00A1416B"/>
    <w:rsid w:val="00A14242"/>
    <w:rsid w:val="00A144BE"/>
    <w:rsid w:val="00A14671"/>
    <w:rsid w:val="00A14917"/>
    <w:rsid w:val="00A14DD5"/>
    <w:rsid w:val="00A15626"/>
    <w:rsid w:val="00A15678"/>
    <w:rsid w:val="00A15AF4"/>
    <w:rsid w:val="00A15E42"/>
    <w:rsid w:val="00A16541"/>
    <w:rsid w:val="00A169D1"/>
    <w:rsid w:val="00A174F6"/>
    <w:rsid w:val="00A2021E"/>
    <w:rsid w:val="00A2092D"/>
    <w:rsid w:val="00A2130F"/>
    <w:rsid w:val="00A213FB"/>
    <w:rsid w:val="00A21524"/>
    <w:rsid w:val="00A219A7"/>
    <w:rsid w:val="00A21C6E"/>
    <w:rsid w:val="00A21ECE"/>
    <w:rsid w:val="00A21F0D"/>
    <w:rsid w:val="00A21F15"/>
    <w:rsid w:val="00A222F0"/>
    <w:rsid w:val="00A2236F"/>
    <w:rsid w:val="00A22960"/>
    <w:rsid w:val="00A22E8C"/>
    <w:rsid w:val="00A23C50"/>
    <w:rsid w:val="00A241DA"/>
    <w:rsid w:val="00A24413"/>
    <w:rsid w:val="00A24652"/>
    <w:rsid w:val="00A24859"/>
    <w:rsid w:val="00A24AE6"/>
    <w:rsid w:val="00A24B84"/>
    <w:rsid w:val="00A24BC9"/>
    <w:rsid w:val="00A2507C"/>
    <w:rsid w:val="00A252D6"/>
    <w:rsid w:val="00A25543"/>
    <w:rsid w:val="00A2558A"/>
    <w:rsid w:val="00A2564A"/>
    <w:rsid w:val="00A25986"/>
    <w:rsid w:val="00A26246"/>
    <w:rsid w:val="00A263EB"/>
    <w:rsid w:val="00A2672A"/>
    <w:rsid w:val="00A26946"/>
    <w:rsid w:val="00A26D60"/>
    <w:rsid w:val="00A2723D"/>
    <w:rsid w:val="00A2737E"/>
    <w:rsid w:val="00A27519"/>
    <w:rsid w:val="00A2792C"/>
    <w:rsid w:val="00A27AE1"/>
    <w:rsid w:val="00A307F5"/>
    <w:rsid w:val="00A30C4E"/>
    <w:rsid w:val="00A312D9"/>
    <w:rsid w:val="00A31434"/>
    <w:rsid w:val="00A3196F"/>
    <w:rsid w:val="00A31D28"/>
    <w:rsid w:val="00A3213C"/>
    <w:rsid w:val="00A324A4"/>
    <w:rsid w:val="00A32631"/>
    <w:rsid w:val="00A3276F"/>
    <w:rsid w:val="00A32DA4"/>
    <w:rsid w:val="00A32FD6"/>
    <w:rsid w:val="00A332FC"/>
    <w:rsid w:val="00A33371"/>
    <w:rsid w:val="00A33721"/>
    <w:rsid w:val="00A33750"/>
    <w:rsid w:val="00A346CB"/>
    <w:rsid w:val="00A349F7"/>
    <w:rsid w:val="00A34E94"/>
    <w:rsid w:val="00A353A3"/>
    <w:rsid w:val="00A353C9"/>
    <w:rsid w:val="00A359F6"/>
    <w:rsid w:val="00A36164"/>
    <w:rsid w:val="00A36295"/>
    <w:rsid w:val="00A365F8"/>
    <w:rsid w:val="00A36D0F"/>
    <w:rsid w:val="00A36F78"/>
    <w:rsid w:val="00A372FF"/>
    <w:rsid w:val="00A37684"/>
    <w:rsid w:val="00A37A1E"/>
    <w:rsid w:val="00A37F9D"/>
    <w:rsid w:val="00A40550"/>
    <w:rsid w:val="00A4083A"/>
    <w:rsid w:val="00A40A0A"/>
    <w:rsid w:val="00A40EEE"/>
    <w:rsid w:val="00A41F23"/>
    <w:rsid w:val="00A41F7F"/>
    <w:rsid w:val="00A423B1"/>
    <w:rsid w:val="00A423FC"/>
    <w:rsid w:val="00A42513"/>
    <w:rsid w:val="00A42A2F"/>
    <w:rsid w:val="00A42B62"/>
    <w:rsid w:val="00A42CA9"/>
    <w:rsid w:val="00A430C6"/>
    <w:rsid w:val="00A4343F"/>
    <w:rsid w:val="00A439EF"/>
    <w:rsid w:val="00A43C3C"/>
    <w:rsid w:val="00A43CC7"/>
    <w:rsid w:val="00A44260"/>
    <w:rsid w:val="00A44482"/>
    <w:rsid w:val="00A44657"/>
    <w:rsid w:val="00A44FB8"/>
    <w:rsid w:val="00A44FCD"/>
    <w:rsid w:val="00A44FE4"/>
    <w:rsid w:val="00A45ECD"/>
    <w:rsid w:val="00A46656"/>
    <w:rsid w:val="00A467E3"/>
    <w:rsid w:val="00A46C0F"/>
    <w:rsid w:val="00A46E43"/>
    <w:rsid w:val="00A4717E"/>
    <w:rsid w:val="00A47660"/>
    <w:rsid w:val="00A4792E"/>
    <w:rsid w:val="00A47B00"/>
    <w:rsid w:val="00A47B46"/>
    <w:rsid w:val="00A47DBB"/>
    <w:rsid w:val="00A50941"/>
    <w:rsid w:val="00A509B5"/>
    <w:rsid w:val="00A50A62"/>
    <w:rsid w:val="00A50FB3"/>
    <w:rsid w:val="00A5152C"/>
    <w:rsid w:val="00A515F2"/>
    <w:rsid w:val="00A51AFE"/>
    <w:rsid w:val="00A51CC5"/>
    <w:rsid w:val="00A51F9A"/>
    <w:rsid w:val="00A523EE"/>
    <w:rsid w:val="00A525A8"/>
    <w:rsid w:val="00A527F5"/>
    <w:rsid w:val="00A52813"/>
    <w:rsid w:val="00A5285E"/>
    <w:rsid w:val="00A528DF"/>
    <w:rsid w:val="00A52C88"/>
    <w:rsid w:val="00A53197"/>
    <w:rsid w:val="00A533CF"/>
    <w:rsid w:val="00A5344B"/>
    <w:rsid w:val="00A5344D"/>
    <w:rsid w:val="00A53C53"/>
    <w:rsid w:val="00A5414D"/>
    <w:rsid w:val="00A54499"/>
    <w:rsid w:val="00A54A12"/>
    <w:rsid w:val="00A54CBC"/>
    <w:rsid w:val="00A54DD0"/>
    <w:rsid w:val="00A551A0"/>
    <w:rsid w:val="00A55A77"/>
    <w:rsid w:val="00A55C04"/>
    <w:rsid w:val="00A55FB8"/>
    <w:rsid w:val="00A56099"/>
    <w:rsid w:val="00A5631E"/>
    <w:rsid w:val="00A56352"/>
    <w:rsid w:val="00A5642E"/>
    <w:rsid w:val="00A56FDA"/>
    <w:rsid w:val="00A5708E"/>
    <w:rsid w:val="00A57132"/>
    <w:rsid w:val="00A572BE"/>
    <w:rsid w:val="00A5754C"/>
    <w:rsid w:val="00A5760C"/>
    <w:rsid w:val="00A57A41"/>
    <w:rsid w:val="00A57DA8"/>
    <w:rsid w:val="00A57E77"/>
    <w:rsid w:val="00A57F3D"/>
    <w:rsid w:val="00A57F8B"/>
    <w:rsid w:val="00A6040F"/>
    <w:rsid w:val="00A6073A"/>
    <w:rsid w:val="00A608C1"/>
    <w:rsid w:val="00A609A5"/>
    <w:rsid w:val="00A60D23"/>
    <w:rsid w:val="00A618CD"/>
    <w:rsid w:val="00A61A46"/>
    <w:rsid w:val="00A61CA1"/>
    <w:rsid w:val="00A62526"/>
    <w:rsid w:val="00A62BDE"/>
    <w:rsid w:val="00A63107"/>
    <w:rsid w:val="00A63416"/>
    <w:rsid w:val="00A64475"/>
    <w:rsid w:val="00A644BD"/>
    <w:rsid w:val="00A64615"/>
    <w:rsid w:val="00A6481F"/>
    <w:rsid w:val="00A64A79"/>
    <w:rsid w:val="00A64B4B"/>
    <w:rsid w:val="00A64D16"/>
    <w:rsid w:val="00A650D8"/>
    <w:rsid w:val="00A65283"/>
    <w:rsid w:val="00A6529C"/>
    <w:rsid w:val="00A658A2"/>
    <w:rsid w:val="00A65A3E"/>
    <w:rsid w:val="00A65BF9"/>
    <w:rsid w:val="00A660D6"/>
    <w:rsid w:val="00A6634E"/>
    <w:rsid w:val="00A667CD"/>
    <w:rsid w:val="00A66BB4"/>
    <w:rsid w:val="00A66D07"/>
    <w:rsid w:val="00A670C8"/>
    <w:rsid w:val="00A67458"/>
    <w:rsid w:val="00A67511"/>
    <w:rsid w:val="00A67B4E"/>
    <w:rsid w:val="00A67B6C"/>
    <w:rsid w:val="00A67B8C"/>
    <w:rsid w:val="00A67C7A"/>
    <w:rsid w:val="00A7028F"/>
    <w:rsid w:val="00A7038A"/>
    <w:rsid w:val="00A71281"/>
    <w:rsid w:val="00A717DB"/>
    <w:rsid w:val="00A71831"/>
    <w:rsid w:val="00A7222C"/>
    <w:rsid w:val="00A727E4"/>
    <w:rsid w:val="00A72F28"/>
    <w:rsid w:val="00A73319"/>
    <w:rsid w:val="00A7393F"/>
    <w:rsid w:val="00A73C90"/>
    <w:rsid w:val="00A73E07"/>
    <w:rsid w:val="00A73E7F"/>
    <w:rsid w:val="00A7410D"/>
    <w:rsid w:val="00A74239"/>
    <w:rsid w:val="00A74924"/>
    <w:rsid w:val="00A74D73"/>
    <w:rsid w:val="00A75880"/>
    <w:rsid w:val="00A759C8"/>
    <w:rsid w:val="00A75F53"/>
    <w:rsid w:val="00A76055"/>
    <w:rsid w:val="00A765A6"/>
    <w:rsid w:val="00A76A6C"/>
    <w:rsid w:val="00A77E5C"/>
    <w:rsid w:val="00A8008D"/>
    <w:rsid w:val="00A8068C"/>
    <w:rsid w:val="00A80C8C"/>
    <w:rsid w:val="00A814BD"/>
    <w:rsid w:val="00A81603"/>
    <w:rsid w:val="00A81C0C"/>
    <w:rsid w:val="00A82287"/>
    <w:rsid w:val="00A82644"/>
    <w:rsid w:val="00A829A7"/>
    <w:rsid w:val="00A82CBC"/>
    <w:rsid w:val="00A82D7F"/>
    <w:rsid w:val="00A83007"/>
    <w:rsid w:val="00A8404E"/>
    <w:rsid w:val="00A841A3"/>
    <w:rsid w:val="00A842D7"/>
    <w:rsid w:val="00A84637"/>
    <w:rsid w:val="00A84BAB"/>
    <w:rsid w:val="00A84DDE"/>
    <w:rsid w:val="00A86322"/>
    <w:rsid w:val="00A863F4"/>
    <w:rsid w:val="00A86A95"/>
    <w:rsid w:val="00A8707A"/>
    <w:rsid w:val="00A87EB6"/>
    <w:rsid w:val="00A87EF1"/>
    <w:rsid w:val="00A87FC5"/>
    <w:rsid w:val="00A87FD5"/>
    <w:rsid w:val="00A90704"/>
    <w:rsid w:val="00A90793"/>
    <w:rsid w:val="00A90854"/>
    <w:rsid w:val="00A90FA9"/>
    <w:rsid w:val="00A91097"/>
    <w:rsid w:val="00A913B9"/>
    <w:rsid w:val="00A915DC"/>
    <w:rsid w:val="00A91602"/>
    <w:rsid w:val="00A9168D"/>
    <w:rsid w:val="00A917F8"/>
    <w:rsid w:val="00A91864"/>
    <w:rsid w:val="00A91D8C"/>
    <w:rsid w:val="00A92801"/>
    <w:rsid w:val="00A92A04"/>
    <w:rsid w:val="00A92BBF"/>
    <w:rsid w:val="00A92DD8"/>
    <w:rsid w:val="00A92E26"/>
    <w:rsid w:val="00A93169"/>
    <w:rsid w:val="00A93C6C"/>
    <w:rsid w:val="00A93C92"/>
    <w:rsid w:val="00A9433A"/>
    <w:rsid w:val="00A946F0"/>
    <w:rsid w:val="00A94AEB"/>
    <w:rsid w:val="00A94AEF"/>
    <w:rsid w:val="00A94CF9"/>
    <w:rsid w:val="00A94ED3"/>
    <w:rsid w:val="00A9509C"/>
    <w:rsid w:val="00A95EC6"/>
    <w:rsid w:val="00A96122"/>
    <w:rsid w:val="00A9633C"/>
    <w:rsid w:val="00A9652F"/>
    <w:rsid w:val="00A96623"/>
    <w:rsid w:val="00A966A0"/>
    <w:rsid w:val="00A966A3"/>
    <w:rsid w:val="00A97147"/>
    <w:rsid w:val="00A9762F"/>
    <w:rsid w:val="00A97A66"/>
    <w:rsid w:val="00A97CFD"/>
    <w:rsid w:val="00AA0885"/>
    <w:rsid w:val="00AA10D0"/>
    <w:rsid w:val="00AA12B6"/>
    <w:rsid w:val="00AA1468"/>
    <w:rsid w:val="00AA1516"/>
    <w:rsid w:val="00AA1ADE"/>
    <w:rsid w:val="00AA1AF7"/>
    <w:rsid w:val="00AA1D11"/>
    <w:rsid w:val="00AA1EAD"/>
    <w:rsid w:val="00AA1F98"/>
    <w:rsid w:val="00AA24CC"/>
    <w:rsid w:val="00AA296A"/>
    <w:rsid w:val="00AA2975"/>
    <w:rsid w:val="00AA2A85"/>
    <w:rsid w:val="00AA2B2F"/>
    <w:rsid w:val="00AA2C4C"/>
    <w:rsid w:val="00AA2CDE"/>
    <w:rsid w:val="00AA2D11"/>
    <w:rsid w:val="00AA3370"/>
    <w:rsid w:val="00AA384A"/>
    <w:rsid w:val="00AA3A19"/>
    <w:rsid w:val="00AA3DA9"/>
    <w:rsid w:val="00AA3FFE"/>
    <w:rsid w:val="00AA48F6"/>
    <w:rsid w:val="00AA4AF8"/>
    <w:rsid w:val="00AA4F39"/>
    <w:rsid w:val="00AA4F5B"/>
    <w:rsid w:val="00AA534D"/>
    <w:rsid w:val="00AA5434"/>
    <w:rsid w:val="00AA56BA"/>
    <w:rsid w:val="00AA5876"/>
    <w:rsid w:val="00AA5B00"/>
    <w:rsid w:val="00AA5C29"/>
    <w:rsid w:val="00AA5F29"/>
    <w:rsid w:val="00AA607D"/>
    <w:rsid w:val="00AA6658"/>
    <w:rsid w:val="00AA6C41"/>
    <w:rsid w:val="00AA6DED"/>
    <w:rsid w:val="00AA7C79"/>
    <w:rsid w:val="00AA7EA3"/>
    <w:rsid w:val="00AB019C"/>
    <w:rsid w:val="00AB0587"/>
    <w:rsid w:val="00AB0A01"/>
    <w:rsid w:val="00AB12BC"/>
    <w:rsid w:val="00AB154F"/>
    <w:rsid w:val="00AB1740"/>
    <w:rsid w:val="00AB21FB"/>
    <w:rsid w:val="00AB221F"/>
    <w:rsid w:val="00AB27EE"/>
    <w:rsid w:val="00AB2CFA"/>
    <w:rsid w:val="00AB2D8F"/>
    <w:rsid w:val="00AB33F6"/>
    <w:rsid w:val="00AB3671"/>
    <w:rsid w:val="00AB407F"/>
    <w:rsid w:val="00AB40CE"/>
    <w:rsid w:val="00AB40F1"/>
    <w:rsid w:val="00AB427D"/>
    <w:rsid w:val="00AB4FE8"/>
    <w:rsid w:val="00AB5B8C"/>
    <w:rsid w:val="00AB66BF"/>
    <w:rsid w:val="00AB6B6E"/>
    <w:rsid w:val="00AB6D24"/>
    <w:rsid w:val="00AB77A1"/>
    <w:rsid w:val="00AB7C40"/>
    <w:rsid w:val="00AC027C"/>
    <w:rsid w:val="00AC0B1A"/>
    <w:rsid w:val="00AC0E27"/>
    <w:rsid w:val="00AC197E"/>
    <w:rsid w:val="00AC1BDB"/>
    <w:rsid w:val="00AC1BDD"/>
    <w:rsid w:val="00AC1E46"/>
    <w:rsid w:val="00AC218A"/>
    <w:rsid w:val="00AC2FBA"/>
    <w:rsid w:val="00AC3055"/>
    <w:rsid w:val="00AC313E"/>
    <w:rsid w:val="00AC3204"/>
    <w:rsid w:val="00AC39A5"/>
    <w:rsid w:val="00AC41CA"/>
    <w:rsid w:val="00AC42CD"/>
    <w:rsid w:val="00AC4444"/>
    <w:rsid w:val="00AC444E"/>
    <w:rsid w:val="00AC44AF"/>
    <w:rsid w:val="00AC4631"/>
    <w:rsid w:val="00AC4698"/>
    <w:rsid w:val="00AC4A4E"/>
    <w:rsid w:val="00AC4DDC"/>
    <w:rsid w:val="00AC4FB3"/>
    <w:rsid w:val="00AC50A9"/>
    <w:rsid w:val="00AC5276"/>
    <w:rsid w:val="00AC52A7"/>
    <w:rsid w:val="00AC532D"/>
    <w:rsid w:val="00AC5961"/>
    <w:rsid w:val="00AC5CEA"/>
    <w:rsid w:val="00AC61DE"/>
    <w:rsid w:val="00AC61E5"/>
    <w:rsid w:val="00AC6652"/>
    <w:rsid w:val="00AC66AD"/>
    <w:rsid w:val="00AC6992"/>
    <w:rsid w:val="00AC7080"/>
    <w:rsid w:val="00AC757E"/>
    <w:rsid w:val="00AC77A2"/>
    <w:rsid w:val="00AC77B6"/>
    <w:rsid w:val="00AC79D8"/>
    <w:rsid w:val="00AC7A13"/>
    <w:rsid w:val="00AC7AC7"/>
    <w:rsid w:val="00AD0550"/>
    <w:rsid w:val="00AD0A00"/>
    <w:rsid w:val="00AD0D27"/>
    <w:rsid w:val="00AD0FC1"/>
    <w:rsid w:val="00AD0FF6"/>
    <w:rsid w:val="00AD10BB"/>
    <w:rsid w:val="00AD1375"/>
    <w:rsid w:val="00AD147B"/>
    <w:rsid w:val="00AD15AD"/>
    <w:rsid w:val="00AD2431"/>
    <w:rsid w:val="00AD2BCA"/>
    <w:rsid w:val="00AD2C52"/>
    <w:rsid w:val="00AD2ED1"/>
    <w:rsid w:val="00AD2FA8"/>
    <w:rsid w:val="00AD32A3"/>
    <w:rsid w:val="00AD346D"/>
    <w:rsid w:val="00AD369E"/>
    <w:rsid w:val="00AD3713"/>
    <w:rsid w:val="00AD37E2"/>
    <w:rsid w:val="00AD3E51"/>
    <w:rsid w:val="00AD4158"/>
    <w:rsid w:val="00AD419A"/>
    <w:rsid w:val="00AD41B5"/>
    <w:rsid w:val="00AD4662"/>
    <w:rsid w:val="00AD4854"/>
    <w:rsid w:val="00AD4881"/>
    <w:rsid w:val="00AD4DB2"/>
    <w:rsid w:val="00AD4F00"/>
    <w:rsid w:val="00AD5355"/>
    <w:rsid w:val="00AD5560"/>
    <w:rsid w:val="00AD5678"/>
    <w:rsid w:val="00AD58DE"/>
    <w:rsid w:val="00AD5A98"/>
    <w:rsid w:val="00AD5FC5"/>
    <w:rsid w:val="00AD662A"/>
    <w:rsid w:val="00AD6826"/>
    <w:rsid w:val="00AD6882"/>
    <w:rsid w:val="00AD696D"/>
    <w:rsid w:val="00AD6A6A"/>
    <w:rsid w:val="00AD76AE"/>
    <w:rsid w:val="00AD7779"/>
    <w:rsid w:val="00AD78E3"/>
    <w:rsid w:val="00AD7C53"/>
    <w:rsid w:val="00AE01D3"/>
    <w:rsid w:val="00AE0831"/>
    <w:rsid w:val="00AE0FE2"/>
    <w:rsid w:val="00AE13E4"/>
    <w:rsid w:val="00AE1580"/>
    <w:rsid w:val="00AE168E"/>
    <w:rsid w:val="00AE1B94"/>
    <w:rsid w:val="00AE1BAB"/>
    <w:rsid w:val="00AE1E03"/>
    <w:rsid w:val="00AE1F80"/>
    <w:rsid w:val="00AE2649"/>
    <w:rsid w:val="00AE2D80"/>
    <w:rsid w:val="00AE2E95"/>
    <w:rsid w:val="00AE30BF"/>
    <w:rsid w:val="00AE35D8"/>
    <w:rsid w:val="00AE3D00"/>
    <w:rsid w:val="00AE3E02"/>
    <w:rsid w:val="00AE4250"/>
    <w:rsid w:val="00AE464A"/>
    <w:rsid w:val="00AE4A53"/>
    <w:rsid w:val="00AE54E7"/>
    <w:rsid w:val="00AE5CCC"/>
    <w:rsid w:val="00AE60C8"/>
    <w:rsid w:val="00AE717B"/>
    <w:rsid w:val="00AE71A0"/>
    <w:rsid w:val="00AE732C"/>
    <w:rsid w:val="00AE74E4"/>
    <w:rsid w:val="00AE7CE1"/>
    <w:rsid w:val="00AE7DD6"/>
    <w:rsid w:val="00AE7DED"/>
    <w:rsid w:val="00AF0553"/>
    <w:rsid w:val="00AF055F"/>
    <w:rsid w:val="00AF05CB"/>
    <w:rsid w:val="00AF06A0"/>
    <w:rsid w:val="00AF06D8"/>
    <w:rsid w:val="00AF0C5E"/>
    <w:rsid w:val="00AF0FA8"/>
    <w:rsid w:val="00AF13F1"/>
    <w:rsid w:val="00AF15F0"/>
    <w:rsid w:val="00AF1A04"/>
    <w:rsid w:val="00AF1A6D"/>
    <w:rsid w:val="00AF2B5E"/>
    <w:rsid w:val="00AF2C8C"/>
    <w:rsid w:val="00AF2F27"/>
    <w:rsid w:val="00AF373A"/>
    <w:rsid w:val="00AF4172"/>
    <w:rsid w:val="00AF46CD"/>
    <w:rsid w:val="00AF46F2"/>
    <w:rsid w:val="00AF486E"/>
    <w:rsid w:val="00AF48E2"/>
    <w:rsid w:val="00AF56A0"/>
    <w:rsid w:val="00AF5783"/>
    <w:rsid w:val="00AF5C41"/>
    <w:rsid w:val="00AF698A"/>
    <w:rsid w:val="00AF6F72"/>
    <w:rsid w:val="00AF737F"/>
    <w:rsid w:val="00AF744D"/>
    <w:rsid w:val="00AF75D9"/>
    <w:rsid w:val="00B005AD"/>
    <w:rsid w:val="00B00805"/>
    <w:rsid w:val="00B00813"/>
    <w:rsid w:val="00B00C72"/>
    <w:rsid w:val="00B00D01"/>
    <w:rsid w:val="00B010F6"/>
    <w:rsid w:val="00B01534"/>
    <w:rsid w:val="00B017E7"/>
    <w:rsid w:val="00B01937"/>
    <w:rsid w:val="00B02BDA"/>
    <w:rsid w:val="00B02CEF"/>
    <w:rsid w:val="00B02FB1"/>
    <w:rsid w:val="00B038DB"/>
    <w:rsid w:val="00B03BFD"/>
    <w:rsid w:val="00B03D11"/>
    <w:rsid w:val="00B0407E"/>
    <w:rsid w:val="00B04197"/>
    <w:rsid w:val="00B049E1"/>
    <w:rsid w:val="00B04F19"/>
    <w:rsid w:val="00B05D77"/>
    <w:rsid w:val="00B060F8"/>
    <w:rsid w:val="00B061D3"/>
    <w:rsid w:val="00B06551"/>
    <w:rsid w:val="00B06772"/>
    <w:rsid w:val="00B06972"/>
    <w:rsid w:val="00B06F66"/>
    <w:rsid w:val="00B070C7"/>
    <w:rsid w:val="00B07775"/>
    <w:rsid w:val="00B07A47"/>
    <w:rsid w:val="00B107EC"/>
    <w:rsid w:val="00B10AE4"/>
    <w:rsid w:val="00B11076"/>
    <w:rsid w:val="00B110E4"/>
    <w:rsid w:val="00B112CF"/>
    <w:rsid w:val="00B112F1"/>
    <w:rsid w:val="00B11380"/>
    <w:rsid w:val="00B11858"/>
    <w:rsid w:val="00B11B62"/>
    <w:rsid w:val="00B11D82"/>
    <w:rsid w:val="00B11DE1"/>
    <w:rsid w:val="00B12179"/>
    <w:rsid w:val="00B1256B"/>
    <w:rsid w:val="00B12CAB"/>
    <w:rsid w:val="00B130CE"/>
    <w:rsid w:val="00B130EF"/>
    <w:rsid w:val="00B13202"/>
    <w:rsid w:val="00B13209"/>
    <w:rsid w:val="00B13336"/>
    <w:rsid w:val="00B1367D"/>
    <w:rsid w:val="00B13B1A"/>
    <w:rsid w:val="00B13BE8"/>
    <w:rsid w:val="00B13EFB"/>
    <w:rsid w:val="00B13F22"/>
    <w:rsid w:val="00B140BA"/>
    <w:rsid w:val="00B14559"/>
    <w:rsid w:val="00B14612"/>
    <w:rsid w:val="00B146DE"/>
    <w:rsid w:val="00B14C23"/>
    <w:rsid w:val="00B15166"/>
    <w:rsid w:val="00B1531C"/>
    <w:rsid w:val="00B15414"/>
    <w:rsid w:val="00B15744"/>
    <w:rsid w:val="00B15803"/>
    <w:rsid w:val="00B15C9F"/>
    <w:rsid w:val="00B16B8A"/>
    <w:rsid w:val="00B16E0F"/>
    <w:rsid w:val="00B16F7B"/>
    <w:rsid w:val="00B20666"/>
    <w:rsid w:val="00B20BAD"/>
    <w:rsid w:val="00B20C2E"/>
    <w:rsid w:val="00B2156B"/>
    <w:rsid w:val="00B21B76"/>
    <w:rsid w:val="00B21D2E"/>
    <w:rsid w:val="00B22344"/>
    <w:rsid w:val="00B22906"/>
    <w:rsid w:val="00B22FCE"/>
    <w:rsid w:val="00B230A5"/>
    <w:rsid w:val="00B231B0"/>
    <w:rsid w:val="00B236D6"/>
    <w:rsid w:val="00B2370E"/>
    <w:rsid w:val="00B23A72"/>
    <w:rsid w:val="00B23BE5"/>
    <w:rsid w:val="00B23C62"/>
    <w:rsid w:val="00B23D50"/>
    <w:rsid w:val="00B2480A"/>
    <w:rsid w:val="00B24BC1"/>
    <w:rsid w:val="00B25423"/>
    <w:rsid w:val="00B25505"/>
    <w:rsid w:val="00B257BB"/>
    <w:rsid w:val="00B25808"/>
    <w:rsid w:val="00B25929"/>
    <w:rsid w:val="00B25AEE"/>
    <w:rsid w:val="00B25CEA"/>
    <w:rsid w:val="00B26641"/>
    <w:rsid w:val="00B266C5"/>
    <w:rsid w:val="00B266CF"/>
    <w:rsid w:val="00B26B41"/>
    <w:rsid w:val="00B26B8C"/>
    <w:rsid w:val="00B2743D"/>
    <w:rsid w:val="00B279F8"/>
    <w:rsid w:val="00B27B5F"/>
    <w:rsid w:val="00B305EF"/>
    <w:rsid w:val="00B307A3"/>
    <w:rsid w:val="00B3086B"/>
    <w:rsid w:val="00B30BA0"/>
    <w:rsid w:val="00B31054"/>
    <w:rsid w:val="00B31B91"/>
    <w:rsid w:val="00B31BEE"/>
    <w:rsid w:val="00B3209D"/>
    <w:rsid w:val="00B32217"/>
    <w:rsid w:val="00B326E5"/>
    <w:rsid w:val="00B32967"/>
    <w:rsid w:val="00B32D6E"/>
    <w:rsid w:val="00B3302E"/>
    <w:rsid w:val="00B332B4"/>
    <w:rsid w:val="00B33B6A"/>
    <w:rsid w:val="00B34499"/>
    <w:rsid w:val="00B34B2F"/>
    <w:rsid w:val="00B3522E"/>
    <w:rsid w:val="00B3557D"/>
    <w:rsid w:val="00B35807"/>
    <w:rsid w:val="00B35E8D"/>
    <w:rsid w:val="00B362BE"/>
    <w:rsid w:val="00B367EF"/>
    <w:rsid w:val="00B36903"/>
    <w:rsid w:val="00B36BAB"/>
    <w:rsid w:val="00B36C7B"/>
    <w:rsid w:val="00B36DBC"/>
    <w:rsid w:val="00B36EB7"/>
    <w:rsid w:val="00B36FFE"/>
    <w:rsid w:val="00B370A1"/>
    <w:rsid w:val="00B37504"/>
    <w:rsid w:val="00B377DA"/>
    <w:rsid w:val="00B40082"/>
    <w:rsid w:val="00B4054C"/>
    <w:rsid w:val="00B40616"/>
    <w:rsid w:val="00B41031"/>
    <w:rsid w:val="00B41108"/>
    <w:rsid w:val="00B413C0"/>
    <w:rsid w:val="00B41A48"/>
    <w:rsid w:val="00B422B7"/>
    <w:rsid w:val="00B42523"/>
    <w:rsid w:val="00B4283A"/>
    <w:rsid w:val="00B42F9E"/>
    <w:rsid w:val="00B4316D"/>
    <w:rsid w:val="00B4396B"/>
    <w:rsid w:val="00B43B9E"/>
    <w:rsid w:val="00B43CD1"/>
    <w:rsid w:val="00B43D69"/>
    <w:rsid w:val="00B440B2"/>
    <w:rsid w:val="00B44250"/>
    <w:rsid w:val="00B44651"/>
    <w:rsid w:val="00B44E36"/>
    <w:rsid w:val="00B44F8C"/>
    <w:rsid w:val="00B4519F"/>
    <w:rsid w:val="00B45608"/>
    <w:rsid w:val="00B45B3E"/>
    <w:rsid w:val="00B45D12"/>
    <w:rsid w:val="00B45E8F"/>
    <w:rsid w:val="00B45F4E"/>
    <w:rsid w:val="00B45FD2"/>
    <w:rsid w:val="00B46560"/>
    <w:rsid w:val="00B46828"/>
    <w:rsid w:val="00B46C21"/>
    <w:rsid w:val="00B46E82"/>
    <w:rsid w:val="00B46F09"/>
    <w:rsid w:val="00B4720A"/>
    <w:rsid w:val="00B473C6"/>
    <w:rsid w:val="00B47532"/>
    <w:rsid w:val="00B47834"/>
    <w:rsid w:val="00B478F1"/>
    <w:rsid w:val="00B47BF2"/>
    <w:rsid w:val="00B47CF6"/>
    <w:rsid w:val="00B50135"/>
    <w:rsid w:val="00B50387"/>
    <w:rsid w:val="00B507D4"/>
    <w:rsid w:val="00B50815"/>
    <w:rsid w:val="00B50EB5"/>
    <w:rsid w:val="00B50F26"/>
    <w:rsid w:val="00B51B50"/>
    <w:rsid w:val="00B52890"/>
    <w:rsid w:val="00B528C2"/>
    <w:rsid w:val="00B5298D"/>
    <w:rsid w:val="00B52B13"/>
    <w:rsid w:val="00B52C06"/>
    <w:rsid w:val="00B52E60"/>
    <w:rsid w:val="00B52F6F"/>
    <w:rsid w:val="00B53066"/>
    <w:rsid w:val="00B530CA"/>
    <w:rsid w:val="00B53297"/>
    <w:rsid w:val="00B532B7"/>
    <w:rsid w:val="00B534CB"/>
    <w:rsid w:val="00B539D1"/>
    <w:rsid w:val="00B53E36"/>
    <w:rsid w:val="00B53EED"/>
    <w:rsid w:val="00B54668"/>
    <w:rsid w:val="00B55161"/>
    <w:rsid w:val="00B553A2"/>
    <w:rsid w:val="00B555AB"/>
    <w:rsid w:val="00B5605C"/>
    <w:rsid w:val="00B5639D"/>
    <w:rsid w:val="00B56AEF"/>
    <w:rsid w:val="00B57019"/>
    <w:rsid w:val="00B57727"/>
    <w:rsid w:val="00B5791F"/>
    <w:rsid w:val="00B57ABA"/>
    <w:rsid w:val="00B60109"/>
    <w:rsid w:val="00B60112"/>
    <w:rsid w:val="00B60218"/>
    <w:rsid w:val="00B60463"/>
    <w:rsid w:val="00B60581"/>
    <w:rsid w:val="00B608CA"/>
    <w:rsid w:val="00B60EA1"/>
    <w:rsid w:val="00B615AC"/>
    <w:rsid w:val="00B61963"/>
    <w:rsid w:val="00B61C04"/>
    <w:rsid w:val="00B622A0"/>
    <w:rsid w:val="00B62425"/>
    <w:rsid w:val="00B6293C"/>
    <w:rsid w:val="00B629BE"/>
    <w:rsid w:val="00B632D3"/>
    <w:rsid w:val="00B63586"/>
    <w:rsid w:val="00B63B09"/>
    <w:rsid w:val="00B63BB8"/>
    <w:rsid w:val="00B63C69"/>
    <w:rsid w:val="00B64A46"/>
    <w:rsid w:val="00B65007"/>
    <w:rsid w:val="00B6524B"/>
    <w:rsid w:val="00B65303"/>
    <w:rsid w:val="00B656C1"/>
    <w:rsid w:val="00B65950"/>
    <w:rsid w:val="00B66166"/>
    <w:rsid w:val="00B6671C"/>
    <w:rsid w:val="00B6689C"/>
    <w:rsid w:val="00B66E08"/>
    <w:rsid w:val="00B66E0F"/>
    <w:rsid w:val="00B67146"/>
    <w:rsid w:val="00B67271"/>
    <w:rsid w:val="00B67391"/>
    <w:rsid w:val="00B67554"/>
    <w:rsid w:val="00B67629"/>
    <w:rsid w:val="00B70500"/>
    <w:rsid w:val="00B7071D"/>
    <w:rsid w:val="00B70959"/>
    <w:rsid w:val="00B70B9D"/>
    <w:rsid w:val="00B70BD4"/>
    <w:rsid w:val="00B70CEA"/>
    <w:rsid w:val="00B70DD3"/>
    <w:rsid w:val="00B71371"/>
    <w:rsid w:val="00B71AB7"/>
    <w:rsid w:val="00B71B42"/>
    <w:rsid w:val="00B71D05"/>
    <w:rsid w:val="00B71E1A"/>
    <w:rsid w:val="00B71F3E"/>
    <w:rsid w:val="00B71FE1"/>
    <w:rsid w:val="00B72130"/>
    <w:rsid w:val="00B723A9"/>
    <w:rsid w:val="00B724FC"/>
    <w:rsid w:val="00B72A12"/>
    <w:rsid w:val="00B72D64"/>
    <w:rsid w:val="00B734B3"/>
    <w:rsid w:val="00B73630"/>
    <w:rsid w:val="00B73A33"/>
    <w:rsid w:val="00B73D88"/>
    <w:rsid w:val="00B73ED0"/>
    <w:rsid w:val="00B74018"/>
    <w:rsid w:val="00B743C6"/>
    <w:rsid w:val="00B747C1"/>
    <w:rsid w:val="00B74E21"/>
    <w:rsid w:val="00B75435"/>
    <w:rsid w:val="00B759EF"/>
    <w:rsid w:val="00B75A39"/>
    <w:rsid w:val="00B75A69"/>
    <w:rsid w:val="00B75A70"/>
    <w:rsid w:val="00B76273"/>
    <w:rsid w:val="00B76346"/>
    <w:rsid w:val="00B764BD"/>
    <w:rsid w:val="00B765C5"/>
    <w:rsid w:val="00B76801"/>
    <w:rsid w:val="00B77BDF"/>
    <w:rsid w:val="00B77C23"/>
    <w:rsid w:val="00B806F1"/>
    <w:rsid w:val="00B815B1"/>
    <w:rsid w:val="00B81626"/>
    <w:rsid w:val="00B8183B"/>
    <w:rsid w:val="00B81D57"/>
    <w:rsid w:val="00B828CD"/>
    <w:rsid w:val="00B82C71"/>
    <w:rsid w:val="00B83681"/>
    <w:rsid w:val="00B8395F"/>
    <w:rsid w:val="00B8418A"/>
    <w:rsid w:val="00B847A7"/>
    <w:rsid w:val="00B84E53"/>
    <w:rsid w:val="00B85026"/>
    <w:rsid w:val="00B85154"/>
    <w:rsid w:val="00B8540C"/>
    <w:rsid w:val="00B854A8"/>
    <w:rsid w:val="00B85ABF"/>
    <w:rsid w:val="00B85B31"/>
    <w:rsid w:val="00B85ED7"/>
    <w:rsid w:val="00B8620A"/>
    <w:rsid w:val="00B86271"/>
    <w:rsid w:val="00B86332"/>
    <w:rsid w:val="00B86503"/>
    <w:rsid w:val="00B865A1"/>
    <w:rsid w:val="00B86890"/>
    <w:rsid w:val="00B86A59"/>
    <w:rsid w:val="00B86B76"/>
    <w:rsid w:val="00B86E4F"/>
    <w:rsid w:val="00B8718C"/>
    <w:rsid w:val="00B87946"/>
    <w:rsid w:val="00B87B45"/>
    <w:rsid w:val="00B90CF3"/>
    <w:rsid w:val="00B90F90"/>
    <w:rsid w:val="00B9105D"/>
    <w:rsid w:val="00B91337"/>
    <w:rsid w:val="00B91517"/>
    <w:rsid w:val="00B915D3"/>
    <w:rsid w:val="00B9228E"/>
    <w:rsid w:val="00B92C7B"/>
    <w:rsid w:val="00B92FD9"/>
    <w:rsid w:val="00B93150"/>
    <w:rsid w:val="00B931E2"/>
    <w:rsid w:val="00B93C8A"/>
    <w:rsid w:val="00B93DA4"/>
    <w:rsid w:val="00B9420B"/>
    <w:rsid w:val="00B94370"/>
    <w:rsid w:val="00B94699"/>
    <w:rsid w:val="00B94965"/>
    <w:rsid w:val="00B94C23"/>
    <w:rsid w:val="00B95AE1"/>
    <w:rsid w:val="00B95C21"/>
    <w:rsid w:val="00B95F22"/>
    <w:rsid w:val="00B960EB"/>
    <w:rsid w:val="00B9618B"/>
    <w:rsid w:val="00B9696E"/>
    <w:rsid w:val="00B96BA0"/>
    <w:rsid w:val="00B977ED"/>
    <w:rsid w:val="00B97835"/>
    <w:rsid w:val="00B97CB5"/>
    <w:rsid w:val="00B97D13"/>
    <w:rsid w:val="00B97DCB"/>
    <w:rsid w:val="00BA04C4"/>
    <w:rsid w:val="00BA05ED"/>
    <w:rsid w:val="00BA06F2"/>
    <w:rsid w:val="00BA0939"/>
    <w:rsid w:val="00BA0B5C"/>
    <w:rsid w:val="00BA15EB"/>
    <w:rsid w:val="00BA18FA"/>
    <w:rsid w:val="00BA1A07"/>
    <w:rsid w:val="00BA2879"/>
    <w:rsid w:val="00BA2B17"/>
    <w:rsid w:val="00BA2DF0"/>
    <w:rsid w:val="00BA308F"/>
    <w:rsid w:val="00BA388E"/>
    <w:rsid w:val="00BA3EBF"/>
    <w:rsid w:val="00BA4AD2"/>
    <w:rsid w:val="00BA4C64"/>
    <w:rsid w:val="00BA4FFD"/>
    <w:rsid w:val="00BA5145"/>
    <w:rsid w:val="00BA51CC"/>
    <w:rsid w:val="00BA5447"/>
    <w:rsid w:val="00BA5482"/>
    <w:rsid w:val="00BA5936"/>
    <w:rsid w:val="00BA5C04"/>
    <w:rsid w:val="00BA5FE2"/>
    <w:rsid w:val="00BA616B"/>
    <w:rsid w:val="00BA62FD"/>
    <w:rsid w:val="00BA6357"/>
    <w:rsid w:val="00BA648D"/>
    <w:rsid w:val="00BA65E6"/>
    <w:rsid w:val="00BA661B"/>
    <w:rsid w:val="00BA6645"/>
    <w:rsid w:val="00BA71E2"/>
    <w:rsid w:val="00BA73C3"/>
    <w:rsid w:val="00BA7882"/>
    <w:rsid w:val="00BA7A78"/>
    <w:rsid w:val="00BA7BA1"/>
    <w:rsid w:val="00BA7C82"/>
    <w:rsid w:val="00BB00CA"/>
    <w:rsid w:val="00BB03C4"/>
    <w:rsid w:val="00BB0451"/>
    <w:rsid w:val="00BB0BD2"/>
    <w:rsid w:val="00BB0E81"/>
    <w:rsid w:val="00BB108C"/>
    <w:rsid w:val="00BB119D"/>
    <w:rsid w:val="00BB12AF"/>
    <w:rsid w:val="00BB1692"/>
    <w:rsid w:val="00BB16FC"/>
    <w:rsid w:val="00BB1C38"/>
    <w:rsid w:val="00BB1C4A"/>
    <w:rsid w:val="00BB1DB5"/>
    <w:rsid w:val="00BB2233"/>
    <w:rsid w:val="00BB263F"/>
    <w:rsid w:val="00BB27C4"/>
    <w:rsid w:val="00BB2A18"/>
    <w:rsid w:val="00BB2DB7"/>
    <w:rsid w:val="00BB2DDB"/>
    <w:rsid w:val="00BB34CC"/>
    <w:rsid w:val="00BB3CD7"/>
    <w:rsid w:val="00BB3E52"/>
    <w:rsid w:val="00BB432B"/>
    <w:rsid w:val="00BB44EB"/>
    <w:rsid w:val="00BB4549"/>
    <w:rsid w:val="00BB456B"/>
    <w:rsid w:val="00BB49E5"/>
    <w:rsid w:val="00BB508D"/>
    <w:rsid w:val="00BB51BF"/>
    <w:rsid w:val="00BB5370"/>
    <w:rsid w:val="00BB5431"/>
    <w:rsid w:val="00BB5628"/>
    <w:rsid w:val="00BB58C2"/>
    <w:rsid w:val="00BB6080"/>
    <w:rsid w:val="00BB60BE"/>
    <w:rsid w:val="00BB60C2"/>
    <w:rsid w:val="00BB6500"/>
    <w:rsid w:val="00BB6A6F"/>
    <w:rsid w:val="00BB6E63"/>
    <w:rsid w:val="00BB6F70"/>
    <w:rsid w:val="00BB6FCB"/>
    <w:rsid w:val="00BB7249"/>
    <w:rsid w:val="00BB73D3"/>
    <w:rsid w:val="00BB74D5"/>
    <w:rsid w:val="00BB7990"/>
    <w:rsid w:val="00BB7BC8"/>
    <w:rsid w:val="00BC0374"/>
    <w:rsid w:val="00BC0987"/>
    <w:rsid w:val="00BC1224"/>
    <w:rsid w:val="00BC143E"/>
    <w:rsid w:val="00BC153A"/>
    <w:rsid w:val="00BC1577"/>
    <w:rsid w:val="00BC1578"/>
    <w:rsid w:val="00BC157E"/>
    <w:rsid w:val="00BC1DBB"/>
    <w:rsid w:val="00BC2362"/>
    <w:rsid w:val="00BC2906"/>
    <w:rsid w:val="00BC2A48"/>
    <w:rsid w:val="00BC2BB0"/>
    <w:rsid w:val="00BC30D8"/>
    <w:rsid w:val="00BC36CC"/>
    <w:rsid w:val="00BC3B5C"/>
    <w:rsid w:val="00BC3FCC"/>
    <w:rsid w:val="00BC40C5"/>
    <w:rsid w:val="00BC47C6"/>
    <w:rsid w:val="00BC494B"/>
    <w:rsid w:val="00BC538B"/>
    <w:rsid w:val="00BC5B57"/>
    <w:rsid w:val="00BC5DB4"/>
    <w:rsid w:val="00BC5ED2"/>
    <w:rsid w:val="00BC5EF1"/>
    <w:rsid w:val="00BC5F74"/>
    <w:rsid w:val="00BC6282"/>
    <w:rsid w:val="00BC6CD2"/>
    <w:rsid w:val="00BC6CD6"/>
    <w:rsid w:val="00BC6E07"/>
    <w:rsid w:val="00BC718D"/>
    <w:rsid w:val="00BC765A"/>
    <w:rsid w:val="00BC7CAB"/>
    <w:rsid w:val="00BC7E25"/>
    <w:rsid w:val="00BD0035"/>
    <w:rsid w:val="00BD07D3"/>
    <w:rsid w:val="00BD0CF7"/>
    <w:rsid w:val="00BD0E3A"/>
    <w:rsid w:val="00BD0F0D"/>
    <w:rsid w:val="00BD0F93"/>
    <w:rsid w:val="00BD1065"/>
    <w:rsid w:val="00BD131E"/>
    <w:rsid w:val="00BD1C2F"/>
    <w:rsid w:val="00BD1DAB"/>
    <w:rsid w:val="00BD1DC8"/>
    <w:rsid w:val="00BD1EB4"/>
    <w:rsid w:val="00BD1FFC"/>
    <w:rsid w:val="00BD2669"/>
    <w:rsid w:val="00BD2E2A"/>
    <w:rsid w:val="00BD2E5B"/>
    <w:rsid w:val="00BD34B7"/>
    <w:rsid w:val="00BD359A"/>
    <w:rsid w:val="00BD3865"/>
    <w:rsid w:val="00BD3A70"/>
    <w:rsid w:val="00BD3ECC"/>
    <w:rsid w:val="00BD417E"/>
    <w:rsid w:val="00BD485A"/>
    <w:rsid w:val="00BD4E9A"/>
    <w:rsid w:val="00BD56C9"/>
    <w:rsid w:val="00BD6EE9"/>
    <w:rsid w:val="00BD701E"/>
    <w:rsid w:val="00BD716D"/>
    <w:rsid w:val="00BD7545"/>
    <w:rsid w:val="00BD7B09"/>
    <w:rsid w:val="00BD7BCC"/>
    <w:rsid w:val="00BD7BDD"/>
    <w:rsid w:val="00BD7E72"/>
    <w:rsid w:val="00BE0309"/>
    <w:rsid w:val="00BE046D"/>
    <w:rsid w:val="00BE04C5"/>
    <w:rsid w:val="00BE0D70"/>
    <w:rsid w:val="00BE1201"/>
    <w:rsid w:val="00BE1BAA"/>
    <w:rsid w:val="00BE1EBB"/>
    <w:rsid w:val="00BE1F37"/>
    <w:rsid w:val="00BE2218"/>
    <w:rsid w:val="00BE233B"/>
    <w:rsid w:val="00BE2432"/>
    <w:rsid w:val="00BE2469"/>
    <w:rsid w:val="00BE2DF8"/>
    <w:rsid w:val="00BE2F90"/>
    <w:rsid w:val="00BE32B1"/>
    <w:rsid w:val="00BE35C0"/>
    <w:rsid w:val="00BE35C7"/>
    <w:rsid w:val="00BE35FC"/>
    <w:rsid w:val="00BE3888"/>
    <w:rsid w:val="00BE56DB"/>
    <w:rsid w:val="00BE5AA9"/>
    <w:rsid w:val="00BE6231"/>
    <w:rsid w:val="00BE627B"/>
    <w:rsid w:val="00BE6351"/>
    <w:rsid w:val="00BE6465"/>
    <w:rsid w:val="00BE65BD"/>
    <w:rsid w:val="00BE65E3"/>
    <w:rsid w:val="00BE67EE"/>
    <w:rsid w:val="00BE685B"/>
    <w:rsid w:val="00BE6CF4"/>
    <w:rsid w:val="00BE6E04"/>
    <w:rsid w:val="00BE6EA1"/>
    <w:rsid w:val="00BE7018"/>
    <w:rsid w:val="00BE7053"/>
    <w:rsid w:val="00BE75ED"/>
    <w:rsid w:val="00BE7B3E"/>
    <w:rsid w:val="00BF082B"/>
    <w:rsid w:val="00BF085D"/>
    <w:rsid w:val="00BF08B0"/>
    <w:rsid w:val="00BF0B02"/>
    <w:rsid w:val="00BF0FD0"/>
    <w:rsid w:val="00BF10F5"/>
    <w:rsid w:val="00BF1547"/>
    <w:rsid w:val="00BF1720"/>
    <w:rsid w:val="00BF1C26"/>
    <w:rsid w:val="00BF212B"/>
    <w:rsid w:val="00BF24F8"/>
    <w:rsid w:val="00BF25E8"/>
    <w:rsid w:val="00BF2ACE"/>
    <w:rsid w:val="00BF2AE3"/>
    <w:rsid w:val="00BF2B4F"/>
    <w:rsid w:val="00BF2BB1"/>
    <w:rsid w:val="00BF2C60"/>
    <w:rsid w:val="00BF2C99"/>
    <w:rsid w:val="00BF3181"/>
    <w:rsid w:val="00BF31F1"/>
    <w:rsid w:val="00BF33ED"/>
    <w:rsid w:val="00BF3EC5"/>
    <w:rsid w:val="00BF3F54"/>
    <w:rsid w:val="00BF3FA5"/>
    <w:rsid w:val="00BF4155"/>
    <w:rsid w:val="00BF4AF5"/>
    <w:rsid w:val="00BF4E80"/>
    <w:rsid w:val="00BF58A6"/>
    <w:rsid w:val="00BF5A77"/>
    <w:rsid w:val="00BF5B94"/>
    <w:rsid w:val="00BF5D69"/>
    <w:rsid w:val="00BF5E0A"/>
    <w:rsid w:val="00BF5F11"/>
    <w:rsid w:val="00BF6B66"/>
    <w:rsid w:val="00BF6E1C"/>
    <w:rsid w:val="00BF6F89"/>
    <w:rsid w:val="00BF72C1"/>
    <w:rsid w:val="00BF742D"/>
    <w:rsid w:val="00BF746C"/>
    <w:rsid w:val="00BF749B"/>
    <w:rsid w:val="00BF7546"/>
    <w:rsid w:val="00BF7730"/>
    <w:rsid w:val="00BF7943"/>
    <w:rsid w:val="00BF7CE4"/>
    <w:rsid w:val="00BF7D76"/>
    <w:rsid w:val="00C001AB"/>
    <w:rsid w:val="00C004B1"/>
    <w:rsid w:val="00C005A4"/>
    <w:rsid w:val="00C00A86"/>
    <w:rsid w:val="00C01171"/>
    <w:rsid w:val="00C0118B"/>
    <w:rsid w:val="00C011CB"/>
    <w:rsid w:val="00C0141C"/>
    <w:rsid w:val="00C016BA"/>
    <w:rsid w:val="00C020C2"/>
    <w:rsid w:val="00C0222F"/>
    <w:rsid w:val="00C024B0"/>
    <w:rsid w:val="00C028E7"/>
    <w:rsid w:val="00C02AD4"/>
    <w:rsid w:val="00C03153"/>
    <w:rsid w:val="00C035B7"/>
    <w:rsid w:val="00C03790"/>
    <w:rsid w:val="00C038FC"/>
    <w:rsid w:val="00C03C65"/>
    <w:rsid w:val="00C03F38"/>
    <w:rsid w:val="00C04248"/>
    <w:rsid w:val="00C04487"/>
    <w:rsid w:val="00C04CAE"/>
    <w:rsid w:val="00C04EBF"/>
    <w:rsid w:val="00C05579"/>
    <w:rsid w:val="00C0557B"/>
    <w:rsid w:val="00C055BD"/>
    <w:rsid w:val="00C05DBE"/>
    <w:rsid w:val="00C05E60"/>
    <w:rsid w:val="00C06624"/>
    <w:rsid w:val="00C06856"/>
    <w:rsid w:val="00C06863"/>
    <w:rsid w:val="00C0694F"/>
    <w:rsid w:val="00C06B69"/>
    <w:rsid w:val="00C071CD"/>
    <w:rsid w:val="00C10015"/>
    <w:rsid w:val="00C101DB"/>
    <w:rsid w:val="00C107D5"/>
    <w:rsid w:val="00C1142C"/>
    <w:rsid w:val="00C11792"/>
    <w:rsid w:val="00C11946"/>
    <w:rsid w:val="00C1238E"/>
    <w:rsid w:val="00C126D5"/>
    <w:rsid w:val="00C13627"/>
    <w:rsid w:val="00C13D28"/>
    <w:rsid w:val="00C13EDD"/>
    <w:rsid w:val="00C13FCD"/>
    <w:rsid w:val="00C14284"/>
    <w:rsid w:val="00C14379"/>
    <w:rsid w:val="00C14B49"/>
    <w:rsid w:val="00C15188"/>
    <w:rsid w:val="00C15572"/>
    <w:rsid w:val="00C15744"/>
    <w:rsid w:val="00C16DFA"/>
    <w:rsid w:val="00C17473"/>
    <w:rsid w:val="00C17548"/>
    <w:rsid w:val="00C17DAC"/>
    <w:rsid w:val="00C17E79"/>
    <w:rsid w:val="00C2013F"/>
    <w:rsid w:val="00C20324"/>
    <w:rsid w:val="00C2074D"/>
    <w:rsid w:val="00C209F9"/>
    <w:rsid w:val="00C20D27"/>
    <w:rsid w:val="00C20D4D"/>
    <w:rsid w:val="00C2107A"/>
    <w:rsid w:val="00C21356"/>
    <w:rsid w:val="00C21773"/>
    <w:rsid w:val="00C218EE"/>
    <w:rsid w:val="00C21A5F"/>
    <w:rsid w:val="00C21CC8"/>
    <w:rsid w:val="00C21F1B"/>
    <w:rsid w:val="00C22104"/>
    <w:rsid w:val="00C223E4"/>
    <w:rsid w:val="00C229D6"/>
    <w:rsid w:val="00C22AC8"/>
    <w:rsid w:val="00C231C3"/>
    <w:rsid w:val="00C236CA"/>
    <w:rsid w:val="00C23C94"/>
    <w:rsid w:val="00C23CC1"/>
    <w:rsid w:val="00C241C9"/>
    <w:rsid w:val="00C244D6"/>
    <w:rsid w:val="00C24953"/>
    <w:rsid w:val="00C25268"/>
    <w:rsid w:val="00C25435"/>
    <w:rsid w:val="00C2599C"/>
    <w:rsid w:val="00C25B9E"/>
    <w:rsid w:val="00C25C32"/>
    <w:rsid w:val="00C25D94"/>
    <w:rsid w:val="00C25FD9"/>
    <w:rsid w:val="00C261DE"/>
    <w:rsid w:val="00C26904"/>
    <w:rsid w:val="00C26BED"/>
    <w:rsid w:val="00C2790B"/>
    <w:rsid w:val="00C27AC1"/>
    <w:rsid w:val="00C27DBC"/>
    <w:rsid w:val="00C27E82"/>
    <w:rsid w:val="00C300C0"/>
    <w:rsid w:val="00C30331"/>
    <w:rsid w:val="00C3063E"/>
    <w:rsid w:val="00C30B87"/>
    <w:rsid w:val="00C30FCB"/>
    <w:rsid w:val="00C31F7E"/>
    <w:rsid w:val="00C32699"/>
    <w:rsid w:val="00C32828"/>
    <w:rsid w:val="00C32E77"/>
    <w:rsid w:val="00C32FB5"/>
    <w:rsid w:val="00C33138"/>
    <w:rsid w:val="00C3331D"/>
    <w:rsid w:val="00C33806"/>
    <w:rsid w:val="00C33865"/>
    <w:rsid w:val="00C33B43"/>
    <w:rsid w:val="00C33C41"/>
    <w:rsid w:val="00C34090"/>
    <w:rsid w:val="00C34217"/>
    <w:rsid w:val="00C344AA"/>
    <w:rsid w:val="00C3460E"/>
    <w:rsid w:val="00C34831"/>
    <w:rsid w:val="00C3499D"/>
    <w:rsid w:val="00C349A1"/>
    <w:rsid w:val="00C349CA"/>
    <w:rsid w:val="00C34CAC"/>
    <w:rsid w:val="00C35004"/>
    <w:rsid w:val="00C3570C"/>
    <w:rsid w:val="00C359DD"/>
    <w:rsid w:val="00C35E7B"/>
    <w:rsid w:val="00C366F2"/>
    <w:rsid w:val="00C36B53"/>
    <w:rsid w:val="00C36F7F"/>
    <w:rsid w:val="00C372F2"/>
    <w:rsid w:val="00C376D9"/>
    <w:rsid w:val="00C37B4B"/>
    <w:rsid w:val="00C40532"/>
    <w:rsid w:val="00C40B8A"/>
    <w:rsid w:val="00C414C5"/>
    <w:rsid w:val="00C415A3"/>
    <w:rsid w:val="00C4175B"/>
    <w:rsid w:val="00C41895"/>
    <w:rsid w:val="00C418A0"/>
    <w:rsid w:val="00C4192C"/>
    <w:rsid w:val="00C41FE5"/>
    <w:rsid w:val="00C42BD1"/>
    <w:rsid w:val="00C42D4D"/>
    <w:rsid w:val="00C42F8E"/>
    <w:rsid w:val="00C43D78"/>
    <w:rsid w:val="00C44215"/>
    <w:rsid w:val="00C447AF"/>
    <w:rsid w:val="00C44901"/>
    <w:rsid w:val="00C44C6D"/>
    <w:rsid w:val="00C45200"/>
    <w:rsid w:val="00C45293"/>
    <w:rsid w:val="00C453AC"/>
    <w:rsid w:val="00C45516"/>
    <w:rsid w:val="00C457F9"/>
    <w:rsid w:val="00C459CA"/>
    <w:rsid w:val="00C45AA0"/>
    <w:rsid w:val="00C46238"/>
    <w:rsid w:val="00C4659B"/>
    <w:rsid w:val="00C475C7"/>
    <w:rsid w:val="00C47615"/>
    <w:rsid w:val="00C477B5"/>
    <w:rsid w:val="00C477D6"/>
    <w:rsid w:val="00C47E4E"/>
    <w:rsid w:val="00C47F85"/>
    <w:rsid w:val="00C50006"/>
    <w:rsid w:val="00C505C1"/>
    <w:rsid w:val="00C509C6"/>
    <w:rsid w:val="00C50F91"/>
    <w:rsid w:val="00C5119C"/>
    <w:rsid w:val="00C515AF"/>
    <w:rsid w:val="00C51928"/>
    <w:rsid w:val="00C51976"/>
    <w:rsid w:val="00C51F4D"/>
    <w:rsid w:val="00C52238"/>
    <w:rsid w:val="00C522B4"/>
    <w:rsid w:val="00C523CB"/>
    <w:rsid w:val="00C5281A"/>
    <w:rsid w:val="00C528E5"/>
    <w:rsid w:val="00C52B0F"/>
    <w:rsid w:val="00C52C92"/>
    <w:rsid w:val="00C52EA4"/>
    <w:rsid w:val="00C534E3"/>
    <w:rsid w:val="00C535D5"/>
    <w:rsid w:val="00C537C7"/>
    <w:rsid w:val="00C53D55"/>
    <w:rsid w:val="00C54067"/>
    <w:rsid w:val="00C541A4"/>
    <w:rsid w:val="00C548F4"/>
    <w:rsid w:val="00C54A5D"/>
    <w:rsid w:val="00C54FA0"/>
    <w:rsid w:val="00C55559"/>
    <w:rsid w:val="00C55569"/>
    <w:rsid w:val="00C5565A"/>
    <w:rsid w:val="00C5587E"/>
    <w:rsid w:val="00C55BC2"/>
    <w:rsid w:val="00C55BCC"/>
    <w:rsid w:val="00C562E4"/>
    <w:rsid w:val="00C5692E"/>
    <w:rsid w:val="00C56A23"/>
    <w:rsid w:val="00C56B58"/>
    <w:rsid w:val="00C5701F"/>
    <w:rsid w:val="00C5705D"/>
    <w:rsid w:val="00C5722A"/>
    <w:rsid w:val="00C57507"/>
    <w:rsid w:val="00C578B8"/>
    <w:rsid w:val="00C57A81"/>
    <w:rsid w:val="00C602EA"/>
    <w:rsid w:val="00C60603"/>
    <w:rsid w:val="00C60695"/>
    <w:rsid w:val="00C607DF"/>
    <w:rsid w:val="00C60C7F"/>
    <w:rsid w:val="00C60CB0"/>
    <w:rsid w:val="00C60D92"/>
    <w:rsid w:val="00C61096"/>
    <w:rsid w:val="00C6117A"/>
    <w:rsid w:val="00C61602"/>
    <w:rsid w:val="00C617FC"/>
    <w:rsid w:val="00C618AD"/>
    <w:rsid w:val="00C61A70"/>
    <w:rsid w:val="00C61E06"/>
    <w:rsid w:val="00C61E6C"/>
    <w:rsid w:val="00C61ED1"/>
    <w:rsid w:val="00C62C98"/>
    <w:rsid w:val="00C63002"/>
    <w:rsid w:val="00C634C3"/>
    <w:rsid w:val="00C63717"/>
    <w:rsid w:val="00C63C3A"/>
    <w:rsid w:val="00C63D28"/>
    <w:rsid w:val="00C63DCF"/>
    <w:rsid w:val="00C65010"/>
    <w:rsid w:val="00C65256"/>
    <w:rsid w:val="00C653BD"/>
    <w:rsid w:val="00C65779"/>
    <w:rsid w:val="00C65EC1"/>
    <w:rsid w:val="00C66548"/>
    <w:rsid w:val="00C6664D"/>
    <w:rsid w:val="00C66EE7"/>
    <w:rsid w:val="00C66EED"/>
    <w:rsid w:val="00C6752E"/>
    <w:rsid w:val="00C6780C"/>
    <w:rsid w:val="00C678FC"/>
    <w:rsid w:val="00C67D27"/>
    <w:rsid w:val="00C7047D"/>
    <w:rsid w:val="00C70508"/>
    <w:rsid w:val="00C705F5"/>
    <w:rsid w:val="00C707E4"/>
    <w:rsid w:val="00C709D5"/>
    <w:rsid w:val="00C70C6F"/>
    <w:rsid w:val="00C70D4F"/>
    <w:rsid w:val="00C71259"/>
    <w:rsid w:val="00C712D2"/>
    <w:rsid w:val="00C7152E"/>
    <w:rsid w:val="00C71953"/>
    <w:rsid w:val="00C71ACB"/>
    <w:rsid w:val="00C7259A"/>
    <w:rsid w:val="00C72638"/>
    <w:rsid w:val="00C72850"/>
    <w:rsid w:val="00C72C9F"/>
    <w:rsid w:val="00C7309C"/>
    <w:rsid w:val="00C731AC"/>
    <w:rsid w:val="00C73283"/>
    <w:rsid w:val="00C732AF"/>
    <w:rsid w:val="00C7335D"/>
    <w:rsid w:val="00C736F7"/>
    <w:rsid w:val="00C73DFB"/>
    <w:rsid w:val="00C74B87"/>
    <w:rsid w:val="00C74DD4"/>
    <w:rsid w:val="00C74F84"/>
    <w:rsid w:val="00C758E8"/>
    <w:rsid w:val="00C7593C"/>
    <w:rsid w:val="00C760A4"/>
    <w:rsid w:val="00C7617F"/>
    <w:rsid w:val="00C76304"/>
    <w:rsid w:val="00C7639A"/>
    <w:rsid w:val="00C7652F"/>
    <w:rsid w:val="00C76B70"/>
    <w:rsid w:val="00C77653"/>
    <w:rsid w:val="00C7769C"/>
    <w:rsid w:val="00C80304"/>
    <w:rsid w:val="00C80E32"/>
    <w:rsid w:val="00C8120D"/>
    <w:rsid w:val="00C812E0"/>
    <w:rsid w:val="00C81FEE"/>
    <w:rsid w:val="00C820A2"/>
    <w:rsid w:val="00C820D5"/>
    <w:rsid w:val="00C82164"/>
    <w:rsid w:val="00C823F5"/>
    <w:rsid w:val="00C825D7"/>
    <w:rsid w:val="00C82DCD"/>
    <w:rsid w:val="00C8314C"/>
    <w:rsid w:val="00C8317A"/>
    <w:rsid w:val="00C832E6"/>
    <w:rsid w:val="00C83551"/>
    <w:rsid w:val="00C83ED4"/>
    <w:rsid w:val="00C84088"/>
    <w:rsid w:val="00C841C8"/>
    <w:rsid w:val="00C842D1"/>
    <w:rsid w:val="00C850D9"/>
    <w:rsid w:val="00C851C0"/>
    <w:rsid w:val="00C85584"/>
    <w:rsid w:val="00C857F4"/>
    <w:rsid w:val="00C85862"/>
    <w:rsid w:val="00C85C06"/>
    <w:rsid w:val="00C85F79"/>
    <w:rsid w:val="00C86213"/>
    <w:rsid w:val="00C8656E"/>
    <w:rsid w:val="00C8682F"/>
    <w:rsid w:val="00C86880"/>
    <w:rsid w:val="00C874BB"/>
    <w:rsid w:val="00C879D0"/>
    <w:rsid w:val="00C87C13"/>
    <w:rsid w:val="00C87EF0"/>
    <w:rsid w:val="00C90170"/>
    <w:rsid w:val="00C90200"/>
    <w:rsid w:val="00C903A7"/>
    <w:rsid w:val="00C904FC"/>
    <w:rsid w:val="00C9059A"/>
    <w:rsid w:val="00C9106B"/>
    <w:rsid w:val="00C91324"/>
    <w:rsid w:val="00C91770"/>
    <w:rsid w:val="00C917F6"/>
    <w:rsid w:val="00C9189E"/>
    <w:rsid w:val="00C91ED7"/>
    <w:rsid w:val="00C921A2"/>
    <w:rsid w:val="00C92374"/>
    <w:rsid w:val="00C92463"/>
    <w:rsid w:val="00C928FD"/>
    <w:rsid w:val="00C92B77"/>
    <w:rsid w:val="00C92EC4"/>
    <w:rsid w:val="00C92FA2"/>
    <w:rsid w:val="00C93074"/>
    <w:rsid w:val="00C936FE"/>
    <w:rsid w:val="00C93F02"/>
    <w:rsid w:val="00C940F9"/>
    <w:rsid w:val="00C945DB"/>
    <w:rsid w:val="00C9482C"/>
    <w:rsid w:val="00C94CD3"/>
    <w:rsid w:val="00C94CEA"/>
    <w:rsid w:val="00C95247"/>
    <w:rsid w:val="00C95418"/>
    <w:rsid w:val="00C95F5A"/>
    <w:rsid w:val="00C96CD8"/>
    <w:rsid w:val="00C96E37"/>
    <w:rsid w:val="00C97224"/>
    <w:rsid w:val="00C9725F"/>
    <w:rsid w:val="00C974F7"/>
    <w:rsid w:val="00C9771C"/>
    <w:rsid w:val="00C97C24"/>
    <w:rsid w:val="00C97F5A"/>
    <w:rsid w:val="00CA020C"/>
    <w:rsid w:val="00CA1520"/>
    <w:rsid w:val="00CA189B"/>
    <w:rsid w:val="00CA18EA"/>
    <w:rsid w:val="00CA1D9D"/>
    <w:rsid w:val="00CA1F5A"/>
    <w:rsid w:val="00CA2462"/>
    <w:rsid w:val="00CA2947"/>
    <w:rsid w:val="00CA2F8C"/>
    <w:rsid w:val="00CA334D"/>
    <w:rsid w:val="00CA348B"/>
    <w:rsid w:val="00CA37A2"/>
    <w:rsid w:val="00CA455A"/>
    <w:rsid w:val="00CA4924"/>
    <w:rsid w:val="00CA4A65"/>
    <w:rsid w:val="00CA4A7B"/>
    <w:rsid w:val="00CA4CDE"/>
    <w:rsid w:val="00CA4D6F"/>
    <w:rsid w:val="00CA4F10"/>
    <w:rsid w:val="00CA555A"/>
    <w:rsid w:val="00CA57F3"/>
    <w:rsid w:val="00CA582E"/>
    <w:rsid w:val="00CA5CEB"/>
    <w:rsid w:val="00CA6739"/>
    <w:rsid w:val="00CA6B00"/>
    <w:rsid w:val="00CA6BA4"/>
    <w:rsid w:val="00CA6C08"/>
    <w:rsid w:val="00CA6E93"/>
    <w:rsid w:val="00CA71F5"/>
    <w:rsid w:val="00CA7A44"/>
    <w:rsid w:val="00CA7CBC"/>
    <w:rsid w:val="00CB0664"/>
    <w:rsid w:val="00CB0DB5"/>
    <w:rsid w:val="00CB0EA8"/>
    <w:rsid w:val="00CB1116"/>
    <w:rsid w:val="00CB2160"/>
    <w:rsid w:val="00CB21DB"/>
    <w:rsid w:val="00CB22D3"/>
    <w:rsid w:val="00CB25F4"/>
    <w:rsid w:val="00CB2645"/>
    <w:rsid w:val="00CB2B68"/>
    <w:rsid w:val="00CB2EFD"/>
    <w:rsid w:val="00CB30B6"/>
    <w:rsid w:val="00CB3A50"/>
    <w:rsid w:val="00CB3A7A"/>
    <w:rsid w:val="00CB3E0F"/>
    <w:rsid w:val="00CB3F6C"/>
    <w:rsid w:val="00CB450B"/>
    <w:rsid w:val="00CB47AF"/>
    <w:rsid w:val="00CB4A63"/>
    <w:rsid w:val="00CB5286"/>
    <w:rsid w:val="00CB553C"/>
    <w:rsid w:val="00CB5608"/>
    <w:rsid w:val="00CB5690"/>
    <w:rsid w:val="00CB56C2"/>
    <w:rsid w:val="00CB578A"/>
    <w:rsid w:val="00CB5FC7"/>
    <w:rsid w:val="00CB6D6D"/>
    <w:rsid w:val="00CB6E58"/>
    <w:rsid w:val="00CB7407"/>
    <w:rsid w:val="00CB74F9"/>
    <w:rsid w:val="00CB7A91"/>
    <w:rsid w:val="00CC0042"/>
    <w:rsid w:val="00CC02C7"/>
    <w:rsid w:val="00CC06F3"/>
    <w:rsid w:val="00CC06FF"/>
    <w:rsid w:val="00CC096A"/>
    <w:rsid w:val="00CC09FC"/>
    <w:rsid w:val="00CC0DB3"/>
    <w:rsid w:val="00CC1293"/>
    <w:rsid w:val="00CC1428"/>
    <w:rsid w:val="00CC1AE4"/>
    <w:rsid w:val="00CC1DE4"/>
    <w:rsid w:val="00CC1FCB"/>
    <w:rsid w:val="00CC1FF6"/>
    <w:rsid w:val="00CC21FF"/>
    <w:rsid w:val="00CC2287"/>
    <w:rsid w:val="00CC2C38"/>
    <w:rsid w:val="00CC2D5A"/>
    <w:rsid w:val="00CC2F1A"/>
    <w:rsid w:val="00CC3015"/>
    <w:rsid w:val="00CC32C1"/>
    <w:rsid w:val="00CC3564"/>
    <w:rsid w:val="00CC467C"/>
    <w:rsid w:val="00CC5565"/>
    <w:rsid w:val="00CC56C8"/>
    <w:rsid w:val="00CC56E0"/>
    <w:rsid w:val="00CC59F1"/>
    <w:rsid w:val="00CC5A4A"/>
    <w:rsid w:val="00CC5B27"/>
    <w:rsid w:val="00CC5BA4"/>
    <w:rsid w:val="00CC673C"/>
    <w:rsid w:val="00CC680E"/>
    <w:rsid w:val="00CC688F"/>
    <w:rsid w:val="00CC6C49"/>
    <w:rsid w:val="00CC7258"/>
    <w:rsid w:val="00CC72EA"/>
    <w:rsid w:val="00CC742F"/>
    <w:rsid w:val="00CC77DC"/>
    <w:rsid w:val="00CC7B23"/>
    <w:rsid w:val="00CC7CBE"/>
    <w:rsid w:val="00CC7CE3"/>
    <w:rsid w:val="00CC7E74"/>
    <w:rsid w:val="00CD0074"/>
    <w:rsid w:val="00CD0B26"/>
    <w:rsid w:val="00CD10D0"/>
    <w:rsid w:val="00CD13B8"/>
    <w:rsid w:val="00CD14BE"/>
    <w:rsid w:val="00CD16A7"/>
    <w:rsid w:val="00CD16B2"/>
    <w:rsid w:val="00CD1A4E"/>
    <w:rsid w:val="00CD1CD6"/>
    <w:rsid w:val="00CD2146"/>
    <w:rsid w:val="00CD2D7A"/>
    <w:rsid w:val="00CD2E65"/>
    <w:rsid w:val="00CD32EF"/>
    <w:rsid w:val="00CD382D"/>
    <w:rsid w:val="00CD3BE4"/>
    <w:rsid w:val="00CD4417"/>
    <w:rsid w:val="00CD4484"/>
    <w:rsid w:val="00CD4A54"/>
    <w:rsid w:val="00CD4AD3"/>
    <w:rsid w:val="00CD5052"/>
    <w:rsid w:val="00CD58FC"/>
    <w:rsid w:val="00CD64D9"/>
    <w:rsid w:val="00CD666D"/>
    <w:rsid w:val="00CD68C2"/>
    <w:rsid w:val="00CD6BBA"/>
    <w:rsid w:val="00CD6D84"/>
    <w:rsid w:val="00CD6DE4"/>
    <w:rsid w:val="00CD7B40"/>
    <w:rsid w:val="00CD7C08"/>
    <w:rsid w:val="00CE0665"/>
    <w:rsid w:val="00CE0BFD"/>
    <w:rsid w:val="00CE0F5D"/>
    <w:rsid w:val="00CE1292"/>
    <w:rsid w:val="00CE1913"/>
    <w:rsid w:val="00CE1AB4"/>
    <w:rsid w:val="00CE1EFB"/>
    <w:rsid w:val="00CE2440"/>
    <w:rsid w:val="00CE28A0"/>
    <w:rsid w:val="00CE2C46"/>
    <w:rsid w:val="00CE2CE9"/>
    <w:rsid w:val="00CE30DB"/>
    <w:rsid w:val="00CE352F"/>
    <w:rsid w:val="00CE361E"/>
    <w:rsid w:val="00CE382B"/>
    <w:rsid w:val="00CE53BA"/>
    <w:rsid w:val="00CE598B"/>
    <w:rsid w:val="00CE5DFC"/>
    <w:rsid w:val="00CE5EDC"/>
    <w:rsid w:val="00CE6371"/>
    <w:rsid w:val="00CE63D4"/>
    <w:rsid w:val="00CE68D6"/>
    <w:rsid w:val="00CE6955"/>
    <w:rsid w:val="00CE6EE5"/>
    <w:rsid w:val="00CE709D"/>
    <w:rsid w:val="00CE7449"/>
    <w:rsid w:val="00CE75BF"/>
    <w:rsid w:val="00CE75E1"/>
    <w:rsid w:val="00CE7621"/>
    <w:rsid w:val="00CE76E2"/>
    <w:rsid w:val="00CE77CE"/>
    <w:rsid w:val="00CE7A23"/>
    <w:rsid w:val="00CF15AC"/>
    <w:rsid w:val="00CF1909"/>
    <w:rsid w:val="00CF1931"/>
    <w:rsid w:val="00CF1A13"/>
    <w:rsid w:val="00CF202A"/>
    <w:rsid w:val="00CF26D9"/>
    <w:rsid w:val="00CF27F0"/>
    <w:rsid w:val="00CF290C"/>
    <w:rsid w:val="00CF35B1"/>
    <w:rsid w:val="00CF3699"/>
    <w:rsid w:val="00CF3CBE"/>
    <w:rsid w:val="00CF400F"/>
    <w:rsid w:val="00CF4096"/>
    <w:rsid w:val="00CF49C9"/>
    <w:rsid w:val="00CF4A1C"/>
    <w:rsid w:val="00CF4DEF"/>
    <w:rsid w:val="00CF54D7"/>
    <w:rsid w:val="00CF56FC"/>
    <w:rsid w:val="00CF5A30"/>
    <w:rsid w:val="00CF5A69"/>
    <w:rsid w:val="00CF60F2"/>
    <w:rsid w:val="00CF628E"/>
    <w:rsid w:val="00CF6394"/>
    <w:rsid w:val="00CF6849"/>
    <w:rsid w:val="00CF68C1"/>
    <w:rsid w:val="00CF6C3C"/>
    <w:rsid w:val="00CF6DC4"/>
    <w:rsid w:val="00CF6EBB"/>
    <w:rsid w:val="00CF6FAC"/>
    <w:rsid w:val="00CF735B"/>
    <w:rsid w:val="00CF7590"/>
    <w:rsid w:val="00CF76D5"/>
    <w:rsid w:val="00CF777D"/>
    <w:rsid w:val="00CF78DA"/>
    <w:rsid w:val="00CF790D"/>
    <w:rsid w:val="00CF7A2C"/>
    <w:rsid w:val="00D000C5"/>
    <w:rsid w:val="00D00441"/>
    <w:rsid w:val="00D01240"/>
    <w:rsid w:val="00D0171C"/>
    <w:rsid w:val="00D018B1"/>
    <w:rsid w:val="00D01FC4"/>
    <w:rsid w:val="00D020BC"/>
    <w:rsid w:val="00D02506"/>
    <w:rsid w:val="00D025C9"/>
    <w:rsid w:val="00D027A6"/>
    <w:rsid w:val="00D034A1"/>
    <w:rsid w:val="00D03726"/>
    <w:rsid w:val="00D03AB8"/>
    <w:rsid w:val="00D03BBB"/>
    <w:rsid w:val="00D0413C"/>
    <w:rsid w:val="00D04246"/>
    <w:rsid w:val="00D04AA9"/>
    <w:rsid w:val="00D05063"/>
    <w:rsid w:val="00D05594"/>
    <w:rsid w:val="00D055E9"/>
    <w:rsid w:val="00D05AAC"/>
    <w:rsid w:val="00D06555"/>
    <w:rsid w:val="00D0665D"/>
    <w:rsid w:val="00D06B08"/>
    <w:rsid w:val="00D06BF0"/>
    <w:rsid w:val="00D06F2F"/>
    <w:rsid w:val="00D070C1"/>
    <w:rsid w:val="00D072B1"/>
    <w:rsid w:val="00D0733C"/>
    <w:rsid w:val="00D07763"/>
    <w:rsid w:val="00D07BFD"/>
    <w:rsid w:val="00D07CAD"/>
    <w:rsid w:val="00D11C1F"/>
    <w:rsid w:val="00D11D5C"/>
    <w:rsid w:val="00D12206"/>
    <w:rsid w:val="00D124D7"/>
    <w:rsid w:val="00D124FF"/>
    <w:rsid w:val="00D1272E"/>
    <w:rsid w:val="00D12833"/>
    <w:rsid w:val="00D12A63"/>
    <w:rsid w:val="00D12A87"/>
    <w:rsid w:val="00D12B84"/>
    <w:rsid w:val="00D12F96"/>
    <w:rsid w:val="00D1311B"/>
    <w:rsid w:val="00D13C09"/>
    <w:rsid w:val="00D13D16"/>
    <w:rsid w:val="00D13EB6"/>
    <w:rsid w:val="00D14080"/>
    <w:rsid w:val="00D14250"/>
    <w:rsid w:val="00D14832"/>
    <w:rsid w:val="00D14AB3"/>
    <w:rsid w:val="00D153F1"/>
    <w:rsid w:val="00D15425"/>
    <w:rsid w:val="00D159B4"/>
    <w:rsid w:val="00D15A55"/>
    <w:rsid w:val="00D15D65"/>
    <w:rsid w:val="00D165DF"/>
    <w:rsid w:val="00D167EF"/>
    <w:rsid w:val="00D16822"/>
    <w:rsid w:val="00D16A02"/>
    <w:rsid w:val="00D173A9"/>
    <w:rsid w:val="00D173F8"/>
    <w:rsid w:val="00D178BA"/>
    <w:rsid w:val="00D17C05"/>
    <w:rsid w:val="00D201DD"/>
    <w:rsid w:val="00D20210"/>
    <w:rsid w:val="00D204CE"/>
    <w:rsid w:val="00D20B3C"/>
    <w:rsid w:val="00D20C94"/>
    <w:rsid w:val="00D20DBD"/>
    <w:rsid w:val="00D21199"/>
    <w:rsid w:val="00D21754"/>
    <w:rsid w:val="00D217E6"/>
    <w:rsid w:val="00D223CE"/>
    <w:rsid w:val="00D2286B"/>
    <w:rsid w:val="00D2348C"/>
    <w:rsid w:val="00D23700"/>
    <w:rsid w:val="00D240E8"/>
    <w:rsid w:val="00D2458A"/>
    <w:rsid w:val="00D24674"/>
    <w:rsid w:val="00D2473A"/>
    <w:rsid w:val="00D24D52"/>
    <w:rsid w:val="00D2532D"/>
    <w:rsid w:val="00D2568D"/>
    <w:rsid w:val="00D258C0"/>
    <w:rsid w:val="00D25A01"/>
    <w:rsid w:val="00D25BF4"/>
    <w:rsid w:val="00D262B7"/>
    <w:rsid w:val="00D26458"/>
    <w:rsid w:val="00D2657C"/>
    <w:rsid w:val="00D26D79"/>
    <w:rsid w:val="00D26F72"/>
    <w:rsid w:val="00D27B58"/>
    <w:rsid w:val="00D27D78"/>
    <w:rsid w:val="00D3012D"/>
    <w:rsid w:val="00D303D9"/>
    <w:rsid w:val="00D3058D"/>
    <w:rsid w:val="00D305B9"/>
    <w:rsid w:val="00D30869"/>
    <w:rsid w:val="00D30961"/>
    <w:rsid w:val="00D3118B"/>
    <w:rsid w:val="00D3140F"/>
    <w:rsid w:val="00D315A0"/>
    <w:rsid w:val="00D31605"/>
    <w:rsid w:val="00D31AE0"/>
    <w:rsid w:val="00D32597"/>
    <w:rsid w:val="00D32631"/>
    <w:rsid w:val="00D3273D"/>
    <w:rsid w:val="00D32EC5"/>
    <w:rsid w:val="00D3346C"/>
    <w:rsid w:val="00D33907"/>
    <w:rsid w:val="00D33CC0"/>
    <w:rsid w:val="00D346B2"/>
    <w:rsid w:val="00D346C8"/>
    <w:rsid w:val="00D34926"/>
    <w:rsid w:val="00D35368"/>
    <w:rsid w:val="00D35CA8"/>
    <w:rsid w:val="00D35E69"/>
    <w:rsid w:val="00D366B1"/>
    <w:rsid w:val="00D36B8D"/>
    <w:rsid w:val="00D37C88"/>
    <w:rsid w:val="00D37D43"/>
    <w:rsid w:val="00D37E92"/>
    <w:rsid w:val="00D37F30"/>
    <w:rsid w:val="00D40249"/>
    <w:rsid w:val="00D40413"/>
    <w:rsid w:val="00D4098F"/>
    <w:rsid w:val="00D40BAE"/>
    <w:rsid w:val="00D41850"/>
    <w:rsid w:val="00D41888"/>
    <w:rsid w:val="00D41E71"/>
    <w:rsid w:val="00D4208A"/>
    <w:rsid w:val="00D42288"/>
    <w:rsid w:val="00D423DE"/>
    <w:rsid w:val="00D42485"/>
    <w:rsid w:val="00D42552"/>
    <w:rsid w:val="00D429EC"/>
    <w:rsid w:val="00D43291"/>
    <w:rsid w:val="00D43F43"/>
    <w:rsid w:val="00D44098"/>
    <w:rsid w:val="00D4412F"/>
    <w:rsid w:val="00D4450D"/>
    <w:rsid w:val="00D44730"/>
    <w:rsid w:val="00D44787"/>
    <w:rsid w:val="00D44874"/>
    <w:rsid w:val="00D4510C"/>
    <w:rsid w:val="00D45171"/>
    <w:rsid w:val="00D45457"/>
    <w:rsid w:val="00D454B1"/>
    <w:rsid w:val="00D456D8"/>
    <w:rsid w:val="00D45CD7"/>
    <w:rsid w:val="00D45F8D"/>
    <w:rsid w:val="00D4623C"/>
    <w:rsid w:val="00D4632E"/>
    <w:rsid w:val="00D46A10"/>
    <w:rsid w:val="00D46BE2"/>
    <w:rsid w:val="00D46D63"/>
    <w:rsid w:val="00D47139"/>
    <w:rsid w:val="00D47443"/>
    <w:rsid w:val="00D4775E"/>
    <w:rsid w:val="00D50298"/>
    <w:rsid w:val="00D50680"/>
    <w:rsid w:val="00D50916"/>
    <w:rsid w:val="00D51321"/>
    <w:rsid w:val="00D516B6"/>
    <w:rsid w:val="00D51D98"/>
    <w:rsid w:val="00D52B08"/>
    <w:rsid w:val="00D52F7A"/>
    <w:rsid w:val="00D533FC"/>
    <w:rsid w:val="00D53BB1"/>
    <w:rsid w:val="00D53D55"/>
    <w:rsid w:val="00D541DB"/>
    <w:rsid w:val="00D5458C"/>
    <w:rsid w:val="00D545E2"/>
    <w:rsid w:val="00D54706"/>
    <w:rsid w:val="00D55480"/>
    <w:rsid w:val="00D55737"/>
    <w:rsid w:val="00D56465"/>
    <w:rsid w:val="00D56D33"/>
    <w:rsid w:val="00D56E7F"/>
    <w:rsid w:val="00D57202"/>
    <w:rsid w:val="00D5728A"/>
    <w:rsid w:val="00D572B2"/>
    <w:rsid w:val="00D574AE"/>
    <w:rsid w:val="00D57C88"/>
    <w:rsid w:val="00D6140E"/>
    <w:rsid w:val="00D61487"/>
    <w:rsid w:val="00D61957"/>
    <w:rsid w:val="00D61C63"/>
    <w:rsid w:val="00D61E37"/>
    <w:rsid w:val="00D6251F"/>
    <w:rsid w:val="00D62596"/>
    <w:rsid w:val="00D627BC"/>
    <w:rsid w:val="00D628B4"/>
    <w:rsid w:val="00D62A6C"/>
    <w:rsid w:val="00D62C6C"/>
    <w:rsid w:val="00D639CC"/>
    <w:rsid w:val="00D640F3"/>
    <w:rsid w:val="00D64177"/>
    <w:rsid w:val="00D645F3"/>
    <w:rsid w:val="00D64910"/>
    <w:rsid w:val="00D64F6D"/>
    <w:rsid w:val="00D6503A"/>
    <w:rsid w:val="00D65F2E"/>
    <w:rsid w:val="00D665F5"/>
    <w:rsid w:val="00D67274"/>
    <w:rsid w:val="00D67F7E"/>
    <w:rsid w:val="00D7000D"/>
    <w:rsid w:val="00D71082"/>
    <w:rsid w:val="00D711FD"/>
    <w:rsid w:val="00D713FD"/>
    <w:rsid w:val="00D71C9D"/>
    <w:rsid w:val="00D72236"/>
    <w:rsid w:val="00D724B8"/>
    <w:rsid w:val="00D72550"/>
    <w:rsid w:val="00D72AAF"/>
    <w:rsid w:val="00D72E6E"/>
    <w:rsid w:val="00D72F33"/>
    <w:rsid w:val="00D73C2A"/>
    <w:rsid w:val="00D73D12"/>
    <w:rsid w:val="00D73EFD"/>
    <w:rsid w:val="00D74315"/>
    <w:rsid w:val="00D746EC"/>
    <w:rsid w:val="00D74AD5"/>
    <w:rsid w:val="00D75014"/>
    <w:rsid w:val="00D7553B"/>
    <w:rsid w:val="00D756A0"/>
    <w:rsid w:val="00D757C4"/>
    <w:rsid w:val="00D75C31"/>
    <w:rsid w:val="00D75E81"/>
    <w:rsid w:val="00D760FD"/>
    <w:rsid w:val="00D76E7C"/>
    <w:rsid w:val="00D7766C"/>
    <w:rsid w:val="00D77F97"/>
    <w:rsid w:val="00D802E3"/>
    <w:rsid w:val="00D80323"/>
    <w:rsid w:val="00D80682"/>
    <w:rsid w:val="00D80B7C"/>
    <w:rsid w:val="00D81021"/>
    <w:rsid w:val="00D815D5"/>
    <w:rsid w:val="00D817A2"/>
    <w:rsid w:val="00D82447"/>
    <w:rsid w:val="00D82580"/>
    <w:rsid w:val="00D82732"/>
    <w:rsid w:val="00D829A4"/>
    <w:rsid w:val="00D82A71"/>
    <w:rsid w:val="00D82CA4"/>
    <w:rsid w:val="00D83152"/>
    <w:rsid w:val="00D83418"/>
    <w:rsid w:val="00D834A2"/>
    <w:rsid w:val="00D8373A"/>
    <w:rsid w:val="00D841EC"/>
    <w:rsid w:val="00D84263"/>
    <w:rsid w:val="00D847E2"/>
    <w:rsid w:val="00D848FA"/>
    <w:rsid w:val="00D84F34"/>
    <w:rsid w:val="00D856AC"/>
    <w:rsid w:val="00D859E1"/>
    <w:rsid w:val="00D8631C"/>
    <w:rsid w:val="00D869DB"/>
    <w:rsid w:val="00D86D93"/>
    <w:rsid w:val="00D86E79"/>
    <w:rsid w:val="00D86EDA"/>
    <w:rsid w:val="00D87252"/>
    <w:rsid w:val="00D8770F"/>
    <w:rsid w:val="00D87A7D"/>
    <w:rsid w:val="00D87CDD"/>
    <w:rsid w:val="00D9034E"/>
    <w:rsid w:val="00D903BA"/>
    <w:rsid w:val="00D9080F"/>
    <w:rsid w:val="00D90900"/>
    <w:rsid w:val="00D90985"/>
    <w:rsid w:val="00D90ADB"/>
    <w:rsid w:val="00D91498"/>
    <w:rsid w:val="00D917EF"/>
    <w:rsid w:val="00D919E8"/>
    <w:rsid w:val="00D9278F"/>
    <w:rsid w:val="00D92C45"/>
    <w:rsid w:val="00D92CD1"/>
    <w:rsid w:val="00D934CE"/>
    <w:rsid w:val="00D936D9"/>
    <w:rsid w:val="00D937B4"/>
    <w:rsid w:val="00D93C6F"/>
    <w:rsid w:val="00D940A5"/>
    <w:rsid w:val="00D940FB"/>
    <w:rsid w:val="00D947EC"/>
    <w:rsid w:val="00D94BF8"/>
    <w:rsid w:val="00D94EF5"/>
    <w:rsid w:val="00D94F1E"/>
    <w:rsid w:val="00D95C98"/>
    <w:rsid w:val="00D95E77"/>
    <w:rsid w:val="00D95F5E"/>
    <w:rsid w:val="00D96064"/>
    <w:rsid w:val="00D960EF"/>
    <w:rsid w:val="00D9659A"/>
    <w:rsid w:val="00D96E00"/>
    <w:rsid w:val="00D9733A"/>
    <w:rsid w:val="00D97454"/>
    <w:rsid w:val="00D979BC"/>
    <w:rsid w:val="00D979E6"/>
    <w:rsid w:val="00D97BC4"/>
    <w:rsid w:val="00DA0082"/>
    <w:rsid w:val="00DA00F4"/>
    <w:rsid w:val="00DA0618"/>
    <w:rsid w:val="00DA12C5"/>
    <w:rsid w:val="00DA1A2B"/>
    <w:rsid w:val="00DA2285"/>
    <w:rsid w:val="00DA22FC"/>
    <w:rsid w:val="00DA2421"/>
    <w:rsid w:val="00DA263E"/>
    <w:rsid w:val="00DA28C3"/>
    <w:rsid w:val="00DA2985"/>
    <w:rsid w:val="00DA2A14"/>
    <w:rsid w:val="00DA2B70"/>
    <w:rsid w:val="00DA2B92"/>
    <w:rsid w:val="00DA2C62"/>
    <w:rsid w:val="00DA2D93"/>
    <w:rsid w:val="00DA300F"/>
    <w:rsid w:val="00DA3292"/>
    <w:rsid w:val="00DA34EC"/>
    <w:rsid w:val="00DA3DD0"/>
    <w:rsid w:val="00DA4525"/>
    <w:rsid w:val="00DA46DD"/>
    <w:rsid w:val="00DA4942"/>
    <w:rsid w:val="00DA4F52"/>
    <w:rsid w:val="00DA5648"/>
    <w:rsid w:val="00DA599A"/>
    <w:rsid w:val="00DA5A6B"/>
    <w:rsid w:val="00DA6140"/>
    <w:rsid w:val="00DA651E"/>
    <w:rsid w:val="00DA6984"/>
    <w:rsid w:val="00DA698E"/>
    <w:rsid w:val="00DA6D21"/>
    <w:rsid w:val="00DA72DF"/>
    <w:rsid w:val="00DA765C"/>
    <w:rsid w:val="00DA76FE"/>
    <w:rsid w:val="00DA7B5F"/>
    <w:rsid w:val="00DB0669"/>
    <w:rsid w:val="00DB07B3"/>
    <w:rsid w:val="00DB0CFE"/>
    <w:rsid w:val="00DB10EE"/>
    <w:rsid w:val="00DB178C"/>
    <w:rsid w:val="00DB1A39"/>
    <w:rsid w:val="00DB1B24"/>
    <w:rsid w:val="00DB2041"/>
    <w:rsid w:val="00DB20DC"/>
    <w:rsid w:val="00DB2596"/>
    <w:rsid w:val="00DB25CF"/>
    <w:rsid w:val="00DB27B8"/>
    <w:rsid w:val="00DB2D0F"/>
    <w:rsid w:val="00DB3240"/>
    <w:rsid w:val="00DB3330"/>
    <w:rsid w:val="00DB4086"/>
    <w:rsid w:val="00DB43A2"/>
    <w:rsid w:val="00DB4B1B"/>
    <w:rsid w:val="00DB4CFB"/>
    <w:rsid w:val="00DB528C"/>
    <w:rsid w:val="00DB5C6B"/>
    <w:rsid w:val="00DB5E4C"/>
    <w:rsid w:val="00DB62BB"/>
    <w:rsid w:val="00DB6661"/>
    <w:rsid w:val="00DB69EF"/>
    <w:rsid w:val="00DB6EAE"/>
    <w:rsid w:val="00DB6EC2"/>
    <w:rsid w:val="00DB7595"/>
    <w:rsid w:val="00DB7839"/>
    <w:rsid w:val="00DB783B"/>
    <w:rsid w:val="00DB7BCA"/>
    <w:rsid w:val="00DB7DC6"/>
    <w:rsid w:val="00DB7FC6"/>
    <w:rsid w:val="00DB7FD2"/>
    <w:rsid w:val="00DC011A"/>
    <w:rsid w:val="00DC0970"/>
    <w:rsid w:val="00DC0AA9"/>
    <w:rsid w:val="00DC186C"/>
    <w:rsid w:val="00DC1A34"/>
    <w:rsid w:val="00DC1B8E"/>
    <w:rsid w:val="00DC1F93"/>
    <w:rsid w:val="00DC1F9C"/>
    <w:rsid w:val="00DC23CD"/>
    <w:rsid w:val="00DC2446"/>
    <w:rsid w:val="00DC25F4"/>
    <w:rsid w:val="00DC2DDB"/>
    <w:rsid w:val="00DC2DFA"/>
    <w:rsid w:val="00DC36DB"/>
    <w:rsid w:val="00DC37E7"/>
    <w:rsid w:val="00DC3C45"/>
    <w:rsid w:val="00DC4008"/>
    <w:rsid w:val="00DC4381"/>
    <w:rsid w:val="00DC450A"/>
    <w:rsid w:val="00DC4819"/>
    <w:rsid w:val="00DC48BF"/>
    <w:rsid w:val="00DC4DB0"/>
    <w:rsid w:val="00DC52D0"/>
    <w:rsid w:val="00DC58E3"/>
    <w:rsid w:val="00DC5B3E"/>
    <w:rsid w:val="00DC5B70"/>
    <w:rsid w:val="00DC5BF4"/>
    <w:rsid w:val="00DC5C98"/>
    <w:rsid w:val="00DC66B4"/>
    <w:rsid w:val="00DC695D"/>
    <w:rsid w:val="00DC6E9E"/>
    <w:rsid w:val="00DC7237"/>
    <w:rsid w:val="00DC7388"/>
    <w:rsid w:val="00DC75F2"/>
    <w:rsid w:val="00DC7626"/>
    <w:rsid w:val="00DD0491"/>
    <w:rsid w:val="00DD04CC"/>
    <w:rsid w:val="00DD0793"/>
    <w:rsid w:val="00DD0A80"/>
    <w:rsid w:val="00DD0AA7"/>
    <w:rsid w:val="00DD12E0"/>
    <w:rsid w:val="00DD12EA"/>
    <w:rsid w:val="00DD1A15"/>
    <w:rsid w:val="00DD1BE3"/>
    <w:rsid w:val="00DD1E68"/>
    <w:rsid w:val="00DD2284"/>
    <w:rsid w:val="00DD23C4"/>
    <w:rsid w:val="00DD25C3"/>
    <w:rsid w:val="00DD2776"/>
    <w:rsid w:val="00DD2AA2"/>
    <w:rsid w:val="00DD2AA5"/>
    <w:rsid w:val="00DD2EEC"/>
    <w:rsid w:val="00DD3188"/>
    <w:rsid w:val="00DD32A9"/>
    <w:rsid w:val="00DD32B4"/>
    <w:rsid w:val="00DD3355"/>
    <w:rsid w:val="00DD33E9"/>
    <w:rsid w:val="00DD3656"/>
    <w:rsid w:val="00DD3D70"/>
    <w:rsid w:val="00DD411D"/>
    <w:rsid w:val="00DD41A1"/>
    <w:rsid w:val="00DD4321"/>
    <w:rsid w:val="00DD48EB"/>
    <w:rsid w:val="00DD4B5A"/>
    <w:rsid w:val="00DD50F3"/>
    <w:rsid w:val="00DD54D2"/>
    <w:rsid w:val="00DD649E"/>
    <w:rsid w:val="00DD79AB"/>
    <w:rsid w:val="00DE0065"/>
    <w:rsid w:val="00DE0195"/>
    <w:rsid w:val="00DE087D"/>
    <w:rsid w:val="00DE0C83"/>
    <w:rsid w:val="00DE0DDA"/>
    <w:rsid w:val="00DE125A"/>
    <w:rsid w:val="00DE131D"/>
    <w:rsid w:val="00DE1E89"/>
    <w:rsid w:val="00DE2405"/>
    <w:rsid w:val="00DE2582"/>
    <w:rsid w:val="00DE2901"/>
    <w:rsid w:val="00DE2A25"/>
    <w:rsid w:val="00DE2C9B"/>
    <w:rsid w:val="00DE2EFE"/>
    <w:rsid w:val="00DE37F7"/>
    <w:rsid w:val="00DE381B"/>
    <w:rsid w:val="00DE420F"/>
    <w:rsid w:val="00DE4DD3"/>
    <w:rsid w:val="00DE4F49"/>
    <w:rsid w:val="00DE508F"/>
    <w:rsid w:val="00DE52D6"/>
    <w:rsid w:val="00DE5777"/>
    <w:rsid w:val="00DE59CE"/>
    <w:rsid w:val="00DE5AB5"/>
    <w:rsid w:val="00DE5E01"/>
    <w:rsid w:val="00DE61FA"/>
    <w:rsid w:val="00DE64ED"/>
    <w:rsid w:val="00DE668F"/>
    <w:rsid w:val="00DE674D"/>
    <w:rsid w:val="00DE6AFC"/>
    <w:rsid w:val="00DE6E14"/>
    <w:rsid w:val="00DE6F9D"/>
    <w:rsid w:val="00DE709A"/>
    <w:rsid w:val="00DE7279"/>
    <w:rsid w:val="00DE77EA"/>
    <w:rsid w:val="00DE79C2"/>
    <w:rsid w:val="00DE7AF7"/>
    <w:rsid w:val="00DE7C5E"/>
    <w:rsid w:val="00DF0B1B"/>
    <w:rsid w:val="00DF0BCE"/>
    <w:rsid w:val="00DF13B5"/>
    <w:rsid w:val="00DF13BF"/>
    <w:rsid w:val="00DF1752"/>
    <w:rsid w:val="00DF1BB3"/>
    <w:rsid w:val="00DF2164"/>
    <w:rsid w:val="00DF24D5"/>
    <w:rsid w:val="00DF2751"/>
    <w:rsid w:val="00DF27EC"/>
    <w:rsid w:val="00DF2A1E"/>
    <w:rsid w:val="00DF323F"/>
    <w:rsid w:val="00DF397B"/>
    <w:rsid w:val="00DF41D3"/>
    <w:rsid w:val="00DF4893"/>
    <w:rsid w:val="00DF4AB9"/>
    <w:rsid w:val="00DF500D"/>
    <w:rsid w:val="00DF55DA"/>
    <w:rsid w:val="00DF6829"/>
    <w:rsid w:val="00DF68DE"/>
    <w:rsid w:val="00DF6D84"/>
    <w:rsid w:val="00DF7378"/>
    <w:rsid w:val="00DF746B"/>
    <w:rsid w:val="00DF7729"/>
    <w:rsid w:val="00DF7D07"/>
    <w:rsid w:val="00DF7D9C"/>
    <w:rsid w:val="00E00022"/>
    <w:rsid w:val="00E00E16"/>
    <w:rsid w:val="00E00E62"/>
    <w:rsid w:val="00E015C8"/>
    <w:rsid w:val="00E01EDC"/>
    <w:rsid w:val="00E022BD"/>
    <w:rsid w:val="00E0239D"/>
    <w:rsid w:val="00E02655"/>
    <w:rsid w:val="00E0276D"/>
    <w:rsid w:val="00E027B7"/>
    <w:rsid w:val="00E02DB6"/>
    <w:rsid w:val="00E03468"/>
    <w:rsid w:val="00E03A64"/>
    <w:rsid w:val="00E04085"/>
    <w:rsid w:val="00E04B80"/>
    <w:rsid w:val="00E051B1"/>
    <w:rsid w:val="00E05D54"/>
    <w:rsid w:val="00E05E9F"/>
    <w:rsid w:val="00E05FCC"/>
    <w:rsid w:val="00E061FE"/>
    <w:rsid w:val="00E0634A"/>
    <w:rsid w:val="00E06875"/>
    <w:rsid w:val="00E06995"/>
    <w:rsid w:val="00E074C6"/>
    <w:rsid w:val="00E076BB"/>
    <w:rsid w:val="00E07943"/>
    <w:rsid w:val="00E07FB6"/>
    <w:rsid w:val="00E101B1"/>
    <w:rsid w:val="00E10D81"/>
    <w:rsid w:val="00E10FBA"/>
    <w:rsid w:val="00E111A4"/>
    <w:rsid w:val="00E11457"/>
    <w:rsid w:val="00E120F8"/>
    <w:rsid w:val="00E12913"/>
    <w:rsid w:val="00E12BE1"/>
    <w:rsid w:val="00E12C2F"/>
    <w:rsid w:val="00E12D2F"/>
    <w:rsid w:val="00E133FF"/>
    <w:rsid w:val="00E137DB"/>
    <w:rsid w:val="00E13F94"/>
    <w:rsid w:val="00E1492D"/>
    <w:rsid w:val="00E1494C"/>
    <w:rsid w:val="00E14E46"/>
    <w:rsid w:val="00E157EB"/>
    <w:rsid w:val="00E15C3A"/>
    <w:rsid w:val="00E15EC9"/>
    <w:rsid w:val="00E1619A"/>
    <w:rsid w:val="00E16272"/>
    <w:rsid w:val="00E16E36"/>
    <w:rsid w:val="00E16E6E"/>
    <w:rsid w:val="00E17014"/>
    <w:rsid w:val="00E17150"/>
    <w:rsid w:val="00E17257"/>
    <w:rsid w:val="00E172DF"/>
    <w:rsid w:val="00E17BC3"/>
    <w:rsid w:val="00E17BF7"/>
    <w:rsid w:val="00E17C12"/>
    <w:rsid w:val="00E17CD7"/>
    <w:rsid w:val="00E17F9C"/>
    <w:rsid w:val="00E20971"/>
    <w:rsid w:val="00E209D9"/>
    <w:rsid w:val="00E20A5F"/>
    <w:rsid w:val="00E21113"/>
    <w:rsid w:val="00E21317"/>
    <w:rsid w:val="00E2176B"/>
    <w:rsid w:val="00E21A12"/>
    <w:rsid w:val="00E21AE2"/>
    <w:rsid w:val="00E21D68"/>
    <w:rsid w:val="00E22157"/>
    <w:rsid w:val="00E22D12"/>
    <w:rsid w:val="00E22F60"/>
    <w:rsid w:val="00E2307C"/>
    <w:rsid w:val="00E232FD"/>
    <w:rsid w:val="00E23806"/>
    <w:rsid w:val="00E23986"/>
    <w:rsid w:val="00E23BF0"/>
    <w:rsid w:val="00E23CB5"/>
    <w:rsid w:val="00E23CFA"/>
    <w:rsid w:val="00E23E5E"/>
    <w:rsid w:val="00E24180"/>
    <w:rsid w:val="00E242D9"/>
    <w:rsid w:val="00E2450E"/>
    <w:rsid w:val="00E247CB"/>
    <w:rsid w:val="00E25044"/>
    <w:rsid w:val="00E251FF"/>
    <w:rsid w:val="00E25710"/>
    <w:rsid w:val="00E2659D"/>
    <w:rsid w:val="00E26819"/>
    <w:rsid w:val="00E26AAE"/>
    <w:rsid w:val="00E26B16"/>
    <w:rsid w:val="00E26CC6"/>
    <w:rsid w:val="00E26F67"/>
    <w:rsid w:val="00E27165"/>
    <w:rsid w:val="00E271E6"/>
    <w:rsid w:val="00E272B1"/>
    <w:rsid w:val="00E2764D"/>
    <w:rsid w:val="00E279B1"/>
    <w:rsid w:val="00E27B35"/>
    <w:rsid w:val="00E30323"/>
    <w:rsid w:val="00E309CC"/>
    <w:rsid w:val="00E30E37"/>
    <w:rsid w:val="00E30EB5"/>
    <w:rsid w:val="00E310B0"/>
    <w:rsid w:val="00E312F5"/>
    <w:rsid w:val="00E31C23"/>
    <w:rsid w:val="00E31EE5"/>
    <w:rsid w:val="00E32500"/>
    <w:rsid w:val="00E327AA"/>
    <w:rsid w:val="00E33761"/>
    <w:rsid w:val="00E339D3"/>
    <w:rsid w:val="00E33E01"/>
    <w:rsid w:val="00E33F35"/>
    <w:rsid w:val="00E3402E"/>
    <w:rsid w:val="00E346C5"/>
    <w:rsid w:val="00E34712"/>
    <w:rsid w:val="00E347DC"/>
    <w:rsid w:val="00E34E59"/>
    <w:rsid w:val="00E34FE1"/>
    <w:rsid w:val="00E3502D"/>
    <w:rsid w:val="00E35560"/>
    <w:rsid w:val="00E356CD"/>
    <w:rsid w:val="00E3592D"/>
    <w:rsid w:val="00E367E7"/>
    <w:rsid w:val="00E36CB0"/>
    <w:rsid w:val="00E36D0D"/>
    <w:rsid w:val="00E36EFB"/>
    <w:rsid w:val="00E3758E"/>
    <w:rsid w:val="00E3760D"/>
    <w:rsid w:val="00E378E2"/>
    <w:rsid w:val="00E379DC"/>
    <w:rsid w:val="00E37BD1"/>
    <w:rsid w:val="00E37D6B"/>
    <w:rsid w:val="00E4025B"/>
    <w:rsid w:val="00E4050E"/>
    <w:rsid w:val="00E4052D"/>
    <w:rsid w:val="00E4054B"/>
    <w:rsid w:val="00E40710"/>
    <w:rsid w:val="00E408A6"/>
    <w:rsid w:val="00E40922"/>
    <w:rsid w:val="00E41399"/>
    <w:rsid w:val="00E4141A"/>
    <w:rsid w:val="00E414F4"/>
    <w:rsid w:val="00E41532"/>
    <w:rsid w:val="00E417B5"/>
    <w:rsid w:val="00E4205B"/>
    <w:rsid w:val="00E42826"/>
    <w:rsid w:val="00E4296A"/>
    <w:rsid w:val="00E42BA3"/>
    <w:rsid w:val="00E42BCF"/>
    <w:rsid w:val="00E4323A"/>
    <w:rsid w:val="00E433FC"/>
    <w:rsid w:val="00E4349E"/>
    <w:rsid w:val="00E436EF"/>
    <w:rsid w:val="00E43836"/>
    <w:rsid w:val="00E439D8"/>
    <w:rsid w:val="00E43CC8"/>
    <w:rsid w:val="00E43F10"/>
    <w:rsid w:val="00E44641"/>
    <w:rsid w:val="00E4548B"/>
    <w:rsid w:val="00E45749"/>
    <w:rsid w:val="00E458D7"/>
    <w:rsid w:val="00E458D8"/>
    <w:rsid w:val="00E461C5"/>
    <w:rsid w:val="00E463D6"/>
    <w:rsid w:val="00E46499"/>
    <w:rsid w:val="00E466C7"/>
    <w:rsid w:val="00E466CA"/>
    <w:rsid w:val="00E46B1F"/>
    <w:rsid w:val="00E46DF1"/>
    <w:rsid w:val="00E46EAB"/>
    <w:rsid w:val="00E4721B"/>
    <w:rsid w:val="00E473F2"/>
    <w:rsid w:val="00E47F45"/>
    <w:rsid w:val="00E50341"/>
    <w:rsid w:val="00E50473"/>
    <w:rsid w:val="00E5064C"/>
    <w:rsid w:val="00E50E7E"/>
    <w:rsid w:val="00E51048"/>
    <w:rsid w:val="00E5108B"/>
    <w:rsid w:val="00E518A3"/>
    <w:rsid w:val="00E51AB1"/>
    <w:rsid w:val="00E51C74"/>
    <w:rsid w:val="00E5269C"/>
    <w:rsid w:val="00E52850"/>
    <w:rsid w:val="00E52EC1"/>
    <w:rsid w:val="00E53157"/>
    <w:rsid w:val="00E53CC3"/>
    <w:rsid w:val="00E53D66"/>
    <w:rsid w:val="00E53F43"/>
    <w:rsid w:val="00E541AC"/>
    <w:rsid w:val="00E54267"/>
    <w:rsid w:val="00E54335"/>
    <w:rsid w:val="00E54919"/>
    <w:rsid w:val="00E54D49"/>
    <w:rsid w:val="00E54D8B"/>
    <w:rsid w:val="00E5529C"/>
    <w:rsid w:val="00E556FE"/>
    <w:rsid w:val="00E558E0"/>
    <w:rsid w:val="00E55A3E"/>
    <w:rsid w:val="00E55B3F"/>
    <w:rsid w:val="00E55C82"/>
    <w:rsid w:val="00E55DAB"/>
    <w:rsid w:val="00E56F43"/>
    <w:rsid w:val="00E570B1"/>
    <w:rsid w:val="00E570FB"/>
    <w:rsid w:val="00E57584"/>
    <w:rsid w:val="00E5786F"/>
    <w:rsid w:val="00E57C2C"/>
    <w:rsid w:val="00E57EF1"/>
    <w:rsid w:val="00E6028A"/>
    <w:rsid w:val="00E60691"/>
    <w:rsid w:val="00E60836"/>
    <w:rsid w:val="00E60A4B"/>
    <w:rsid w:val="00E60EFD"/>
    <w:rsid w:val="00E61032"/>
    <w:rsid w:val="00E61348"/>
    <w:rsid w:val="00E6227D"/>
    <w:rsid w:val="00E622CA"/>
    <w:rsid w:val="00E6233C"/>
    <w:rsid w:val="00E62536"/>
    <w:rsid w:val="00E62AF8"/>
    <w:rsid w:val="00E62BBB"/>
    <w:rsid w:val="00E62CA1"/>
    <w:rsid w:val="00E62E2E"/>
    <w:rsid w:val="00E63338"/>
    <w:rsid w:val="00E63726"/>
    <w:rsid w:val="00E646C6"/>
    <w:rsid w:val="00E65850"/>
    <w:rsid w:val="00E65CCD"/>
    <w:rsid w:val="00E65D8C"/>
    <w:rsid w:val="00E66433"/>
    <w:rsid w:val="00E66F34"/>
    <w:rsid w:val="00E66FB2"/>
    <w:rsid w:val="00E671EF"/>
    <w:rsid w:val="00E67338"/>
    <w:rsid w:val="00E67F0B"/>
    <w:rsid w:val="00E67F53"/>
    <w:rsid w:val="00E70291"/>
    <w:rsid w:val="00E70BC4"/>
    <w:rsid w:val="00E70CFB"/>
    <w:rsid w:val="00E70E5E"/>
    <w:rsid w:val="00E70E95"/>
    <w:rsid w:val="00E70F30"/>
    <w:rsid w:val="00E711B1"/>
    <w:rsid w:val="00E7121B"/>
    <w:rsid w:val="00E71B47"/>
    <w:rsid w:val="00E71CE8"/>
    <w:rsid w:val="00E71E4B"/>
    <w:rsid w:val="00E71F9F"/>
    <w:rsid w:val="00E72269"/>
    <w:rsid w:val="00E72747"/>
    <w:rsid w:val="00E729F7"/>
    <w:rsid w:val="00E73493"/>
    <w:rsid w:val="00E73872"/>
    <w:rsid w:val="00E738BD"/>
    <w:rsid w:val="00E7390F"/>
    <w:rsid w:val="00E740DA"/>
    <w:rsid w:val="00E74742"/>
    <w:rsid w:val="00E747E7"/>
    <w:rsid w:val="00E74869"/>
    <w:rsid w:val="00E74AEC"/>
    <w:rsid w:val="00E75251"/>
    <w:rsid w:val="00E75602"/>
    <w:rsid w:val="00E75773"/>
    <w:rsid w:val="00E75C37"/>
    <w:rsid w:val="00E75F89"/>
    <w:rsid w:val="00E8007F"/>
    <w:rsid w:val="00E803B7"/>
    <w:rsid w:val="00E8098E"/>
    <w:rsid w:val="00E80BAA"/>
    <w:rsid w:val="00E80DC1"/>
    <w:rsid w:val="00E80E39"/>
    <w:rsid w:val="00E80FF7"/>
    <w:rsid w:val="00E81273"/>
    <w:rsid w:val="00E81313"/>
    <w:rsid w:val="00E81321"/>
    <w:rsid w:val="00E813D9"/>
    <w:rsid w:val="00E820CD"/>
    <w:rsid w:val="00E820E0"/>
    <w:rsid w:val="00E826BC"/>
    <w:rsid w:val="00E8297E"/>
    <w:rsid w:val="00E82E25"/>
    <w:rsid w:val="00E82F00"/>
    <w:rsid w:val="00E82FFA"/>
    <w:rsid w:val="00E83887"/>
    <w:rsid w:val="00E839F6"/>
    <w:rsid w:val="00E83D62"/>
    <w:rsid w:val="00E83F9C"/>
    <w:rsid w:val="00E84A68"/>
    <w:rsid w:val="00E84BD3"/>
    <w:rsid w:val="00E84C7C"/>
    <w:rsid w:val="00E84D03"/>
    <w:rsid w:val="00E850AC"/>
    <w:rsid w:val="00E851FE"/>
    <w:rsid w:val="00E85BFC"/>
    <w:rsid w:val="00E85D92"/>
    <w:rsid w:val="00E86046"/>
    <w:rsid w:val="00E8626B"/>
    <w:rsid w:val="00E863E7"/>
    <w:rsid w:val="00E86421"/>
    <w:rsid w:val="00E86498"/>
    <w:rsid w:val="00E867D8"/>
    <w:rsid w:val="00E86887"/>
    <w:rsid w:val="00E86A8F"/>
    <w:rsid w:val="00E86AE2"/>
    <w:rsid w:val="00E86BA9"/>
    <w:rsid w:val="00E86D12"/>
    <w:rsid w:val="00E879B1"/>
    <w:rsid w:val="00E90307"/>
    <w:rsid w:val="00E903A6"/>
    <w:rsid w:val="00E909D8"/>
    <w:rsid w:val="00E90A59"/>
    <w:rsid w:val="00E90ACF"/>
    <w:rsid w:val="00E911E3"/>
    <w:rsid w:val="00E9139D"/>
    <w:rsid w:val="00E9163D"/>
    <w:rsid w:val="00E91BB0"/>
    <w:rsid w:val="00E928D0"/>
    <w:rsid w:val="00E92E5E"/>
    <w:rsid w:val="00E92FBB"/>
    <w:rsid w:val="00E93265"/>
    <w:rsid w:val="00E9331D"/>
    <w:rsid w:val="00E934A7"/>
    <w:rsid w:val="00E93744"/>
    <w:rsid w:val="00E93AEA"/>
    <w:rsid w:val="00E93B40"/>
    <w:rsid w:val="00E952F4"/>
    <w:rsid w:val="00E95DF6"/>
    <w:rsid w:val="00E960B8"/>
    <w:rsid w:val="00E9669D"/>
    <w:rsid w:val="00E96906"/>
    <w:rsid w:val="00E96B3F"/>
    <w:rsid w:val="00E972E4"/>
    <w:rsid w:val="00E974BF"/>
    <w:rsid w:val="00E974E0"/>
    <w:rsid w:val="00E97AA4"/>
    <w:rsid w:val="00EA0225"/>
    <w:rsid w:val="00EA09B9"/>
    <w:rsid w:val="00EA0AC2"/>
    <w:rsid w:val="00EA1033"/>
    <w:rsid w:val="00EA10BA"/>
    <w:rsid w:val="00EA13CA"/>
    <w:rsid w:val="00EA1827"/>
    <w:rsid w:val="00EA2212"/>
    <w:rsid w:val="00EA2325"/>
    <w:rsid w:val="00EA23CC"/>
    <w:rsid w:val="00EA2757"/>
    <w:rsid w:val="00EA28EB"/>
    <w:rsid w:val="00EA291E"/>
    <w:rsid w:val="00EA2924"/>
    <w:rsid w:val="00EA29E0"/>
    <w:rsid w:val="00EA2F79"/>
    <w:rsid w:val="00EA3484"/>
    <w:rsid w:val="00EA3919"/>
    <w:rsid w:val="00EA3AD0"/>
    <w:rsid w:val="00EA3E53"/>
    <w:rsid w:val="00EA3E61"/>
    <w:rsid w:val="00EA413F"/>
    <w:rsid w:val="00EA4206"/>
    <w:rsid w:val="00EA4858"/>
    <w:rsid w:val="00EA4DAC"/>
    <w:rsid w:val="00EA5361"/>
    <w:rsid w:val="00EA54DE"/>
    <w:rsid w:val="00EA565F"/>
    <w:rsid w:val="00EA5B97"/>
    <w:rsid w:val="00EA6462"/>
    <w:rsid w:val="00EA67CB"/>
    <w:rsid w:val="00EA6DE3"/>
    <w:rsid w:val="00EA6F94"/>
    <w:rsid w:val="00EA749B"/>
    <w:rsid w:val="00EA7625"/>
    <w:rsid w:val="00EA774D"/>
    <w:rsid w:val="00EA7EA2"/>
    <w:rsid w:val="00EB0F01"/>
    <w:rsid w:val="00EB0F89"/>
    <w:rsid w:val="00EB104B"/>
    <w:rsid w:val="00EB1349"/>
    <w:rsid w:val="00EB1929"/>
    <w:rsid w:val="00EB1966"/>
    <w:rsid w:val="00EB23B9"/>
    <w:rsid w:val="00EB2429"/>
    <w:rsid w:val="00EB2AE2"/>
    <w:rsid w:val="00EB392D"/>
    <w:rsid w:val="00EB39F2"/>
    <w:rsid w:val="00EB3B89"/>
    <w:rsid w:val="00EB404D"/>
    <w:rsid w:val="00EB4BDB"/>
    <w:rsid w:val="00EB51E4"/>
    <w:rsid w:val="00EB5205"/>
    <w:rsid w:val="00EB579D"/>
    <w:rsid w:val="00EB62FE"/>
    <w:rsid w:val="00EB6A7F"/>
    <w:rsid w:val="00EB6D2D"/>
    <w:rsid w:val="00EB7267"/>
    <w:rsid w:val="00EB7649"/>
    <w:rsid w:val="00EB7714"/>
    <w:rsid w:val="00EB782E"/>
    <w:rsid w:val="00EB79BF"/>
    <w:rsid w:val="00EB7E21"/>
    <w:rsid w:val="00EC05D7"/>
    <w:rsid w:val="00EC0BCD"/>
    <w:rsid w:val="00EC0BE8"/>
    <w:rsid w:val="00EC0D49"/>
    <w:rsid w:val="00EC11C9"/>
    <w:rsid w:val="00EC1282"/>
    <w:rsid w:val="00EC161A"/>
    <w:rsid w:val="00EC186A"/>
    <w:rsid w:val="00EC1A8B"/>
    <w:rsid w:val="00EC1AA9"/>
    <w:rsid w:val="00EC1F83"/>
    <w:rsid w:val="00EC2048"/>
    <w:rsid w:val="00EC223F"/>
    <w:rsid w:val="00EC2A8F"/>
    <w:rsid w:val="00EC2AE3"/>
    <w:rsid w:val="00EC2C6B"/>
    <w:rsid w:val="00EC2D56"/>
    <w:rsid w:val="00EC2EA1"/>
    <w:rsid w:val="00EC2EF5"/>
    <w:rsid w:val="00EC30E7"/>
    <w:rsid w:val="00EC315B"/>
    <w:rsid w:val="00EC322E"/>
    <w:rsid w:val="00EC36D0"/>
    <w:rsid w:val="00EC39F7"/>
    <w:rsid w:val="00EC3D70"/>
    <w:rsid w:val="00EC4057"/>
    <w:rsid w:val="00EC40E9"/>
    <w:rsid w:val="00EC42CE"/>
    <w:rsid w:val="00EC481A"/>
    <w:rsid w:val="00EC4940"/>
    <w:rsid w:val="00EC4C09"/>
    <w:rsid w:val="00EC4E10"/>
    <w:rsid w:val="00EC58BE"/>
    <w:rsid w:val="00EC5C58"/>
    <w:rsid w:val="00EC5F46"/>
    <w:rsid w:val="00EC6794"/>
    <w:rsid w:val="00EC6B8E"/>
    <w:rsid w:val="00EC6BBA"/>
    <w:rsid w:val="00EC6C15"/>
    <w:rsid w:val="00EC6C47"/>
    <w:rsid w:val="00EC6D11"/>
    <w:rsid w:val="00EC76DA"/>
    <w:rsid w:val="00ED004B"/>
    <w:rsid w:val="00ED00EE"/>
    <w:rsid w:val="00ED0308"/>
    <w:rsid w:val="00ED0DFD"/>
    <w:rsid w:val="00ED0FD8"/>
    <w:rsid w:val="00ED19AA"/>
    <w:rsid w:val="00ED1A4C"/>
    <w:rsid w:val="00ED2184"/>
    <w:rsid w:val="00ED277E"/>
    <w:rsid w:val="00ED2A07"/>
    <w:rsid w:val="00ED3784"/>
    <w:rsid w:val="00ED3832"/>
    <w:rsid w:val="00ED39B1"/>
    <w:rsid w:val="00ED3AEB"/>
    <w:rsid w:val="00ED407D"/>
    <w:rsid w:val="00ED4865"/>
    <w:rsid w:val="00ED4C5D"/>
    <w:rsid w:val="00ED4CD9"/>
    <w:rsid w:val="00ED4D7D"/>
    <w:rsid w:val="00ED4DA6"/>
    <w:rsid w:val="00ED50E3"/>
    <w:rsid w:val="00ED529F"/>
    <w:rsid w:val="00ED554E"/>
    <w:rsid w:val="00ED55D8"/>
    <w:rsid w:val="00ED573E"/>
    <w:rsid w:val="00ED5AB0"/>
    <w:rsid w:val="00ED6524"/>
    <w:rsid w:val="00ED66BA"/>
    <w:rsid w:val="00ED6AF5"/>
    <w:rsid w:val="00ED7144"/>
    <w:rsid w:val="00ED71EC"/>
    <w:rsid w:val="00ED724B"/>
    <w:rsid w:val="00ED751B"/>
    <w:rsid w:val="00ED7BFB"/>
    <w:rsid w:val="00EE0662"/>
    <w:rsid w:val="00EE0D55"/>
    <w:rsid w:val="00EE1965"/>
    <w:rsid w:val="00EE1AB5"/>
    <w:rsid w:val="00EE1DA4"/>
    <w:rsid w:val="00EE1F7D"/>
    <w:rsid w:val="00EE20E8"/>
    <w:rsid w:val="00EE24A8"/>
    <w:rsid w:val="00EE25F6"/>
    <w:rsid w:val="00EE2A25"/>
    <w:rsid w:val="00EE2CBC"/>
    <w:rsid w:val="00EE2F52"/>
    <w:rsid w:val="00EE32AC"/>
    <w:rsid w:val="00EE34E5"/>
    <w:rsid w:val="00EE358D"/>
    <w:rsid w:val="00EE3FDA"/>
    <w:rsid w:val="00EE4403"/>
    <w:rsid w:val="00EE48DF"/>
    <w:rsid w:val="00EE4943"/>
    <w:rsid w:val="00EE49D4"/>
    <w:rsid w:val="00EE49E4"/>
    <w:rsid w:val="00EE4BC0"/>
    <w:rsid w:val="00EE5C52"/>
    <w:rsid w:val="00EE5DD0"/>
    <w:rsid w:val="00EE5F07"/>
    <w:rsid w:val="00EE5F1F"/>
    <w:rsid w:val="00EE66A3"/>
    <w:rsid w:val="00EE6715"/>
    <w:rsid w:val="00EE6D70"/>
    <w:rsid w:val="00EE76B8"/>
    <w:rsid w:val="00EE7A14"/>
    <w:rsid w:val="00EE7EE1"/>
    <w:rsid w:val="00EF12BE"/>
    <w:rsid w:val="00EF16A5"/>
    <w:rsid w:val="00EF1729"/>
    <w:rsid w:val="00EF1747"/>
    <w:rsid w:val="00EF1B94"/>
    <w:rsid w:val="00EF1CDE"/>
    <w:rsid w:val="00EF220E"/>
    <w:rsid w:val="00EF2897"/>
    <w:rsid w:val="00EF29EE"/>
    <w:rsid w:val="00EF32B6"/>
    <w:rsid w:val="00EF3637"/>
    <w:rsid w:val="00EF399B"/>
    <w:rsid w:val="00EF3CC0"/>
    <w:rsid w:val="00EF43DB"/>
    <w:rsid w:val="00EF43FE"/>
    <w:rsid w:val="00EF4687"/>
    <w:rsid w:val="00EF4D43"/>
    <w:rsid w:val="00EF4D6B"/>
    <w:rsid w:val="00EF4DD8"/>
    <w:rsid w:val="00EF559F"/>
    <w:rsid w:val="00EF59C9"/>
    <w:rsid w:val="00EF6018"/>
    <w:rsid w:val="00EF64A8"/>
    <w:rsid w:val="00EF6569"/>
    <w:rsid w:val="00EF69D6"/>
    <w:rsid w:val="00EF6D56"/>
    <w:rsid w:val="00EF7499"/>
    <w:rsid w:val="00EF7667"/>
    <w:rsid w:val="00EF7749"/>
    <w:rsid w:val="00EF782E"/>
    <w:rsid w:val="00EF79D8"/>
    <w:rsid w:val="00F00201"/>
    <w:rsid w:val="00F002D6"/>
    <w:rsid w:val="00F0074A"/>
    <w:rsid w:val="00F0097D"/>
    <w:rsid w:val="00F00AC4"/>
    <w:rsid w:val="00F00C07"/>
    <w:rsid w:val="00F00EBE"/>
    <w:rsid w:val="00F013F1"/>
    <w:rsid w:val="00F0144C"/>
    <w:rsid w:val="00F014CA"/>
    <w:rsid w:val="00F014EB"/>
    <w:rsid w:val="00F01708"/>
    <w:rsid w:val="00F01DE7"/>
    <w:rsid w:val="00F0211C"/>
    <w:rsid w:val="00F02488"/>
    <w:rsid w:val="00F02A20"/>
    <w:rsid w:val="00F02BD7"/>
    <w:rsid w:val="00F02F23"/>
    <w:rsid w:val="00F031DC"/>
    <w:rsid w:val="00F0357C"/>
    <w:rsid w:val="00F0362F"/>
    <w:rsid w:val="00F03D34"/>
    <w:rsid w:val="00F03DF2"/>
    <w:rsid w:val="00F047A2"/>
    <w:rsid w:val="00F04824"/>
    <w:rsid w:val="00F04BF0"/>
    <w:rsid w:val="00F04C0A"/>
    <w:rsid w:val="00F055D5"/>
    <w:rsid w:val="00F0570B"/>
    <w:rsid w:val="00F05763"/>
    <w:rsid w:val="00F05E79"/>
    <w:rsid w:val="00F05F5E"/>
    <w:rsid w:val="00F061C6"/>
    <w:rsid w:val="00F06228"/>
    <w:rsid w:val="00F0624F"/>
    <w:rsid w:val="00F06539"/>
    <w:rsid w:val="00F0684C"/>
    <w:rsid w:val="00F0697D"/>
    <w:rsid w:val="00F06C49"/>
    <w:rsid w:val="00F06C8C"/>
    <w:rsid w:val="00F06EE8"/>
    <w:rsid w:val="00F07137"/>
    <w:rsid w:val="00F07186"/>
    <w:rsid w:val="00F072E5"/>
    <w:rsid w:val="00F07BF1"/>
    <w:rsid w:val="00F100F9"/>
    <w:rsid w:val="00F1063A"/>
    <w:rsid w:val="00F10907"/>
    <w:rsid w:val="00F10E96"/>
    <w:rsid w:val="00F10F50"/>
    <w:rsid w:val="00F110FC"/>
    <w:rsid w:val="00F11627"/>
    <w:rsid w:val="00F1165F"/>
    <w:rsid w:val="00F11C89"/>
    <w:rsid w:val="00F11E93"/>
    <w:rsid w:val="00F12093"/>
    <w:rsid w:val="00F127B6"/>
    <w:rsid w:val="00F128A1"/>
    <w:rsid w:val="00F12A1F"/>
    <w:rsid w:val="00F12F1D"/>
    <w:rsid w:val="00F13127"/>
    <w:rsid w:val="00F131A0"/>
    <w:rsid w:val="00F1320C"/>
    <w:rsid w:val="00F1352E"/>
    <w:rsid w:val="00F1353A"/>
    <w:rsid w:val="00F13965"/>
    <w:rsid w:val="00F1421B"/>
    <w:rsid w:val="00F145C0"/>
    <w:rsid w:val="00F148CE"/>
    <w:rsid w:val="00F1537B"/>
    <w:rsid w:val="00F15391"/>
    <w:rsid w:val="00F155DF"/>
    <w:rsid w:val="00F15747"/>
    <w:rsid w:val="00F15990"/>
    <w:rsid w:val="00F159A8"/>
    <w:rsid w:val="00F15B53"/>
    <w:rsid w:val="00F16057"/>
    <w:rsid w:val="00F1610E"/>
    <w:rsid w:val="00F16BB3"/>
    <w:rsid w:val="00F17106"/>
    <w:rsid w:val="00F17354"/>
    <w:rsid w:val="00F20054"/>
    <w:rsid w:val="00F20257"/>
    <w:rsid w:val="00F20558"/>
    <w:rsid w:val="00F2101C"/>
    <w:rsid w:val="00F210E3"/>
    <w:rsid w:val="00F21160"/>
    <w:rsid w:val="00F21487"/>
    <w:rsid w:val="00F21A09"/>
    <w:rsid w:val="00F21C5B"/>
    <w:rsid w:val="00F22076"/>
    <w:rsid w:val="00F220E1"/>
    <w:rsid w:val="00F222BA"/>
    <w:rsid w:val="00F2233C"/>
    <w:rsid w:val="00F2256B"/>
    <w:rsid w:val="00F229D8"/>
    <w:rsid w:val="00F22B83"/>
    <w:rsid w:val="00F22C03"/>
    <w:rsid w:val="00F22ED6"/>
    <w:rsid w:val="00F23851"/>
    <w:rsid w:val="00F24394"/>
    <w:rsid w:val="00F24B38"/>
    <w:rsid w:val="00F256A2"/>
    <w:rsid w:val="00F25CF1"/>
    <w:rsid w:val="00F25E49"/>
    <w:rsid w:val="00F26205"/>
    <w:rsid w:val="00F262B7"/>
    <w:rsid w:val="00F26903"/>
    <w:rsid w:val="00F269D3"/>
    <w:rsid w:val="00F26DFC"/>
    <w:rsid w:val="00F26FEE"/>
    <w:rsid w:val="00F2738E"/>
    <w:rsid w:val="00F275A0"/>
    <w:rsid w:val="00F27B28"/>
    <w:rsid w:val="00F306F2"/>
    <w:rsid w:val="00F30B6B"/>
    <w:rsid w:val="00F31081"/>
    <w:rsid w:val="00F310F9"/>
    <w:rsid w:val="00F31153"/>
    <w:rsid w:val="00F318F7"/>
    <w:rsid w:val="00F32612"/>
    <w:rsid w:val="00F32B2A"/>
    <w:rsid w:val="00F32B75"/>
    <w:rsid w:val="00F32E84"/>
    <w:rsid w:val="00F32FF2"/>
    <w:rsid w:val="00F33912"/>
    <w:rsid w:val="00F33947"/>
    <w:rsid w:val="00F33D71"/>
    <w:rsid w:val="00F3401D"/>
    <w:rsid w:val="00F34444"/>
    <w:rsid w:val="00F34673"/>
    <w:rsid w:val="00F34B35"/>
    <w:rsid w:val="00F35278"/>
    <w:rsid w:val="00F352BC"/>
    <w:rsid w:val="00F35AE7"/>
    <w:rsid w:val="00F35D15"/>
    <w:rsid w:val="00F35F53"/>
    <w:rsid w:val="00F360A7"/>
    <w:rsid w:val="00F360D6"/>
    <w:rsid w:val="00F3656C"/>
    <w:rsid w:val="00F366BD"/>
    <w:rsid w:val="00F36C2E"/>
    <w:rsid w:val="00F37237"/>
    <w:rsid w:val="00F376A5"/>
    <w:rsid w:val="00F37C18"/>
    <w:rsid w:val="00F4067E"/>
    <w:rsid w:val="00F408AE"/>
    <w:rsid w:val="00F40EAE"/>
    <w:rsid w:val="00F40F03"/>
    <w:rsid w:val="00F41425"/>
    <w:rsid w:val="00F41CEC"/>
    <w:rsid w:val="00F428E3"/>
    <w:rsid w:val="00F42B73"/>
    <w:rsid w:val="00F42E86"/>
    <w:rsid w:val="00F430C5"/>
    <w:rsid w:val="00F43695"/>
    <w:rsid w:val="00F43841"/>
    <w:rsid w:val="00F4392E"/>
    <w:rsid w:val="00F43EAB"/>
    <w:rsid w:val="00F441F8"/>
    <w:rsid w:val="00F44561"/>
    <w:rsid w:val="00F4465A"/>
    <w:rsid w:val="00F44F6D"/>
    <w:rsid w:val="00F457BB"/>
    <w:rsid w:val="00F45C48"/>
    <w:rsid w:val="00F45C7D"/>
    <w:rsid w:val="00F46481"/>
    <w:rsid w:val="00F464B6"/>
    <w:rsid w:val="00F46B28"/>
    <w:rsid w:val="00F46C2F"/>
    <w:rsid w:val="00F47393"/>
    <w:rsid w:val="00F473C9"/>
    <w:rsid w:val="00F50E90"/>
    <w:rsid w:val="00F510A7"/>
    <w:rsid w:val="00F51616"/>
    <w:rsid w:val="00F5165F"/>
    <w:rsid w:val="00F51875"/>
    <w:rsid w:val="00F51978"/>
    <w:rsid w:val="00F52009"/>
    <w:rsid w:val="00F52497"/>
    <w:rsid w:val="00F5274F"/>
    <w:rsid w:val="00F52A69"/>
    <w:rsid w:val="00F52D63"/>
    <w:rsid w:val="00F52E50"/>
    <w:rsid w:val="00F52E5A"/>
    <w:rsid w:val="00F53402"/>
    <w:rsid w:val="00F5371E"/>
    <w:rsid w:val="00F53788"/>
    <w:rsid w:val="00F53856"/>
    <w:rsid w:val="00F53C2D"/>
    <w:rsid w:val="00F53FE3"/>
    <w:rsid w:val="00F542AE"/>
    <w:rsid w:val="00F542DD"/>
    <w:rsid w:val="00F5498F"/>
    <w:rsid w:val="00F551D4"/>
    <w:rsid w:val="00F55460"/>
    <w:rsid w:val="00F55CCB"/>
    <w:rsid w:val="00F562F7"/>
    <w:rsid w:val="00F56AAD"/>
    <w:rsid w:val="00F571AE"/>
    <w:rsid w:val="00F57384"/>
    <w:rsid w:val="00F5749A"/>
    <w:rsid w:val="00F5766D"/>
    <w:rsid w:val="00F6010D"/>
    <w:rsid w:val="00F6038B"/>
    <w:rsid w:val="00F60991"/>
    <w:rsid w:val="00F6129C"/>
    <w:rsid w:val="00F61B1F"/>
    <w:rsid w:val="00F61DAF"/>
    <w:rsid w:val="00F62168"/>
    <w:rsid w:val="00F621C1"/>
    <w:rsid w:val="00F62294"/>
    <w:rsid w:val="00F62921"/>
    <w:rsid w:val="00F62AB8"/>
    <w:rsid w:val="00F63679"/>
    <w:rsid w:val="00F637C3"/>
    <w:rsid w:val="00F63802"/>
    <w:rsid w:val="00F63DE0"/>
    <w:rsid w:val="00F64276"/>
    <w:rsid w:val="00F64E15"/>
    <w:rsid w:val="00F64F0F"/>
    <w:rsid w:val="00F65BCA"/>
    <w:rsid w:val="00F65C1D"/>
    <w:rsid w:val="00F65D48"/>
    <w:rsid w:val="00F65EA8"/>
    <w:rsid w:val="00F65ED5"/>
    <w:rsid w:val="00F66079"/>
    <w:rsid w:val="00F665E7"/>
    <w:rsid w:val="00F6679E"/>
    <w:rsid w:val="00F66AF2"/>
    <w:rsid w:val="00F66EF8"/>
    <w:rsid w:val="00F66FC5"/>
    <w:rsid w:val="00F67ADE"/>
    <w:rsid w:val="00F7004B"/>
    <w:rsid w:val="00F70334"/>
    <w:rsid w:val="00F7046B"/>
    <w:rsid w:val="00F7049A"/>
    <w:rsid w:val="00F704D2"/>
    <w:rsid w:val="00F7054A"/>
    <w:rsid w:val="00F70807"/>
    <w:rsid w:val="00F70B5C"/>
    <w:rsid w:val="00F7138A"/>
    <w:rsid w:val="00F717C8"/>
    <w:rsid w:val="00F71D9E"/>
    <w:rsid w:val="00F71FEC"/>
    <w:rsid w:val="00F722F7"/>
    <w:rsid w:val="00F727D6"/>
    <w:rsid w:val="00F72A80"/>
    <w:rsid w:val="00F72AEE"/>
    <w:rsid w:val="00F72D01"/>
    <w:rsid w:val="00F72F88"/>
    <w:rsid w:val="00F73066"/>
    <w:rsid w:val="00F7335A"/>
    <w:rsid w:val="00F73767"/>
    <w:rsid w:val="00F73B69"/>
    <w:rsid w:val="00F7427F"/>
    <w:rsid w:val="00F743C4"/>
    <w:rsid w:val="00F743F5"/>
    <w:rsid w:val="00F744F0"/>
    <w:rsid w:val="00F74A70"/>
    <w:rsid w:val="00F75708"/>
    <w:rsid w:val="00F762FE"/>
    <w:rsid w:val="00F76F57"/>
    <w:rsid w:val="00F77264"/>
    <w:rsid w:val="00F77502"/>
    <w:rsid w:val="00F77557"/>
    <w:rsid w:val="00F77788"/>
    <w:rsid w:val="00F777E1"/>
    <w:rsid w:val="00F77B6D"/>
    <w:rsid w:val="00F80223"/>
    <w:rsid w:val="00F8055A"/>
    <w:rsid w:val="00F81501"/>
    <w:rsid w:val="00F822A6"/>
    <w:rsid w:val="00F8253D"/>
    <w:rsid w:val="00F82A51"/>
    <w:rsid w:val="00F82B0E"/>
    <w:rsid w:val="00F834A8"/>
    <w:rsid w:val="00F8354E"/>
    <w:rsid w:val="00F83899"/>
    <w:rsid w:val="00F83C9A"/>
    <w:rsid w:val="00F83FCB"/>
    <w:rsid w:val="00F84189"/>
    <w:rsid w:val="00F844B7"/>
    <w:rsid w:val="00F84F54"/>
    <w:rsid w:val="00F852EA"/>
    <w:rsid w:val="00F8539D"/>
    <w:rsid w:val="00F85436"/>
    <w:rsid w:val="00F8586E"/>
    <w:rsid w:val="00F85D2C"/>
    <w:rsid w:val="00F85E34"/>
    <w:rsid w:val="00F85FBD"/>
    <w:rsid w:val="00F8635A"/>
    <w:rsid w:val="00F86965"/>
    <w:rsid w:val="00F86972"/>
    <w:rsid w:val="00F86FB5"/>
    <w:rsid w:val="00F8729E"/>
    <w:rsid w:val="00F87793"/>
    <w:rsid w:val="00F903B3"/>
    <w:rsid w:val="00F90C90"/>
    <w:rsid w:val="00F91487"/>
    <w:rsid w:val="00F91B8B"/>
    <w:rsid w:val="00F91C26"/>
    <w:rsid w:val="00F92335"/>
    <w:rsid w:val="00F923EA"/>
    <w:rsid w:val="00F925CC"/>
    <w:rsid w:val="00F92AF2"/>
    <w:rsid w:val="00F92CBF"/>
    <w:rsid w:val="00F92DC1"/>
    <w:rsid w:val="00F92E8C"/>
    <w:rsid w:val="00F933B0"/>
    <w:rsid w:val="00F936D9"/>
    <w:rsid w:val="00F937D8"/>
    <w:rsid w:val="00F9440D"/>
    <w:rsid w:val="00F94829"/>
    <w:rsid w:val="00F9487C"/>
    <w:rsid w:val="00F94946"/>
    <w:rsid w:val="00F95510"/>
    <w:rsid w:val="00F9576F"/>
    <w:rsid w:val="00F95965"/>
    <w:rsid w:val="00F95B82"/>
    <w:rsid w:val="00F95CA4"/>
    <w:rsid w:val="00F962B8"/>
    <w:rsid w:val="00F965B1"/>
    <w:rsid w:val="00F967A1"/>
    <w:rsid w:val="00F969D6"/>
    <w:rsid w:val="00F96D89"/>
    <w:rsid w:val="00F97287"/>
    <w:rsid w:val="00F97612"/>
    <w:rsid w:val="00F97A1D"/>
    <w:rsid w:val="00F97B91"/>
    <w:rsid w:val="00F97FFB"/>
    <w:rsid w:val="00FA0360"/>
    <w:rsid w:val="00FA03B5"/>
    <w:rsid w:val="00FA0F4D"/>
    <w:rsid w:val="00FA13A6"/>
    <w:rsid w:val="00FA1A02"/>
    <w:rsid w:val="00FA2CA9"/>
    <w:rsid w:val="00FA302D"/>
    <w:rsid w:val="00FA3074"/>
    <w:rsid w:val="00FA37C1"/>
    <w:rsid w:val="00FA38FB"/>
    <w:rsid w:val="00FA3A5F"/>
    <w:rsid w:val="00FA3B3D"/>
    <w:rsid w:val="00FA3C50"/>
    <w:rsid w:val="00FA3D97"/>
    <w:rsid w:val="00FA3ECD"/>
    <w:rsid w:val="00FA3FEF"/>
    <w:rsid w:val="00FA46A2"/>
    <w:rsid w:val="00FA46EB"/>
    <w:rsid w:val="00FA481D"/>
    <w:rsid w:val="00FA488D"/>
    <w:rsid w:val="00FA4C1D"/>
    <w:rsid w:val="00FA50A8"/>
    <w:rsid w:val="00FA517C"/>
    <w:rsid w:val="00FA5501"/>
    <w:rsid w:val="00FA5776"/>
    <w:rsid w:val="00FA5841"/>
    <w:rsid w:val="00FA58B8"/>
    <w:rsid w:val="00FA5BAD"/>
    <w:rsid w:val="00FA5BAE"/>
    <w:rsid w:val="00FA5EB7"/>
    <w:rsid w:val="00FA6516"/>
    <w:rsid w:val="00FA65FA"/>
    <w:rsid w:val="00FA681B"/>
    <w:rsid w:val="00FA6AD7"/>
    <w:rsid w:val="00FA74AB"/>
    <w:rsid w:val="00FA75C4"/>
    <w:rsid w:val="00FA7881"/>
    <w:rsid w:val="00FA7FB2"/>
    <w:rsid w:val="00FB004E"/>
    <w:rsid w:val="00FB00DC"/>
    <w:rsid w:val="00FB05D1"/>
    <w:rsid w:val="00FB0E81"/>
    <w:rsid w:val="00FB0F14"/>
    <w:rsid w:val="00FB25D6"/>
    <w:rsid w:val="00FB265E"/>
    <w:rsid w:val="00FB278D"/>
    <w:rsid w:val="00FB2DB1"/>
    <w:rsid w:val="00FB3184"/>
    <w:rsid w:val="00FB33DF"/>
    <w:rsid w:val="00FB34A6"/>
    <w:rsid w:val="00FB3EA5"/>
    <w:rsid w:val="00FB4275"/>
    <w:rsid w:val="00FB45C4"/>
    <w:rsid w:val="00FB491F"/>
    <w:rsid w:val="00FB4F05"/>
    <w:rsid w:val="00FB52DC"/>
    <w:rsid w:val="00FB55F7"/>
    <w:rsid w:val="00FB569C"/>
    <w:rsid w:val="00FB57EA"/>
    <w:rsid w:val="00FB5A07"/>
    <w:rsid w:val="00FB5FF8"/>
    <w:rsid w:val="00FB66E1"/>
    <w:rsid w:val="00FB6B74"/>
    <w:rsid w:val="00FB6FE5"/>
    <w:rsid w:val="00FB70C0"/>
    <w:rsid w:val="00FB72E7"/>
    <w:rsid w:val="00FB7882"/>
    <w:rsid w:val="00FB7DE3"/>
    <w:rsid w:val="00FC0542"/>
    <w:rsid w:val="00FC0A5C"/>
    <w:rsid w:val="00FC0F09"/>
    <w:rsid w:val="00FC0FDF"/>
    <w:rsid w:val="00FC1C42"/>
    <w:rsid w:val="00FC244B"/>
    <w:rsid w:val="00FC274E"/>
    <w:rsid w:val="00FC287E"/>
    <w:rsid w:val="00FC29AF"/>
    <w:rsid w:val="00FC2A98"/>
    <w:rsid w:val="00FC30C1"/>
    <w:rsid w:val="00FC3681"/>
    <w:rsid w:val="00FC38A5"/>
    <w:rsid w:val="00FC3C9D"/>
    <w:rsid w:val="00FC3FE8"/>
    <w:rsid w:val="00FC41D8"/>
    <w:rsid w:val="00FC4860"/>
    <w:rsid w:val="00FC49FF"/>
    <w:rsid w:val="00FC526A"/>
    <w:rsid w:val="00FC5BE3"/>
    <w:rsid w:val="00FC5D01"/>
    <w:rsid w:val="00FC60A9"/>
    <w:rsid w:val="00FC6194"/>
    <w:rsid w:val="00FC6865"/>
    <w:rsid w:val="00FC6909"/>
    <w:rsid w:val="00FC6CDF"/>
    <w:rsid w:val="00FC7021"/>
    <w:rsid w:val="00FC73D8"/>
    <w:rsid w:val="00FC7A4D"/>
    <w:rsid w:val="00FC7E37"/>
    <w:rsid w:val="00FD00E3"/>
    <w:rsid w:val="00FD016C"/>
    <w:rsid w:val="00FD0206"/>
    <w:rsid w:val="00FD03DE"/>
    <w:rsid w:val="00FD05F9"/>
    <w:rsid w:val="00FD0B88"/>
    <w:rsid w:val="00FD0F6E"/>
    <w:rsid w:val="00FD1548"/>
    <w:rsid w:val="00FD15EE"/>
    <w:rsid w:val="00FD1A24"/>
    <w:rsid w:val="00FD1DCE"/>
    <w:rsid w:val="00FD23D5"/>
    <w:rsid w:val="00FD268C"/>
    <w:rsid w:val="00FD2C96"/>
    <w:rsid w:val="00FD2E36"/>
    <w:rsid w:val="00FD3355"/>
    <w:rsid w:val="00FD372E"/>
    <w:rsid w:val="00FD392E"/>
    <w:rsid w:val="00FD3B93"/>
    <w:rsid w:val="00FD4333"/>
    <w:rsid w:val="00FD4635"/>
    <w:rsid w:val="00FD4AEA"/>
    <w:rsid w:val="00FD4D9F"/>
    <w:rsid w:val="00FD4DE4"/>
    <w:rsid w:val="00FD52AA"/>
    <w:rsid w:val="00FD552F"/>
    <w:rsid w:val="00FD5945"/>
    <w:rsid w:val="00FD5952"/>
    <w:rsid w:val="00FD5DDA"/>
    <w:rsid w:val="00FD6272"/>
    <w:rsid w:val="00FD6C15"/>
    <w:rsid w:val="00FD750B"/>
    <w:rsid w:val="00FD755D"/>
    <w:rsid w:val="00FD781C"/>
    <w:rsid w:val="00FE0562"/>
    <w:rsid w:val="00FE0953"/>
    <w:rsid w:val="00FE1491"/>
    <w:rsid w:val="00FE1759"/>
    <w:rsid w:val="00FE1859"/>
    <w:rsid w:val="00FE1A38"/>
    <w:rsid w:val="00FE1D07"/>
    <w:rsid w:val="00FE242E"/>
    <w:rsid w:val="00FE2463"/>
    <w:rsid w:val="00FE3084"/>
    <w:rsid w:val="00FE30D3"/>
    <w:rsid w:val="00FE35BF"/>
    <w:rsid w:val="00FE37E8"/>
    <w:rsid w:val="00FE3D8C"/>
    <w:rsid w:val="00FE42ED"/>
    <w:rsid w:val="00FE4356"/>
    <w:rsid w:val="00FE4402"/>
    <w:rsid w:val="00FE49B0"/>
    <w:rsid w:val="00FE4BB1"/>
    <w:rsid w:val="00FE5208"/>
    <w:rsid w:val="00FE54DE"/>
    <w:rsid w:val="00FE56D2"/>
    <w:rsid w:val="00FE5F98"/>
    <w:rsid w:val="00FE6161"/>
    <w:rsid w:val="00FE619C"/>
    <w:rsid w:val="00FE6645"/>
    <w:rsid w:val="00FE68F9"/>
    <w:rsid w:val="00FE6945"/>
    <w:rsid w:val="00FE6967"/>
    <w:rsid w:val="00FE69C8"/>
    <w:rsid w:val="00FE74A9"/>
    <w:rsid w:val="00FE76C2"/>
    <w:rsid w:val="00FE7804"/>
    <w:rsid w:val="00FF0566"/>
    <w:rsid w:val="00FF07F2"/>
    <w:rsid w:val="00FF0AF1"/>
    <w:rsid w:val="00FF0BD7"/>
    <w:rsid w:val="00FF1179"/>
    <w:rsid w:val="00FF1C30"/>
    <w:rsid w:val="00FF1F2B"/>
    <w:rsid w:val="00FF2016"/>
    <w:rsid w:val="00FF21F4"/>
    <w:rsid w:val="00FF237D"/>
    <w:rsid w:val="00FF2698"/>
    <w:rsid w:val="00FF28DA"/>
    <w:rsid w:val="00FF2925"/>
    <w:rsid w:val="00FF29A2"/>
    <w:rsid w:val="00FF2AA1"/>
    <w:rsid w:val="00FF354F"/>
    <w:rsid w:val="00FF3B44"/>
    <w:rsid w:val="00FF3B8E"/>
    <w:rsid w:val="00FF3D67"/>
    <w:rsid w:val="00FF3DDE"/>
    <w:rsid w:val="00FF4311"/>
    <w:rsid w:val="00FF48E2"/>
    <w:rsid w:val="00FF4BEC"/>
    <w:rsid w:val="00FF50CC"/>
    <w:rsid w:val="00FF5586"/>
    <w:rsid w:val="00FF5690"/>
    <w:rsid w:val="00FF5D25"/>
    <w:rsid w:val="00FF5EDF"/>
    <w:rsid w:val="00FF5F46"/>
    <w:rsid w:val="00FF6A16"/>
    <w:rsid w:val="00FF75E2"/>
    <w:rsid w:val="00FF7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D5B"/>
    <w:pPr>
      <w:spacing w:line="360" w:lineRule="atLeast"/>
      <w:jc w:val="both"/>
    </w:pPr>
    <w:rPr>
      <w:rFonts w:ascii="Times New Roman CYR" w:eastAsia="Times New Roman" w:hAnsi="Times New Roman CYR" w:cs="Times New Roman CYR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95E77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6C7D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C7D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007F8B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007F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C82164"/>
    <w:pPr>
      <w:spacing w:line="240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38670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704"/>
    <w:rPr>
      <w:rFonts w:ascii="Times New Roman CYR" w:hAnsi="Times New Roman CYR" w:cs="Times New Roman CYR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rsid w:val="0038670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6704"/>
    <w:rPr>
      <w:rFonts w:ascii="Times New Roman CYR" w:hAnsi="Times New Roman CYR" w:cs="Times New Roman CYR"/>
      <w:sz w:val="28"/>
      <w:szCs w:val="28"/>
    </w:rPr>
  </w:style>
  <w:style w:type="paragraph" w:customStyle="1" w:styleId="ConsNormal">
    <w:name w:val="ConsNormal"/>
    <w:uiPriority w:val="99"/>
    <w:rsid w:val="001468F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267458"/>
    <w:pPr>
      <w:spacing w:line="240" w:lineRule="auto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D3B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74D9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31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1669</TotalTime>
  <Pages>9</Pages>
  <Words>3742</Words>
  <Characters>21335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moskalevaev</dc:creator>
  <cp:keywords/>
  <dc:description/>
  <cp:lastModifiedBy>User</cp:lastModifiedBy>
  <cp:revision>73</cp:revision>
  <cp:lastPrinted>2013-11-18T02:43:00Z</cp:lastPrinted>
  <dcterms:created xsi:type="dcterms:W3CDTF">2013-09-24T03:00:00Z</dcterms:created>
  <dcterms:modified xsi:type="dcterms:W3CDTF">2013-11-19T07:33:00Z</dcterms:modified>
</cp:coreProperties>
</file>