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579" w:rsidRPr="006C433E" w:rsidRDefault="00D65579" w:rsidP="002867B2">
      <w:pPr>
        <w:ind w:left="5387"/>
        <w:rPr>
          <w:color w:val="000000"/>
        </w:rPr>
      </w:pPr>
    </w:p>
    <w:p w:rsidR="00D65579" w:rsidRDefault="00D65579" w:rsidP="002867B2">
      <w:pPr>
        <w:ind w:left="5387"/>
        <w:rPr>
          <w:color w:val="000000"/>
        </w:rPr>
      </w:pPr>
      <w:r w:rsidRPr="00031582">
        <w:rPr>
          <w:color w:val="000000"/>
        </w:rPr>
        <w:t>Приложение № 1 к постановлению Администрации Тарского муниципального района</w:t>
      </w:r>
    </w:p>
    <w:p w:rsidR="00D65579" w:rsidRDefault="00D65579" w:rsidP="002867B2">
      <w:pPr>
        <w:ind w:left="5387"/>
        <w:rPr>
          <w:color w:val="000000"/>
        </w:rPr>
      </w:pPr>
      <w:r>
        <w:rPr>
          <w:color w:val="000000"/>
        </w:rPr>
        <w:t xml:space="preserve">Омской области </w:t>
      </w:r>
    </w:p>
    <w:p w:rsidR="00D65579" w:rsidRDefault="00D65579" w:rsidP="002867B2">
      <w:pPr>
        <w:ind w:left="5387"/>
        <w:rPr>
          <w:color w:val="000000"/>
        </w:rPr>
      </w:pPr>
      <w:r>
        <w:rPr>
          <w:color w:val="000000"/>
        </w:rPr>
        <w:t>от 16.12.2024</w:t>
      </w:r>
      <w:r w:rsidRPr="00031582">
        <w:rPr>
          <w:color w:val="000000"/>
        </w:rPr>
        <w:t xml:space="preserve"> № </w:t>
      </w:r>
      <w:r>
        <w:rPr>
          <w:color w:val="000000"/>
        </w:rPr>
        <w:t>976</w:t>
      </w:r>
    </w:p>
    <w:p w:rsidR="00D65579" w:rsidRDefault="00D65579" w:rsidP="002867B2">
      <w:pPr>
        <w:ind w:left="5387"/>
        <w:rPr>
          <w:color w:val="000000"/>
        </w:rPr>
      </w:pPr>
    </w:p>
    <w:p w:rsidR="00D65579" w:rsidRPr="006C433E" w:rsidRDefault="00D65579" w:rsidP="002867B2">
      <w:pPr>
        <w:ind w:left="5387"/>
        <w:rPr>
          <w:color w:val="000000"/>
        </w:rPr>
      </w:pPr>
      <w:r>
        <w:rPr>
          <w:color w:val="000000"/>
        </w:rPr>
        <w:t>«</w:t>
      </w:r>
      <w:r w:rsidRPr="006C433E">
        <w:rPr>
          <w:color w:val="000000"/>
        </w:rPr>
        <w:t>Приложение № 5 к муниципальной программе</w:t>
      </w:r>
      <w:r>
        <w:rPr>
          <w:color w:val="000000"/>
        </w:rPr>
        <w:t xml:space="preserve"> </w:t>
      </w:r>
      <w:r w:rsidRPr="006C433E">
        <w:rPr>
          <w:color w:val="000000"/>
        </w:rPr>
        <w:t xml:space="preserve">Тарского муниципального района Омской области «Развитие социально-культурной сферы Тарского муниципального района Омской области» на 2020 – 2026 годы </w:t>
      </w:r>
    </w:p>
    <w:p w:rsidR="00D65579" w:rsidRDefault="00D65579" w:rsidP="002E264E">
      <w:pPr>
        <w:widowControl w:val="0"/>
        <w:tabs>
          <w:tab w:val="center" w:pos="4677"/>
          <w:tab w:val="right" w:pos="9355"/>
        </w:tabs>
        <w:autoSpaceDE w:val="0"/>
        <w:autoSpaceDN w:val="0"/>
        <w:adjustRightInd w:val="0"/>
        <w:jc w:val="both"/>
        <w:rPr>
          <w:color w:val="000000"/>
        </w:rPr>
      </w:pPr>
    </w:p>
    <w:p w:rsidR="00D65579" w:rsidRPr="006C433E" w:rsidRDefault="00D65579" w:rsidP="002E264E">
      <w:pPr>
        <w:widowControl w:val="0"/>
        <w:tabs>
          <w:tab w:val="center" w:pos="4677"/>
          <w:tab w:val="right" w:pos="9355"/>
        </w:tabs>
        <w:autoSpaceDE w:val="0"/>
        <w:autoSpaceDN w:val="0"/>
        <w:adjustRightInd w:val="0"/>
        <w:jc w:val="both"/>
        <w:rPr>
          <w:color w:val="000000"/>
        </w:rPr>
      </w:pPr>
    </w:p>
    <w:p w:rsidR="00D65579" w:rsidRPr="006C433E" w:rsidRDefault="00D65579" w:rsidP="002867B2">
      <w:pPr>
        <w:jc w:val="center"/>
        <w:rPr>
          <w:color w:val="000000"/>
        </w:rPr>
      </w:pPr>
      <w:r w:rsidRPr="006C433E">
        <w:rPr>
          <w:color w:val="000000"/>
        </w:rPr>
        <w:t>Подпрограмма</w:t>
      </w:r>
    </w:p>
    <w:p w:rsidR="00D65579" w:rsidRPr="006C433E" w:rsidRDefault="00D65579" w:rsidP="00031582">
      <w:pPr>
        <w:widowControl w:val="0"/>
        <w:tabs>
          <w:tab w:val="center" w:pos="4677"/>
          <w:tab w:val="right" w:pos="9355"/>
        </w:tabs>
        <w:autoSpaceDE w:val="0"/>
        <w:autoSpaceDN w:val="0"/>
        <w:adjustRightInd w:val="0"/>
        <w:jc w:val="center"/>
        <w:rPr>
          <w:color w:val="000000"/>
        </w:rPr>
      </w:pPr>
      <w:r w:rsidRPr="006C433E">
        <w:rPr>
          <w:color w:val="000000"/>
        </w:rPr>
        <w:t>«Развитие культуры и туризма Тарского муниципального района»</w:t>
      </w:r>
    </w:p>
    <w:p w:rsidR="00D65579" w:rsidRPr="006C433E" w:rsidRDefault="00D65579" w:rsidP="002E264E">
      <w:pPr>
        <w:widowControl w:val="0"/>
        <w:tabs>
          <w:tab w:val="center" w:pos="4677"/>
          <w:tab w:val="right" w:pos="9355"/>
        </w:tabs>
        <w:autoSpaceDE w:val="0"/>
        <w:autoSpaceDN w:val="0"/>
        <w:adjustRightInd w:val="0"/>
        <w:jc w:val="both"/>
        <w:rPr>
          <w:color w:val="000000"/>
        </w:rPr>
      </w:pPr>
    </w:p>
    <w:p w:rsidR="00D65579" w:rsidRPr="006C433E" w:rsidRDefault="00D65579" w:rsidP="002867B2">
      <w:pPr>
        <w:spacing w:line="240" w:lineRule="atLeast"/>
        <w:jc w:val="center"/>
        <w:rPr>
          <w:color w:val="000000"/>
        </w:rPr>
      </w:pPr>
      <w:r w:rsidRPr="006C433E">
        <w:rPr>
          <w:color w:val="000000"/>
        </w:rPr>
        <w:t>Раздел 1. Паспорт</w:t>
      </w:r>
    </w:p>
    <w:p w:rsidR="00D65579" w:rsidRPr="006C433E" w:rsidRDefault="00D65579" w:rsidP="002867B2">
      <w:pPr>
        <w:widowControl w:val="0"/>
        <w:tabs>
          <w:tab w:val="center" w:pos="4677"/>
          <w:tab w:val="right" w:pos="9355"/>
        </w:tabs>
        <w:autoSpaceDE w:val="0"/>
        <w:autoSpaceDN w:val="0"/>
        <w:adjustRightInd w:val="0"/>
        <w:jc w:val="center"/>
        <w:rPr>
          <w:color w:val="000000"/>
        </w:rPr>
      </w:pPr>
      <w:r w:rsidRPr="006C433E">
        <w:rPr>
          <w:color w:val="000000"/>
        </w:rPr>
        <w:t>подпрограммы «Развитие культуры и туризма Тарского муниципального района»</w:t>
      </w:r>
    </w:p>
    <w:p w:rsidR="00D65579" w:rsidRPr="006C433E" w:rsidRDefault="00D65579" w:rsidP="002867B2">
      <w:pPr>
        <w:widowControl w:val="0"/>
        <w:tabs>
          <w:tab w:val="center" w:pos="4677"/>
          <w:tab w:val="right" w:pos="9355"/>
        </w:tabs>
        <w:autoSpaceDE w:val="0"/>
        <w:autoSpaceDN w:val="0"/>
        <w:adjustRightInd w:val="0"/>
        <w:jc w:val="center"/>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D65579" w:rsidRPr="006C433E">
        <w:tc>
          <w:tcPr>
            <w:tcW w:w="3794" w:type="dxa"/>
            <w:vAlign w:val="center"/>
          </w:tcPr>
          <w:p w:rsidR="00D65579" w:rsidRPr="006C433E" w:rsidRDefault="00D65579" w:rsidP="00CC0646">
            <w:pPr>
              <w:widowControl w:val="0"/>
              <w:autoSpaceDE w:val="0"/>
              <w:autoSpaceDN w:val="0"/>
              <w:adjustRightInd w:val="0"/>
              <w:outlineLvl w:val="2"/>
              <w:rPr>
                <w:color w:val="000000"/>
              </w:rPr>
            </w:pPr>
            <w:r w:rsidRPr="006C433E">
              <w:rPr>
                <w:color w:val="000000"/>
              </w:rPr>
              <w:t>Наименование муниципальной программы Тарского муниципального района Омской области (далее – муниципальная программа)</w:t>
            </w:r>
          </w:p>
        </w:tc>
        <w:tc>
          <w:tcPr>
            <w:tcW w:w="5777" w:type="dxa"/>
          </w:tcPr>
          <w:p w:rsidR="00D65579" w:rsidRPr="006C433E" w:rsidRDefault="00D65579" w:rsidP="00F04781">
            <w:pPr>
              <w:widowControl w:val="0"/>
              <w:autoSpaceDE w:val="0"/>
              <w:autoSpaceDN w:val="0"/>
              <w:adjustRightInd w:val="0"/>
              <w:outlineLvl w:val="2"/>
              <w:rPr>
                <w:color w:val="000000"/>
              </w:rPr>
            </w:pPr>
            <w:r w:rsidRPr="006C433E">
              <w:rPr>
                <w:color w:val="000000"/>
              </w:rPr>
              <w:t>«Развитие социально-культурной сферы Тарского муниципального района»</w:t>
            </w:r>
            <w:r>
              <w:rPr>
                <w:color w:val="000000"/>
              </w:rPr>
              <w:t xml:space="preserve"> </w:t>
            </w:r>
            <w:r w:rsidRPr="006C433E">
              <w:rPr>
                <w:color w:val="000000"/>
              </w:rPr>
              <w:t>(далее – муниципальная программа)</w:t>
            </w:r>
          </w:p>
        </w:tc>
      </w:tr>
      <w:tr w:rsidR="00D65579" w:rsidRPr="006C433E">
        <w:tc>
          <w:tcPr>
            <w:tcW w:w="3794" w:type="dxa"/>
            <w:vAlign w:val="center"/>
          </w:tcPr>
          <w:p w:rsidR="00D65579" w:rsidRPr="006C433E" w:rsidRDefault="00D65579" w:rsidP="00CC0646">
            <w:pPr>
              <w:widowControl w:val="0"/>
              <w:autoSpaceDE w:val="0"/>
              <w:autoSpaceDN w:val="0"/>
              <w:adjustRightInd w:val="0"/>
              <w:outlineLvl w:val="2"/>
              <w:rPr>
                <w:color w:val="000000"/>
              </w:rPr>
            </w:pPr>
            <w:r w:rsidRPr="006C433E">
              <w:rPr>
                <w:color w:val="000000"/>
              </w:rPr>
              <w:t>Наименование подпрограммы муниципальной программы Тарского муниципального района (далее</w:t>
            </w:r>
            <w:r>
              <w:rPr>
                <w:color w:val="000000"/>
              </w:rPr>
              <w:t xml:space="preserve"> </w:t>
            </w:r>
            <w:r w:rsidRPr="006C433E">
              <w:rPr>
                <w:color w:val="000000"/>
              </w:rPr>
              <w:t>–подпрограмма)</w:t>
            </w:r>
          </w:p>
        </w:tc>
        <w:tc>
          <w:tcPr>
            <w:tcW w:w="5777" w:type="dxa"/>
          </w:tcPr>
          <w:p w:rsidR="00D65579" w:rsidRPr="006C433E" w:rsidRDefault="00D65579" w:rsidP="00F04781">
            <w:pPr>
              <w:widowControl w:val="0"/>
              <w:autoSpaceDE w:val="0"/>
              <w:autoSpaceDN w:val="0"/>
              <w:adjustRightInd w:val="0"/>
              <w:outlineLvl w:val="2"/>
              <w:rPr>
                <w:color w:val="000000"/>
              </w:rPr>
            </w:pPr>
            <w:r w:rsidRPr="006C433E">
              <w:rPr>
                <w:color w:val="000000"/>
              </w:rPr>
              <w:t>«Развитие культуры и туризма Тарского муниципального района» (далее – подпрограмма)</w:t>
            </w:r>
          </w:p>
        </w:tc>
      </w:tr>
      <w:tr w:rsidR="00D65579" w:rsidRPr="006C433E">
        <w:tc>
          <w:tcPr>
            <w:tcW w:w="3794" w:type="dxa"/>
          </w:tcPr>
          <w:p w:rsidR="00D65579" w:rsidRPr="006C433E" w:rsidRDefault="00D65579" w:rsidP="00CC0646">
            <w:pPr>
              <w:autoSpaceDE w:val="0"/>
              <w:autoSpaceDN w:val="0"/>
              <w:adjustRightInd w:val="0"/>
              <w:jc w:val="both"/>
              <w:rPr>
                <w:color w:val="000000"/>
              </w:rPr>
            </w:pPr>
            <w:r w:rsidRPr="006C433E">
              <w:rPr>
                <w:color w:val="000000"/>
              </w:rPr>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D65579" w:rsidRPr="006C433E" w:rsidRDefault="00D65579" w:rsidP="00CC0646">
            <w:pPr>
              <w:pStyle w:val="ConsPlusCell"/>
              <w:jc w:val="both"/>
              <w:rPr>
                <w:color w:val="000000"/>
                <w:sz w:val="24"/>
                <w:szCs w:val="24"/>
              </w:rPr>
            </w:pPr>
            <w:r w:rsidRPr="006C433E">
              <w:rPr>
                <w:color w:val="000000"/>
                <w:sz w:val="24"/>
                <w:szCs w:val="24"/>
              </w:rPr>
              <w:t>Комитет культуры и искусства Администрации Тарского муниципального района</w:t>
            </w:r>
          </w:p>
        </w:tc>
      </w:tr>
      <w:tr w:rsidR="00D65579" w:rsidRPr="006C433E">
        <w:tc>
          <w:tcPr>
            <w:tcW w:w="3794" w:type="dxa"/>
          </w:tcPr>
          <w:p w:rsidR="00D65579" w:rsidRPr="006C433E" w:rsidRDefault="00D65579" w:rsidP="00720835">
            <w:pPr>
              <w:autoSpaceDE w:val="0"/>
              <w:autoSpaceDN w:val="0"/>
              <w:adjustRightInd w:val="0"/>
              <w:jc w:val="both"/>
              <w:rPr>
                <w:color w:val="000000"/>
              </w:rPr>
            </w:pPr>
            <w:r w:rsidRPr="006C433E">
              <w:rPr>
                <w:color w:val="000000"/>
              </w:rPr>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D65579" w:rsidRPr="006C433E" w:rsidRDefault="00D65579" w:rsidP="00720835">
            <w:pPr>
              <w:pStyle w:val="ConsPlusCell"/>
              <w:jc w:val="both"/>
              <w:rPr>
                <w:color w:val="000000"/>
                <w:sz w:val="24"/>
                <w:szCs w:val="24"/>
              </w:rPr>
            </w:pPr>
            <w:r w:rsidRPr="006C433E">
              <w:rPr>
                <w:color w:val="000000"/>
                <w:sz w:val="24"/>
                <w:szCs w:val="24"/>
              </w:rPr>
              <w:t>Комитет культуры и искусства Администрации Тарского муниципального района</w:t>
            </w:r>
          </w:p>
        </w:tc>
      </w:tr>
      <w:tr w:rsidR="00D65579" w:rsidRPr="006C433E">
        <w:tc>
          <w:tcPr>
            <w:tcW w:w="3794" w:type="dxa"/>
          </w:tcPr>
          <w:p w:rsidR="00D65579" w:rsidRPr="006C433E" w:rsidRDefault="00D65579" w:rsidP="00720835">
            <w:pPr>
              <w:autoSpaceDE w:val="0"/>
              <w:autoSpaceDN w:val="0"/>
              <w:adjustRightInd w:val="0"/>
              <w:jc w:val="both"/>
              <w:rPr>
                <w:color w:val="000000"/>
              </w:rPr>
            </w:pPr>
            <w:r w:rsidRPr="006C433E">
              <w:rPr>
                <w:color w:val="000000"/>
              </w:rPr>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rPr>
                <w:color w:val="000000"/>
              </w:rPr>
              <w:t xml:space="preserve"> </w:t>
            </w:r>
            <w:r w:rsidRPr="006C433E">
              <w:rPr>
                <w:color w:val="000000"/>
              </w:rPr>
              <w:t>мероприятия</w:t>
            </w:r>
          </w:p>
        </w:tc>
        <w:tc>
          <w:tcPr>
            <w:tcW w:w="5777" w:type="dxa"/>
          </w:tcPr>
          <w:p w:rsidR="00D65579" w:rsidRPr="006C433E" w:rsidRDefault="00D65579" w:rsidP="00720835">
            <w:pPr>
              <w:pStyle w:val="ConsPlusCell"/>
              <w:jc w:val="both"/>
              <w:rPr>
                <w:color w:val="000000"/>
                <w:sz w:val="24"/>
                <w:szCs w:val="24"/>
              </w:rPr>
            </w:pPr>
            <w:r w:rsidRPr="006C433E">
              <w:rPr>
                <w:color w:val="000000"/>
                <w:sz w:val="24"/>
                <w:szCs w:val="24"/>
              </w:rPr>
              <w:t>Комитет культуры и искусства Администрации Тарского муниципального района</w:t>
            </w:r>
          </w:p>
        </w:tc>
      </w:tr>
      <w:tr w:rsidR="00D65579" w:rsidRPr="006C433E">
        <w:tc>
          <w:tcPr>
            <w:tcW w:w="3794" w:type="dxa"/>
          </w:tcPr>
          <w:p w:rsidR="00D65579" w:rsidRPr="006C433E" w:rsidRDefault="00D65579" w:rsidP="00CC0646">
            <w:pPr>
              <w:autoSpaceDE w:val="0"/>
              <w:autoSpaceDN w:val="0"/>
              <w:adjustRightInd w:val="0"/>
              <w:jc w:val="both"/>
              <w:rPr>
                <w:color w:val="000000"/>
              </w:rPr>
            </w:pPr>
            <w:r w:rsidRPr="006C433E">
              <w:rPr>
                <w:color w:val="000000"/>
              </w:rPr>
              <w:t xml:space="preserve">Сроки реализации </w:t>
            </w:r>
          </w:p>
          <w:p w:rsidR="00D65579" w:rsidRPr="006C433E" w:rsidRDefault="00D65579" w:rsidP="00CC0646">
            <w:pPr>
              <w:autoSpaceDE w:val="0"/>
              <w:autoSpaceDN w:val="0"/>
              <w:adjustRightInd w:val="0"/>
              <w:jc w:val="both"/>
              <w:rPr>
                <w:color w:val="000000"/>
              </w:rPr>
            </w:pPr>
            <w:r w:rsidRPr="006C433E">
              <w:rPr>
                <w:color w:val="000000"/>
              </w:rPr>
              <w:t>подпрограммы</w:t>
            </w:r>
          </w:p>
        </w:tc>
        <w:tc>
          <w:tcPr>
            <w:tcW w:w="5777" w:type="dxa"/>
          </w:tcPr>
          <w:p w:rsidR="00D65579" w:rsidRPr="006C433E" w:rsidRDefault="00D65579" w:rsidP="008C73FA">
            <w:pPr>
              <w:pStyle w:val="ConsPlusCell"/>
              <w:jc w:val="both"/>
              <w:rPr>
                <w:color w:val="000000"/>
                <w:sz w:val="24"/>
                <w:szCs w:val="24"/>
              </w:rPr>
            </w:pPr>
            <w:r w:rsidRPr="006C433E">
              <w:rPr>
                <w:color w:val="000000"/>
                <w:sz w:val="24"/>
                <w:szCs w:val="24"/>
              </w:rPr>
              <w:t>Сроки реализации подпрограммы: 2020 – 2026 годы Отдельные этапы ее реализации не выделяются</w:t>
            </w:r>
          </w:p>
        </w:tc>
      </w:tr>
      <w:tr w:rsidR="00D65579" w:rsidRPr="006C433E">
        <w:trPr>
          <w:trHeight w:val="401"/>
        </w:trPr>
        <w:tc>
          <w:tcPr>
            <w:tcW w:w="3794" w:type="dxa"/>
          </w:tcPr>
          <w:p w:rsidR="00D65579" w:rsidRPr="006C433E" w:rsidRDefault="00D65579" w:rsidP="00CC0646">
            <w:pPr>
              <w:jc w:val="both"/>
              <w:rPr>
                <w:color w:val="000000"/>
              </w:rPr>
            </w:pPr>
            <w:r w:rsidRPr="006C433E">
              <w:rPr>
                <w:color w:val="000000"/>
              </w:rPr>
              <w:t>Цель подпрограммы</w:t>
            </w:r>
          </w:p>
        </w:tc>
        <w:tc>
          <w:tcPr>
            <w:tcW w:w="5777" w:type="dxa"/>
          </w:tcPr>
          <w:p w:rsidR="00D65579" w:rsidRPr="006C433E" w:rsidRDefault="00D65579" w:rsidP="00B45B2A">
            <w:pPr>
              <w:pStyle w:val="Default"/>
              <w:jc w:val="both"/>
            </w:pPr>
            <w:r w:rsidRPr="006C433E">
              <w:t>Создание</w:t>
            </w:r>
            <w:r>
              <w:t xml:space="preserve"> </w:t>
            </w:r>
            <w:r w:rsidRPr="006C433E">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t>ивлекательности Тарского района</w:t>
            </w:r>
          </w:p>
        </w:tc>
      </w:tr>
      <w:tr w:rsidR="00D65579" w:rsidRPr="006C433E">
        <w:trPr>
          <w:trHeight w:val="328"/>
        </w:trPr>
        <w:tc>
          <w:tcPr>
            <w:tcW w:w="3794" w:type="dxa"/>
          </w:tcPr>
          <w:p w:rsidR="00D65579" w:rsidRPr="006C433E" w:rsidRDefault="00D65579" w:rsidP="00CC0646">
            <w:pPr>
              <w:jc w:val="both"/>
              <w:rPr>
                <w:color w:val="000000"/>
              </w:rPr>
            </w:pPr>
            <w:r w:rsidRPr="006C433E">
              <w:rPr>
                <w:color w:val="000000"/>
              </w:rPr>
              <w:t>Задачи подпрограммы</w:t>
            </w:r>
          </w:p>
        </w:tc>
        <w:tc>
          <w:tcPr>
            <w:tcW w:w="5777" w:type="dxa"/>
          </w:tcPr>
          <w:p w:rsidR="00D65579" w:rsidRPr="006C433E" w:rsidRDefault="00D65579" w:rsidP="009171BB">
            <w:pPr>
              <w:pStyle w:val="ConsPlusNormal"/>
              <w:widowControl/>
              <w:ind w:firstLine="0"/>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65579" w:rsidRPr="006C433E" w:rsidRDefault="00D65579" w:rsidP="0070020F">
            <w:pPr>
              <w:pStyle w:val="ConsPlusNormal"/>
              <w:widowControl/>
              <w:ind w:firstLine="0"/>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 xml:space="preserve">Создание условий для популяризации туристской привлекательности Тарского района. </w:t>
            </w:r>
          </w:p>
          <w:p w:rsidR="00D65579" w:rsidRPr="006C433E" w:rsidRDefault="00D65579" w:rsidP="0070020F">
            <w:pPr>
              <w:pStyle w:val="ConsPlusNormal"/>
              <w:widowControl/>
              <w:ind w:firstLine="0"/>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Развитие кадрового потенциала отрасли культуры.</w:t>
            </w:r>
          </w:p>
          <w:p w:rsidR="00D65579" w:rsidRPr="006C433E" w:rsidRDefault="00D65579" w:rsidP="00CC0646">
            <w:pPr>
              <w:jc w:val="both"/>
              <w:rPr>
                <w:color w:val="000000"/>
              </w:rPr>
            </w:pPr>
            <w:r w:rsidRPr="006C433E">
              <w:rPr>
                <w:color w:val="000000"/>
              </w:rPr>
              <w:t>Сохранение, развитие и обновление</w:t>
            </w:r>
            <w:r>
              <w:rPr>
                <w:color w:val="000000"/>
              </w:rPr>
              <w:t xml:space="preserve"> </w:t>
            </w:r>
            <w:r w:rsidRPr="006C433E">
              <w:rPr>
                <w:color w:val="000000"/>
              </w:rPr>
              <w:t>материально-технической базы учреждений культуры.</w:t>
            </w:r>
          </w:p>
          <w:p w:rsidR="00D65579" w:rsidRPr="006C433E" w:rsidRDefault="00D65579" w:rsidP="00CC0646">
            <w:pPr>
              <w:jc w:val="both"/>
              <w:rPr>
                <w:color w:val="000000"/>
              </w:rPr>
            </w:pPr>
            <w:r w:rsidRPr="006C433E">
              <w:rPr>
                <w:color w:val="000000"/>
              </w:rPr>
              <w:t>Создание безопасных условий для пребывания посетителей в учреждениях культуры и обеспечение сохранности фондов и коллекций.</w:t>
            </w:r>
          </w:p>
          <w:p w:rsidR="00D65579" w:rsidRPr="006C433E" w:rsidRDefault="00D65579" w:rsidP="00CC0646">
            <w:pPr>
              <w:jc w:val="both"/>
              <w:rPr>
                <w:color w:val="000000"/>
              </w:rPr>
            </w:pPr>
            <w:r w:rsidRPr="006C433E">
              <w:rPr>
                <w:color w:val="000000"/>
              </w:rPr>
              <w:t>Повышение качества жизни граждан путем модернизации инфраструктуры культуры и оснащения современным оборудованием</w:t>
            </w:r>
            <w:r>
              <w:rPr>
                <w:color w:val="000000"/>
              </w:rPr>
              <w:t>.</w:t>
            </w:r>
          </w:p>
          <w:p w:rsidR="00D65579" w:rsidRPr="006C433E" w:rsidRDefault="00D65579" w:rsidP="00C45161">
            <w:pPr>
              <w:ind w:left="-108" w:firstLine="34"/>
              <w:jc w:val="both"/>
              <w:rPr>
                <w:color w:val="000000"/>
              </w:rPr>
            </w:pPr>
            <w:r w:rsidRPr="006C433E">
              <w:rPr>
                <w:color w:val="000000"/>
              </w:rPr>
              <w:t>Поддержка творческих инициатив, способст</w:t>
            </w:r>
            <w:r>
              <w:rPr>
                <w:color w:val="000000"/>
              </w:rPr>
              <w:t>вующих самореализации населения</w:t>
            </w:r>
          </w:p>
        </w:tc>
      </w:tr>
      <w:tr w:rsidR="00D65579" w:rsidRPr="006C433E" w:rsidTr="00626BA6">
        <w:trPr>
          <w:trHeight w:val="386"/>
        </w:trPr>
        <w:tc>
          <w:tcPr>
            <w:tcW w:w="3794" w:type="dxa"/>
          </w:tcPr>
          <w:p w:rsidR="00D65579" w:rsidRPr="006C433E" w:rsidRDefault="00D65579" w:rsidP="00CC0646">
            <w:pPr>
              <w:autoSpaceDE w:val="0"/>
              <w:autoSpaceDN w:val="0"/>
              <w:adjustRightInd w:val="0"/>
              <w:jc w:val="both"/>
              <w:rPr>
                <w:color w:val="000000"/>
              </w:rPr>
            </w:pPr>
            <w:r w:rsidRPr="006C433E">
              <w:rPr>
                <w:color w:val="000000"/>
              </w:rPr>
              <w:t>Перечень основных мероприятий и (или) ведомственных целевых программ</w:t>
            </w: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p w:rsidR="00D65579" w:rsidRPr="006C433E" w:rsidRDefault="00D65579" w:rsidP="00CC0646">
            <w:pPr>
              <w:autoSpaceDE w:val="0"/>
              <w:autoSpaceDN w:val="0"/>
              <w:adjustRightInd w:val="0"/>
              <w:jc w:val="both"/>
              <w:rPr>
                <w:color w:val="000000"/>
              </w:rPr>
            </w:pPr>
          </w:p>
        </w:tc>
        <w:tc>
          <w:tcPr>
            <w:tcW w:w="5777" w:type="dxa"/>
          </w:tcPr>
          <w:p w:rsidR="00D65579" w:rsidRPr="006C433E" w:rsidRDefault="00D65579" w:rsidP="006D0E35">
            <w:pPr>
              <w:jc w:val="both"/>
              <w:rPr>
                <w:color w:val="000000"/>
              </w:rPr>
            </w:pPr>
            <w:r w:rsidRPr="006C433E">
              <w:rPr>
                <w:color w:val="000000"/>
              </w:rPr>
              <w:t>-</w:t>
            </w:r>
            <w:r>
              <w:rPr>
                <w:color w:val="000000"/>
              </w:rPr>
              <w:t xml:space="preserve"> с</w:t>
            </w:r>
            <w:r w:rsidRPr="006C433E">
              <w:rPr>
                <w:color w:val="000000"/>
              </w:rPr>
              <w:t>оздание благоприятных условий для укрепления единого культурного пространства и сохранения культурного наследия Тарского района</w:t>
            </w:r>
            <w:r>
              <w:rPr>
                <w:color w:val="000000"/>
              </w:rPr>
              <w:t>;</w:t>
            </w:r>
          </w:p>
          <w:p w:rsidR="00D65579" w:rsidRPr="006C433E" w:rsidRDefault="00D65579" w:rsidP="006D0E35">
            <w:pPr>
              <w:jc w:val="both"/>
              <w:rPr>
                <w:color w:val="000000"/>
              </w:rPr>
            </w:pPr>
            <w:r w:rsidRPr="006C433E">
              <w:rPr>
                <w:color w:val="000000"/>
              </w:rPr>
              <w:t>-</w:t>
            </w:r>
            <w:r>
              <w:rPr>
                <w:color w:val="000000"/>
              </w:rPr>
              <w:t xml:space="preserve"> р</w:t>
            </w:r>
            <w:r w:rsidRPr="006C433E">
              <w:rPr>
                <w:color w:val="000000"/>
              </w:rPr>
              <w:t>еализация проекта «Туризм»</w:t>
            </w:r>
            <w:r>
              <w:rPr>
                <w:color w:val="000000"/>
              </w:rPr>
              <w:t>;</w:t>
            </w:r>
          </w:p>
          <w:p w:rsidR="00D65579" w:rsidRPr="006C433E" w:rsidRDefault="00D65579" w:rsidP="006D0E35">
            <w:pPr>
              <w:jc w:val="both"/>
              <w:rPr>
                <w:color w:val="000000"/>
              </w:rPr>
            </w:pPr>
            <w:r w:rsidRPr="006C433E">
              <w:rPr>
                <w:color w:val="000000"/>
              </w:rPr>
              <w:t>-</w:t>
            </w:r>
            <w:r>
              <w:rPr>
                <w:color w:val="000000"/>
              </w:rPr>
              <w:t xml:space="preserve"> р</w:t>
            </w:r>
            <w:r w:rsidRPr="006C433E">
              <w:rPr>
                <w:color w:val="000000"/>
              </w:rPr>
              <w:t>азвитие кадрового потенциала и социальной поддержки работников культуры</w:t>
            </w:r>
            <w:r>
              <w:rPr>
                <w:color w:val="000000"/>
              </w:rPr>
              <w:t>;</w:t>
            </w:r>
          </w:p>
          <w:p w:rsidR="00D65579" w:rsidRPr="006C433E" w:rsidRDefault="00D65579" w:rsidP="006D0E35">
            <w:pPr>
              <w:jc w:val="both"/>
              <w:rPr>
                <w:color w:val="000000"/>
              </w:rPr>
            </w:pPr>
            <w:r w:rsidRPr="006C433E">
              <w:rPr>
                <w:color w:val="000000"/>
              </w:rPr>
              <w:t>-</w:t>
            </w:r>
            <w:r>
              <w:rPr>
                <w:color w:val="000000"/>
              </w:rPr>
              <w:t xml:space="preserve"> п</w:t>
            </w:r>
            <w:r w:rsidRPr="006C433E">
              <w:rPr>
                <w:color w:val="000000"/>
              </w:rPr>
              <w:t>оддержка, развитие и обновление содержания работы учреждений культуры</w:t>
            </w:r>
            <w:r>
              <w:rPr>
                <w:color w:val="000000"/>
              </w:rPr>
              <w:t>;</w:t>
            </w:r>
          </w:p>
          <w:p w:rsidR="00D65579" w:rsidRPr="006C433E" w:rsidRDefault="00D65579" w:rsidP="006D0E35">
            <w:pPr>
              <w:jc w:val="both"/>
              <w:rPr>
                <w:color w:val="000000"/>
              </w:rPr>
            </w:pPr>
            <w:r w:rsidRPr="006C433E">
              <w:rPr>
                <w:color w:val="000000"/>
              </w:rPr>
              <w:t>-</w:t>
            </w:r>
            <w:r>
              <w:rPr>
                <w:color w:val="000000"/>
              </w:rPr>
              <w:t xml:space="preserve"> о</w:t>
            </w:r>
            <w:r w:rsidRPr="006C433E">
              <w:rPr>
                <w:color w:val="000000"/>
              </w:rPr>
              <w:t>беспечение безопасности в учреждениях культуры</w:t>
            </w:r>
            <w:r>
              <w:rPr>
                <w:color w:val="000000"/>
              </w:rPr>
              <w:t>;</w:t>
            </w:r>
          </w:p>
          <w:p w:rsidR="00D65579" w:rsidRPr="006C433E" w:rsidRDefault="00D65579" w:rsidP="006D0E35">
            <w:pPr>
              <w:jc w:val="both"/>
              <w:rPr>
                <w:color w:val="000000"/>
              </w:rPr>
            </w:pPr>
            <w:r w:rsidRPr="006C433E">
              <w:rPr>
                <w:color w:val="000000"/>
              </w:rPr>
              <w:t xml:space="preserve">- </w:t>
            </w:r>
            <w:r>
              <w:rPr>
                <w:color w:val="000000"/>
              </w:rPr>
              <w:t>р</w:t>
            </w:r>
            <w:r w:rsidRPr="006C433E">
              <w:rPr>
                <w:color w:val="000000"/>
              </w:rPr>
              <w:t>еализация мероприятия, направленного на достижение цели федерального проекта «Культурная среда»</w:t>
            </w:r>
            <w:r>
              <w:rPr>
                <w:color w:val="000000"/>
              </w:rPr>
              <w:t>;</w:t>
            </w:r>
          </w:p>
          <w:p w:rsidR="00D65579" w:rsidRPr="006C433E" w:rsidRDefault="00D65579" w:rsidP="006D0E35">
            <w:pPr>
              <w:jc w:val="both"/>
              <w:rPr>
                <w:color w:val="000000"/>
              </w:rPr>
            </w:pPr>
            <w:r w:rsidRPr="006C433E">
              <w:rPr>
                <w:color w:val="000000"/>
              </w:rPr>
              <w:t>-</w:t>
            </w:r>
            <w:r>
              <w:rPr>
                <w:color w:val="000000"/>
              </w:rPr>
              <w:t xml:space="preserve"> р</w:t>
            </w:r>
            <w:r w:rsidRPr="006C433E">
              <w:rPr>
                <w:color w:val="000000"/>
              </w:rPr>
              <w:t>еализация мероприятия, направленного на достижение целей федерального проекта «Творческие люди»</w:t>
            </w:r>
          </w:p>
        </w:tc>
      </w:tr>
      <w:tr w:rsidR="00D65579" w:rsidRPr="006C433E">
        <w:trPr>
          <w:trHeight w:val="701"/>
        </w:trPr>
        <w:tc>
          <w:tcPr>
            <w:tcW w:w="3794" w:type="dxa"/>
          </w:tcPr>
          <w:p w:rsidR="00D65579" w:rsidRPr="006C433E" w:rsidRDefault="00D65579" w:rsidP="00CC0646">
            <w:pPr>
              <w:jc w:val="both"/>
              <w:rPr>
                <w:color w:val="000000"/>
              </w:rPr>
            </w:pPr>
            <w:r w:rsidRPr="006C433E">
              <w:rPr>
                <w:color w:val="000000"/>
              </w:rPr>
              <w:t xml:space="preserve">Объемы и источники финансирования </w:t>
            </w:r>
          </w:p>
          <w:p w:rsidR="00D65579" w:rsidRPr="006C433E" w:rsidRDefault="00D65579" w:rsidP="00CC0646">
            <w:pPr>
              <w:jc w:val="both"/>
              <w:rPr>
                <w:color w:val="000000"/>
              </w:rPr>
            </w:pPr>
            <w:r w:rsidRPr="006C433E">
              <w:rPr>
                <w:color w:val="000000"/>
              </w:rPr>
              <w:t>подпрограммы в целом и по годам ее реализации</w:t>
            </w:r>
          </w:p>
        </w:tc>
        <w:tc>
          <w:tcPr>
            <w:tcW w:w="5777" w:type="dxa"/>
          </w:tcPr>
          <w:p w:rsidR="00D65579" w:rsidRPr="006C433E" w:rsidRDefault="00D65579" w:rsidP="001A6F79">
            <w:pPr>
              <w:jc w:val="both"/>
              <w:rPr>
                <w:color w:val="000000"/>
              </w:rPr>
            </w:pPr>
            <w:r w:rsidRPr="006C433E">
              <w:rPr>
                <w:color w:val="000000"/>
              </w:rPr>
              <w:t xml:space="preserve">Общий объем финансирования подпрограммы составляет </w:t>
            </w:r>
            <w:r>
              <w:rPr>
                <w:color w:val="000000"/>
              </w:rPr>
              <w:t>1 499 272 </w:t>
            </w:r>
            <w:r w:rsidRPr="006C433E">
              <w:rPr>
                <w:color w:val="000000"/>
              </w:rPr>
              <w:t>021,18 рублей в ценах соответствующих лет, в том числе:</w:t>
            </w:r>
          </w:p>
          <w:p w:rsidR="00D65579" w:rsidRPr="006C433E" w:rsidRDefault="00D65579" w:rsidP="001A6F79">
            <w:pPr>
              <w:jc w:val="both"/>
              <w:rPr>
                <w:color w:val="000000"/>
              </w:rPr>
            </w:pPr>
            <w:r w:rsidRPr="006C433E">
              <w:rPr>
                <w:color w:val="000000"/>
              </w:rPr>
              <w:t>- в 2020 году – 206 695 228,62 рублей;</w:t>
            </w:r>
          </w:p>
          <w:p w:rsidR="00D65579" w:rsidRPr="006C433E" w:rsidRDefault="00D65579" w:rsidP="001A6F79">
            <w:pPr>
              <w:jc w:val="both"/>
              <w:rPr>
                <w:color w:val="000000"/>
              </w:rPr>
            </w:pPr>
            <w:r w:rsidRPr="006C433E">
              <w:rPr>
                <w:color w:val="000000"/>
              </w:rPr>
              <w:t>- в 2021 году – 334 143 473,89 рублей;</w:t>
            </w:r>
          </w:p>
          <w:p w:rsidR="00D65579" w:rsidRPr="006C433E" w:rsidRDefault="00D65579" w:rsidP="001A6F79">
            <w:pPr>
              <w:jc w:val="both"/>
              <w:rPr>
                <w:color w:val="000000"/>
              </w:rPr>
            </w:pPr>
            <w:r w:rsidRPr="006C433E">
              <w:rPr>
                <w:color w:val="000000"/>
              </w:rPr>
              <w:t>- в 2022 году –226 023 317,75</w:t>
            </w:r>
            <w:r>
              <w:rPr>
                <w:color w:val="000000"/>
              </w:rPr>
              <w:t xml:space="preserve"> </w:t>
            </w:r>
            <w:r w:rsidRPr="006C433E">
              <w:rPr>
                <w:color w:val="000000"/>
              </w:rPr>
              <w:t>рублей;</w:t>
            </w:r>
          </w:p>
          <w:p w:rsidR="00D65579" w:rsidRPr="006C433E" w:rsidRDefault="00D65579" w:rsidP="001A6F79">
            <w:pPr>
              <w:jc w:val="both"/>
              <w:rPr>
                <w:color w:val="000000"/>
              </w:rPr>
            </w:pPr>
            <w:r w:rsidRPr="006C433E">
              <w:rPr>
                <w:color w:val="000000"/>
              </w:rPr>
              <w:t>- в 2023 году – 208 573 355,72</w:t>
            </w:r>
            <w:r>
              <w:rPr>
                <w:color w:val="000000"/>
              </w:rPr>
              <w:t xml:space="preserve"> </w:t>
            </w:r>
            <w:r w:rsidRPr="006C433E">
              <w:rPr>
                <w:color w:val="000000"/>
              </w:rPr>
              <w:t>рублей;</w:t>
            </w:r>
          </w:p>
          <w:p w:rsidR="00D65579" w:rsidRPr="006C433E" w:rsidRDefault="00D65579" w:rsidP="001A6F79">
            <w:pPr>
              <w:jc w:val="both"/>
              <w:rPr>
                <w:color w:val="000000"/>
              </w:rPr>
            </w:pPr>
            <w:r w:rsidRPr="006C433E">
              <w:rPr>
                <w:color w:val="000000"/>
              </w:rPr>
              <w:t>- в 2024 году –249 369 337,24</w:t>
            </w:r>
            <w:r>
              <w:rPr>
                <w:color w:val="000000"/>
              </w:rPr>
              <w:t xml:space="preserve"> </w:t>
            </w:r>
            <w:r w:rsidRPr="006C433E">
              <w:rPr>
                <w:color w:val="000000"/>
              </w:rPr>
              <w:t>рублей;</w:t>
            </w:r>
          </w:p>
          <w:p w:rsidR="00D65579" w:rsidRPr="006C433E" w:rsidRDefault="00D65579" w:rsidP="00897A77">
            <w:pPr>
              <w:jc w:val="both"/>
              <w:rPr>
                <w:color w:val="000000"/>
              </w:rPr>
            </w:pPr>
            <w:r w:rsidRPr="006C433E">
              <w:rPr>
                <w:color w:val="000000"/>
              </w:rPr>
              <w:t>- в 2025 году –140 243 469,00</w:t>
            </w:r>
            <w:r>
              <w:rPr>
                <w:color w:val="000000"/>
              </w:rPr>
              <w:t xml:space="preserve"> </w:t>
            </w:r>
            <w:r w:rsidRPr="006C433E">
              <w:rPr>
                <w:color w:val="000000"/>
              </w:rPr>
              <w:t>рублей;</w:t>
            </w:r>
          </w:p>
          <w:p w:rsidR="00D65579" w:rsidRPr="006C433E" w:rsidRDefault="00D65579" w:rsidP="00897A77">
            <w:pPr>
              <w:jc w:val="both"/>
              <w:rPr>
                <w:color w:val="000000"/>
              </w:rPr>
            </w:pPr>
            <w:r w:rsidRPr="006C433E">
              <w:rPr>
                <w:color w:val="000000"/>
              </w:rPr>
              <w:t>- в 2026 году –</w:t>
            </w:r>
            <w:r>
              <w:rPr>
                <w:color w:val="000000"/>
              </w:rPr>
              <w:t xml:space="preserve"> 134 223 838,96 рублей</w:t>
            </w:r>
          </w:p>
        </w:tc>
      </w:tr>
      <w:tr w:rsidR="00D65579" w:rsidRPr="006C433E">
        <w:trPr>
          <w:trHeight w:val="701"/>
        </w:trPr>
        <w:tc>
          <w:tcPr>
            <w:tcW w:w="3794" w:type="dxa"/>
          </w:tcPr>
          <w:p w:rsidR="00D65579" w:rsidRPr="006C433E" w:rsidRDefault="00D65579" w:rsidP="00202D66">
            <w:pPr>
              <w:widowControl w:val="0"/>
              <w:autoSpaceDE w:val="0"/>
              <w:autoSpaceDN w:val="0"/>
              <w:adjustRightInd w:val="0"/>
              <w:outlineLvl w:val="1"/>
              <w:rPr>
                <w:color w:val="000000"/>
              </w:rPr>
            </w:pPr>
            <w:r w:rsidRPr="006C433E">
              <w:rPr>
                <w:color w:val="000000"/>
              </w:rPr>
              <w:t>Ожидаемые результаты реализации подпрограммы (по годам и итогам реализации)</w:t>
            </w:r>
          </w:p>
        </w:tc>
        <w:tc>
          <w:tcPr>
            <w:tcW w:w="5777" w:type="dxa"/>
          </w:tcPr>
          <w:p w:rsidR="00D65579" w:rsidRPr="006C433E" w:rsidRDefault="00D65579" w:rsidP="00202D66">
            <w:pPr>
              <w:widowControl w:val="0"/>
              <w:autoSpaceDE w:val="0"/>
              <w:autoSpaceDN w:val="0"/>
              <w:adjustRightInd w:val="0"/>
              <w:jc w:val="both"/>
              <w:rPr>
                <w:color w:val="000000"/>
              </w:rPr>
            </w:pPr>
            <w:r w:rsidRPr="006C433E">
              <w:rPr>
                <w:color w:val="000000"/>
              </w:rPr>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65579" w:rsidRPr="006C433E" w:rsidRDefault="00D65579" w:rsidP="00202D66">
            <w:pPr>
              <w:jc w:val="both"/>
              <w:rPr>
                <w:color w:val="000000"/>
              </w:rPr>
            </w:pPr>
            <w:r w:rsidRPr="006C433E">
              <w:rPr>
                <w:color w:val="000000"/>
              </w:rPr>
              <w:t>- в 2020 году – 72,5 процента;</w:t>
            </w:r>
          </w:p>
          <w:p w:rsidR="00D65579" w:rsidRPr="006C433E" w:rsidRDefault="00D65579" w:rsidP="00202D66">
            <w:pPr>
              <w:jc w:val="both"/>
              <w:rPr>
                <w:color w:val="000000"/>
              </w:rPr>
            </w:pPr>
            <w:r w:rsidRPr="006C433E">
              <w:rPr>
                <w:color w:val="000000"/>
              </w:rPr>
              <w:t>- в 2021 году – 74,0 процента;</w:t>
            </w:r>
          </w:p>
          <w:p w:rsidR="00D65579" w:rsidRPr="006C433E" w:rsidRDefault="00D65579" w:rsidP="00202D66">
            <w:pPr>
              <w:jc w:val="both"/>
              <w:rPr>
                <w:color w:val="000000"/>
              </w:rPr>
            </w:pPr>
            <w:r w:rsidRPr="006C433E">
              <w:rPr>
                <w:color w:val="000000"/>
              </w:rPr>
              <w:t>- в 2022 году – 75,5 процента;</w:t>
            </w:r>
          </w:p>
          <w:p w:rsidR="00D65579" w:rsidRPr="006C433E" w:rsidRDefault="00D65579" w:rsidP="00202D66">
            <w:pPr>
              <w:jc w:val="both"/>
              <w:rPr>
                <w:color w:val="000000"/>
              </w:rPr>
            </w:pPr>
            <w:r w:rsidRPr="006C433E">
              <w:rPr>
                <w:color w:val="000000"/>
              </w:rPr>
              <w:t>- в 2023 году – 78,0 процентов;</w:t>
            </w:r>
          </w:p>
          <w:p w:rsidR="00D65579" w:rsidRPr="006C433E" w:rsidRDefault="00D65579" w:rsidP="00202D66">
            <w:pPr>
              <w:jc w:val="both"/>
              <w:rPr>
                <w:color w:val="000000"/>
              </w:rPr>
            </w:pPr>
            <w:r w:rsidRPr="006C433E">
              <w:rPr>
                <w:color w:val="000000"/>
              </w:rPr>
              <w:t>- в 2024 году – 78,5 процентов;</w:t>
            </w:r>
          </w:p>
          <w:p w:rsidR="00D65579" w:rsidRPr="006C433E" w:rsidRDefault="00D65579" w:rsidP="00202D66">
            <w:pPr>
              <w:jc w:val="both"/>
              <w:rPr>
                <w:color w:val="000000"/>
              </w:rPr>
            </w:pPr>
            <w:r w:rsidRPr="006C433E">
              <w:rPr>
                <w:color w:val="000000"/>
              </w:rPr>
              <w:t>- в 2025 году – 80,0 процентов</w:t>
            </w:r>
          </w:p>
          <w:p w:rsidR="00D65579" w:rsidRPr="006C433E" w:rsidRDefault="00D65579" w:rsidP="00202D66">
            <w:pPr>
              <w:jc w:val="both"/>
              <w:rPr>
                <w:color w:val="000000"/>
              </w:rPr>
            </w:pPr>
            <w:r w:rsidRPr="006C433E">
              <w:rPr>
                <w:color w:val="000000"/>
              </w:rPr>
              <w:t>- в 2026 году – 80,5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2. Увеличение посещаемости</w:t>
            </w:r>
            <w:r>
              <w:rPr>
                <w:color w:val="000000"/>
              </w:rPr>
              <w:t xml:space="preserve"> </w:t>
            </w:r>
            <w:r w:rsidRPr="006C433E">
              <w:rPr>
                <w:color w:val="000000"/>
              </w:rPr>
              <w:t>музейных учреждений Тарского муниципального района в расчете на 1 жителя:</w:t>
            </w:r>
          </w:p>
          <w:p w:rsidR="00D65579" w:rsidRPr="006C433E" w:rsidRDefault="00D65579" w:rsidP="00202D66">
            <w:pPr>
              <w:jc w:val="both"/>
              <w:rPr>
                <w:color w:val="000000"/>
              </w:rPr>
            </w:pPr>
            <w:r w:rsidRPr="006C433E">
              <w:rPr>
                <w:color w:val="000000"/>
              </w:rPr>
              <w:t>- в 2020 году – 0,63 единиц;</w:t>
            </w:r>
          </w:p>
          <w:p w:rsidR="00D65579" w:rsidRPr="006C433E" w:rsidRDefault="00D65579" w:rsidP="00202D66">
            <w:pPr>
              <w:jc w:val="both"/>
              <w:rPr>
                <w:color w:val="000000"/>
              </w:rPr>
            </w:pPr>
            <w:r w:rsidRPr="006C433E">
              <w:rPr>
                <w:color w:val="000000"/>
              </w:rPr>
              <w:t>- в 2021 году – 0,70 единиц;</w:t>
            </w:r>
          </w:p>
          <w:p w:rsidR="00D65579" w:rsidRPr="006C433E" w:rsidRDefault="00D65579" w:rsidP="00202D66">
            <w:pPr>
              <w:jc w:val="both"/>
              <w:rPr>
                <w:color w:val="000000"/>
              </w:rPr>
            </w:pPr>
            <w:r w:rsidRPr="006C433E">
              <w:rPr>
                <w:color w:val="000000"/>
              </w:rPr>
              <w:t>- в 2022 году – 0,90 единиц;</w:t>
            </w:r>
          </w:p>
          <w:p w:rsidR="00D65579" w:rsidRPr="006C433E" w:rsidRDefault="00D65579" w:rsidP="00202D66">
            <w:pPr>
              <w:jc w:val="both"/>
              <w:rPr>
                <w:color w:val="000000"/>
              </w:rPr>
            </w:pPr>
            <w:r w:rsidRPr="006C433E">
              <w:rPr>
                <w:color w:val="000000"/>
              </w:rPr>
              <w:t>- в 2023 году – 0,96 единиц;</w:t>
            </w:r>
          </w:p>
          <w:p w:rsidR="00D65579" w:rsidRPr="006C433E" w:rsidRDefault="00D65579" w:rsidP="00202D66">
            <w:pPr>
              <w:jc w:val="both"/>
              <w:rPr>
                <w:color w:val="000000"/>
              </w:rPr>
            </w:pPr>
            <w:r w:rsidRPr="006C433E">
              <w:rPr>
                <w:color w:val="000000"/>
              </w:rPr>
              <w:t>- в 2024 году – 0,96 единиц;</w:t>
            </w:r>
          </w:p>
          <w:p w:rsidR="00D65579" w:rsidRPr="006C433E" w:rsidRDefault="00D65579" w:rsidP="00202D66">
            <w:pPr>
              <w:jc w:val="both"/>
              <w:rPr>
                <w:color w:val="000000"/>
              </w:rPr>
            </w:pPr>
            <w:r w:rsidRPr="006C433E">
              <w:rPr>
                <w:color w:val="000000"/>
              </w:rPr>
              <w:t>- в 2025 году – 0,96 единиц;</w:t>
            </w:r>
          </w:p>
          <w:p w:rsidR="00D65579" w:rsidRPr="006C433E" w:rsidRDefault="00D65579" w:rsidP="00202D66">
            <w:pPr>
              <w:jc w:val="both"/>
              <w:rPr>
                <w:color w:val="000000"/>
              </w:rPr>
            </w:pPr>
            <w:r w:rsidRPr="006C433E">
              <w:rPr>
                <w:color w:val="000000"/>
              </w:rPr>
              <w:t>- в 2026 году – 0,96 единиц.</w:t>
            </w:r>
          </w:p>
          <w:p w:rsidR="00D65579" w:rsidRPr="006C433E" w:rsidRDefault="00D65579" w:rsidP="00202D66">
            <w:pPr>
              <w:widowControl w:val="0"/>
              <w:autoSpaceDE w:val="0"/>
              <w:autoSpaceDN w:val="0"/>
              <w:adjustRightInd w:val="0"/>
              <w:jc w:val="both"/>
              <w:rPr>
                <w:color w:val="000000"/>
              </w:rPr>
            </w:pPr>
            <w:r w:rsidRPr="006C433E">
              <w:rPr>
                <w:color w:val="000000"/>
              </w:rPr>
              <w:t>3. Увеличение доли населения Тарского района, занимающегося творческой деятельностью на непрофессиональной (любительской) основе:</w:t>
            </w:r>
          </w:p>
          <w:p w:rsidR="00D65579" w:rsidRPr="006C433E" w:rsidRDefault="00D65579" w:rsidP="00202D66">
            <w:pPr>
              <w:widowControl w:val="0"/>
              <w:autoSpaceDE w:val="0"/>
              <w:autoSpaceDN w:val="0"/>
              <w:adjustRightInd w:val="0"/>
              <w:jc w:val="both"/>
              <w:rPr>
                <w:color w:val="000000"/>
              </w:rPr>
            </w:pPr>
            <w:r w:rsidRPr="006C433E">
              <w:rPr>
                <w:color w:val="000000"/>
              </w:rPr>
              <w:t>- в 2020 году – 16,6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2021 году – 16,7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2022 году – 17.0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2023 году – 17,1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2024 году – 17,2 процента;</w:t>
            </w:r>
          </w:p>
          <w:p w:rsidR="00D65579" w:rsidRPr="006C433E" w:rsidRDefault="00D65579" w:rsidP="00202D66">
            <w:pPr>
              <w:widowControl w:val="0"/>
              <w:autoSpaceDE w:val="0"/>
              <w:autoSpaceDN w:val="0"/>
              <w:adjustRightInd w:val="0"/>
              <w:jc w:val="both"/>
              <w:rPr>
                <w:color w:val="000000"/>
              </w:rPr>
            </w:pPr>
            <w:r w:rsidRPr="006C433E">
              <w:rPr>
                <w:color w:val="000000"/>
              </w:rPr>
              <w:t>- в 2025 году – 17,3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2026 году – 17,5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4. Увеличение объема доходов от платных туристских услуг, оказанных населению:</w:t>
            </w:r>
          </w:p>
          <w:p w:rsidR="00D65579" w:rsidRPr="006C433E" w:rsidRDefault="00D65579" w:rsidP="00202D66">
            <w:pPr>
              <w:widowControl w:val="0"/>
              <w:autoSpaceDE w:val="0"/>
              <w:autoSpaceDN w:val="0"/>
              <w:adjustRightInd w:val="0"/>
              <w:jc w:val="both"/>
              <w:rPr>
                <w:color w:val="000000"/>
              </w:rPr>
            </w:pPr>
            <w:r w:rsidRPr="006C433E">
              <w:rPr>
                <w:color w:val="000000"/>
              </w:rPr>
              <w:t>- в 2020 году – 100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2021 году – 110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2022 году – 115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2023 году – 120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2024 году – 125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2025 году – 130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 в 2026 году – 135 тыс. рублей.</w:t>
            </w:r>
          </w:p>
          <w:p w:rsidR="00D65579" w:rsidRPr="006C433E" w:rsidRDefault="00D65579" w:rsidP="00202D66">
            <w:pPr>
              <w:widowControl w:val="0"/>
              <w:autoSpaceDE w:val="0"/>
              <w:autoSpaceDN w:val="0"/>
              <w:adjustRightInd w:val="0"/>
              <w:jc w:val="both"/>
              <w:rPr>
                <w:color w:val="000000"/>
              </w:rPr>
            </w:pPr>
            <w:r w:rsidRPr="006C433E">
              <w:rPr>
                <w:color w:val="000000"/>
              </w:rPr>
              <w:t>5. Увеличение доли руководителей и специалистов учреждений культуры, имеющих профильное образование</w:t>
            </w:r>
          </w:p>
          <w:p w:rsidR="00D65579" w:rsidRPr="006C433E" w:rsidRDefault="00D65579" w:rsidP="00202D66">
            <w:pPr>
              <w:widowControl w:val="0"/>
              <w:autoSpaceDE w:val="0"/>
              <w:autoSpaceDN w:val="0"/>
              <w:adjustRightInd w:val="0"/>
              <w:jc w:val="both"/>
              <w:rPr>
                <w:color w:val="000000"/>
              </w:rPr>
            </w:pPr>
            <w:r w:rsidRPr="006C433E">
              <w:rPr>
                <w:color w:val="000000"/>
              </w:rPr>
              <w:t>- в 2020 году – 50 процентов;</w:t>
            </w:r>
          </w:p>
          <w:p w:rsidR="00D65579" w:rsidRPr="006C433E" w:rsidRDefault="00D65579" w:rsidP="00202D66">
            <w:pPr>
              <w:widowControl w:val="0"/>
              <w:autoSpaceDE w:val="0"/>
              <w:autoSpaceDN w:val="0"/>
              <w:adjustRightInd w:val="0"/>
              <w:jc w:val="both"/>
              <w:rPr>
                <w:color w:val="000000"/>
              </w:rPr>
            </w:pPr>
            <w:r w:rsidRPr="006C433E">
              <w:rPr>
                <w:color w:val="000000"/>
              </w:rPr>
              <w:t>- в 2021 году – 51 процент;</w:t>
            </w:r>
          </w:p>
          <w:p w:rsidR="00D65579" w:rsidRPr="006C433E" w:rsidRDefault="00D65579" w:rsidP="00202D66">
            <w:pPr>
              <w:widowControl w:val="0"/>
              <w:autoSpaceDE w:val="0"/>
              <w:autoSpaceDN w:val="0"/>
              <w:adjustRightInd w:val="0"/>
              <w:jc w:val="both"/>
              <w:rPr>
                <w:color w:val="000000"/>
              </w:rPr>
            </w:pPr>
            <w:r w:rsidRPr="006C433E">
              <w:rPr>
                <w:color w:val="000000"/>
              </w:rPr>
              <w:t>- в 2022 году – 51 процента;</w:t>
            </w:r>
          </w:p>
          <w:p w:rsidR="00D65579" w:rsidRPr="006C433E" w:rsidRDefault="00D65579" w:rsidP="00202D66">
            <w:pPr>
              <w:widowControl w:val="0"/>
              <w:autoSpaceDE w:val="0"/>
              <w:autoSpaceDN w:val="0"/>
              <w:adjustRightInd w:val="0"/>
              <w:jc w:val="both"/>
              <w:rPr>
                <w:color w:val="000000"/>
              </w:rPr>
            </w:pPr>
            <w:r w:rsidRPr="006C433E">
              <w:rPr>
                <w:color w:val="000000"/>
              </w:rPr>
              <w:t>- в 2023 году – 51 процента;</w:t>
            </w:r>
          </w:p>
          <w:p w:rsidR="00D65579" w:rsidRPr="006C433E" w:rsidRDefault="00D65579" w:rsidP="00202D66">
            <w:pPr>
              <w:widowControl w:val="0"/>
              <w:autoSpaceDE w:val="0"/>
              <w:autoSpaceDN w:val="0"/>
              <w:adjustRightInd w:val="0"/>
              <w:jc w:val="both"/>
              <w:rPr>
                <w:color w:val="000000"/>
              </w:rPr>
            </w:pPr>
            <w:r w:rsidRPr="006C433E">
              <w:rPr>
                <w:color w:val="000000"/>
              </w:rPr>
              <w:t>- в 2024 году – 51 процента;</w:t>
            </w:r>
          </w:p>
          <w:p w:rsidR="00D65579" w:rsidRPr="006C433E" w:rsidRDefault="00D65579" w:rsidP="00750101">
            <w:pPr>
              <w:widowControl w:val="0"/>
              <w:autoSpaceDE w:val="0"/>
              <w:autoSpaceDN w:val="0"/>
              <w:adjustRightInd w:val="0"/>
              <w:jc w:val="both"/>
              <w:rPr>
                <w:color w:val="000000"/>
              </w:rPr>
            </w:pPr>
            <w:r w:rsidRPr="006C433E">
              <w:rPr>
                <w:color w:val="000000"/>
              </w:rPr>
              <w:t>- в 2025 году – 51 процентов;</w:t>
            </w:r>
          </w:p>
          <w:p w:rsidR="00D65579" w:rsidRPr="006C433E" w:rsidRDefault="00D65579" w:rsidP="00750101">
            <w:pPr>
              <w:widowControl w:val="0"/>
              <w:autoSpaceDE w:val="0"/>
              <w:autoSpaceDN w:val="0"/>
              <w:adjustRightInd w:val="0"/>
              <w:jc w:val="both"/>
              <w:rPr>
                <w:color w:val="000000"/>
              </w:rPr>
            </w:pPr>
            <w:r w:rsidRPr="006C433E">
              <w:rPr>
                <w:color w:val="000000"/>
              </w:rPr>
              <w:t>- в 2026 году – 51 процентов.</w:t>
            </w:r>
          </w:p>
          <w:p w:rsidR="00D65579" w:rsidRPr="006C433E" w:rsidRDefault="00D65579" w:rsidP="002D17F3">
            <w:pPr>
              <w:jc w:val="both"/>
              <w:rPr>
                <w:color w:val="000000"/>
              </w:rPr>
            </w:pPr>
            <w:r w:rsidRPr="006C433E">
              <w:rPr>
                <w:color w:val="000000"/>
              </w:rPr>
              <w:t>6. Увеличение числа посещений общедоступных библиотек на 1000 жителей</w:t>
            </w:r>
          </w:p>
          <w:p w:rsidR="00D65579" w:rsidRPr="006C433E" w:rsidRDefault="00D65579" w:rsidP="00750101">
            <w:pPr>
              <w:widowControl w:val="0"/>
              <w:autoSpaceDE w:val="0"/>
              <w:autoSpaceDN w:val="0"/>
              <w:adjustRightInd w:val="0"/>
              <w:jc w:val="both"/>
              <w:rPr>
                <w:color w:val="000000"/>
              </w:rPr>
            </w:pPr>
            <w:r w:rsidRPr="006C433E">
              <w:rPr>
                <w:color w:val="000000"/>
              </w:rPr>
              <w:t>- в 2020 году – 7000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2021 году – 7050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2022 году –</w:t>
            </w:r>
            <w:r>
              <w:rPr>
                <w:color w:val="000000"/>
              </w:rPr>
              <w:t xml:space="preserve"> </w:t>
            </w:r>
            <w:r w:rsidRPr="006C433E">
              <w:rPr>
                <w:color w:val="000000"/>
              </w:rPr>
              <w:t>9000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2023 году –</w:t>
            </w:r>
            <w:r>
              <w:rPr>
                <w:color w:val="000000"/>
              </w:rPr>
              <w:t xml:space="preserve"> </w:t>
            </w:r>
            <w:r w:rsidRPr="006C433E">
              <w:rPr>
                <w:color w:val="000000"/>
              </w:rPr>
              <w:t>9100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2024 году –</w:t>
            </w:r>
            <w:r>
              <w:rPr>
                <w:color w:val="000000"/>
              </w:rPr>
              <w:t xml:space="preserve"> </w:t>
            </w:r>
            <w:r w:rsidRPr="006C433E">
              <w:rPr>
                <w:color w:val="000000"/>
              </w:rPr>
              <w:t>9100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2025 году –</w:t>
            </w:r>
            <w:r>
              <w:rPr>
                <w:color w:val="000000"/>
              </w:rPr>
              <w:t xml:space="preserve"> </w:t>
            </w:r>
            <w:r w:rsidRPr="006C433E">
              <w:rPr>
                <w:color w:val="000000"/>
              </w:rPr>
              <w:t>9100 единиц;</w:t>
            </w:r>
          </w:p>
          <w:p w:rsidR="00D65579" w:rsidRPr="006C433E" w:rsidRDefault="00D65579" w:rsidP="00750101">
            <w:pPr>
              <w:widowControl w:val="0"/>
              <w:autoSpaceDE w:val="0"/>
              <w:autoSpaceDN w:val="0"/>
              <w:adjustRightInd w:val="0"/>
              <w:jc w:val="both"/>
              <w:rPr>
                <w:color w:val="000000"/>
              </w:rPr>
            </w:pPr>
            <w:r w:rsidRPr="006C433E">
              <w:rPr>
                <w:color w:val="000000"/>
              </w:rPr>
              <w:t>- в 2026 году – 9100 единиц.</w:t>
            </w:r>
          </w:p>
          <w:p w:rsidR="00D65579" w:rsidRPr="006C433E" w:rsidRDefault="00D65579" w:rsidP="00750101">
            <w:pPr>
              <w:widowControl w:val="0"/>
              <w:autoSpaceDE w:val="0"/>
              <w:autoSpaceDN w:val="0"/>
              <w:adjustRightInd w:val="0"/>
              <w:jc w:val="both"/>
              <w:rPr>
                <w:color w:val="000000"/>
              </w:rPr>
            </w:pPr>
            <w:r w:rsidRPr="006C433E">
              <w:rPr>
                <w:color w:val="000000"/>
              </w:rPr>
              <w:t>7. Увеличение численности участников культурно-массовых мероприятий, проводимых на территории Тарского района Омской области:</w:t>
            </w:r>
          </w:p>
          <w:p w:rsidR="00D65579" w:rsidRPr="006C433E" w:rsidRDefault="00D65579" w:rsidP="00750101">
            <w:pPr>
              <w:jc w:val="both"/>
              <w:rPr>
                <w:color w:val="000000"/>
              </w:rPr>
            </w:pPr>
            <w:r w:rsidRPr="006C433E">
              <w:rPr>
                <w:color w:val="000000"/>
              </w:rPr>
              <w:t>- в 2020 году – 465000 человек;</w:t>
            </w:r>
          </w:p>
          <w:p w:rsidR="00D65579" w:rsidRPr="006C433E" w:rsidRDefault="00D65579" w:rsidP="00750101">
            <w:pPr>
              <w:jc w:val="both"/>
              <w:rPr>
                <w:color w:val="000000"/>
              </w:rPr>
            </w:pPr>
            <w:r w:rsidRPr="006C433E">
              <w:rPr>
                <w:color w:val="000000"/>
              </w:rPr>
              <w:t>- в 2021 году – 465100 человек;</w:t>
            </w:r>
          </w:p>
          <w:p w:rsidR="00D65579" w:rsidRPr="006C433E" w:rsidRDefault="00D65579" w:rsidP="00750101">
            <w:pPr>
              <w:jc w:val="both"/>
              <w:rPr>
                <w:color w:val="000000"/>
              </w:rPr>
            </w:pPr>
            <w:r w:rsidRPr="006C433E">
              <w:rPr>
                <w:color w:val="000000"/>
              </w:rPr>
              <w:t>- в 2022 году – 530733 человек;</w:t>
            </w:r>
          </w:p>
          <w:p w:rsidR="00D65579" w:rsidRPr="006C433E" w:rsidRDefault="00D65579" w:rsidP="00750101">
            <w:pPr>
              <w:jc w:val="both"/>
              <w:rPr>
                <w:color w:val="000000"/>
              </w:rPr>
            </w:pPr>
            <w:r w:rsidRPr="006C433E">
              <w:rPr>
                <w:color w:val="000000"/>
              </w:rPr>
              <w:t>- в 2023 году – 530800 человек;</w:t>
            </w:r>
          </w:p>
          <w:p w:rsidR="00D65579" w:rsidRPr="006C433E" w:rsidRDefault="00D65579" w:rsidP="00750101">
            <w:pPr>
              <w:jc w:val="both"/>
              <w:rPr>
                <w:color w:val="000000"/>
              </w:rPr>
            </w:pPr>
            <w:r w:rsidRPr="006C433E">
              <w:rPr>
                <w:color w:val="000000"/>
              </w:rPr>
              <w:t>- в 2024 году – 530800 человек;</w:t>
            </w:r>
          </w:p>
          <w:p w:rsidR="00D65579" w:rsidRPr="006C433E" w:rsidRDefault="00D65579" w:rsidP="00750101">
            <w:pPr>
              <w:jc w:val="both"/>
              <w:rPr>
                <w:color w:val="000000"/>
              </w:rPr>
            </w:pPr>
            <w:r w:rsidRPr="006C433E">
              <w:rPr>
                <w:color w:val="000000"/>
              </w:rPr>
              <w:t>- в 2025 году – 530800 человек;</w:t>
            </w:r>
          </w:p>
          <w:p w:rsidR="00D65579" w:rsidRPr="006C433E" w:rsidRDefault="00D65579" w:rsidP="00750101">
            <w:pPr>
              <w:jc w:val="both"/>
              <w:rPr>
                <w:color w:val="000000"/>
              </w:rPr>
            </w:pPr>
            <w:r w:rsidRPr="006C433E">
              <w:rPr>
                <w:color w:val="000000"/>
              </w:rPr>
              <w:t>- в 2026 году – 530800 человек.</w:t>
            </w:r>
          </w:p>
          <w:p w:rsidR="00D65579" w:rsidRPr="006C433E" w:rsidRDefault="00D65579" w:rsidP="00750101">
            <w:pPr>
              <w:jc w:val="both"/>
              <w:rPr>
                <w:color w:val="000000"/>
              </w:rPr>
            </w:pPr>
            <w:r w:rsidRPr="006C433E">
              <w:rPr>
                <w:color w:val="000000"/>
              </w:rPr>
              <w:t>8. Увеличение количества посещений учреждений культуры Тарского муниципального района</w:t>
            </w:r>
          </w:p>
          <w:p w:rsidR="00D65579" w:rsidRPr="006C433E" w:rsidRDefault="00D65579" w:rsidP="008D2B36">
            <w:pPr>
              <w:jc w:val="both"/>
              <w:rPr>
                <w:color w:val="000000"/>
              </w:rPr>
            </w:pPr>
            <w:r w:rsidRPr="006C433E">
              <w:rPr>
                <w:color w:val="000000"/>
              </w:rPr>
              <w:t>- в 2020 году – 900 000 человек;</w:t>
            </w:r>
          </w:p>
          <w:p w:rsidR="00D65579" w:rsidRPr="006C433E" w:rsidRDefault="00D65579" w:rsidP="008D2B36">
            <w:pPr>
              <w:jc w:val="both"/>
              <w:rPr>
                <w:color w:val="000000"/>
              </w:rPr>
            </w:pPr>
            <w:r w:rsidRPr="006C433E">
              <w:rPr>
                <w:color w:val="000000"/>
              </w:rPr>
              <w:t>- в 2021 году – 917 000 человек;</w:t>
            </w:r>
          </w:p>
          <w:p w:rsidR="00D65579" w:rsidRPr="006C433E" w:rsidRDefault="00D65579" w:rsidP="008D2B36">
            <w:pPr>
              <w:jc w:val="both"/>
              <w:rPr>
                <w:color w:val="000000"/>
              </w:rPr>
            </w:pPr>
            <w:r w:rsidRPr="006C433E">
              <w:rPr>
                <w:color w:val="000000"/>
              </w:rPr>
              <w:t>- в 2022 году – 1 061 593</w:t>
            </w:r>
            <w:r>
              <w:rPr>
                <w:color w:val="000000"/>
              </w:rPr>
              <w:t xml:space="preserve"> </w:t>
            </w:r>
            <w:r w:rsidRPr="006C433E">
              <w:rPr>
                <w:color w:val="000000"/>
              </w:rPr>
              <w:t>человек</w:t>
            </w:r>
          </w:p>
          <w:p w:rsidR="00D65579" w:rsidRPr="006C433E" w:rsidRDefault="00D65579" w:rsidP="008D2B36">
            <w:pPr>
              <w:jc w:val="both"/>
              <w:rPr>
                <w:color w:val="000000"/>
              </w:rPr>
            </w:pPr>
            <w:r w:rsidRPr="006C433E">
              <w:rPr>
                <w:color w:val="000000"/>
              </w:rPr>
              <w:t>- в 2023 году – 1 061 600 человек;</w:t>
            </w:r>
          </w:p>
          <w:p w:rsidR="00D65579" w:rsidRPr="006C433E" w:rsidRDefault="00D65579" w:rsidP="008D2B36">
            <w:pPr>
              <w:jc w:val="both"/>
              <w:rPr>
                <w:color w:val="000000"/>
              </w:rPr>
            </w:pPr>
            <w:r w:rsidRPr="006C433E">
              <w:rPr>
                <w:color w:val="000000"/>
              </w:rPr>
              <w:t>- в 2024 году – 1 061 650 человек;</w:t>
            </w:r>
          </w:p>
          <w:p w:rsidR="00D65579" w:rsidRPr="006C433E" w:rsidRDefault="00D65579" w:rsidP="008D2B36">
            <w:pPr>
              <w:jc w:val="both"/>
              <w:rPr>
                <w:color w:val="000000"/>
              </w:rPr>
            </w:pPr>
            <w:r w:rsidRPr="006C433E">
              <w:rPr>
                <w:color w:val="000000"/>
              </w:rPr>
              <w:t>- в 2025 году – 1 061 650 человек;</w:t>
            </w:r>
          </w:p>
          <w:p w:rsidR="00D65579" w:rsidRPr="006C433E" w:rsidRDefault="00D65579" w:rsidP="008D2B36">
            <w:pPr>
              <w:jc w:val="both"/>
              <w:rPr>
                <w:color w:val="000000"/>
              </w:rPr>
            </w:pPr>
            <w:r w:rsidRPr="006C433E">
              <w:rPr>
                <w:color w:val="000000"/>
              </w:rPr>
              <w:t xml:space="preserve">- в 2026 году – 1 061 650 человек. </w:t>
            </w:r>
          </w:p>
          <w:p w:rsidR="00D65579" w:rsidRPr="006C433E" w:rsidRDefault="00D65579" w:rsidP="00750101">
            <w:pPr>
              <w:widowControl w:val="0"/>
              <w:autoSpaceDE w:val="0"/>
              <w:autoSpaceDN w:val="0"/>
              <w:adjustRightInd w:val="0"/>
              <w:jc w:val="both"/>
              <w:rPr>
                <w:color w:val="000000"/>
              </w:rPr>
            </w:pPr>
            <w:r w:rsidRPr="006C433E">
              <w:rPr>
                <w:color w:val="000000"/>
              </w:rPr>
              <w:t>9. Сохранение уровня достижения целевых индикаторов основных мероприятий подпрограммы:</w:t>
            </w:r>
          </w:p>
          <w:p w:rsidR="00D65579" w:rsidRPr="006C433E" w:rsidRDefault="00D65579" w:rsidP="00750101">
            <w:pPr>
              <w:jc w:val="both"/>
              <w:rPr>
                <w:color w:val="000000"/>
              </w:rPr>
            </w:pPr>
            <w:r w:rsidRPr="006C433E">
              <w:rPr>
                <w:color w:val="000000"/>
              </w:rPr>
              <w:t>- в 2020 году – 100 процентов;</w:t>
            </w:r>
          </w:p>
          <w:p w:rsidR="00D65579" w:rsidRPr="006C433E" w:rsidRDefault="00D65579" w:rsidP="00750101">
            <w:pPr>
              <w:jc w:val="both"/>
              <w:rPr>
                <w:color w:val="000000"/>
              </w:rPr>
            </w:pPr>
            <w:r w:rsidRPr="006C433E">
              <w:rPr>
                <w:color w:val="000000"/>
              </w:rPr>
              <w:t>- в 2021 году – 100 процентов;</w:t>
            </w:r>
          </w:p>
          <w:p w:rsidR="00D65579" w:rsidRPr="006C433E" w:rsidRDefault="00D65579" w:rsidP="00750101">
            <w:pPr>
              <w:jc w:val="both"/>
              <w:rPr>
                <w:color w:val="000000"/>
              </w:rPr>
            </w:pPr>
            <w:r w:rsidRPr="006C433E">
              <w:rPr>
                <w:color w:val="000000"/>
              </w:rPr>
              <w:t>- в 2022 году – 100 процента;</w:t>
            </w:r>
          </w:p>
          <w:p w:rsidR="00D65579" w:rsidRPr="006C433E" w:rsidRDefault="00D65579" w:rsidP="00750101">
            <w:pPr>
              <w:jc w:val="both"/>
              <w:rPr>
                <w:color w:val="000000"/>
              </w:rPr>
            </w:pPr>
            <w:r w:rsidRPr="006C433E">
              <w:rPr>
                <w:color w:val="000000"/>
              </w:rPr>
              <w:t>- в 2023 году – 100 процентов;</w:t>
            </w:r>
          </w:p>
          <w:p w:rsidR="00D65579" w:rsidRPr="006C433E" w:rsidRDefault="00D65579" w:rsidP="00750101">
            <w:pPr>
              <w:jc w:val="both"/>
              <w:rPr>
                <w:color w:val="000000"/>
              </w:rPr>
            </w:pPr>
            <w:r w:rsidRPr="006C433E">
              <w:rPr>
                <w:color w:val="000000"/>
              </w:rPr>
              <w:t>- в 2024 году – 100 процентов;</w:t>
            </w:r>
          </w:p>
          <w:p w:rsidR="00D65579" w:rsidRPr="006C433E" w:rsidRDefault="00D65579" w:rsidP="001A6F79">
            <w:pPr>
              <w:jc w:val="both"/>
              <w:rPr>
                <w:color w:val="000000"/>
              </w:rPr>
            </w:pPr>
            <w:r w:rsidRPr="006C433E">
              <w:rPr>
                <w:color w:val="000000"/>
              </w:rPr>
              <w:t>- в 2025 году – 100 процентов;</w:t>
            </w:r>
          </w:p>
          <w:p w:rsidR="00D65579" w:rsidRPr="006C433E" w:rsidRDefault="00D65579" w:rsidP="001A6F79">
            <w:pPr>
              <w:jc w:val="both"/>
              <w:rPr>
                <w:color w:val="000000"/>
              </w:rPr>
            </w:pPr>
            <w:r>
              <w:rPr>
                <w:color w:val="000000"/>
              </w:rPr>
              <w:t>- в 2026 году – 100 процентов</w:t>
            </w:r>
          </w:p>
        </w:tc>
      </w:tr>
    </w:tbl>
    <w:p w:rsidR="00D65579" w:rsidRPr="006C433E" w:rsidRDefault="00D65579" w:rsidP="00AE6B6C">
      <w:pPr>
        <w:widowControl w:val="0"/>
        <w:autoSpaceDE w:val="0"/>
        <w:autoSpaceDN w:val="0"/>
        <w:adjustRightInd w:val="0"/>
        <w:outlineLvl w:val="1"/>
        <w:rPr>
          <w:b/>
          <w:color w:val="000000"/>
        </w:rPr>
      </w:pPr>
    </w:p>
    <w:p w:rsidR="00D65579" w:rsidRPr="006C433E" w:rsidRDefault="00D65579" w:rsidP="000D5F85">
      <w:pPr>
        <w:widowControl w:val="0"/>
        <w:autoSpaceDE w:val="0"/>
        <w:autoSpaceDN w:val="0"/>
        <w:adjustRightInd w:val="0"/>
        <w:jc w:val="center"/>
        <w:outlineLvl w:val="1"/>
        <w:rPr>
          <w:color w:val="000000"/>
        </w:rPr>
      </w:pPr>
      <w:r w:rsidRPr="006C433E">
        <w:rPr>
          <w:color w:val="000000"/>
        </w:rPr>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65579" w:rsidRPr="006C433E" w:rsidRDefault="00D65579" w:rsidP="00AE6B6C">
      <w:pPr>
        <w:widowControl w:val="0"/>
        <w:autoSpaceDE w:val="0"/>
        <w:autoSpaceDN w:val="0"/>
        <w:adjustRightInd w:val="0"/>
        <w:jc w:val="both"/>
        <w:rPr>
          <w:color w:val="000000"/>
        </w:rPr>
      </w:pPr>
    </w:p>
    <w:p w:rsidR="00D65579" w:rsidRPr="006C433E" w:rsidRDefault="00D65579" w:rsidP="00F3005A">
      <w:pPr>
        <w:widowControl w:val="0"/>
        <w:autoSpaceDE w:val="0"/>
        <w:autoSpaceDN w:val="0"/>
        <w:adjustRightInd w:val="0"/>
        <w:ind w:firstLine="720"/>
        <w:jc w:val="both"/>
        <w:rPr>
          <w:color w:val="000000"/>
        </w:rPr>
      </w:pPr>
      <w:r w:rsidRPr="006C433E">
        <w:rPr>
          <w:color w:val="000000"/>
        </w:rPr>
        <w:t>Реализация подпрограммы осуществляется в двух значимых сферах российской экономики: культура и туризм.</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Культура – важнейший ресурс, который</w:t>
      </w:r>
      <w:r>
        <w:rPr>
          <w:color w:val="000000"/>
        </w:rPr>
        <w:t xml:space="preserve"> </w:t>
      </w:r>
      <w:r w:rsidRPr="006C433E">
        <w:rPr>
          <w:color w:val="000000"/>
        </w:rPr>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D65579" w:rsidRPr="006C433E" w:rsidRDefault="00D65579" w:rsidP="00F3005A">
      <w:pPr>
        <w:autoSpaceDE w:val="0"/>
        <w:autoSpaceDN w:val="0"/>
        <w:adjustRightInd w:val="0"/>
        <w:ind w:firstLine="720"/>
        <w:jc w:val="both"/>
        <w:rPr>
          <w:color w:val="000000"/>
        </w:rPr>
      </w:pPr>
      <w:r w:rsidRPr="006C433E">
        <w:rPr>
          <w:color w:val="000000"/>
        </w:rPr>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D65579" w:rsidRPr="006C433E" w:rsidRDefault="00D65579" w:rsidP="006C433E">
      <w:pPr>
        <w:autoSpaceDE w:val="0"/>
        <w:autoSpaceDN w:val="0"/>
        <w:adjustRightInd w:val="0"/>
        <w:ind w:firstLine="708"/>
        <w:jc w:val="both"/>
        <w:rPr>
          <w:color w:val="000000"/>
        </w:rPr>
      </w:pPr>
      <w:r w:rsidRPr="006C433E">
        <w:rPr>
          <w:color w:val="000000"/>
        </w:rPr>
        <w:t>- наличие объектов культуры, нуждающихся в капитальном ремонте;</w:t>
      </w:r>
    </w:p>
    <w:p w:rsidR="00D65579" w:rsidRPr="006C433E" w:rsidRDefault="00D65579" w:rsidP="00F4089C">
      <w:pPr>
        <w:autoSpaceDE w:val="0"/>
        <w:autoSpaceDN w:val="0"/>
        <w:adjustRightInd w:val="0"/>
        <w:jc w:val="both"/>
        <w:rPr>
          <w:color w:val="000000"/>
        </w:rPr>
      </w:pPr>
      <w:r w:rsidRPr="006C433E">
        <w:rPr>
          <w:color w:val="000000"/>
        </w:rPr>
        <w:tab/>
        <w:t>-</w:t>
      </w:r>
      <w:r w:rsidRPr="006C433E">
        <w:rPr>
          <w:rStyle w:val="markedcontent"/>
          <w:color w:val="000000"/>
        </w:rPr>
        <w:t xml:space="preserve"> недостаточная материальная обеспеченность учреждений культуры</w:t>
      </w:r>
      <w:r w:rsidRPr="006C433E">
        <w:rPr>
          <w:color w:val="000000"/>
        </w:rPr>
        <w:t xml:space="preserve"> и невысокий уровень качества предоставляемых услуг</w:t>
      </w:r>
      <w:r w:rsidRPr="006C433E">
        <w:rPr>
          <w:rStyle w:val="markedcontent"/>
          <w:color w:val="000000"/>
        </w:rPr>
        <w:t xml:space="preserve"> в сельской местности;</w:t>
      </w:r>
    </w:p>
    <w:p w:rsidR="00D65579" w:rsidRDefault="00D65579" w:rsidP="00CD554D">
      <w:pPr>
        <w:autoSpaceDE w:val="0"/>
        <w:autoSpaceDN w:val="0"/>
        <w:adjustRightInd w:val="0"/>
        <w:ind w:firstLine="720"/>
        <w:jc w:val="both"/>
        <w:rPr>
          <w:rStyle w:val="markedcontent"/>
          <w:color w:val="000000"/>
        </w:rPr>
      </w:pPr>
      <w:r w:rsidRPr="006C433E">
        <w:rPr>
          <w:color w:val="000000"/>
        </w:rPr>
        <w:t>-</w:t>
      </w:r>
      <w:r w:rsidRPr="006C433E">
        <w:rPr>
          <w:color w:val="000000"/>
          <w:lang w:val="en-US"/>
        </w:rPr>
        <w:t> </w:t>
      </w:r>
      <w:r w:rsidRPr="006C433E">
        <w:rPr>
          <w:rStyle w:val="markedcontent"/>
          <w:color w:val="000000"/>
        </w:rPr>
        <w:t xml:space="preserve">снижение престижа профессии работника культуры; </w:t>
      </w:r>
    </w:p>
    <w:p w:rsidR="00D65579" w:rsidRPr="006C433E" w:rsidRDefault="00D65579" w:rsidP="00CD554D">
      <w:pPr>
        <w:autoSpaceDE w:val="0"/>
        <w:autoSpaceDN w:val="0"/>
        <w:adjustRightInd w:val="0"/>
        <w:ind w:firstLine="720"/>
        <w:jc w:val="both"/>
        <w:rPr>
          <w:color w:val="000000"/>
        </w:rPr>
      </w:pPr>
      <w:r w:rsidRPr="006C433E">
        <w:rPr>
          <w:color w:val="000000"/>
        </w:rPr>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D65579" w:rsidRPr="006C433E" w:rsidRDefault="00D65579" w:rsidP="00CD554D">
      <w:pPr>
        <w:autoSpaceDE w:val="0"/>
        <w:autoSpaceDN w:val="0"/>
        <w:adjustRightInd w:val="0"/>
        <w:ind w:firstLine="720"/>
        <w:jc w:val="both"/>
        <w:rPr>
          <w:color w:val="000000"/>
        </w:rPr>
      </w:pPr>
      <w:r w:rsidRPr="006C433E">
        <w:rPr>
          <w:color w:val="000000"/>
        </w:rPr>
        <w:t xml:space="preserve"> -</w:t>
      </w:r>
      <w:r w:rsidRPr="006C433E">
        <w:rPr>
          <w:rStyle w:val="markedcontent"/>
          <w:color w:val="000000"/>
        </w:rPr>
        <w:t xml:space="preserve"> влияние на общество стандартов и вкусов массовой культуры</w:t>
      </w:r>
      <w:r w:rsidRPr="006C433E">
        <w:rPr>
          <w:color w:val="000000"/>
        </w:rPr>
        <w:t>.</w:t>
      </w:r>
    </w:p>
    <w:p w:rsidR="00D65579" w:rsidRPr="006C433E" w:rsidRDefault="00D65579" w:rsidP="00F3005A">
      <w:pPr>
        <w:autoSpaceDE w:val="0"/>
        <w:autoSpaceDN w:val="0"/>
        <w:adjustRightInd w:val="0"/>
        <w:ind w:firstLine="720"/>
        <w:jc w:val="both"/>
        <w:rPr>
          <w:color w:val="000000"/>
        </w:rPr>
      </w:pPr>
      <w:r w:rsidRPr="006C433E">
        <w:rPr>
          <w:color w:val="000000"/>
        </w:rPr>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D65579" w:rsidRPr="006C433E" w:rsidRDefault="00D65579" w:rsidP="00F3005A">
      <w:pPr>
        <w:autoSpaceDE w:val="0"/>
        <w:autoSpaceDN w:val="0"/>
        <w:adjustRightInd w:val="0"/>
        <w:ind w:firstLine="720"/>
        <w:jc w:val="both"/>
        <w:rPr>
          <w:color w:val="000000"/>
        </w:rPr>
      </w:pPr>
      <w:r w:rsidRPr="006C433E">
        <w:rPr>
          <w:color w:val="000000"/>
        </w:rPr>
        <w:t>Сфера туризма представляет собой активную популяризацию</w:t>
      </w:r>
      <w:r>
        <w:rPr>
          <w:color w:val="000000"/>
        </w:rPr>
        <w:t xml:space="preserve"> </w:t>
      </w:r>
      <w:r w:rsidRPr="006C433E">
        <w:rPr>
          <w:color w:val="000000"/>
        </w:rPr>
        <w:t xml:space="preserve">въездного и внутреннего туризма. </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По состоянию на начало 2024 года отрасль культуры Тарского муниципального района составляет 67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w:t>
      </w:r>
      <w:r>
        <w:rPr>
          <w:color w:val="000000"/>
        </w:rPr>
        <w:t xml:space="preserve"> </w:t>
      </w:r>
      <w:r w:rsidRPr="006C433E">
        <w:rPr>
          <w:color w:val="000000"/>
        </w:rPr>
        <w:t>30 стационарных</w:t>
      </w:r>
      <w:r>
        <w:rPr>
          <w:color w:val="000000"/>
        </w:rPr>
        <w:t xml:space="preserve"> </w:t>
      </w:r>
      <w:r w:rsidRPr="006C433E">
        <w:rPr>
          <w:color w:val="000000"/>
        </w:rPr>
        <w:t xml:space="preserve">культурно- досуговых учреждений, 1 киноцентр, 1 передвижной многофункциональный культурный центр «Автоклуб»; 1 центр культурного развития им. М.А. Ульянова, 1 предпрофессиональное образовательное учреждение –МБОУ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В отрасли культуры работают более 400 человек, из которых 30 % работают в учреждениях культуры, расположенных на селе.</w:t>
      </w:r>
    </w:p>
    <w:p w:rsidR="00D65579" w:rsidRPr="006C433E" w:rsidRDefault="00D65579" w:rsidP="00ED3E24">
      <w:pPr>
        <w:jc w:val="both"/>
        <w:rPr>
          <w:color w:val="000000"/>
        </w:rPr>
      </w:pPr>
      <w:r w:rsidRPr="006C433E">
        <w:rPr>
          <w:color w:val="000000"/>
        </w:rPr>
        <w:t xml:space="preserve">В результате реализации указа Президента Российской Федерации от </w:t>
      </w:r>
      <w:r>
        <w:rPr>
          <w:color w:val="000000"/>
        </w:rPr>
        <w:t>0</w:t>
      </w:r>
      <w:r w:rsidRPr="006C433E">
        <w:rPr>
          <w:color w:val="000000"/>
        </w:rPr>
        <w:t>7</w:t>
      </w:r>
      <w:r>
        <w:rPr>
          <w:color w:val="000000"/>
        </w:rPr>
        <w:t>.05.</w:t>
      </w:r>
      <w:r w:rsidRPr="006C433E">
        <w:rPr>
          <w:color w:val="000000"/>
        </w:rPr>
        <w:t xml:space="preserve">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723BE3">
        <w:rPr>
          <w:color w:val="000000"/>
        </w:rPr>
        <w:t>32 859,43 рублей в 2023 году, педагогических работников муниципальных организаций дополнительного образования детей Тарского муниципального района Омской области до 39 501,00</w:t>
      </w:r>
      <w:r w:rsidRPr="006C433E">
        <w:rPr>
          <w:color w:val="000000"/>
        </w:rPr>
        <w:t xml:space="preserve"> рублей.</w:t>
      </w:r>
    </w:p>
    <w:p w:rsidR="00D65579" w:rsidRDefault="00D65579" w:rsidP="00723BE3">
      <w:pPr>
        <w:tabs>
          <w:tab w:val="left" w:pos="709"/>
        </w:tabs>
        <w:jc w:val="center"/>
        <w:rPr>
          <w:color w:val="000000"/>
        </w:rPr>
      </w:pPr>
      <w:r w:rsidRPr="006C433E">
        <w:rPr>
          <w:color w:val="000000"/>
        </w:rPr>
        <w:t>Сеть муниципальных учреждений культуры</w:t>
      </w:r>
      <w:r>
        <w:rPr>
          <w:color w:val="000000"/>
        </w:rPr>
        <w:t xml:space="preserve"> </w:t>
      </w:r>
      <w:r w:rsidRPr="006C433E">
        <w:rPr>
          <w:color w:val="000000"/>
        </w:rPr>
        <w:t>на территории Тарского района</w:t>
      </w:r>
    </w:p>
    <w:p w:rsidR="00D65579" w:rsidRPr="00723BE3" w:rsidRDefault="00D65579" w:rsidP="00723BE3">
      <w:pPr>
        <w:tabs>
          <w:tab w:val="left" w:pos="709"/>
        </w:tabs>
        <w:jc w:val="center"/>
        <w:rPr>
          <w:color w:val="000000"/>
        </w:rPr>
      </w:pPr>
      <w:r w:rsidRPr="006C433E">
        <w:rPr>
          <w:color w:val="000000"/>
        </w:rPr>
        <w:t>Омской области по состоянию на 01.01.2024</w:t>
      </w:r>
    </w:p>
    <w:tbl>
      <w:tblPr>
        <w:tblW w:w="4830"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7"/>
        <w:gridCol w:w="1476"/>
        <w:gridCol w:w="1842"/>
      </w:tblGrid>
      <w:tr w:rsidR="00D65579" w:rsidRPr="006C433E" w:rsidTr="00723BE3">
        <w:trPr>
          <w:jc w:val="center"/>
        </w:trPr>
        <w:tc>
          <w:tcPr>
            <w:tcW w:w="3205" w:type="pct"/>
            <w:vAlign w:val="center"/>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Вид учреждения культуры</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всего</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В т.ч. на селе</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Музеи</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2</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5 отделов</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Общедоступные библиотеки</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29</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25</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Учреждения культурно-досугового типа</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33</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26</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Образовательные учреждения</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1</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0</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ЦФЭХО</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1</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0</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ПКиО</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1</w:t>
            </w:r>
          </w:p>
        </w:tc>
        <w:tc>
          <w:tcPr>
            <w:tcW w:w="996"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0</w:t>
            </w:r>
          </w:p>
        </w:tc>
      </w:tr>
      <w:tr w:rsidR="00D65579" w:rsidRPr="006C433E" w:rsidTr="00723BE3">
        <w:trPr>
          <w:jc w:val="center"/>
        </w:trPr>
        <w:tc>
          <w:tcPr>
            <w:tcW w:w="3205" w:type="pct"/>
          </w:tcPr>
          <w:p w:rsidR="00D65579" w:rsidRPr="006C433E" w:rsidRDefault="00D65579" w:rsidP="00CC0646">
            <w:pPr>
              <w:widowControl w:val="0"/>
              <w:tabs>
                <w:tab w:val="left" w:pos="709"/>
              </w:tabs>
              <w:autoSpaceDE w:val="0"/>
              <w:autoSpaceDN w:val="0"/>
              <w:adjustRightInd w:val="0"/>
              <w:rPr>
                <w:color w:val="000000"/>
              </w:rPr>
            </w:pPr>
            <w:r w:rsidRPr="006C433E">
              <w:rPr>
                <w:color w:val="000000"/>
              </w:rPr>
              <w:t>Всего</w:t>
            </w:r>
          </w:p>
        </w:tc>
        <w:tc>
          <w:tcPr>
            <w:tcW w:w="798" w:type="pct"/>
          </w:tcPr>
          <w:p w:rsidR="00D65579" w:rsidRPr="006C433E" w:rsidRDefault="00D65579" w:rsidP="00CC0646">
            <w:pPr>
              <w:widowControl w:val="0"/>
              <w:tabs>
                <w:tab w:val="left" w:pos="709"/>
              </w:tabs>
              <w:autoSpaceDE w:val="0"/>
              <w:autoSpaceDN w:val="0"/>
              <w:adjustRightInd w:val="0"/>
              <w:jc w:val="center"/>
              <w:rPr>
                <w:color w:val="000000"/>
              </w:rPr>
            </w:pPr>
            <w:r w:rsidRPr="006C433E">
              <w:rPr>
                <w:color w:val="000000"/>
              </w:rPr>
              <w:t>67</w:t>
            </w:r>
          </w:p>
        </w:tc>
        <w:tc>
          <w:tcPr>
            <w:tcW w:w="996" w:type="pct"/>
          </w:tcPr>
          <w:p w:rsidR="00D65579" w:rsidRPr="006C433E" w:rsidRDefault="00D65579" w:rsidP="001305F8">
            <w:pPr>
              <w:widowControl w:val="0"/>
              <w:tabs>
                <w:tab w:val="left" w:pos="709"/>
              </w:tabs>
              <w:autoSpaceDE w:val="0"/>
              <w:autoSpaceDN w:val="0"/>
              <w:adjustRightInd w:val="0"/>
              <w:jc w:val="center"/>
              <w:rPr>
                <w:color w:val="000000"/>
              </w:rPr>
            </w:pPr>
            <w:r w:rsidRPr="006C433E">
              <w:rPr>
                <w:color w:val="000000"/>
              </w:rPr>
              <w:t>51</w:t>
            </w:r>
          </w:p>
        </w:tc>
      </w:tr>
    </w:tbl>
    <w:p w:rsidR="00D65579" w:rsidRPr="006C433E" w:rsidRDefault="00D65579" w:rsidP="00F3005A">
      <w:pPr>
        <w:widowControl w:val="0"/>
        <w:autoSpaceDE w:val="0"/>
        <w:autoSpaceDN w:val="0"/>
        <w:adjustRightInd w:val="0"/>
        <w:ind w:firstLine="720"/>
        <w:jc w:val="both"/>
        <w:rPr>
          <w:color w:val="000000"/>
        </w:rPr>
      </w:pPr>
      <w:r w:rsidRPr="006C433E">
        <w:rPr>
          <w:color w:val="000000"/>
        </w:rPr>
        <w:t xml:space="preserve">Большая часть учреждений культуры расположена в зданиях, построенных в </w:t>
      </w:r>
      <w:r>
        <w:rPr>
          <w:color w:val="000000"/>
        </w:rPr>
        <w:t xml:space="preserve">       60-70</w:t>
      </w:r>
      <w:r w:rsidRPr="006C433E">
        <w:rPr>
          <w:color w:val="000000"/>
        </w:rPr>
        <w:t xml:space="preserve">-х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8 объектов. В строительстве новых Домов культуры нуждаются Междуреченское и Мартюшевское сельские поселения. </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В обновлении нуждается</w:t>
      </w:r>
      <w:r>
        <w:rPr>
          <w:color w:val="000000"/>
        </w:rPr>
        <w:t xml:space="preserve"> </w:t>
      </w:r>
      <w:r w:rsidRPr="006C433E">
        <w:rPr>
          <w:color w:val="000000"/>
        </w:rPr>
        <w:t>компьютерное программное оборудование в библиотеках района.</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Обладая богатой историей, многовековыми традициями и живописными природными ландшафтами, Тарский район</w:t>
      </w:r>
      <w:r>
        <w:rPr>
          <w:color w:val="000000"/>
        </w:rPr>
        <w:t xml:space="preserve"> </w:t>
      </w:r>
      <w:r w:rsidRPr="006C433E">
        <w:rPr>
          <w:color w:val="000000"/>
        </w:rPr>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D65579" w:rsidRPr="006C433E" w:rsidRDefault="00D65579" w:rsidP="00F3005A">
      <w:pPr>
        <w:ind w:firstLine="720"/>
        <w:jc w:val="both"/>
        <w:rPr>
          <w:color w:val="000000"/>
        </w:rPr>
      </w:pPr>
      <w:r w:rsidRPr="006C433E">
        <w:rPr>
          <w:color w:val="000000"/>
        </w:rPr>
        <w:t xml:space="preserve">На сегодня сложился ряд туристских маршрутов для жителей района и гостей, интересующихся историей и </w:t>
      </w:r>
      <w:r w:rsidRPr="006C433E">
        <w:rPr>
          <w:color w:val="000000"/>
          <w:shd w:val="clear" w:color="auto" w:fill="FFFFFF"/>
        </w:rPr>
        <w:t>природой нашего края, но все они</w:t>
      </w:r>
      <w:r w:rsidRPr="006C433E">
        <w:rPr>
          <w:color w:val="000000"/>
        </w:rPr>
        <w:t xml:space="preserve"> требуют доработки и презентации в форме актуальных, востребованных и доступных туристам рыночных предложений.</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D65579" w:rsidRPr="006C433E" w:rsidRDefault="00D65579" w:rsidP="007A4086">
      <w:pPr>
        <w:widowControl w:val="0"/>
        <w:autoSpaceDE w:val="0"/>
        <w:autoSpaceDN w:val="0"/>
        <w:adjustRightInd w:val="0"/>
        <w:ind w:firstLine="720"/>
        <w:jc w:val="both"/>
        <w:rPr>
          <w:color w:val="000000"/>
        </w:rPr>
      </w:pPr>
      <w:r w:rsidRPr="006C433E">
        <w:rPr>
          <w:color w:val="000000"/>
        </w:rPr>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rPr>
          <w:color w:val="000000"/>
        </w:rPr>
        <w:t xml:space="preserve"> </w:t>
      </w:r>
      <w:r w:rsidRPr="006C433E">
        <w:rPr>
          <w:color w:val="000000"/>
        </w:rPr>
        <w:t>и туризма высококвалифицированных кадров и механизмов управления, ориентированных на эффективность.</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Основными неуправляемыми рисками являются растущая нестабильность и неопределенность в российской</w:t>
      </w:r>
      <w:r>
        <w:rPr>
          <w:color w:val="000000"/>
        </w:rPr>
        <w:t xml:space="preserve"> </w:t>
      </w:r>
      <w:r w:rsidRPr="006C433E">
        <w:rPr>
          <w:color w:val="000000"/>
        </w:rPr>
        <w:t>экономике.</w:t>
      </w:r>
    </w:p>
    <w:p w:rsidR="00D65579" w:rsidRPr="006C433E" w:rsidRDefault="00D65579" w:rsidP="000E5DD7">
      <w:pPr>
        <w:widowControl w:val="0"/>
        <w:autoSpaceDE w:val="0"/>
        <w:autoSpaceDN w:val="0"/>
        <w:adjustRightInd w:val="0"/>
        <w:ind w:firstLine="2694"/>
        <w:jc w:val="both"/>
        <w:rPr>
          <w:color w:val="000000"/>
        </w:rPr>
      </w:pPr>
    </w:p>
    <w:p w:rsidR="00D65579" w:rsidRPr="006C433E" w:rsidRDefault="00D65579" w:rsidP="000E5DD7">
      <w:pPr>
        <w:widowControl w:val="0"/>
        <w:autoSpaceDE w:val="0"/>
        <w:autoSpaceDN w:val="0"/>
        <w:adjustRightInd w:val="0"/>
        <w:ind w:firstLine="2694"/>
        <w:jc w:val="both"/>
        <w:rPr>
          <w:color w:val="000000"/>
        </w:rPr>
      </w:pPr>
      <w:r w:rsidRPr="006C433E">
        <w:rPr>
          <w:color w:val="000000"/>
        </w:rPr>
        <w:t>3. Цель и задачи подпрограммы</w:t>
      </w:r>
    </w:p>
    <w:p w:rsidR="00D65579" w:rsidRPr="006C433E" w:rsidRDefault="00D65579" w:rsidP="00166477">
      <w:pPr>
        <w:widowControl w:val="0"/>
        <w:autoSpaceDE w:val="0"/>
        <w:autoSpaceDN w:val="0"/>
        <w:adjustRightInd w:val="0"/>
        <w:jc w:val="center"/>
        <w:rPr>
          <w:color w:val="000000"/>
        </w:rPr>
      </w:pPr>
    </w:p>
    <w:p w:rsidR="00D65579" w:rsidRPr="006C433E" w:rsidRDefault="00D65579" w:rsidP="00EE40B0">
      <w:pPr>
        <w:jc w:val="both"/>
        <w:rPr>
          <w:color w:val="000000"/>
        </w:rPr>
      </w:pPr>
      <w:r w:rsidRPr="006C433E">
        <w:rPr>
          <w:color w:val="000000"/>
        </w:rPr>
        <w:tab/>
        <w:t>Главной целью подпрограммы является создание</w:t>
      </w:r>
      <w:r>
        <w:rPr>
          <w:color w:val="000000"/>
        </w:rPr>
        <w:t xml:space="preserve"> </w:t>
      </w:r>
      <w:r w:rsidRPr="006C433E">
        <w:rPr>
          <w:color w:val="000000"/>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D65579" w:rsidRPr="006C433E" w:rsidRDefault="00D65579" w:rsidP="00EE40B0">
      <w:pPr>
        <w:jc w:val="both"/>
        <w:rPr>
          <w:b/>
          <w:color w:val="000000"/>
        </w:rPr>
      </w:pPr>
      <w:r w:rsidRPr="006C433E">
        <w:rPr>
          <w:color w:val="000000"/>
        </w:rPr>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D65579" w:rsidRPr="006C433E" w:rsidRDefault="00D65579" w:rsidP="00574647">
      <w:pPr>
        <w:widowControl w:val="0"/>
        <w:autoSpaceDE w:val="0"/>
        <w:autoSpaceDN w:val="0"/>
        <w:adjustRightInd w:val="0"/>
        <w:ind w:firstLine="720"/>
        <w:jc w:val="both"/>
        <w:rPr>
          <w:color w:val="000000"/>
        </w:rPr>
      </w:pPr>
      <w:r w:rsidRPr="006C433E">
        <w:rPr>
          <w:color w:val="000000"/>
        </w:rPr>
        <w:t>Задачами подпрограммы являются:</w:t>
      </w:r>
    </w:p>
    <w:p w:rsidR="00D65579" w:rsidRPr="006C433E" w:rsidRDefault="00D65579" w:rsidP="000E2BA9">
      <w:pPr>
        <w:pStyle w:val="ConsPlusNormal"/>
        <w:widowControl/>
        <w:ind w:firstLine="708"/>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color w:val="000000"/>
          <w:sz w:val="24"/>
          <w:szCs w:val="24"/>
        </w:rPr>
        <w:t xml:space="preserve"> </w:t>
      </w:r>
      <w:r w:rsidRPr="006C433E">
        <w:rPr>
          <w:rFonts w:ascii="Times New Roman" w:hAnsi="Times New Roman" w:cs="Times New Roman"/>
          <w:color w:val="000000"/>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65579" w:rsidRPr="006C433E" w:rsidRDefault="00D65579" w:rsidP="00191C2B">
      <w:pPr>
        <w:jc w:val="both"/>
        <w:rPr>
          <w:b/>
          <w:color w:val="000000"/>
        </w:rPr>
      </w:pPr>
      <w:r>
        <w:rPr>
          <w:color w:val="000000"/>
        </w:rPr>
        <w:tab/>
      </w:r>
      <w:r w:rsidRPr="006C433E">
        <w:rPr>
          <w:color w:val="000000"/>
        </w:rPr>
        <w:t>- создание условий для популяризации туристской привлекательности Тарского района;</w:t>
      </w:r>
    </w:p>
    <w:p w:rsidR="00D65579" w:rsidRPr="006C433E" w:rsidRDefault="00D65579" w:rsidP="00B22B02">
      <w:pPr>
        <w:pStyle w:val="ConsPlusNormal"/>
        <w:widowControl/>
        <w:ind w:firstLine="708"/>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 развитие кадрового потенциала отрасли культуры;</w:t>
      </w:r>
    </w:p>
    <w:p w:rsidR="00D65579" w:rsidRPr="006C433E" w:rsidRDefault="00D65579" w:rsidP="009C2BC1">
      <w:pPr>
        <w:ind w:firstLine="708"/>
        <w:jc w:val="both"/>
        <w:rPr>
          <w:color w:val="000000"/>
        </w:rPr>
      </w:pPr>
      <w:r w:rsidRPr="006C433E">
        <w:rPr>
          <w:color w:val="000000"/>
        </w:rPr>
        <w:t>- сохранение, развитие и обновление</w:t>
      </w:r>
      <w:r>
        <w:rPr>
          <w:color w:val="000000"/>
        </w:rPr>
        <w:t xml:space="preserve"> </w:t>
      </w:r>
      <w:r w:rsidRPr="006C433E">
        <w:rPr>
          <w:color w:val="000000"/>
        </w:rPr>
        <w:t>материально-технической базы учреждений культуры;</w:t>
      </w:r>
      <w:r>
        <w:rPr>
          <w:color w:val="000000"/>
        </w:rPr>
        <w:t xml:space="preserve"> </w:t>
      </w:r>
    </w:p>
    <w:p w:rsidR="00D65579" w:rsidRPr="006C433E" w:rsidRDefault="00D65579" w:rsidP="00574647">
      <w:pPr>
        <w:pStyle w:val="ConsPlusNormal"/>
        <w:widowControl/>
        <w:ind w:firstLine="708"/>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D65579" w:rsidRPr="006C433E" w:rsidRDefault="00D65579" w:rsidP="00697A33">
      <w:pPr>
        <w:jc w:val="both"/>
        <w:rPr>
          <w:color w:val="000000"/>
        </w:rPr>
      </w:pPr>
      <w:r w:rsidRPr="006C433E">
        <w:rPr>
          <w:color w:val="000000"/>
        </w:rPr>
        <w:tab/>
        <w:t>- повышение качества жизни граждан путем модернизации инфраструктуры культуры и оснащения современным оборудованием</w:t>
      </w:r>
    </w:p>
    <w:p w:rsidR="00D65579" w:rsidRPr="006C433E" w:rsidRDefault="00D65579" w:rsidP="00697A33">
      <w:pPr>
        <w:pStyle w:val="ConsPlusNormal"/>
        <w:widowControl/>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C433E">
        <w:rPr>
          <w:rFonts w:ascii="Times New Roman" w:hAnsi="Times New Roman" w:cs="Times New Roman"/>
          <w:color w:val="000000"/>
          <w:sz w:val="24"/>
          <w:szCs w:val="24"/>
        </w:rPr>
        <w:t>-поддержка творческих инициатив, способствующих самореализации населения.</w:t>
      </w:r>
    </w:p>
    <w:p w:rsidR="00D65579" w:rsidRPr="006C433E" w:rsidRDefault="00D65579" w:rsidP="00A23734">
      <w:pPr>
        <w:widowControl w:val="0"/>
        <w:autoSpaceDE w:val="0"/>
        <w:autoSpaceDN w:val="0"/>
        <w:adjustRightInd w:val="0"/>
        <w:jc w:val="center"/>
        <w:rPr>
          <w:color w:val="000000"/>
        </w:rPr>
      </w:pPr>
    </w:p>
    <w:p w:rsidR="00D65579" w:rsidRPr="006C433E" w:rsidRDefault="00D65579" w:rsidP="00A23734">
      <w:pPr>
        <w:widowControl w:val="0"/>
        <w:autoSpaceDE w:val="0"/>
        <w:autoSpaceDN w:val="0"/>
        <w:adjustRightInd w:val="0"/>
        <w:jc w:val="center"/>
        <w:rPr>
          <w:color w:val="000000"/>
        </w:rPr>
      </w:pPr>
      <w:r w:rsidRPr="006C433E">
        <w:rPr>
          <w:color w:val="000000"/>
        </w:rPr>
        <w:t>4. Срок реализации подпрограммы</w:t>
      </w:r>
    </w:p>
    <w:p w:rsidR="00D65579" w:rsidRPr="006C433E" w:rsidRDefault="00D65579" w:rsidP="00AC66C1">
      <w:pPr>
        <w:widowControl w:val="0"/>
        <w:autoSpaceDE w:val="0"/>
        <w:autoSpaceDN w:val="0"/>
        <w:adjustRightInd w:val="0"/>
        <w:ind w:firstLine="720"/>
        <w:jc w:val="both"/>
        <w:rPr>
          <w:color w:val="000000"/>
        </w:rPr>
      </w:pPr>
    </w:p>
    <w:p w:rsidR="00D65579" w:rsidRPr="006C433E" w:rsidRDefault="00D65579" w:rsidP="00AC66C1">
      <w:pPr>
        <w:widowControl w:val="0"/>
        <w:autoSpaceDE w:val="0"/>
        <w:autoSpaceDN w:val="0"/>
        <w:adjustRightInd w:val="0"/>
        <w:ind w:firstLine="720"/>
        <w:jc w:val="both"/>
        <w:rPr>
          <w:color w:val="000000"/>
        </w:rPr>
      </w:pPr>
      <w:r w:rsidRPr="006C433E">
        <w:rPr>
          <w:color w:val="000000"/>
        </w:rPr>
        <w:t>Реализация подпрограммы «Развитие культуры и туризма Тарского</w:t>
      </w:r>
      <w:r>
        <w:rPr>
          <w:color w:val="000000"/>
        </w:rPr>
        <w:t xml:space="preserve"> </w:t>
      </w:r>
      <w:r w:rsidRPr="006C433E">
        <w:rPr>
          <w:color w:val="000000"/>
        </w:rPr>
        <w:t>муниципального района» будет осуществляться в</w:t>
      </w:r>
      <w:r>
        <w:rPr>
          <w:color w:val="000000"/>
        </w:rPr>
        <w:t xml:space="preserve"> </w:t>
      </w:r>
      <w:r w:rsidRPr="006C433E">
        <w:rPr>
          <w:color w:val="000000"/>
        </w:rPr>
        <w:t>2020 – 2026 годы. Отдельные этапы ее реализации не выделяются.</w:t>
      </w:r>
    </w:p>
    <w:p w:rsidR="00D65579" w:rsidRPr="006C433E" w:rsidRDefault="00D65579" w:rsidP="00A23734">
      <w:pPr>
        <w:widowControl w:val="0"/>
        <w:autoSpaceDE w:val="0"/>
        <w:autoSpaceDN w:val="0"/>
        <w:adjustRightInd w:val="0"/>
        <w:jc w:val="center"/>
        <w:rPr>
          <w:b/>
          <w:color w:val="000000"/>
        </w:rPr>
      </w:pPr>
    </w:p>
    <w:p w:rsidR="00D65579" w:rsidRPr="006C433E" w:rsidRDefault="00D65579" w:rsidP="00A23734">
      <w:pPr>
        <w:widowControl w:val="0"/>
        <w:autoSpaceDE w:val="0"/>
        <w:autoSpaceDN w:val="0"/>
        <w:adjustRightInd w:val="0"/>
        <w:jc w:val="center"/>
        <w:rPr>
          <w:color w:val="000000"/>
        </w:rPr>
      </w:pPr>
      <w:r w:rsidRPr="006C433E">
        <w:rPr>
          <w:color w:val="000000"/>
        </w:rPr>
        <w:t xml:space="preserve">5. Описание входящих в состав подпрограммы основных мероприятий </w:t>
      </w:r>
    </w:p>
    <w:p w:rsidR="00D65579" w:rsidRPr="006C433E" w:rsidRDefault="00D65579" w:rsidP="00354299">
      <w:pPr>
        <w:ind w:firstLine="708"/>
        <w:jc w:val="both"/>
        <w:rPr>
          <w:color w:val="000000"/>
        </w:rPr>
      </w:pPr>
    </w:p>
    <w:p w:rsidR="00D65579" w:rsidRPr="006C433E" w:rsidRDefault="00D65579" w:rsidP="00354299">
      <w:pPr>
        <w:ind w:firstLine="708"/>
        <w:jc w:val="both"/>
        <w:rPr>
          <w:color w:val="000000"/>
        </w:rPr>
      </w:pPr>
      <w:r w:rsidRPr="006C433E">
        <w:rPr>
          <w:color w:val="000000"/>
        </w:rPr>
        <w:t>Для достижения цели и решения задач подпрограммы планируется выполнение следующих основных мероприятий:</w:t>
      </w:r>
    </w:p>
    <w:p w:rsidR="00D65579" w:rsidRPr="006C433E" w:rsidRDefault="00D65579" w:rsidP="00996C62">
      <w:pPr>
        <w:ind w:firstLine="708"/>
        <w:jc w:val="both"/>
        <w:rPr>
          <w:color w:val="000000"/>
        </w:rPr>
      </w:pPr>
      <w:r w:rsidRPr="006C433E">
        <w:rPr>
          <w:color w:val="000000"/>
        </w:rPr>
        <w:t>- создание благоприятных условий для укрепления единого культурного пространства и сохранения культурного наследия Тарского района;</w:t>
      </w:r>
    </w:p>
    <w:p w:rsidR="00D65579" w:rsidRPr="006C433E" w:rsidRDefault="00D65579" w:rsidP="00996C62">
      <w:pPr>
        <w:ind w:firstLine="708"/>
        <w:jc w:val="both"/>
        <w:rPr>
          <w:color w:val="000000"/>
        </w:rPr>
      </w:pPr>
      <w:r w:rsidRPr="006C433E">
        <w:rPr>
          <w:color w:val="000000"/>
        </w:rPr>
        <w:t>- реализация проекта «Туризм»;</w:t>
      </w:r>
    </w:p>
    <w:p w:rsidR="00D65579" w:rsidRPr="006C433E" w:rsidRDefault="00D65579" w:rsidP="00996C62">
      <w:pPr>
        <w:ind w:firstLine="708"/>
        <w:jc w:val="both"/>
        <w:rPr>
          <w:color w:val="000000"/>
        </w:rPr>
      </w:pPr>
      <w:r w:rsidRPr="006C433E">
        <w:rPr>
          <w:color w:val="000000"/>
        </w:rPr>
        <w:t>- развитие кадрового потенциала и социальная поддержка работников культуры;</w:t>
      </w:r>
    </w:p>
    <w:p w:rsidR="00D65579" w:rsidRPr="006C433E" w:rsidRDefault="00D65579" w:rsidP="00996C62">
      <w:pPr>
        <w:ind w:firstLine="708"/>
        <w:jc w:val="both"/>
        <w:rPr>
          <w:color w:val="000000"/>
        </w:rPr>
      </w:pPr>
      <w:r w:rsidRPr="006C433E">
        <w:rPr>
          <w:color w:val="000000"/>
        </w:rPr>
        <w:t>- поддержка, развитие и обновление содержания работы учреждений культуры;</w:t>
      </w:r>
    </w:p>
    <w:p w:rsidR="00D65579" w:rsidRPr="006C433E" w:rsidRDefault="00D65579" w:rsidP="00996C62">
      <w:pPr>
        <w:ind w:firstLine="708"/>
        <w:jc w:val="both"/>
        <w:rPr>
          <w:color w:val="000000"/>
        </w:rPr>
      </w:pPr>
      <w:r w:rsidRPr="006C433E">
        <w:rPr>
          <w:color w:val="000000"/>
        </w:rPr>
        <w:t>- обеспечение безопасности в учреждениях культуры;</w:t>
      </w:r>
    </w:p>
    <w:p w:rsidR="00D65579" w:rsidRPr="006C433E" w:rsidRDefault="00D65579" w:rsidP="00697A33">
      <w:pPr>
        <w:jc w:val="both"/>
        <w:rPr>
          <w:color w:val="000000"/>
        </w:rPr>
      </w:pPr>
      <w:r w:rsidRPr="006C433E">
        <w:rPr>
          <w:color w:val="000000"/>
        </w:rPr>
        <w:tab/>
        <w:t>- реализация мероприятия, направленного на достижение цели федерального проекта «Культурная среда»;</w:t>
      </w:r>
    </w:p>
    <w:p w:rsidR="00D65579" w:rsidRPr="006C433E" w:rsidRDefault="00D65579" w:rsidP="00183B7C">
      <w:pPr>
        <w:jc w:val="both"/>
        <w:rPr>
          <w:color w:val="000000"/>
        </w:rPr>
      </w:pPr>
      <w:r w:rsidRPr="006C433E">
        <w:rPr>
          <w:color w:val="000000"/>
        </w:rPr>
        <w:tab/>
        <w:t>- реализация мероприятия, направленного на достижение целей федерального проекта «Творческие люди».</w:t>
      </w:r>
    </w:p>
    <w:p w:rsidR="00D65579" w:rsidRPr="006C433E" w:rsidRDefault="00D65579" w:rsidP="00BA67D4">
      <w:pPr>
        <w:autoSpaceDE w:val="0"/>
        <w:autoSpaceDN w:val="0"/>
        <w:adjustRightInd w:val="0"/>
        <w:ind w:firstLine="720"/>
        <w:jc w:val="both"/>
        <w:rPr>
          <w:color w:val="000000"/>
        </w:rPr>
      </w:pPr>
      <w:r w:rsidRPr="006C433E">
        <w:rPr>
          <w:color w:val="000000"/>
        </w:rPr>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D65579" w:rsidRPr="006C433E" w:rsidRDefault="00D65579" w:rsidP="00BA67D4">
      <w:pPr>
        <w:autoSpaceDE w:val="0"/>
        <w:autoSpaceDN w:val="0"/>
        <w:adjustRightInd w:val="0"/>
        <w:ind w:firstLine="720"/>
        <w:jc w:val="both"/>
        <w:rPr>
          <w:color w:val="000000"/>
        </w:rPr>
      </w:pPr>
      <w:r w:rsidRPr="006C433E">
        <w:rPr>
          <w:color w:val="000000"/>
        </w:rPr>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D65579" w:rsidRPr="006C433E" w:rsidRDefault="00D65579" w:rsidP="00BA67D4">
      <w:pPr>
        <w:autoSpaceDE w:val="0"/>
        <w:autoSpaceDN w:val="0"/>
        <w:adjustRightInd w:val="0"/>
        <w:ind w:firstLine="720"/>
        <w:jc w:val="both"/>
        <w:rPr>
          <w:color w:val="000000"/>
        </w:rPr>
      </w:pPr>
      <w:r w:rsidRPr="006C433E">
        <w:rPr>
          <w:color w:val="000000"/>
        </w:rPr>
        <w:t>-</w:t>
      </w:r>
      <w:r>
        <w:rPr>
          <w:color w:val="000000"/>
        </w:rPr>
        <w:t xml:space="preserve"> </w:t>
      </w:r>
      <w:r w:rsidRPr="006C433E">
        <w:rPr>
          <w:color w:val="000000"/>
        </w:rPr>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rPr>
          <w:color w:val="000000"/>
        </w:rPr>
        <w:t xml:space="preserve"> </w:t>
      </w:r>
    </w:p>
    <w:p w:rsidR="00D65579" w:rsidRPr="006C433E" w:rsidRDefault="00D65579" w:rsidP="00BA67D4">
      <w:pPr>
        <w:autoSpaceDE w:val="0"/>
        <w:autoSpaceDN w:val="0"/>
        <w:adjustRightInd w:val="0"/>
        <w:ind w:firstLine="720"/>
        <w:jc w:val="both"/>
        <w:rPr>
          <w:color w:val="000000"/>
        </w:rPr>
      </w:pPr>
      <w:r w:rsidRPr="006C433E">
        <w:rPr>
          <w:color w:val="000000"/>
        </w:rPr>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D65579" w:rsidRPr="006C433E" w:rsidRDefault="00D65579" w:rsidP="00BA67D4">
      <w:pPr>
        <w:autoSpaceDE w:val="0"/>
        <w:autoSpaceDN w:val="0"/>
        <w:adjustRightInd w:val="0"/>
        <w:ind w:firstLine="720"/>
        <w:jc w:val="both"/>
        <w:rPr>
          <w:color w:val="000000"/>
        </w:rPr>
      </w:pPr>
      <w:r w:rsidRPr="006C433E">
        <w:rPr>
          <w:color w:val="000000"/>
        </w:rPr>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D65579" w:rsidRPr="006C433E" w:rsidRDefault="00D65579" w:rsidP="00CC155C">
      <w:pPr>
        <w:autoSpaceDE w:val="0"/>
        <w:autoSpaceDN w:val="0"/>
        <w:adjustRightInd w:val="0"/>
        <w:ind w:firstLine="720"/>
        <w:jc w:val="both"/>
        <w:rPr>
          <w:color w:val="000000"/>
        </w:rPr>
      </w:pPr>
      <w:r w:rsidRPr="006C433E">
        <w:rPr>
          <w:color w:val="000000"/>
        </w:rPr>
        <w:t>- обеспечение доступа к</w:t>
      </w:r>
      <w:r>
        <w:rPr>
          <w:color w:val="000000"/>
        </w:rPr>
        <w:t xml:space="preserve"> </w:t>
      </w:r>
      <w:r w:rsidRPr="006C433E">
        <w:rPr>
          <w:color w:val="000000"/>
        </w:rPr>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D65579" w:rsidRPr="006C433E" w:rsidRDefault="00D65579" w:rsidP="00CC155C">
      <w:pPr>
        <w:autoSpaceDE w:val="0"/>
        <w:autoSpaceDN w:val="0"/>
        <w:adjustRightInd w:val="0"/>
        <w:ind w:firstLine="720"/>
        <w:jc w:val="both"/>
        <w:rPr>
          <w:color w:val="000000"/>
        </w:rPr>
      </w:pPr>
      <w:r w:rsidRPr="006C433E">
        <w:rPr>
          <w:color w:val="000000"/>
        </w:rPr>
        <w:t xml:space="preserve">- осуществление Комитетом культуры и искусства исполнительных и распорядительных функций в сфере культуры и туризма. </w:t>
      </w:r>
    </w:p>
    <w:p w:rsidR="00D65579" w:rsidRPr="006C433E" w:rsidRDefault="00D65579" w:rsidP="00BA67D4">
      <w:pPr>
        <w:ind w:firstLine="708"/>
        <w:jc w:val="center"/>
        <w:rPr>
          <w:color w:val="000000"/>
        </w:rPr>
      </w:pPr>
    </w:p>
    <w:p w:rsidR="00D65579" w:rsidRPr="006C433E" w:rsidRDefault="00D65579" w:rsidP="00BA67D4">
      <w:pPr>
        <w:ind w:firstLine="708"/>
        <w:jc w:val="center"/>
        <w:rPr>
          <w:color w:val="000000"/>
        </w:rPr>
      </w:pPr>
      <w:r w:rsidRPr="006C433E">
        <w:rPr>
          <w:color w:val="000000"/>
        </w:rPr>
        <w:t>Основное мероприятие «Реализация проекта «Туризм»</w:t>
      </w:r>
    </w:p>
    <w:p w:rsidR="00D65579" w:rsidRPr="006C433E" w:rsidRDefault="00D65579" w:rsidP="00BA67D4">
      <w:pPr>
        <w:ind w:firstLine="708"/>
        <w:jc w:val="center"/>
        <w:rPr>
          <w:color w:val="000000"/>
        </w:rPr>
      </w:pPr>
    </w:p>
    <w:p w:rsidR="00D65579" w:rsidRPr="006C433E" w:rsidRDefault="00D65579" w:rsidP="00BA67D4">
      <w:pPr>
        <w:ind w:firstLine="708"/>
        <w:jc w:val="both"/>
        <w:rPr>
          <w:color w:val="000000"/>
        </w:rPr>
      </w:pPr>
      <w:r w:rsidRPr="006C433E">
        <w:rPr>
          <w:color w:val="000000"/>
        </w:rPr>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D65579" w:rsidRPr="006C433E" w:rsidRDefault="00D65579" w:rsidP="00BA67D4">
      <w:pPr>
        <w:ind w:firstLine="708"/>
        <w:jc w:val="both"/>
        <w:rPr>
          <w:color w:val="000000"/>
        </w:rPr>
      </w:pPr>
    </w:p>
    <w:p w:rsidR="00D65579" w:rsidRPr="006C433E" w:rsidRDefault="00D65579" w:rsidP="00BD6FC6">
      <w:pPr>
        <w:ind w:firstLine="708"/>
        <w:jc w:val="center"/>
        <w:rPr>
          <w:color w:val="000000"/>
        </w:rPr>
      </w:pPr>
      <w:r w:rsidRPr="006C433E">
        <w:rPr>
          <w:color w:val="000000"/>
        </w:rPr>
        <w:t>Основное мероприятие «Развитие кадрового потенциала и социальная поддержка работников культуры»</w:t>
      </w:r>
    </w:p>
    <w:p w:rsidR="00D65579" w:rsidRPr="006C433E" w:rsidRDefault="00D65579" w:rsidP="00BD6FC6">
      <w:pPr>
        <w:ind w:firstLine="708"/>
        <w:jc w:val="center"/>
        <w:rPr>
          <w:color w:val="000000"/>
        </w:rPr>
      </w:pPr>
    </w:p>
    <w:p w:rsidR="00D65579" w:rsidRPr="006C433E" w:rsidRDefault="00D65579" w:rsidP="00BD6FC6">
      <w:pPr>
        <w:ind w:firstLine="708"/>
        <w:jc w:val="both"/>
        <w:rPr>
          <w:color w:val="000000"/>
        </w:rPr>
      </w:pPr>
      <w:r w:rsidRPr="006C433E">
        <w:rPr>
          <w:color w:val="000000"/>
        </w:rPr>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D65579" w:rsidRPr="006C433E" w:rsidRDefault="00D65579" w:rsidP="00BD6FC6">
      <w:pPr>
        <w:ind w:firstLine="708"/>
        <w:jc w:val="both"/>
        <w:rPr>
          <w:b/>
          <w:color w:val="000000"/>
        </w:rPr>
      </w:pPr>
    </w:p>
    <w:p w:rsidR="00D65579" w:rsidRPr="006C433E" w:rsidRDefault="00D65579" w:rsidP="00BD6FC6">
      <w:pPr>
        <w:widowControl w:val="0"/>
        <w:autoSpaceDE w:val="0"/>
        <w:autoSpaceDN w:val="0"/>
        <w:adjustRightInd w:val="0"/>
        <w:ind w:firstLine="708"/>
        <w:jc w:val="center"/>
        <w:rPr>
          <w:color w:val="000000"/>
        </w:rPr>
      </w:pPr>
      <w:r w:rsidRPr="006C433E">
        <w:rPr>
          <w:color w:val="000000"/>
        </w:rPr>
        <w:t>Основное мероприятие «Поддержка, развитие и обновление содержания работы учреждений культуры»</w:t>
      </w:r>
    </w:p>
    <w:p w:rsidR="00D65579" w:rsidRPr="006C433E" w:rsidRDefault="00D65579" w:rsidP="00BD6FC6">
      <w:pPr>
        <w:widowControl w:val="0"/>
        <w:autoSpaceDE w:val="0"/>
        <w:autoSpaceDN w:val="0"/>
        <w:adjustRightInd w:val="0"/>
        <w:ind w:firstLine="708"/>
        <w:jc w:val="center"/>
        <w:rPr>
          <w:color w:val="000000"/>
        </w:rPr>
      </w:pPr>
    </w:p>
    <w:p w:rsidR="00D65579" w:rsidRPr="006C433E" w:rsidRDefault="00D65579" w:rsidP="00BD6FC6">
      <w:pPr>
        <w:widowControl w:val="0"/>
        <w:autoSpaceDE w:val="0"/>
        <w:autoSpaceDN w:val="0"/>
        <w:adjustRightInd w:val="0"/>
        <w:ind w:firstLine="708"/>
        <w:jc w:val="both"/>
        <w:rPr>
          <w:color w:val="000000"/>
        </w:rPr>
      </w:pPr>
      <w:r w:rsidRPr="006C433E">
        <w:rPr>
          <w:color w:val="000000"/>
        </w:rPr>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6C433E">
        <w:rPr>
          <w:bCs/>
          <w:color w:val="000000"/>
        </w:rPr>
        <w:t>проектно-сметной документации для проведения реконструкции районного Дома культуры МБУК «ТКДЦ «Север»</w:t>
      </w:r>
      <w:r>
        <w:rPr>
          <w:bCs/>
          <w:color w:val="000000"/>
        </w:rPr>
        <w:t xml:space="preserve"> </w:t>
      </w:r>
      <w:r w:rsidRPr="006C433E">
        <w:rPr>
          <w:bCs/>
          <w:color w:val="000000"/>
        </w:rPr>
        <w:t>в г. Тара Омской области</w:t>
      </w:r>
      <w:r w:rsidRPr="006C433E">
        <w:rPr>
          <w:color w:val="000000"/>
        </w:rPr>
        <w:t>, испытания электрооборудования установок потребителей, содержание прилегающих территорий учреждений культуры.</w:t>
      </w:r>
    </w:p>
    <w:p w:rsidR="00D65579" w:rsidRPr="006C433E" w:rsidRDefault="00D65579" w:rsidP="00FA164C">
      <w:pPr>
        <w:jc w:val="both"/>
        <w:rPr>
          <w:color w:val="000000"/>
        </w:rPr>
      </w:pPr>
      <w:r w:rsidRPr="006C433E">
        <w:rPr>
          <w:color w:val="000000"/>
        </w:rPr>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w:t>
      </w:r>
      <w:r>
        <w:rPr>
          <w:color w:val="000000"/>
        </w:rPr>
        <w:t xml:space="preserve"> </w:t>
      </w:r>
      <w:r w:rsidRPr="006C433E">
        <w:rPr>
          <w:color w:val="000000"/>
        </w:rPr>
        <w:t>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возмещение затрат, связанных с реконструкцией, и (или) реновацией, и (или) строительством учреждений отрасли культуры (Реконструкция здани</w:t>
      </w:r>
      <w:r>
        <w:rPr>
          <w:color w:val="000000"/>
        </w:rPr>
        <w:t>я районного Дома культуры МБУК «ТКДУ «</w:t>
      </w:r>
      <w:r w:rsidRPr="006C433E">
        <w:rPr>
          <w:color w:val="000000"/>
        </w:rPr>
        <w:t>Север</w:t>
      </w:r>
      <w:r>
        <w:rPr>
          <w:color w:val="000000"/>
        </w:rPr>
        <w:t>»</w:t>
      </w:r>
      <w:r w:rsidRPr="006C433E">
        <w:rPr>
          <w:color w:val="000000"/>
        </w:rPr>
        <w:t xml:space="preserve"> в г. Тара);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 ремонт и материально-техническое оснащение объектов муниципальной собственности учреждений культуры; софинансирование расходов на обеспечение развития и укрепления материально-технической базы домов культуры в населенных пунктах с числом жителей до 50 тысяч человек; техническое оснащение муниципальных музеев.</w:t>
      </w:r>
      <w:r>
        <w:rPr>
          <w:color w:val="000000"/>
        </w:rPr>
        <w:t xml:space="preserve"> </w:t>
      </w:r>
    </w:p>
    <w:p w:rsidR="00D65579" w:rsidRPr="006C433E" w:rsidRDefault="00D65579" w:rsidP="00FA164C">
      <w:pPr>
        <w:jc w:val="both"/>
        <w:rPr>
          <w:color w:val="000000"/>
        </w:rPr>
      </w:pPr>
    </w:p>
    <w:p w:rsidR="00D65579" w:rsidRPr="006C433E" w:rsidRDefault="00D65579" w:rsidP="0038473F">
      <w:pPr>
        <w:widowControl w:val="0"/>
        <w:autoSpaceDE w:val="0"/>
        <w:autoSpaceDN w:val="0"/>
        <w:adjustRightInd w:val="0"/>
        <w:jc w:val="center"/>
        <w:rPr>
          <w:color w:val="000000"/>
        </w:rPr>
      </w:pPr>
      <w:r w:rsidRPr="006C433E">
        <w:rPr>
          <w:color w:val="000000"/>
        </w:rPr>
        <w:t xml:space="preserve">Основное мероприятие «Обеспечение безопасности </w:t>
      </w:r>
    </w:p>
    <w:p w:rsidR="00D65579" w:rsidRPr="006C433E" w:rsidRDefault="00D65579" w:rsidP="0038473F">
      <w:pPr>
        <w:widowControl w:val="0"/>
        <w:autoSpaceDE w:val="0"/>
        <w:autoSpaceDN w:val="0"/>
        <w:adjustRightInd w:val="0"/>
        <w:jc w:val="center"/>
        <w:rPr>
          <w:color w:val="000000"/>
        </w:rPr>
      </w:pPr>
      <w:r w:rsidRPr="006C433E">
        <w:rPr>
          <w:color w:val="000000"/>
        </w:rPr>
        <w:t>в учреждениях культуры»</w:t>
      </w:r>
    </w:p>
    <w:p w:rsidR="00D65579" w:rsidRPr="006C433E" w:rsidRDefault="00D65579" w:rsidP="0038473F">
      <w:pPr>
        <w:widowControl w:val="0"/>
        <w:autoSpaceDE w:val="0"/>
        <w:autoSpaceDN w:val="0"/>
        <w:adjustRightInd w:val="0"/>
        <w:jc w:val="center"/>
        <w:rPr>
          <w:color w:val="000000"/>
        </w:rPr>
      </w:pPr>
    </w:p>
    <w:p w:rsidR="00D65579" w:rsidRPr="006C433E" w:rsidRDefault="00D65579" w:rsidP="0038473F">
      <w:pPr>
        <w:widowControl w:val="0"/>
        <w:autoSpaceDE w:val="0"/>
        <w:autoSpaceDN w:val="0"/>
        <w:adjustRightInd w:val="0"/>
        <w:ind w:firstLine="708"/>
        <w:jc w:val="both"/>
        <w:rPr>
          <w:bCs/>
          <w:color w:val="000000"/>
        </w:rPr>
      </w:pPr>
      <w:r w:rsidRPr="006C433E">
        <w:rPr>
          <w:color w:val="000000"/>
        </w:rPr>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rPr>
          <w:color w:val="000000"/>
        </w:rPr>
        <w:t xml:space="preserve"> </w:t>
      </w:r>
      <w:r w:rsidRPr="006C433E">
        <w:rPr>
          <w:color w:val="000000"/>
        </w:rPr>
        <w:t>через проведение специальной оценки условий труда рабочих мест, обновление</w:t>
      </w:r>
      <w:r>
        <w:rPr>
          <w:color w:val="000000"/>
        </w:rPr>
        <w:t xml:space="preserve"> </w:t>
      </w:r>
      <w:r w:rsidRPr="006C433E">
        <w:rPr>
          <w:bCs/>
          <w:color w:val="000000"/>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D65579" w:rsidRPr="006C433E" w:rsidRDefault="00D65579" w:rsidP="007335B1">
      <w:pPr>
        <w:widowControl w:val="0"/>
        <w:autoSpaceDE w:val="0"/>
        <w:autoSpaceDN w:val="0"/>
        <w:adjustRightInd w:val="0"/>
        <w:jc w:val="center"/>
        <w:rPr>
          <w:b/>
          <w:color w:val="000000"/>
        </w:rPr>
      </w:pPr>
    </w:p>
    <w:p w:rsidR="00D65579" w:rsidRPr="006C433E" w:rsidRDefault="00D65579" w:rsidP="00D876FC">
      <w:pPr>
        <w:jc w:val="center"/>
        <w:rPr>
          <w:color w:val="000000"/>
        </w:rPr>
      </w:pPr>
      <w:r w:rsidRPr="006C433E">
        <w:rPr>
          <w:color w:val="000000"/>
        </w:rPr>
        <w:t>Основное мероприятие</w:t>
      </w:r>
      <w:r>
        <w:rPr>
          <w:color w:val="000000"/>
        </w:rPr>
        <w:t xml:space="preserve"> </w:t>
      </w:r>
      <w:r w:rsidRPr="006C433E">
        <w:rPr>
          <w:color w:val="000000"/>
        </w:rPr>
        <w:t>«Реализация мероприятия, направленного на достижение цели федерального проекта «Культурная среда».</w:t>
      </w:r>
    </w:p>
    <w:p w:rsidR="00D65579" w:rsidRPr="006C433E" w:rsidRDefault="00D65579" w:rsidP="007335B1">
      <w:pPr>
        <w:widowControl w:val="0"/>
        <w:autoSpaceDE w:val="0"/>
        <w:autoSpaceDN w:val="0"/>
        <w:adjustRightInd w:val="0"/>
        <w:jc w:val="center"/>
        <w:rPr>
          <w:b/>
          <w:color w:val="000000"/>
        </w:rPr>
      </w:pPr>
    </w:p>
    <w:p w:rsidR="00D65579" w:rsidRPr="006C433E" w:rsidRDefault="00D65579" w:rsidP="00183B7C">
      <w:pPr>
        <w:jc w:val="both"/>
        <w:rPr>
          <w:color w:val="000000"/>
        </w:rPr>
      </w:pPr>
      <w:r w:rsidRPr="006C433E">
        <w:rPr>
          <w:color w:val="000000"/>
        </w:rPr>
        <w:tab/>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D65579" w:rsidRPr="006C433E" w:rsidRDefault="00D65579" w:rsidP="00183B7C">
      <w:pPr>
        <w:jc w:val="center"/>
        <w:rPr>
          <w:color w:val="000000"/>
        </w:rPr>
      </w:pPr>
    </w:p>
    <w:p w:rsidR="00D65579" w:rsidRPr="006C433E" w:rsidRDefault="00D65579" w:rsidP="00183B7C">
      <w:pPr>
        <w:jc w:val="center"/>
        <w:rPr>
          <w:color w:val="000000"/>
        </w:rPr>
      </w:pPr>
      <w:r w:rsidRPr="006C433E">
        <w:rPr>
          <w:color w:val="000000"/>
        </w:rPr>
        <w:t>Основное мероприятие</w:t>
      </w:r>
      <w:r>
        <w:rPr>
          <w:color w:val="000000"/>
        </w:rPr>
        <w:t xml:space="preserve"> </w:t>
      </w:r>
      <w:r w:rsidRPr="006C433E">
        <w:rPr>
          <w:color w:val="000000"/>
        </w:rPr>
        <w:t>«Реализация мероприятия, направленного на достижение целей федерального проекта «Творческие люди».</w:t>
      </w:r>
    </w:p>
    <w:p w:rsidR="00D65579" w:rsidRPr="006C433E" w:rsidRDefault="00D65579" w:rsidP="00D876FC">
      <w:pPr>
        <w:widowControl w:val="0"/>
        <w:autoSpaceDE w:val="0"/>
        <w:autoSpaceDN w:val="0"/>
        <w:adjustRightInd w:val="0"/>
        <w:ind w:firstLine="708"/>
        <w:jc w:val="both"/>
        <w:rPr>
          <w:color w:val="000000"/>
        </w:rPr>
      </w:pPr>
    </w:p>
    <w:p w:rsidR="00D65579" w:rsidRPr="006C433E" w:rsidRDefault="00D65579" w:rsidP="00183B7C">
      <w:pPr>
        <w:jc w:val="both"/>
        <w:rPr>
          <w:color w:val="000000"/>
        </w:rPr>
      </w:pPr>
      <w:r w:rsidRPr="006C433E">
        <w:rPr>
          <w:color w:val="000000"/>
        </w:rPr>
        <w:tab/>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w:t>
      </w:r>
      <w:r>
        <w:rPr>
          <w:color w:val="000000"/>
        </w:rPr>
        <w:t xml:space="preserve"> </w:t>
      </w:r>
      <w:r w:rsidRPr="006C433E">
        <w:rPr>
          <w:color w:val="000000"/>
        </w:rPr>
        <w:t>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D65579" w:rsidRDefault="00D65579" w:rsidP="007335B1">
      <w:pPr>
        <w:widowControl w:val="0"/>
        <w:autoSpaceDE w:val="0"/>
        <w:autoSpaceDN w:val="0"/>
        <w:adjustRightInd w:val="0"/>
        <w:jc w:val="center"/>
        <w:rPr>
          <w:b/>
          <w:color w:val="000000"/>
        </w:rPr>
      </w:pPr>
    </w:p>
    <w:p w:rsidR="00D65579" w:rsidRPr="006C433E" w:rsidRDefault="00D65579" w:rsidP="007335B1">
      <w:pPr>
        <w:widowControl w:val="0"/>
        <w:autoSpaceDE w:val="0"/>
        <w:autoSpaceDN w:val="0"/>
        <w:adjustRightInd w:val="0"/>
        <w:jc w:val="center"/>
        <w:rPr>
          <w:b/>
          <w:color w:val="000000"/>
        </w:rPr>
      </w:pPr>
    </w:p>
    <w:p w:rsidR="00D65579" w:rsidRPr="006C433E" w:rsidRDefault="00D65579" w:rsidP="007335B1">
      <w:pPr>
        <w:widowControl w:val="0"/>
        <w:autoSpaceDE w:val="0"/>
        <w:autoSpaceDN w:val="0"/>
        <w:adjustRightInd w:val="0"/>
        <w:jc w:val="center"/>
        <w:rPr>
          <w:color w:val="000000"/>
        </w:rPr>
      </w:pPr>
      <w:r w:rsidRPr="006C433E">
        <w:rPr>
          <w:color w:val="000000"/>
        </w:rPr>
        <w:t>6. Описание мероприятий и целевых индикаторов их выполнения</w:t>
      </w:r>
    </w:p>
    <w:p w:rsidR="00D65579" w:rsidRPr="006C433E" w:rsidRDefault="00D65579" w:rsidP="007335B1">
      <w:pPr>
        <w:autoSpaceDE w:val="0"/>
        <w:autoSpaceDN w:val="0"/>
        <w:adjustRightInd w:val="0"/>
        <w:ind w:firstLine="720"/>
        <w:jc w:val="both"/>
        <w:rPr>
          <w:color w:val="000000"/>
        </w:rPr>
      </w:pPr>
    </w:p>
    <w:p w:rsidR="00D65579" w:rsidRPr="006C433E" w:rsidRDefault="00D65579" w:rsidP="00356263">
      <w:pPr>
        <w:autoSpaceDE w:val="0"/>
        <w:autoSpaceDN w:val="0"/>
        <w:adjustRightInd w:val="0"/>
        <w:ind w:firstLine="720"/>
        <w:jc w:val="both"/>
        <w:rPr>
          <w:color w:val="000000"/>
        </w:rPr>
      </w:pPr>
      <w:r w:rsidRPr="006C433E">
        <w:rPr>
          <w:color w:val="000000"/>
        </w:rPr>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D65579" w:rsidRPr="006C433E" w:rsidRDefault="00D65579" w:rsidP="00723BE3">
      <w:pPr>
        <w:tabs>
          <w:tab w:val="left" w:pos="1080"/>
        </w:tabs>
        <w:autoSpaceDE w:val="0"/>
        <w:autoSpaceDN w:val="0"/>
        <w:adjustRightInd w:val="0"/>
        <w:ind w:firstLine="720"/>
        <w:jc w:val="both"/>
        <w:rPr>
          <w:color w:val="000000"/>
        </w:rPr>
      </w:pPr>
      <w:r w:rsidRPr="006C433E">
        <w:rPr>
          <w:color w:val="000000"/>
        </w:rPr>
        <w:t>1)</w:t>
      </w:r>
      <w:r w:rsidRPr="006C433E">
        <w:rPr>
          <w:color w:val="000000"/>
        </w:rPr>
        <w:tab/>
        <w:t>реализация дополнительных общеобразовательных предпрофессиональных программ в области искусства.</w:t>
      </w:r>
    </w:p>
    <w:p w:rsidR="00D65579" w:rsidRPr="006C433E" w:rsidRDefault="00D65579" w:rsidP="00357CB0">
      <w:pPr>
        <w:widowControl w:val="0"/>
        <w:autoSpaceDE w:val="0"/>
        <w:autoSpaceDN w:val="0"/>
        <w:adjustRightInd w:val="0"/>
        <w:ind w:firstLine="708"/>
        <w:jc w:val="both"/>
        <w:rPr>
          <w:color w:val="000000"/>
        </w:rPr>
      </w:pPr>
      <w:r w:rsidRPr="006C433E">
        <w:rPr>
          <w:color w:val="000000"/>
        </w:rPr>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D65579" w:rsidRPr="006C433E" w:rsidRDefault="00D65579" w:rsidP="003E679C">
      <w:pPr>
        <w:widowControl w:val="0"/>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w:t>
      </w:r>
      <w:r>
        <w:rPr>
          <w:color w:val="000000"/>
        </w:rPr>
        <w:t xml:space="preserve"> </w:t>
      </w:r>
      <w:r w:rsidRPr="006C433E">
        <w:rPr>
          <w:color w:val="000000"/>
        </w:rPr>
        <w:t>используется следующий целевой индикатор:</w:t>
      </w:r>
    </w:p>
    <w:p w:rsidR="00D65579" w:rsidRPr="006C433E" w:rsidRDefault="00D65579" w:rsidP="00232624">
      <w:pPr>
        <w:widowControl w:val="0"/>
        <w:autoSpaceDE w:val="0"/>
        <w:autoSpaceDN w:val="0"/>
        <w:adjustRightInd w:val="0"/>
        <w:ind w:firstLine="708"/>
        <w:jc w:val="both"/>
        <w:rPr>
          <w:color w:val="000000"/>
        </w:rPr>
      </w:pPr>
      <w:r w:rsidRPr="006C433E">
        <w:rPr>
          <w:color w:val="000000"/>
        </w:rPr>
        <w:t>- число обучающихся.</w:t>
      </w:r>
    </w:p>
    <w:p w:rsidR="00D65579" w:rsidRPr="006C433E" w:rsidRDefault="00D65579" w:rsidP="001B10BA">
      <w:pPr>
        <w:widowControl w:val="0"/>
        <w:autoSpaceDE w:val="0"/>
        <w:autoSpaceDN w:val="0"/>
        <w:adjustRightInd w:val="0"/>
        <w:ind w:firstLine="708"/>
        <w:jc w:val="both"/>
        <w:rPr>
          <w:color w:val="000000"/>
        </w:rPr>
      </w:pPr>
      <w:r w:rsidRPr="006C433E">
        <w:rPr>
          <w:color w:val="000000"/>
        </w:rPr>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D65579" w:rsidRPr="006C433E" w:rsidRDefault="00D65579" w:rsidP="007342C4">
      <w:pPr>
        <w:widowControl w:val="0"/>
        <w:autoSpaceDE w:val="0"/>
        <w:autoSpaceDN w:val="0"/>
        <w:adjustRightInd w:val="0"/>
        <w:ind w:firstLine="708"/>
        <w:jc w:val="both"/>
        <w:rPr>
          <w:color w:val="000000"/>
        </w:rPr>
      </w:pPr>
      <w:r w:rsidRPr="006C433E">
        <w:rPr>
          <w:color w:val="000000"/>
        </w:rPr>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2) организация деятельности клубных формирований и формирований самодеятельного народного творчества.</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D65579" w:rsidRPr="006C433E" w:rsidRDefault="00D65579" w:rsidP="00231E41">
      <w:pPr>
        <w:widowControl w:val="0"/>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w:t>
      </w:r>
      <w:r>
        <w:rPr>
          <w:color w:val="000000"/>
        </w:rPr>
        <w:t xml:space="preserve"> </w:t>
      </w:r>
      <w:r w:rsidRPr="006C433E">
        <w:rPr>
          <w:color w:val="000000"/>
        </w:rPr>
        <w:t>используется следующий целевой индикатор:</w:t>
      </w:r>
    </w:p>
    <w:p w:rsidR="00D65579" w:rsidRPr="006C433E" w:rsidRDefault="00D65579" w:rsidP="00CF7953">
      <w:pPr>
        <w:pStyle w:val="msonormalcxspmiddlecxspmiddle"/>
        <w:spacing w:before="0" w:beforeAutospacing="0" w:after="0" w:afterAutospacing="0"/>
        <w:ind w:firstLine="708"/>
        <w:contextualSpacing/>
        <w:jc w:val="both"/>
        <w:rPr>
          <w:color w:val="000000"/>
        </w:rPr>
      </w:pPr>
      <w:r w:rsidRPr="006C433E">
        <w:rPr>
          <w:color w:val="000000"/>
        </w:rPr>
        <w:t>- доля населения, занимающегося творческой деятельностью на непрофессиональной основе.</w:t>
      </w:r>
    </w:p>
    <w:p w:rsidR="00D65579" w:rsidRPr="006C433E" w:rsidRDefault="00D65579" w:rsidP="000A6650">
      <w:pPr>
        <w:pStyle w:val="msonormalcxspmiddlecxspmiddle"/>
        <w:spacing w:before="0" w:beforeAutospacing="0" w:after="0" w:afterAutospacing="0"/>
        <w:ind w:firstLine="708"/>
        <w:contextualSpacing/>
        <w:jc w:val="both"/>
        <w:rPr>
          <w:color w:val="000000"/>
        </w:rPr>
      </w:pPr>
      <w:r w:rsidRPr="006C433E">
        <w:rPr>
          <w:color w:val="000000"/>
        </w:rPr>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rPr>
          <w:color w:val="000000"/>
        </w:rPr>
        <w:t xml:space="preserve"> </w:t>
      </w:r>
    </w:p>
    <w:p w:rsidR="00D65579" w:rsidRPr="006C433E" w:rsidRDefault="00D65579" w:rsidP="00231E41">
      <w:pPr>
        <w:widowControl w:val="0"/>
        <w:autoSpaceDE w:val="0"/>
        <w:autoSpaceDN w:val="0"/>
        <w:adjustRightInd w:val="0"/>
        <w:ind w:firstLine="708"/>
        <w:jc w:val="both"/>
        <w:rPr>
          <w:color w:val="000000"/>
        </w:rPr>
      </w:pPr>
      <w:r w:rsidRPr="006C433E">
        <w:rPr>
          <w:color w:val="000000"/>
        </w:rPr>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D65579" w:rsidRPr="006C433E" w:rsidRDefault="00D65579" w:rsidP="00FE3BC8">
      <w:pPr>
        <w:widowControl w:val="0"/>
        <w:autoSpaceDE w:val="0"/>
        <w:autoSpaceDN w:val="0"/>
        <w:adjustRightInd w:val="0"/>
        <w:ind w:firstLine="720"/>
        <w:jc w:val="both"/>
        <w:rPr>
          <w:color w:val="000000"/>
        </w:rPr>
      </w:pPr>
      <w:r w:rsidRPr="006C433E">
        <w:rPr>
          <w:color w:val="000000"/>
        </w:rPr>
        <w:t>3) публичный показ музейных предметов, музейных коллекций.</w:t>
      </w:r>
    </w:p>
    <w:p w:rsidR="00D65579" w:rsidRPr="006C433E" w:rsidRDefault="00D65579" w:rsidP="00C93839">
      <w:pPr>
        <w:widowControl w:val="0"/>
        <w:autoSpaceDE w:val="0"/>
        <w:autoSpaceDN w:val="0"/>
        <w:adjustRightInd w:val="0"/>
        <w:ind w:firstLine="720"/>
        <w:jc w:val="both"/>
        <w:outlineLvl w:val="3"/>
        <w:rPr>
          <w:color w:val="000000"/>
        </w:rPr>
      </w:pPr>
      <w:r w:rsidRPr="006C433E">
        <w:rPr>
          <w:color w:val="000000"/>
        </w:rPr>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D65579" w:rsidRPr="006C433E" w:rsidRDefault="00D65579" w:rsidP="009236E3">
      <w:pPr>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FE3BC8">
      <w:pPr>
        <w:autoSpaceDE w:val="0"/>
        <w:autoSpaceDN w:val="0"/>
        <w:adjustRightInd w:val="0"/>
        <w:ind w:firstLine="720"/>
        <w:jc w:val="both"/>
        <w:rPr>
          <w:color w:val="000000"/>
        </w:rPr>
      </w:pPr>
      <w:r w:rsidRPr="006C433E">
        <w:rPr>
          <w:color w:val="000000"/>
        </w:rPr>
        <w:t>- число посетителей.</w:t>
      </w:r>
    </w:p>
    <w:p w:rsidR="00D65579" w:rsidRPr="006C433E" w:rsidRDefault="00D65579" w:rsidP="00FE3BC8">
      <w:pPr>
        <w:autoSpaceDE w:val="0"/>
        <w:autoSpaceDN w:val="0"/>
        <w:adjustRightInd w:val="0"/>
        <w:ind w:firstLine="720"/>
        <w:jc w:val="both"/>
        <w:rPr>
          <w:color w:val="000000"/>
        </w:rPr>
      </w:pPr>
      <w:r w:rsidRPr="006C433E">
        <w:rPr>
          <w:color w:val="000000"/>
        </w:rPr>
        <w:t>Значение целевого индикатора определяется как общее количество посетителей историко-краеведческого музея на отчетный период.</w:t>
      </w:r>
    </w:p>
    <w:p w:rsidR="00D65579" w:rsidRPr="006C433E" w:rsidRDefault="00D65579" w:rsidP="00FE3BC8">
      <w:pPr>
        <w:autoSpaceDE w:val="0"/>
        <w:autoSpaceDN w:val="0"/>
        <w:adjustRightInd w:val="0"/>
        <w:ind w:firstLine="720"/>
        <w:jc w:val="both"/>
        <w:rPr>
          <w:color w:val="000000"/>
        </w:rPr>
      </w:pPr>
      <w:r w:rsidRPr="006C433E">
        <w:rPr>
          <w:color w:val="000000"/>
        </w:rPr>
        <w:t>При расчете значения целевого индикатора используются данные форм федерального государственного статистического наблюдения, предоставляемые</w:t>
      </w:r>
      <w:r>
        <w:rPr>
          <w:color w:val="000000"/>
        </w:rPr>
        <w:t xml:space="preserve"> </w:t>
      </w:r>
      <w:r w:rsidRPr="006C433E">
        <w:rPr>
          <w:color w:val="000000"/>
        </w:rPr>
        <w:t>МБУК «Тарский историко-краеведческий музей» в Комитет культуры и искусства.</w:t>
      </w:r>
    </w:p>
    <w:p w:rsidR="00D65579" w:rsidRPr="006C433E" w:rsidRDefault="00D65579" w:rsidP="006D0417">
      <w:pPr>
        <w:widowControl w:val="0"/>
        <w:autoSpaceDE w:val="0"/>
        <w:autoSpaceDN w:val="0"/>
        <w:adjustRightInd w:val="0"/>
        <w:ind w:firstLine="708"/>
        <w:rPr>
          <w:color w:val="000000"/>
        </w:rPr>
      </w:pPr>
      <w:r w:rsidRPr="006C433E">
        <w:rPr>
          <w:color w:val="000000"/>
        </w:rPr>
        <w:t>4) библиотечное, библиографическое и информационное обслуживание пользователей библиотеки.</w:t>
      </w:r>
    </w:p>
    <w:p w:rsidR="00D65579" w:rsidRPr="006C433E" w:rsidRDefault="00D65579" w:rsidP="00C83CB4">
      <w:pPr>
        <w:ind w:firstLine="720"/>
        <w:jc w:val="both"/>
        <w:rPr>
          <w:color w:val="000000"/>
        </w:rPr>
      </w:pPr>
      <w:r w:rsidRPr="006C433E">
        <w:rPr>
          <w:color w:val="000000"/>
        </w:rPr>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D65579" w:rsidRPr="006C433E" w:rsidRDefault="00D65579" w:rsidP="00324E4C">
      <w:pPr>
        <w:autoSpaceDE w:val="0"/>
        <w:autoSpaceDN w:val="0"/>
        <w:adjustRightInd w:val="0"/>
        <w:ind w:firstLine="720"/>
        <w:jc w:val="both"/>
        <w:rPr>
          <w:color w:val="000000"/>
        </w:rPr>
      </w:pPr>
      <w:r w:rsidRPr="006C433E">
        <w:rPr>
          <w:color w:val="000000"/>
        </w:rPr>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D65579" w:rsidRPr="006C433E" w:rsidRDefault="00D65579" w:rsidP="00CC5B54">
      <w:pPr>
        <w:autoSpaceDE w:val="0"/>
        <w:autoSpaceDN w:val="0"/>
        <w:adjustRightInd w:val="0"/>
        <w:ind w:firstLine="720"/>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CC5B54">
      <w:pPr>
        <w:autoSpaceDE w:val="0"/>
        <w:autoSpaceDN w:val="0"/>
        <w:adjustRightInd w:val="0"/>
        <w:ind w:firstLine="720"/>
        <w:jc w:val="both"/>
        <w:rPr>
          <w:color w:val="000000"/>
        </w:rPr>
      </w:pPr>
      <w:r w:rsidRPr="006C433E">
        <w:rPr>
          <w:color w:val="000000"/>
        </w:rPr>
        <w:t>-</w:t>
      </w:r>
      <w:r w:rsidRPr="006C433E">
        <w:rPr>
          <w:color w:val="000000"/>
          <w:lang w:val="en-US"/>
        </w:rPr>
        <w:t> </w:t>
      </w:r>
      <w:r w:rsidRPr="006C433E">
        <w:rPr>
          <w:color w:val="000000"/>
        </w:rPr>
        <w:t>число посещений библиотек.</w:t>
      </w:r>
    </w:p>
    <w:p w:rsidR="00D65579" w:rsidRPr="006C433E" w:rsidRDefault="00D65579" w:rsidP="00CC5B54">
      <w:pPr>
        <w:autoSpaceDE w:val="0"/>
        <w:autoSpaceDN w:val="0"/>
        <w:adjustRightInd w:val="0"/>
        <w:ind w:firstLine="720"/>
        <w:jc w:val="both"/>
        <w:rPr>
          <w:color w:val="000000"/>
        </w:rPr>
      </w:pPr>
      <w:r w:rsidRPr="006C433E">
        <w:rPr>
          <w:color w:val="000000"/>
        </w:rPr>
        <w:t xml:space="preserve"> Значение определяется как общее количество посетителей общедоступных библиотек Тарского района за отчетный период.</w:t>
      </w:r>
    </w:p>
    <w:p w:rsidR="00D65579" w:rsidRPr="006C433E" w:rsidRDefault="00D65579" w:rsidP="00324E4C">
      <w:pPr>
        <w:autoSpaceDE w:val="0"/>
        <w:autoSpaceDN w:val="0"/>
        <w:adjustRightInd w:val="0"/>
        <w:ind w:firstLine="720"/>
        <w:jc w:val="both"/>
        <w:rPr>
          <w:color w:val="000000"/>
        </w:rPr>
      </w:pPr>
      <w:r w:rsidRPr="006C433E">
        <w:rPr>
          <w:color w:val="000000"/>
        </w:rPr>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5) руководство и управление в сфере установленных функций</w:t>
      </w:r>
      <w:r>
        <w:rPr>
          <w:color w:val="000000"/>
        </w:rPr>
        <w:t xml:space="preserve"> </w:t>
      </w:r>
      <w:r w:rsidRPr="006C433E">
        <w:rPr>
          <w:color w:val="000000"/>
        </w:rPr>
        <w:t>органов местного самоуправления.</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-осуществление бюджетных полномочий главного распорядителя бюджетных средств, предусмотренных на сферу культуры;</w:t>
      </w:r>
    </w:p>
    <w:p w:rsidR="00D65579" w:rsidRPr="006C433E" w:rsidRDefault="00D65579" w:rsidP="007335B1">
      <w:pPr>
        <w:widowControl w:val="0"/>
        <w:autoSpaceDE w:val="0"/>
        <w:autoSpaceDN w:val="0"/>
        <w:adjustRightInd w:val="0"/>
        <w:ind w:firstLine="720"/>
        <w:jc w:val="both"/>
        <w:rPr>
          <w:color w:val="000000"/>
        </w:rPr>
      </w:pPr>
      <w:r w:rsidRPr="006C433E">
        <w:rPr>
          <w:color w:val="000000"/>
        </w:rPr>
        <w:t>- координацию деятельности муниципальных учреждений культуры;</w:t>
      </w:r>
    </w:p>
    <w:p w:rsidR="00D65579" w:rsidRPr="006C433E" w:rsidRDefault="00D65579" w:rsidP="00F308AE">
      <w:pPr>
        <w:autoSpaceDE w:val="0"/>
        <w:autoSpaceDN w:val="0"/>
        <w:adjustRightInd w:val="0"/>
        <w:ind w:firstLine="720"/>
        <w:jc w:val="both"/>
        <w:rPr>
          <w:color w:val="000000"/>
        </w:rPr>
      </w:pPr>
      <w:r w:rsidRPr="006C433E">
        <w:rPr>
          <w:color w:val="000000"/>
        </w:rPr>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D65579" w:rsidRPr="006C433E" w:rsidRDefault="00D65579" w:rsidP="00F308AE">
      <w:pPr>
        <w:autoSpaceDE w:val="0"/>
        <w:autoSpaceDN w:val="0"/>
        <w:adjustRightInd w:val="0"/>
        <w:ind w:firstLine="720"/>
        <w:jc w:val="both"/>
        <w:rPr>
          <w:color w:val="000000"/>
        </w:rPr>
      </w:pPr>
      <w:r w:rsidRPr="006C433E">
        <w:rPr>
          <w:color w:val="000000"/>
        </w:rPr>
        <w:t>- подготовку сводных информационно-аналитических материалов по вопросам развития отраслей культуры</w:t>
      </w:r>
      <w:r>
        <w:rPr>
          <w:color w:val="000000"/>
        </w:rPr>
        <w:t xml:space="preserve"> </w:t>
      </w:r>
      <w:r w:rsidRPr="006C433E">
        <w:rPr>
          <w:color w:val="000000"/>
        </w:rPr>
        <w:t>и туризма;</w:t>
      </w:r>
    </w:p>
    <w:p w:rsidR="00D65579" w:rsidRPr="006C433E" w:rsidRDefault="00D65579" w:rsidP="00F308AE">
      <w:pPr>
        <w:autoSpaceDE w:val="0"/>
        <w:autoSpaceDN w:val="0"/>
        <w:adjustRightInd w:val="0"/>
        <w:ind w:firstLine="720"/>
        <w:jc w:val="both"/>
        <w:rPr>
          <w:color w:val="000000"/>
        </w:rPr>
      </w:pPr>
      <w:r w:rsidRPr="006C433E">
        <w:rPr>
          <w:color w:val="000000"/>
        </w:rPr>
        <w:t>- проведение информационно-разъяснительной работы в сфере культуры и туризма.</w:t>
      </w:r>
    </w:p>
    <w:p w:rsidR="00D65579" w:rsidRPr="006C433E" w:rsidRDefault="00D65579" w:rsidP="00F308AE">
      <w:pPr>
        <w:autoSpaceDE w:val="0"/>
        <w:autoSpaceDN w:val="0"/>
        <w:adjustRightInd w:val="0"/>
        <w:ind w:firstLine="720"/>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723BE3">
      <w:pPr>
        <w:tabs>
          <w:tab w:val="left" w:pos="900"/>
        </w:tabs>
        <w:autoSpaceDE w:val="0"/>
        <w:autoSpaceDN w:val="0"/>
        <w:adjustRightInd w:val="0"/>
        <w:ind w:firstLine="720"/>
        <w:jc w:val="both"/>
        <w:rPr>
          <w:color w:val="000000"/>
        </w:rPr>
      </w:pPr>
      <w:r w:rsidRPr="006C433E">
        <w:rPr>
          <w:color w:val="000000"/>
        </w:rPr>
        <w:t>-</w:t>
      </w:r>
      <w:r>
        <w:rPr>
          <w:color w:val="000000"/>
        </w:rPr>
        <w:tab/>
      </w:r>
      <w:r w:rsidRPr="006C433E">
        <w:rPr>
          <w:color w:val="000000"/>
        </w:rPr>
        <w:t>уровень достижения целевых индикаторов основных мероприятий подпрограммы.</w:t>
      </w:r>
    </w:p>
    <w:p w:rsidR="00D65579" w:rsidRPr="006C433E" w:rsidRDefault="00D65579" w:rsidP="00F308AE">
      <w:pPr>
        <w:autoSpaceDE w:val="0"/>
        <w:autoSpaceDN w:val="0"/>
        <w:adjustRightInd w:val="0"/>
        <w:ind w:firstLine="720"/>
        <w:jc w:val="both"/>
        <w:rPr>
          <w:color w:val="000000"/>
        </w:rPr>
      </w:pPr>
      <w:r w:rsidRPr="006C433E">
        <w:rPr>
          <w:color w:val="000000"/>
        </w:rPr>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D65579" w:rsidRPr="006C433E" w:rsidRDefault="00D65579" w:rsidP="00303A62">
      <w:pPr>
        <w:widowControl w:val="0"/>
        <w:autoSpaceDE w:val="0"/>
        <w:autoSpaceDN w:val="0"/>
        <w:adjustRightInd w:val="0"/>
        <w:ind w:firstLine="720"/>
        <w:jc w:val="both"/>
        <w:rPr>
          <w:color w:val="000000"/>
        </w:rPr>
      </w:pPr>
      <w:r w:rsidRPr="006C433E">
        <w:rPr>
          <w:color w:val="000000"/>
        </w:rPr>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D65579" w:rsidRPr="006C433E" w:rsidRDefault="00D65579" w:rsidP="00F308AE">
      <w:pPr>
        <w:widowControl w:val="0"/>
        <w:autoSpaceDE w:val="0"/>
        <w:autoSpaceDN w:val="0"/>
        <w:adjustRightInd w:val="0"/>
        <w:ind w:firstLine="720"/>
        <w:jc w:val="both"/>
        <w:rPr>
          <w:color w:val="000000"/>
        </w:rPr>
      </w:pPr>
      <w:r w:rsidRPr="006C433E">
        <w:rPr>
          <w:color w:val="000000"/>
        </w:rPr>
        <w:t>6) финансово-экономическое и хозяйственное обеспечение учреждений в сфере культуры.</w:t>
      </w:r>
    </w:p>
    <w:p w:rsidR="00D65579" w:rsidRPr="006C433E" w:rsidRDefault="00D65579" w:rsidP="00303A62">
      <w:pPr>
        <w:ind w:firstLine="709"/>
        <w:jc w:val="both"/>
        <w:rPr>
          <w:color w:val="000000"/>
        </w:rPr>
      </w:pPr>
      <w:r w:rsidRPr="006C433E">
        <w:rPr>
          <w:color w:val="000000"/>
        </w:rPr>
        <w:t>Данное мероприятие предусматривает средства на содержание деятельности</w:t>
      </w:r>
      <w:r w:rsidRPr="006C433E">
        <w:rPr>
          <w:bCs/>
          <w:color w:val="000000"/>
        </w:rPr>
        <w:t xml:space="preserve"> муниципального казенного учреждения «Центр финансово-экономического и хозяйственного обеспечения учреждений в сфере культуры</w:t>
      </w:r>
      <w:r w:rsidRPr="006C433E">
        <w:rPr>
          <w:color w:val="000000"/>
        </w:rPr>
        <w:t>»</w:t>
      </w:r>
      <w:r w:rsidRPr="006C433E">
        <w:rPr>
          <w:bCs/>
          <w:color w:val="000000"/>
        </w:rPr>
        <w:t xml:space="preserve"> Тарского муниципального района Омской области</w:t>
      </w:r>
      <w:r w:rsidRPr="006C433E">
        <w:rPr>
          <w:color w:val="000000"/>
        </w:rPr>
        <w:t xml:space="preserve"> в целях централизованного </w:t>
      </w:r>
      <w:r w:rsidRPr="006C433E">
        <w:rPr>
          <w:bCs/>
          <w:color w:val="000000"/>
        </w:rPr>
        <w:t>финансово-экономического</w:t>
      </w:r>
      <w:r w:rsidRPr="006C433E">
        <w:rPr>
          <w:color w:val="000000"/>
        </w:rPr>
        <w:t xml:space="preserve"> и хозяйственного обеспечения учреждений в сфере культуры Тар</w:t>
      </w:r>
      <w:r w:rsidRPr="006C433E">
        <w:rPr>
          <w:bCs/>
          <w:color w:val="000000"/>
        </w:rPr>
        <w:t>ского</w:t>
      </w:r>
      <w:r w:rsidRPr="006C433E">
        <w:rPr>
          <w:color w:val="000000"/>
        </w:rPr>
        <w:t xml:space="preserve"> муниципального района Омской области в части:</w:t>
      </w:r>
    </w:p>
    <w:p w:rsidR="00D65579" w:rsidRPr="006C433E" w:rsidRDefault="00D65579" w:rsidP="00303A62">
      <w:pPr>
        <w:ind w:firstLine="709"/>
        <w:jc w:val="both"/>
        <w:rPr>
          <w:color w:val="000000"/>
        </w:rPr>
      </w:pPr>
      <w:r w:rsidRPr="006C433E">
        <w:rPr>
          <w:color w:val="000000"/>
        </w:rPr>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D65579" w:rsidRPr="006C433E" w:rsidRDefault="00D65579" w:rsidP="0022535F">
      <w:pPr>
        <w:ind w:firstLine="709"/>
        <w:jc w:val="both"/>
        <w:rPr>
          <w:color w:val="000000"/>
        </w:rPr>
      </w:pPr>
      <w:r w:rsidRPr="006C433E">
        <w:rPr>
          <w:color w:val="000000"/>
        </w:rPr>
        <w:t>- осуществления экономической деятельности</w:t>
      </w:r>
      <w:r w:rsidRPr="006C433E">
        <w:rPr>
          <w:color w:val="000000"/>
        </w:rPr>
        <w:tab/>
        <w:t xml:space="preserve"> обслуживаемых организаций и отраслевого органа управления;</w:t>
      </w:r>
    </w:p>
    <w:p w:rsidR="00D65579" w:rsidRPr="006C433E" w:rsidRDefault="00D65579" w:rsidP="0022535F">
      <w:pPr>
        <w:ind w:firstLine="709"/>
        <w:jc w:val="both"/>
        <w:rPr>
          <w:color w:val="000000"/>
        </w:rPr>
      </w:pPr>
      <w:r w:rsidRPr="006C433E">
        <w:rPr>
          <w:color w:val="000000"/>
        </w:rPr>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D65579" w:rsidRPr="006C433E" w:rsidRDefault="00D65579" w:rsidP="00F308AE">
      <w:pPr>
        <w:pStyle w:val="ConsPlusNormal"/>
        <w:widowControl/>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F308AE">
      <w:pPr>
        <w:pStyle w:val="ConsPlusNormal"/>
        <w:widowControl/>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 уровень удовлетворенности обеспечением деятельности.</w:t>
      </w:r>
    </w:p>
    <w:p w:rsidR="00D65579" w:rsidRPr="006C433E" w:rsidRDefault="00D65579" w:rsidP="00F308AE">
      <w:pPr>
        <w:pStyle w:val="ConsPlusNormal"/>
        <w:widowControl/>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D65579" w:rsidRPr="006C433E" w:rsidRDefault="00D65579" w:rsidP="00975B94">
      <w:pPr>
        <w:widowControl w:val="0"/>
        <w:autoSpaceDE w:val="0"/>
        <w:autoSpaceDN w:val="0"/>
        <w:adjustRightInd w:val="0"/>
        <w:ind w:firstLine="720"/>
        <w:jc w:val="both"/>
        <w:rPr>
          <w:color w:val="000000"/>
        </w:rPr>
      </w:pPr>
      <w:r w:rsidRPr="006C433E">
        <w:rPr>
          <w:color w:val="000000"/>
        </w:rPr>
        <w:t>При расчете значения целевого индикатора используются данные мониторинга «Удовлетворенность населения услугами учреждений культуры»,</w:t>
      </w:r>
      <w:r>
        <w:rPr>
          <w:color w:val="000000"/>
        </w:rPr>
        <w:t xml:space="preserve"> </w:t>
      </w:r>
      <w:r w:rsidRPr="006C433E">
        <w:rPr>
          <w:color w:val="000000"/>
        </w:rPr>
        <w:t>предоставляемого в Комитет культуры и искусства.</w:t>
      </w:r>
      <w:r w:rsidRPr="006C433E">
        <w:rPr>
          <w:i/>
          <w:color w:val="000000"/>
        </w:rPr>
        <w:t xml:space="preserve"> </w:t>
      </w:r>
    </w:p>
    <w:p w:rsidR="00D65579" w:rsidRPr="006C433E" w:rsidRDefault="00D65579" w:rsidP="00975B94">
      <w:pPr>
        <w:pStyle w:val="ConsPlusNormal"/>
        <w:widowControl/>
        <w:ind w:firstLine="708"/>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В рамках реализации основного мероприятия</w:t>
      </w:r>
      <w:r w:rsidRPr="006C433E">
        <w:rPr>
          <w:rFonts w:ascii="Times New Roman" w:hAnsi="Times New Roman" w:cs="Times New Roman"/>
          <w:b/>
          <w:color w:val="000000"/>
          <w:sz w:val="24"/>
          <w:szCs w:val="24"/>
        </w:rPr>
        <w:t xml:space="preserve"> «</w:t>
      </w:r>
      <w:r w:rsidRPr="006C433E">
        <w:rPr>
          <w:rFonts w:ascii="Times New Roman" w:hAnsi="Times New Roman" w:cs="Times New Roman"/>
          <w:color w:val="000000"/>
          <w:sz w:val="24"/>
          <w:szCs w:val="24"/>
        </w:rPr>
        <w:t>Реализация проекта «Туризм» планируется выполнение следующих мероприятий:</w:t>
      </w:r>
    </w:p>
    <w:p w:rsidR="00D65579" w:rsidRPr="006C433E" w:rsidRDefault="00D65579" w:rsidP="007335B1">
      <w:pPr>
        <w:ind w:firstLine="708"/>
        <w:jc w:val="both"/>
        <w:rPr>
          <w:color w:val="000000"/>
        </w:rPr>
      </w:pPr>
      <w:r w:rsidRPr="006C433E">
        <w:rPr>
          <w:color w:val="000000"/>
        </w:rPr>
        <w:t>1) организация и проведение культурно-познавательных и туристических мероприятий.</w:t>
      </w:r>
    </w:p>
    <w:p w:rsidR="00D65579" w:rsidRPr="006C433E" w:rsidRDefault="00D65579" w:rsidP="003921E3">
      <w:pPr>
        <w:ind w:firstLine="708"/>
        <w:jc w:val="both"/>
        <w:rPr>
          <w:color w:val="000000"/>
        </w:rPr>
      </w:pPr>
      <w:r w:rsidRPr="006C433E">
        <w:rPr>
          <w:color w:val="000000"/>
        </w:rPr>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D65579" w:rsidRPr="006C433E" w:rsidRDefault="00D65579" w:rsidP="00372FEB">
      <w:pPr>
        <w:pStyle w:val="ConsPlusNormal"/>
        <w:widowControl/>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7335B1">
      <w:pPr>
        <w:ind w:firstLine="708"/>
        <w:jc w:val="both"/>
        <w:rPr>
          <w:color w:val="000000"/>
        </w:rPr>
      </w:pPr>
      <w:r w:rsidRPr="006C433E">
        <w:rPr>
          <w:color w:val="000000"/>
        </w:rPr>
        <w:t>-количество проведенных мероприятий.</w:t>
      </w:r>
    </w:p>
    <w:p w:rsidR="00D65579" w:rsidRPr="006C433E" w:rsidRDefault="00D65579" w:rsidP="001A7A30">
      <w:pPr>
        <w:pStyle w:val="ConsPlusNormal"/>
        <w:widowControl/>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Значение целевого индикатора определяется как общее число мероприятий, проведенных для туристов, в указанный период.</w:t>
      </w:r>
    </w:p>
    <w:p w:rsidR="00D65579" w:rsidRPr="006C433E" w:rsidRDefault="00D65579" w:rsidP="001A7A30">
      <w:pPr>
        <w:widowControl w:val="0"/>
        <w:autoSpaceDE w:val="0"/>
        <w:autoSpaceDN w:val="0"/>
        <w:adjustRightInd w:val="0"/>
        <w:ind w:firstLine="720"/>
        <w:jc w:val="both"/>
        <w:rPr>
          <w:color w:val="000000"/>
        </w:rPr>
      </w:pPr>
      <w:r w:rsidRPr="006C433E">
        <w:rPr>
          <w:color w:val="000000"/>
        </w:rPr>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65579" w:rsidRPr="006C433E" w:rsidRDefault="00D65579" w:rsidP="00723BE3">
      <w:pPr>
        <w:ind w:firstLine="720"/>
        <w:jc w:val="both"/>
        <w:rPr>
          <w:color w:val="000000"/>
        </w:rPr>
      </w:pPr>
      <w:r w:rsidRPr="006C433E">
        <w:rPr>
          <w:color w:val="000000"/>
        </w:rPr>
        <w:t>2) организация и проведение информационно-пропагандистской кампании по продвижению туристического продукта.</w:t>
      </w:r>
    </w:p>
    <w:p w:rsidR="00D65579" w:rsidRPr="006C433E" w:rsidRDefault="00D65579" w:rsidP="008406D9">
      <w:pPr>
        <w:ind w:firstLine="709"/>
        <w:jc w:val="both"/>
        <w:rPr>
          <w:color w:val="000000"/>
        </w:rPr>
      </w:pPr>
      <w:r w:rsidRPr="006C433E">
        <w:rPr>
          <w:color w:val="000000"/>
        </w:rPr>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723BE3">
          <w:rPr>
            <w:rStyle w:val="Hyperlink"/>
            <w:color w:val="000000"/>
            <w:u w:val="none"/>
          </w:rPr>
          <w:t>http://omsk-turinfo.</w:t>
        </w:r>
        <w:r w:rsidRPr="00723BE3">
          <w:rPr>
            <w:rStyle w:val="Hyperlink"/>
            <w:color w:val="000000"/>
            <w:u w:val="none"/>
            <w:lang w:val="en-US"/>
          </w:rPr>
          <w:t>com</w:t>
        </w:r>
        <w:r w:rsidRPr="00723BE3">
          <w:rPr>
            <w:rStyle w:val="Hyperlink"/>
            <w:color w:val="000000"/>
            <w:u w:val="none"/>
          </w:rPr>
          <w:t>/</w:t>
        </w:r>
      </w:hyperlink>
      <w:r w:rsidRPr="00723BE3">
        <w:rPr>
          <w:color w:val="000000"/>
        </w:rPr>
        <w:t>),</w:t>
      </w:r>
      <w:r w:rsidRPr="006C433E">
        <w:rPr>
          <w:color w:val="000000"/>
        </w:rPr>
        <w:t xml:space="preserve"> на сайте Комитета культуры и искусства (</w:t>
      </w:r>
      <w:r w:rsidRPr="006C433E">
        <w:rPr>
          <w:color w:val="000000"/>
          <w:lang w:val="en-US"/>
        </w:rPr>
        <w:t>kultt</w:t>
      </w:r>
      <w:r w:rsidRPr="006C433E">
        <w:rPr>
          <w:color w:val="000000"/>
        </w:rPr>
        <w:t>.</w:t>
      </w:r>
      <w:r w:rsidRPr="006C433E">
        <w:rPr>
          <w:color w:val="000000"/>
          <w:lang w:val="en-US"/>
        </w:rPr>
        <w:t>ru</w:t>
      </w:r>
      <w:r w:rsidRPr="006C433E">
        <w:rPr>
          <w:color w:val="000000"/>
        </w:rPr>
        <w:t>)/</w:t>
      </w:r>
    </w:p>
    <w:p w:rsidR="00D65579" w:rsidRPr="006C433E" w:rsidRDefault="00D65579" w:rsidP="008406D9">
      <w:pPr>
        <w:ind w:firstLine="709"/>
        <w:jc w:val="both"/>
        <w:rPr>
          <w:color w:val="000000"/>
        </w:rPr>
      </w:pPr>
      <w:r w:rsidRPr="006C433E">
        <w:rPr>
          <w:color w:val="000000"/>
        </w:rPr>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D65579" w:rsidRPr="006C433E" w:rsidRDefault="00D65579" w:rsidP="008406D9">
      <w:pPr>
        <w:autoSpaceDE w:val="0"/>
        <w:autoSpaceDN w:val="0"/>
        <w:adjustRightInd w:val="0"/>
        <w:ind w:firstLine="709"/>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8406D9">
      <w:pPr>
        <w:widowControl w:val="0"/>
        <w:autoSpaceDE w:val="0"/>
        <w:autoSpaceDN w:val="0"/>
        <w:adjustRightInd w:val="0"/>
        <w:ind w:firstLine="709"/>
        <w:jc w:val="both"/>
        <w:rPr>
          <w:color w:val="000000"/>
        </w:rPr>
      </w:pPr>
      <w:r w:rsidRPr="006C433E">
        <w:rPr>
          <w:color w:val="000000"/>
        </w:rPr>
        <w:t>- количество мероприятий, направленных на продвижение туристских ресурсов Тарского района.</w:t>
      </w:r>
    </w:p>
    <w:p w:rsidR="00D65579" w:rsidRPr="006C433E" w:rsidRDefault="00D65579" w:rsidP="008406D9">
      <w:pPr>
        <w:autoSpaceDE w:val="0"/>
        <w:autoSpaceDN w:val="0"/>
        <w:adjustRightInd w:val="0"/>
        <w:ind w:firstLine="709"/>
        <w:jc w:val="both"/>
        <w:rPr>
          <w:color w:val="000000"/>
        </w:rPr>
      </w:pPr>
      <w:r w:rsidRPr="006C433E">
        <w:rPr>
          <w:color w:val="000000"/>
        </w:rPr>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D65579" w:rsidRPr="006C433E" w:rsidRDefault="00D65579" w:rsidP="00B400D2">
      <w:pPr>
        <w:widowControl w:val="0"/>
        <w:autoSpaceDE w:val="0"/>
        <w:autoSpaceDN w:val="0"/>
        <w:adjustRightInd w:val="0"/>
        <w:ind w:firstLine="720"/>
        <w:jc w:val="both"/>
        <w:rPr>
          <w:color w:val="000000"/>
        </w:rPr>
      </w:pPr>
      <w:r w:rsidRPr="006C433E">
        <w:rPr>
          <w:color w:val="000000"/>
        </w:rPr>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65579" w:rsidRPr="006C433E" w:rsidRDefault="00D65579" w:rsidP="00D53416">
      <w:pPr>
        <w:widowControl w:val="0"/>
        <w:autoSpaceDE w:val="0"/>
        <w:autoSpaceDN w:val="0"/>
        <w:adjustRightInd w:val="0"/>
        <w:ind w:firstLine="720"/>
        <w:jc w:val="both"/>
        <w:rPr>
          <w:color w:val="000000"/>
        </w:rPr>
      </w:pPr>
      <w:r w:rsidRPr="006C433E">
        <w:rPr>
          <w:color w:val="000000"/>
        </w:rPr>
        <w:t>Выполнение этих мероприятий будет способствовать:</w:t>
      </w:r>
    </w:p>
    <w:p w:rsidR="00D65579" w:rsidRPr="006C433E" w:rsidRDefault="00D65579" w:rsidP="00B400D2">
      <w:pPr>
        <w:widowControl w:val="0"/>
        <w:autoSpaceDE w:val="0"/>
        <w:autoSpaceDN w:val="0"/>
        <w:adjustRightInd w:val="0"/>
        <w:ind w:firstLine="720"/>
        <w:jc w:val="both"/>
        <w:rPr>
          <w:color w:val="000000"/>
        </w:rPr>
      </w:pPr>
      <w:r w:rsidRPr="006C433E">
        <w:rPr>
          <w:color w:val="000000"/>
        </w:rPr>
        <w:t>- увеличению</w:t>
      </w:r>
      <w:r w:rsidRPr="006C433E">
        <w:rPr>
          <w:bCs/>
          <w:color w:val="000000"/>
        </w:rPr>
        <w:t xml:space="preserve"> объема доходов от платных туристских услуг, оказанных населению.</w:t>
      </w:r>
    </w:p>
    <w:p w:rsidR="00D65579" w:rsidRPr="006C433E" w:rsidRDefault="00D65579" w:rsidP="00D53416">
      <w:pPr>
        <w:widowControl w:val="0"/>
        <w:autoSpaceDE w:val="0"/>
        <w:autoSpaceDN w:val="0"/>
        <w:adjustRightInd w:val="0"/>
        <w:ind w:firstLine="720"/>
        <w:jc w:val="both"/>
        <w:rPr>
          <w:bCs/>
          <w:color w:val="000000"/>
        </w:rPr>
      </w:pPr>
      <w:r w:rsidRPr="006C433E">
        <w:rPr>
          <w:color w:val="000000"/>
        </w:rPr>
        <w:t>Значение данного целевого индикатора определяется как сумма средств, полученных от оказания платных туристских услуг населению.</w:t>
      </w:r>
    </w:p>
    <w:p w:rsidR="00D65579" w:rsidRPr="006C433E" w:rsidRDefault="00D65579" w:rsidP="00D53416">
      <w:pPr>
        <w:autoSpaceDE w:val="0"/>
        <w:autoSpaceDN w:val="0"/>
        <w:adjustRightInd w:val="0"/>
        <w:ind w:firstLine="720"/>
        <w:jc w:val="both"/>
        <w:rPr>
          <w:color w:val="000000"/>
        </w:rPr>
      </w:pPr>
      <w:r w:rsidRPr="006C433E">
        <w:rPr>
          <w:color w:val="000000"/>
        </w:rPr>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D65579" w:rsidRPr="006C433E" w:rsidRDefault="00D65579" w:rsidP="008406D9">
      <w:pPr>
        <w:autoSpaceDE w:val="0"/>
        <w:autoSpaceDN w:val="0"/>
        <w:adjustRightInd w:val="0"/>
        <w:ind w:firstLine="709"/>
        <w:jc w:val="both"/>
        <w:rPr>
          <w:color w:val="000000"/>
        </w:rPr>
      </w:pPr>
      <w:r w:rsidRPr="006C433E">
        <w:rPr>
          <w:color w:val="000000"/>
        </w:rPr>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D65579" w:rsidRPr="006C433E" w:rsidRDefault="00D65579" w:rsidP="001203E7">
      <w:pPr>
        <w:ind w:firstLine="720"/>
        <w:jc w:val="both"/>
        <w:rPr>
          <w:color w:val="000000"/>
        </w:rPr>
      </w:pPr>
      <w:r w:rsidRPr="006C433E">
        <w:rPr>
          <w:color w:val="000000"/>
        </w:rPr>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D65579" w:rsidRPr="006C433E" w:rsidRDefault="00D65579" w:rsidP="001203E7">
      <w:pPr>
        <w:ind w:firstLine="720"/>
        <w:jc w:val="both"/>
        <w:rPr>
          <w:color w:val="000000"/>
        </w:rPr>
      </w:pPr>
      <w:r w:rsidRPr="006C433E">
        <w:rPr>
          <w:color w:val="000000"/>
        </w:rPr>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D65579" w:rsidRPr="006C433E" w:rsidRDefault="00D65579" w:rsidP="009236E3">
      <w:pPr>
        <w:autoSpaceDE w:val="0"/>
        <w:autoSpaceDN w:val="0"/>
        <w:adjustRightInd w:val="0"/>
        <w:ind w:firstLine="720"/>
        <w:jc w:val="both"/>
        <w:rPr>
          <w:color w:val="000000"/>
        </w:rPr>
      </w:pPr>
      <w:r w:rsidRPr="006C433E">
        <w:rPr>
          <w:color w:val="000000"/>
        </w:rPr>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D65579" w:rsidRPr="006C433E" w:rsidRDefault="00D65579" w:rsidP="009236E3">
      <w:pPr>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7D00B0">
      <w:pPr>
        <w:widowControl w:val="0"/>
        <w:autoSpaceDE w:val="0"/>
        <w:autoSpaceDN w:val="0"/>
        <w:adjustRightInd w:val="0"/>
        <w:ind w:firstLine="709"/>
        <w:jc w:val="both"/>
        <w:rPr>
          <w:color w:val="000000"/>
        </w:rPr>
      </w:pPr>
      <w:r w:rsidRPr="006C433E">
        <w:rPr>
          <w:color w:val="000000"/>
        </w:rPr>
        <w:t>- количество специалистов, принявших участие в мероприятиях, способствующих повышению профессионального мастерства.</w:t>
      </w:r>
    </w:p>
    <w:p w:rsidR="00D65579" w:rsidRPr="006C433E" w:rsidRDefault="00D65579" w:rsidP="007D00B0">
      <w:pPr>
        <w:autoSpaceDE w:val="0"/>
        <w:autoSpaceDN w:val="0"/>
        <w:adjustRightInd w:val="0"/>
        <w:ind w:firstLine="709"/>
        <w:jc w:val="both"/>
        <w:rPr>
          <w:color w:val="000000"/>
        </w:rPr>
      </w:pPr>
      <w:r w:rsidRPr="006C433E">
        <w:rPr>
          <w:color w:val="000000"/>
        </w:rPr>
        <w:t>Значение целевого индикатора определяется как общее количество специалистов, принявших участие в семинарах, мастер-классах, конференциях.</w:t>
      </w:r>
    </w:p>
    <w:p w:rsidR="00D65579" w:rsidRPr="006C433E" w:rsidRDefault="00D65579" w:rsidP="007D00B0">
      <w:pPr>
        <w:autoSpaceDE w:val="0"/>
        <w:autoSpaceDN w:val="0"/>
        <w:adjustRightInd w:val="0"/>
        <w:ind w:firstLine="709"/>
        <w:jc w:val="both"/>
        <w:rPr>
          <w:color w:val="000000"/>
        </w:rPr>
      </w:pPr>
      <w:r w:rsidRPr="006C433E">
        <w:rPr>
          <w:color w:val="000000"/>
        </w:rPr>
        <w:t>При расчете значения целевого индикатора используются данные отчета</w:t>
      </w:r>
      <w:r>
        <w:rPr>
          <w:color w:val="000000"/>
        </w:rPr>
        <w:t xml:space="preserve"> </w:t>
      </w:r>
      <w:r w:rsidRPr="006C433E">
        <w:rPr>
          <w:color w:val="000000"/>
        </w:rPr>
        <w:t>МБУК «Тарская ЦБС», МБУК «Тарский КДЦ «Север», предоставленные в Комитет культуры и искусства.</w:t>
      </w:r>
    </w:p>
    <w:p w:rsidR="00D65579" w:rsidRPr="006C433E" w:rsidRDefault="00D65579" w:rsidP="00825194">
      <w:pPr>
        <w:ind w:firstLine="709"/>
        <w:jc w:val="both"/>
        <w:rPr>
          <w:color w:val="000000"/>
        </w:rPr>
      </w:pPr>
      <w:r w:rsidRPr="006C433E">
        <w:rPr>
          <w:color w:val="000000"/>
        </w:rPr>
        <w:t>3) оказание поддержки при строительстве или приобретении жилья работникам отрасли.</w:t>
      </w:r>
    </w:p>
    <w:p w:rsidR="00D65579" w:rsidRPr="006C433E" w:rsidRDefault="00D65579" w:rsidP="00357F5B">
      <w:pPr>
        <w:ind w:firstLine="708"/>
        <w:jc w:val="both"/>
        <w:rPr>
          <w:color w:val="000000"/>
        </w:rPr>
      </w:pPr>
      <w:r w:rsidRPr="006C433E">
        <w:rPr>
          <w:color w:val="000000"/>
        </w:rPr>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D65579" w:rsidRPr="006C433E" w:rsidRDefault="00D65579" w:rsidP="00462FC1">
      <w:pPr>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462FC1">
      <w:pPr>
        <w:widowControl w:val="0"/>
        <w:autoSpaceDE w:val="0"/>
        <w:autoSpaceDN w:val="0"/>
        <w:adjustRightInd w:val="0"/>
        <w:ind w:firstLine="709"/>
        <w:jc w:val="both"/>
        <w:rPr>
          <w:color w:val="000000"/>
        </w:rPr>
      </w:pPr>
      <w:r w:rsidRPr="006C433E">
        <w:rPr>
          <w:color w:val="000000"/>
        </w:rPr>
        <w:t>- количество специалистов, улучшивших жилищные условия.</w:t>
      </w:r>
    </w:p>
    <w:p w:rsidR="00D65579" w:rsidRPr="006C433E" w:rsidRDefault="00D65579" w:rsidP="00C956BB">
      <w:pPr>
        <w:widowControl w:val="0"/>
        <w:autoSpaceDE w:val="0"/>
        <w:autoSpaceDN w:val="0"/>
        <w:adjustRightInd w:val="0"/>
        <w:ind w:firstLine="709"/>
        <w:jc w:val="both"/>
        <w:rPr>
          <w:color w:val="000000"/>
        </w:rPr>
      </w:pPr>
      <w:r w:rsidRPr="006C433E">
        <w:rPr>
          <w:color w:val="000000"/>
        </w:rPr>
        <w:t>Значение целевого индикатора определяется как общее количество специалистов, улучшивших жилищные условия.</w:t>
      </w:r>
    </w:p>
    <w:p w:rsidR="00D65579" w:rsidRPr="006C433E" w:rsidRDefault="00D65579" w:rsidP="00C956BB">
      <w:pPr>
        <w:ind w:firstLine="708"/>
        <w:jc w:val="both"/>
        <w:rPr>
          <w:color w:val="000000"/>
        </w:rPr>
      </w:pPr>
      <w:r w:rsidRPr="006C433E">
        <w:rPr>
          <w:color w:val="000000"/>
        </w:rPr>
        <w:t>При расчете значения целевого индикатора используются отчетные данные Комитета культуры и искусства.</w:t>
      </w:r>
    </w:p>
    <w:p w:rsidR="00D65579" w:rsidRPr="006C433E" w:rsidRDefault="00D65579" w:rsidP="001203E7">
      <w:pPr>
        <w:ind w:firstLine="720"/>
        <w:jc w:val="both"/>
        <w:rPr>
          <w:color w:val="000000"/>
        </w:rPr>
      </w:pPr>
      <w:r w:rsidRPr="006C433E">
        <w:rPr>
          <w:color w:val="000000"/>
        </w:rPr>
        <w:t>4)</w:t>
      </w:r>
      <w:r>
        <w:rPr>
          <w:color w:val="000000"/>
        </w:rPr>
        <w:t xml:space="preserve"> </w:t>
      </w:r>
      <w:r w:rsidRPr="006C433E">
        <w:rPr>
          <w:color w:val="000000"/>
        </w:rPr>
        <w:t>единовременные выплаты молодым специалистам в сфере культуры.</w:t>
      </w:r>
    </w:p>
    <w:p w:rsidR="00D65579" w:rsidRPr="006C433E" w:rsidRDefault="00D65579" w:rsidP="00EB7E12">
      <w:pPr>
        <w:autoSpaceDE w:val="0"/>
        <w:autoSpaceDN w:val="0"/>
        <w:adjustRightInd w:val="0"/>
        <w:ind w:left="708"/>
        <w:jc w:val="both"/>
        <w:rPr>
          <w:color w:val="000000"/>
        </w:rPr>
      </w:pPr>
      <w:r w:rsidRPr="006C433E">
        <w:rPr>
          <w:color w:val="000000"/>
        </w:rPr>
        <w:t>Данное</w:t>
      </w:r>
      <w:r>
        <w:rPr>
          <w:color w:val="000000"/>
        </w:rPr>
        <w:t xml:space="preserve"> </w:t>
      </w:r>
      <w:r w:rsidRPr="006C433E">
        <w:rPr>
          <w:color w:val="000000"/>
        </w:rPr>
        <w:t>мероприятие</w:t>
      </w:r>
      <w:r>
        <w:rPr>
          <w:color w:val="000000"/>
        </w:rPr>
        <w:t xml:space="preserve"> </w:t>
      </w:r>
      <w:r w:rsidRPr="006C433E">
        <w:rPr>
          <w:color w:val="000000"/>
        </w:rPr>
        <w:t>предусматривает</w:t>
      </w:r>
      <w:r>
        <w:rPr>
          <w:color w:val="000000"/>
        </w:rPr>
        <w:t xml:space="preserve"> </w:t>
      </w:r>
      <w:r w:rsidRPr="006C433E">
        <w:rPr>
          <w:color w:val="000000"/>
        </w:rPr>
        <w:t>оказание социальной поддержки</w:t>
      </w:r>
    </w:p>
    <w:p w:rsidR="00D65579" w:rsidRPr="006C433E" w:rsidRDefault="00D65579" w:rsidP="00474AB1">
      <w:pPr>
        <w:widowControl w:val="0"/>
        <w:autoSpaceDE w:val="0"/>
        <w:autoSpaceDN w:val="0"/>
        <w:adjustRightInd w:val="0"/>
        <w:jc w:val="both"/>
        <w:rPr>
          <w:color w:val="000000"/>
        </w:rPr>
      </w:pPr>
      <w:r w:rsidRPr="006C433E">
        <w:rPr>
          <w:color w:val="000000"/>
        </w:rPr>
        <w:t>молодым специалистам учреждений культуры в форме выплаты единовременного денежного пособия из муниципального бюджета.</w:t>
      </w:r>
    </w:p>
    <w:p w:rsidR="00D65579" w:rsidRPr="006C433E" w:rsidRDefault="00D65579" w:rsidP="00EB7E12">
      <w:pPr>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EB7E12">
      <w:pPr>
        <w:widowControl w:val="0"/>
        <w:autoSpaceDE w:val="0"/>
        <w:autoSpaceDN w:val="0"/>
        <w:adjustRightInd w:val="0"/>
        <w:ind w:left="708"/>
        <w:jc w:val="both"/>
        <w:rPr>
          <w:color w:val="000000"/>
        </w:rPr>
      </w:pPr>
      <w:r w:rsidRPr="006C433E">
        <w:rPr>
          <w:color w:val="000000"/>
        </w:rPr>
        <w:t>- количество специалистов, получивших единовременное пособие.</w:t>
      </w:r>
    </w:p>
    <w:p w:rsidR="00D65579" w:rsidRPr="006C433E" w:rsidRDefault="00D65579" w:rsidP="00EB7E12">
      <w:pPr>
        <w:widowControl w:val="0"/>
        <w:autoSpaceDE w:val="0"/>
        <w:autoSpaceDN w:val="0"/>
        <w:adjustRightInd w:val="0"/>
        <w:ind w:left="708"/>
        <w:jc w:val="both"/>
        <w:rPr>
          <w:color w:val="000000"/>
        </w:rPr>
      </w:pPr>
      <w:r w:rsidRPr="006C433E">
        <w:rPr>
          <w:color w:val="000000"/>
        </w:rPr>
        <w:t xml:space="preserve">Значение целевого индикатора определяется как общее количество </w:t>
      </w:r>
    </w:p>
    <w:p w:rsidR="00D65579" w:rsidRPr="006C433E" w:rsidRDefault="00D65579" w:rsidP="00474AB1">
      <w:pPr>
        <w:widowControl w:val="0"/>
        <w:autoSpaceDE w:val="0"/>
        <w:autoSpaceDN w:val="0"/>
        <w:adjustRightInd w:val="0"/>
        <w:jc w:val="both"/>
        <w:rPr>
          <w:color w:val="000000"/>
        </w:rPr>
      </w:pPr>
      <w:r w:rsidRPr="006C433E">
        <w:rPr>
          <w:color w:val="000000"/>
        </w:rPr>
        <w:t>специалистов, получивших пособие.</w:t>
      </w:r>
    </w:p>
    <w:p w:rsidR="00D65579" w:rsidRPr="006C433E" w:rsidRDefault="00D65579" w:rsidP="00474AB1">
      <w:pPr>
        <w:ind w:firstLine="708"/>
        <w:jc w:val="both"/>
        <w:rPr>
          <w:color w:val="000000"/>
        </w:rPr>
      </w:pPr>
      <w:r w:rsidRPr="006C433E">
        <w:rPr>
          <w:color w:val="000000"/>
        </w:rPr>
        <w:t>При расчете значения целевого индикатора используются отчетные данные Комитета культуры и искусства.</w:t>
      </w:r>
    </w:p>
    <w:p w:rsidR="00D65579" w:rsidRPr="006C433E" w:rsidRDefault="00D65579" w:rsidP="005D4232">
      <w:pPr>
        <w:autoSpaceDE w:val="0"/>
        <w:autoSpaceDN w:val="0"/>
        <w:adjustRightInd w:val="0"/>
        <w:ind w:firstLine="709"/>
        <w:jc w:val="both"/>
        <w:rPr>
          <w:color w:val="000000"/>
        </w:rPr>
      </w:pPr>
      <w:r w:rsidRPr="006C433E">
        <w:rPr>
          <w:color w:val="000000"/>
        </w:rPr>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D65579" w:rsidRPr="006C433E" w:rsidRDefault="00D65579" w:rsidP="0088486A">
      <w:pPr>
        <w:widowControl w:val="0"/>
        <w:autoSpaceDE w:val="0"/>
        <w:autoSpaceDN w:val="0"/>
        <w:adjustRightInd w:val="0"/>
        <w:rPr>
          <w:color w:val="000000"/>
        </w:rPr>
      </w:pPr>
      <w:r>
        <w:rPr>
          <w:color w:val="000000"/>
        </w:rPr>
        <w:t xml:space="preserve"> </w:t>
      </w:r>
      <w:r w:rsidRPr="006C433E">
        <w:rPr>
          <w:color w:val="000000"/>
        </w:rPr>
        <w:t>1) обеспечение библиотек широкополосным доступом к сети «Интернет».</w:t>
      </w:r>
    </w:p>
    <w:p w:rsidR="00D65579" w:rsidRPr="006C433E" w:rsidRDefault="00D65579" w:rsidP="009C5958">
      <w:pPr>
        <w:ind w:firstLine="708"/>
        <w:jc w:val="both"/>
        <w:rPr>
          <w:color w:val="000000"/>
        </w:rPr>
      </w:pPr>
      <w:r w:rsidRPr="006C433E">
        <w:rPr>
          <w:color w:val="000000"/>
        </w:rPr>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D65579" w:rsidRPr="006C433E" w:rsidRDefault="00D65579" w:rsidP="00A75257">
      <w:pPr>
        <w:autoSpaceDE w:val="0"/>
        <w:autoSpaceDN w:val="0"/>
        <w:adjustRightInd w:val="0"/>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A75257">
      <w:pPr>
        <w:pStyle w:val="ConsPlusNormal"/>
        <w:widowControl/>
        <w:ind w:firstLine="708"/>
        <w:jc w:val="both"/>
        <w:rPr>
          <w:rFonts w:ascii="Times New Roman" w:hAnsi="Times New Roman" w:cs="Times New Roman"/>
          <w:color w:val="000000"/>
          <w:sz w:val="24"/>
          <w:szCs w:val="24"/>
        </w:rPr>
      </w:pPr>
      <w:r w:rsidRPr="006C433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6C433E">
        <w:rPr>
          <w:rFonts w:ascii="Times New Roman" w:hAnsi="Times New Roman" w:cs="Times New Roman"/>
          <w:color w:val="000000"/>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D65579" w:rsidRPr="006C433E" w:rsidRDefault="00D65579" w:rsidP="00A75257">
      <w:pPr>
        <w:autoSpaceDE w:val="0"/>
        <w:autoSpaceDN w:val="0"/>
        <w:adjustRightInd w:val="0"/>
        <w:ind w:firstLine="709"/>
        <w:jc w:val="both"/>
        <w:rPr>
          <w:color w:val="000000"/>
        </w:rPr>
      </w:pPr>
      <w:r w:rsidRPr="006C433E">
        <w:rPr>
          <w:color w:val="000000"/>
        </w:rPr>
        <w:t>Значение целевого индикатора определяется как общее число посещений за отчетный период.</w:t>
      </w:r>
    </w:p>
    <w:p w:rsidR="00D65579" w:rsidRPr="006C433E" w:rsidRDefault="00D65579" w:rsidP="00A75257">
      <w:pPr>
        <w:ind w:firstLine="708"/>
        <w:jc w:val="both"/>
        <w:rPr>
          <w:color w:val="000000"/>
        </w:rPr>
      </w:pPr>
      <w:r w:rsidRPr="006C433E">
        <w:rPr>
          <w:color w:val="000000"/>
        </w:rPr>
        <w:t>При расчете значения целевого индикатора используются данные отчетов МБУК «Тарская ЦБС», предоставленные в Комитет культуры и искусства.</w:t>
      </w:r>
    </w:p>
    <w:p w:rsidR="00D65579" w:rsidRPr="006C433E" w:rsidRDefault="00D65579" w:rsidP="00474830">
      <w:pPr>
        <w:widowControl w:val="0"/>
        <w:autoSpaceDE w:val="0"/>
        <w:autoSpaceDN w:val="0"/>
        <w:adjustRightInd w:val="0"/>
        <w:ind w:firstLine="708"/>
        <w:jc w:val="both"/>
        <w:rPr>
          <w:color w:val="000000"/>
        </w:rPr>
      </w:pPr>
      <w:r w:rsidRPr="006C433E">
        <w:rPr>
          <w:color w:val="000000"/>
        </w:rPr>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D65579" w:rsidRPr="006C433E" w:rsidRDefault="00D65579" w:rsidP="00204F61">
      <w:pPr>
        <w:autoSpaceDE w:val="0"/>
        <w:autoSpaceDN w:val="0"/>
        <w:adjustRightInd w:val="0"/>
        <w:ind w:firstLine="720"/>
        <w:jc w:val="both"/>
        <w:rPr>
          <w:color w:val="000000"/>
        </w:rPr>
      </w:pPr>
      <w:r w:rsidRPr="006C433E">
        <w:rPr>
          <w:color w:val="000000"/>
        </w:rPr>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D65579" w:rsidRPr="006C433E" w:rsidRDefault="00D65579" w:rsidP="00A75257">
      <w:pPr>
        <w:autoSpaceDE w:val="0"/>
        <w:autoSpaceDN w:val="0"/>
        <w:adjustRightInd w:val="0"/>
        <w:ind w:firstLine="720"/>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A75257">
      <w:pPr>
        <w:autoSpaceDE w:val="0"/>
        <w:autoSpaceDN w:val="0"/>
        <w:adjustRightInd w:val="0"/>
        <w:ind w:firstLine="720"/>
        <w:jc w:val="both"/>
        <w:rPr>
          <w:color w:val="000000"/>
        </w:rPr>
      </w:pPr>
      <w:r w:rsidRPr="006C433E">
        <w:rPr>
          <w:color w:val="000000"/>
        </w:rPr>
        <w:t>-</w:t>
      </w:r>
      <w:r w:rsidRPr="006C433E">
        <w:rPr>
          <w:color w:val="000000"/>
          <w:lang w:val="en-US"/>
        </w:rPr>
        <w:t> </w:t>
      </w:r>
      <w:r w:rsidRPr="006C433E">
        <w:rPr>
          <w:color w:val="000000"/>
        </w:rPr>
        <w:t>число учреждений, в которых был проведен капитальный ремонт и (или) материально-техническое оснащение.</w:t>
      </w:r>
    </w:p>
    <w:p w:rsidR="00D65579" w:rsidRPr="006C433E" w:rsidRDefault="00D65579" w:rsidP="00A75257">
      <w:pPr>
        <w:autoSpaceDE w:val="0"/>
        <w:autoSpaceDN w:val="0"/>
        <w:adjustRightInd w:val="0"/>
        <w:ind w:firstLine="720"/>
        <w:jc w:val="both"/>
        <w:rPr>
          <w:color w:val="000000"/>
        </w:rPr>
      </w:pPr>
      <w:r w:rsidRPr="006C433E">
        <w:rPr>
          <w:color w:val="000000"/>
        </w:rPr>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D65579" w:rsidRPr="006C433E" w:rsidRDefault="00D65579" w:rsidP="005F3825">
      <w:pPr>
        <w:ind w:firstLine="708"/>
        <w:jc w:val="both"/>
        <w:rPr>
          <w:color w:val="000000"/>
        </w:rPr>
      </w:pPr>
      <w:r w:rsidRPr="006C433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D65579" w:rsidRPr="006C433E" w:rsidRDefault="00D65579" w:rsidP="008E3B6B">
      <w:pPr>
        <w:widowControl w:val="0"/>
        <w:autoSpaceDE w:val="0"/>
        <w:autoSpaceDN w:val="0"/>
        <w:adjustRightInd w:val="0"/>
        <w:ind w:firstLine="720"/>
        <w:jc w:val="both"/>
        <w:rPr>
          <w:color w:val="000000"/>
        </w:rPr>
      </w:pPr>
      <w:r w:rsidRPr="006C433E">
        <w:rPr>
          <w:color w:val="000000"/>
        </w:rPr>
        <w:t>Выполнение этих мероприятий будет способствовать:</w:t>
      </w:r>
    </w:p>
    <w:p w:rsidR="00D65579" w:rsidRPr="006C433E" w:rsidRDefault="00D65579" w:rsidP="008E3B6B">
      <w:pPr>
        <w:widowControl w:val="0"/>
        <w:autoSpaceDE w:val="0"/>
        <w:autoSpaceDN w:val="0"/>
        <w:adjustRightInd w:val="0"/>
        <w:ind w:firstLine="720"/>
        <w:jc w:val="both"/>
        <w:rPr>
          <w:color w:val="000000"/>
        </w:rPr>
      </w:pPr>
      <w:r w:rsidRPr="006C433E">
        <w:rPr>
          <w:color w:val="000000"/>
        </w:rPr>
        <w:t>- увеличению</w:t>
      </w:r>
      <w:r w:rsidRPr="006C433E">
        <w:rPr>
          <w:bCs/>
          <w:color w:val="000000"/>
        </w:rPr>
        <w:t xml:space="preserve"> числа посещений общедоступных библиотек Тарского муниципального района Омской области на 1000 жителей.</w:t>
      </w:r>
    </w:p>
    <w:p w:rsidR="00D65579" w:rsidRPr="006C433E" w:rsidRDefault="00D65579" w:rsidP="008E3B6B">
      <w:pPr>
        <w:widowControl w:val="0"/>
        <w:autoSpaceDE w:val="0"/>
        <w:autoSpaceDN w:val="0"/>
        <w:adjustRightInd w:val="0"/>
        <w:ind w:firstLine="720"/>
        <w:jc w:val="both"/>
        <w:rPr>
          <w:bCs/>
          <w:color w:val="000000"/>
        </w:rPr>
      </w:pPr>
      <w:r w:rsidRPr="006C433E">
        <w:rPr>
          <w:color w:val="000000"/>
        </w:rPr>
        <w:t>Значение целевого индикатора определяется как отношение числа посещений</w:t>
      </w:r>
      <w:r>
        <w:rPr>
          <w:color w:val="000000"/>
        </w:rPr>
        <w:t xml:space="preserve"> </w:t>
      </w:r>
      <w:r w:rsidRPr="006C433E">
        <w:rPr>
          <w:bCs/>
          <w:color w:val="000000"/>
        </w:rPr>
        <w:t>библиотек Тарского муниципального района Омской области к численности населения района, умноженное на 1000.</w:t>
      </w:r>
    </w:p>
    <w:p w:rsidR="00D65579" w:rsidRPr="006C433E" w:rsidRDefault="00D65579" w:rsidP="008E3B6B">
      <w:pPr>
        <w:autoSpaceDE w:val="0"/>
        <w:autoSpaceDN w:val="0"/>
        <w:adjustRightInd w:val="0"/>
        <w:ind w:firstLine="720"/>
        <w:jc w:val="both"/>
        <w:rPr>
          <w:color w:val="000000"/>
        </w:rPr>
      </w:pPr>
      <w:r w:rsidRPr="006C433E">
        <w:rPr>
          <w:color w:val="000000"/>
        </w:rPr>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D65579" w:rsidRPr="006C433E" w:rsidRDefault="00D65579" w:rsidP="008E3B6B">
      <w:pPr>
        <w:autoSpaceDE w:val="0"/>
        <w:autoSpaceDN w:val="0"/>
        <w:adjustRightInd w:val="0"/>
        <w:ind w:firstLine="720"/>
        <w:jc w:val="both"/>
        <w:rPr>
          <w:color w:val="000000"/>
        </w:rPr>
      </w:pPr>
      <w:r w:rsidRPr="006C433E">
        <w:rPr>
          <w:color w:val="000000"/>
        </w:rPr>
        <w:t>- увеличению численности участников культурно-массовых мероприятий, проводимых на территории Тарского района Омской области.</w:t>
      </w:r>
    </w:p>
    <w:p w:rsidR="00D65579" w:rsidRPr="006C433E" w:rsidRDefault="00D65579" w:rsidP="008426FC">
      <w:pPr>
        <w:autoSpaceDE w:val="0"/>
        <w:autoSpaceDN w:val="0"/>
        <w:adjustRightInd w:val="0"/>
        <w:ind w:firstLine="720"/>
        <w:jc w:val="both"/>
        <w:rPr>
          <w:color w:val="000000"/>
        </w:rPr>
      </w:pPr>
      <w:r w:rsidRPr="006C433E">
        <w:rPr>
          <w:color w:val="000000"/>
        </w:rPr>
        <w:t xml:space="preserve">Значение данного целевого индикатора определяется как общее количество </w:t>
      </w:r>
      <w:r w:rsidRPr="006C433E">
        <w:rPr>
          <w:bCs/>
          <w:color w:val="000000"/>
        </w:rPr>
        <w:t>участников и зрителей на мероприятиях, проводимых клубами, Домами культуры, центрами народной культуры.</w:t>
      </w:r>
    </w:p>
    <w:p w:rsidR="00D65579" w:rsidRPr="006C433E" w:rsidRDefault="00D65579" w:rsidP="00C1258C">
      <w:pPr>
        <w:ind w:firstLine="708"/>
        <w:jc w:val="both"/>
        <w:rPr>
          <w:color w:val="000000"/>
        </w:rPr>
      </w:pPr>
      <w:r w:rsidRPr="006C433E">
        <w:rPr>
          <w:color w:val="000000"/>
        </w:rPr>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D65579" w:rsidRPr="006C433E" w:rsidRDefault="00D65579" w:rsidP="005F3825">
      <w:pPr>
        <w:autoSpaceDE w:val="0"/>
        <w:autoSpaceDN w:val="0"/>
        <w:adjustRightInd w:val="0"/>
        <w:ind w:firstLine="709"/>
        <w:jc w:val="both"/>
        <w:rPr>
          <w:color w:val="000000"/>
        </w:rPr>
      </w:pPr>
      <w:r w:rsidRPr="006C433E">
        <w:rPr>
          <w:color w:val="000000"/>
        </w:rPr>
        <w:t>В рамках реализации основного мероприятия «Обеспечение безопасности в учреждениях культуры» планируется выполнение следующих мероприятий:</w:t>
      </w:r>
    </w:p>
    <w:p w:rsidR="00D65579" w:rsidRPr="006C433E" w:rsidRDefault="00D65579" w:rsidP="00A1786B">
      <w:pPr>
        <w:ind w:firstLine="708"/>
        <w:jc w:val="both"/>
        <w:rPr>
          <w:color w:val="000000"/>
        </w:rPr>
      </w:pPr>
      <w:r w:rsidRPr="006C433E">
        <w:rPr>
          <w:color w:val="000000"/>
        </w:rPr>
        <w:t>1) устранение предписаний инспекции пожарного надзора.</w:t>
      </w:r>
    </w:p>
    <w:p w:rsidR="00D65579" w:rsidRPr="006C433E" w:rsidRDefault="00D65579" w:rsidP="00A1786B">
      <w:pPr>
        <w:ind w:firstLine="708"/>
        <w:jc w:val="both"/>
        <w:rPr>
          <w:color w:val="000000"/>
        </w:rPr>
      </w:pPr>
      <w:r w:rsidRPr="006C433E">
        <w:rPr>
          <w:color w:val="000000"/>
        </w:rPr>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D65579" w:rsidRPr="006C433E" w:rsidRDefault="00D65579" w:rsidP="00A1786B">
      <w:pPr>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A1786B">
      <w:pPr>
        <w:autoSpaceDE w:val="0"/>
        <w:autoSpaceDN w:val="0"/>
        <w:adjustRightInd w:val="0"/>
        <w:ind w:firstLine="720"/>
        <w:jc w:val="both"/>
        <w:rPr>
          <w:color w:val="000000"/>
        </w:rPr>
      </w:pPr>
      <w:r w:rsidRPr="006C433E">
        <w:rPr>
          <w:color w:val="000000"/>
        </w:rPr>
        <w:t>-</w:t>
      </w:r>
      <w:r w:rsidRPr="006C433E">
        <w:rPr>
          <w:color w:val="000000"/>
          <w:lang w:val="en-US"/>
        </w:rPr>
        <w:t> </w:t>
      </w:r>
      <w:r w:rsidRPr="006C433E">
        <w:rPr>
          <w:color w:val="000000"/>
        </w:rPr>
        <w:t>число учреждений культуры,</w:t>
      </w:r>
      <w:r>
        <w:rPr>
          <w:color w:val="000000"/>
        </w:rPr>
        <w:t xml:space="preserve"> </w:t>
      </w:r>
      <w:r w:rsidRPr="006C433E">
        <w:rPr>
          <w:color w:val="000000"/>
        </w:rPr>
        <w:t xml:space="preserve">приостановивших деятельность по предписаниям Госпожнадзора. </w:t>
      </w:r>
    </w:p>
    <w:p w:rsidR="00D65579" w:rsidRPr="006C433E" w:rsidRDefault="00D65579" w:rsidP="00A1786B">
      <w:pPr>
        <w:autoSpaceDE w:val="0"/>
        <w:autoSpaceDN w:val="0"/>
        <w:adjustRightInd w:val="0"/>
        <w:ind w:firstLine="720"/>
        <w:jc w:val="both"/>
        <w:rPr>
          <w:color w:val="000000"/>
        </w:rPr>
      </w:pPr>
      <w:r w:rsidRPr="006C433E">
        <w:rPr>
          <w:color w:val="000000"/>
        </w:rPr>
        <w:t>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D65579" w:rsidRPr="006C433E" w:rsidRDefault="00D65579" w:rsidP="00232624">
      <w:pPr>
        <w:ind w:firstLine="708"/>
        <w:jc w:val="both"/>
        <w:rPr>
          <w:color w:val="000000"/>
        </w:rPr>
      </w:pPr>
      <w:r w:rsidRPr="006C433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D65579" w:rsidRPr="006C433E" w:rsidRDefault="00D65579" w:rsidP="00232624">
      <w:pPr>
        <w:ind w:firstLine="708"/>
        <w:jc w:val="both"/>
        <w:rPr>
          <w:color w:val="000000"/>
        </w:rPr>
      </w:pPr>
      <w:r w:rsidRPr="006C433E">
        <w:rPr>
          <w:color w:val="000000"/>
        </w:rPr>
        <w:t>2) специальная оценка условий труда рабочих мест.</w:t>
      </w:r>
    </w:p>
    <w:p w:rsidR="00D65579" w:rsidRPr="006C433E" w:rsidRDefault="00D65579" w:rsidP="00232624">
      <w:pPr>
        <w:ind w:firstLine="708"/>
        <w:jc w:val="both"/>
        <w:rPr>
          <w:color w:val="000000"/>
        </w:rPr>
      </w:pPr>
      <w:r w:rsidRPr="006C433E">
        <w:rPr>
          <w:color w:val="000000"/>
        </w:rPr>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D65579" w:rsidRPr="006C433E" w:rsidRDefault="00D65579" w:rsidP="009E2CFF">
      <w:pPr>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9E2CFF">
      <w:pPr>
        <w:ind w:firstLine="708"/>
        <w:jc w:val="both"/>
        <w:rPr>
          <w:color w:val="000000"/>
        </w:rPr>
      </w:pPr>
      <w:r w:rsidRPr="006C433E">
        <w:rPr>
          <w:color w:val="000000"/>
        </w:rPr>
        <w:t>-</w:t>
      </w:r>
      <w:r w:rsidRPr="006C433E">
        <w:rPr>
          <w:color w:val="000000"/>
          <w:lang w:val="en-US"/>
        </w:rPr>
        <w:t> </w:t>
      </w:r>
      <w:r w:rsidRPr="006C433E">
        <w:rPr>
          <w:color w:val="000000"/>
        </w:rPr>
        <w:t>количество рабочих мест, по которым проведена специальная оценка условий труда.</w:t>
      </w:r>
    </w:p>
    <w:p w:rsidR="00D65579" w:rsidRPr="006C433E" w:rsidRDefault="00D65579" w:rsidP="00333885">
      <w:pPr>
        <w:autoSpaceDE w:val="0"/>
        <w:autoSpaceDN w:val="0"/>
        <w:adjustRightInd w:val="0"/>
        <w:ind w:firstLine="720"/>
        <w:jc w:val="both"/>
        <w:rPr>
          <w:color w:val="000000"/>
        </w:rPr>
      </w:pPr>
      <w:r w:rsidRPr="006C433E">
        <w:rPr>
          <w:color w:val="000000"/>
        </w:rPr>
        <w:t>При расчете значения используются данные отчетов учреждений культуры, предоставляемых в Комитет культуры и искусства.</w:t>
      </w:r>
    </w:p>
    <w:p w:rsidR="00D65579" w:rsidRPr="006C433E" w:rsidRDefault="00D65579" w:rsidP="00C1258C">
      <w:pPr>
        <w:widowControl w:val="0"/>
        <w:autoSpaceDE w:val="0"/>
        <w:autoSpaceDN w:val="0"/>
        <w:adjustRightInd w:val="0"/>
        <w:ind w:firstLine="720"/>
        <w:jc w:val="both"/>
        <w:rPr>
          <w:color w:val="000000"/>
        </w:rPr>
      </w:pPr>
      <w:r w:rsidRPr="006C433E">
        <w:rPr>
          <w:color w:val="000000"/>
        </w:rPr>
        <w:t>Выполнение этих мероприятий будет способствовать:</w:t>
      </w:r>
    </w:p>
    <w:p w:rsidR="00D65579" w:rsidRPr="006C433E" w:rsidRDefault="00D65579" w:rsidP="00C1258C">
      <w:pPr>
        <w:widowControl w:val="0"/>
        <w:autoSpaceDE w:val="0"/>
        <w:autoSpaceDN w:val="0"/>
        <w:adjustRightInd w:val="0"/>
        <w:ind w:firstLine="720"/>
        <w:jc w:val="both"/>
        <w:rPr>
          <w:color w:val="000000"/>
        </w:rPr>
      </w:pPr>
      <w:r w:rsidRPr="006C433E">
        <w:rPr>
          <w:color w:val="000000"/>
        </w:rPr>
        <w:t>- сохранению уровня достижения целевых индикаторов основных мероприятий подпрограммы.</w:t>
      </w:r>
    </w:p>
    <w:p w:rsidR="00D65579" w:rsidRPr="006C433E" w:rsidRDefault="00D65579" w:rsidP="00C5472A">
      <w:pPr>
        <w:jc w:val="both"/>
        <w:rPr>
          <w:color w:val="000000"/>
        </w:rPr>
      </w:pPr>
      <w:r w:rsidRPr="006C433E">
        <w:rPr>
          <w:color w:val="000000"/>
        </w:rPr>
        <w:tab/>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D65579" w:rsidRPr="006C433E" w:rsidRDefault="00D65579" w:rsidP="00C5472A">
      <w:pPr>
        <w:jc w:val="both"/>
        <w:rPr>
          <w:color w:val="000000"/>
        </w:rPr>
      </w:pPr>
      <w:r w:rsidRPr="006C433E">
        <w:rPr>
          <w:color w:val="000000"/>
        </w:rPr>
        <w:tab/>
        <w:t>- создание модельных муниципальных библиотек.</w:t>
      </w:r>
    </w:p>
    <w:p w:rsidR="00D65579" w:rsidRPr="006C433E" w:rsidRDefault="00D65579" w:rsidP="00E1391F">
      <w:pPr>
        <w:jc w:val="both"/>
        <w:rPr>
          <w:color w:val="000000"/>
        </w:rPr>
      </w:pPr>
      <w:r w:rsidRPr="006C433E">
        <w:rPr>
          <w:color w:val="000000"/>
        </w:rPr>
        <w:tab/>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D65579" w:rsidRPr="006C433E" w:rsidRDefault="00D65579" w:rsidP="00133B35">
      <w:pPr>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133B35">
      <w:pPr>
        <w:autoSpaceDE w:val="0"/>
        <w:autoSpaceDN w:val="0"/>
        <w:adjustRightInd w:val="0"/>
        <w:ind w:firstLine="720"/>
        <w:jc w:val="both"/>
        <w:rPr>
          <w:color w:val="000000"/>
        </w:rPr>
      </w:pPr>
      <w:r w:rsidRPr="006C433E">
        <w:rPr>
          <w:color w:val="000000"/>
        </w:rPr>
        <w:t xml:space="preserve">- Число переоснащенных муниципальных библиотек по модельному стандарту. </w:t>
      </w:r>
    </w:p>
    <w:p w:rsidR="00D65579" w:rsidRPr="006C433E" w:rsidRDefault="00D65579" w:rsidP="00133B35">
      <w:pPr>
        <w:autoSpaceDE w:val="0"/>
        <w:autoSpaceDN w:val="0"/>
        <w:adjustRightInd w:val="0"/>
        <w:ind w:firstLine="720"/>
        <w:jc w:val="both"/>
        <w:rPr>
          <w:color w:val="000000"/>
        </w:rPr>
      </w:pPr>
      <w:r w:rsidRPr="006C433E">
        <w:rPr>
          <w:color w:val="000000"/>
        </w:rPr>
        <w:t>Значение целевого индикатора определяется как число библиотек, в которых фактически проведены указанные выше работы в указанный период.</w:t>
      </w:r>
    </w:p>
    <w:p w:rsidR="00D65579" w:rsidRPr="006C433E" w:rsidRDefault="00D65579" w:rsidP="00133B35">
      <w:pPr>
        <w:ind w:firstLine="708"/>
        <w:jc w:val="both"/>
        <w:rPr>
          <w:color w:val="000000"/>
        </w:rPr>
      </w:pPr>
      <w:r w:rsidRPr="006C433E">
        <w:rPr>
          <w:color w:val="000000"/>
        </w:rPr>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D65579" w:rsidRPr="006C433E" w:rsidRDefault="00D65579" w:rsidP="00E1391F">
      <w:pPr>
        <w:widowControl w:val="0"/>
        <w:autoSpaceDE w:val="0"/>
        <w:autoSpaceDN w:val="0"/>
        <w:adjustRightInd w:val="0"/>
        <w:ind w:firstLine="720"/>
        <w:jc w:val="both"/>
        <w:rPr>
          <w:color w:val="000000"/>
        </w:rPr>
      </w:pPr>
      <w:r w:rsidRPr="006C433E">
        <w:rPr>
          <w:color w:val="000000"/>
        </w:rPr>
        <w:t xml:space="preserve">Выполнение этого мероприятия будет способствовать </w:t>
      </w:r>
    </w:p>
    <w:p w:rsidR="00D65579" w:rsidRPr="006C433E" w:rsidRDefault="00D65579" w:rsidP="00E1391F">
      <w:pPr>
        <w:widowControl w:val="0"/>
        <w:autoSpaceDE w:val="0"/>
        <w:autoSpaceDN w:val="0"/>
        <w:adjustRightInd w:val="0"/>
        <w:ind w:firstLine="720"/>
        <w:jc w:val="both"/>
        <w:rPr>
          <w:bCs/>
          <w:color w:val="000000"/>
        </w:rPr>
      </w:pPr>
      <w:r w:rsidRPr="006C433E">
        <w:rPr>
          <w:color w:val="000000"/>
        </w:rPr>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6C433E">
        <w:rPr>
          <w:bCs/>
          <w:color w:val="000000"/>
        </w:rPr>
        <w:t xml:space="preserve"> числа посещений учреждений культуры.</w:t>
      </w:r>
    </w:p>
    <w:p w:rsidR="00D65579" w:rsidRPr="006C433E" w:rsidRDefault="00D65579" w:rsidP="00E1391F">
      <w:pPr>
        <w:jc w:val="both"/>
        <w:rPr>
          <w:color w:val="000000"/>
        </w:rPr>
      </w:pPr>
      <w:r w:rsidRPr="006C433E">
        <w:rPr>
          <w:color w:val="000000"/>
        </w:rPr>
        <w:tab/>
        <w:t>В рамках реализации основного мероприятия</w:t>
      </w:r>
      <w:r>
        <w:rPr>
          <w:color w:val="000000"/>
        </w:rPr>
        <w:t xml:space="preserve"> </w:t>
      </w:r>
      <w:r w:rsidRPr="006C433E">
        <w:rPr>
          <w:color w:val="000000"/>
        </w:rPr>
        <w:t>«Реализация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D65579" w:rsidRPr="006C433E" w:rsidRDefault="00D65579" w:rsidP="00E1391F">
      <w:pPr>
        <w:jc w:val="both"/>
        <w:rPr>
          <w:color w:val="000000"/>
        </w:rPr>
      </w:pPr>
      <w:r w:rsidRPr="006C433E">
        <w:rPr>
          <w:color w:val="000000"/>
        </w:rPr>
        <w:tab/>
        <w:t>- государственная поддержка отрасли культуры (</w:t>
      </w:r>
      <w:r w:rsidRPr="006C433E">
        <w:rPr>
          <w:bCs/>
          <w:color w:val="000000"/>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D65579" w:rsidRPr="006C433E" w:rsidRDefault="00D65579" w:rsidP="00E1391F">
      <w:pPr>
        <w:jc w:val="both"/>
        <w:rPr>
          <w:color w:val="000000"/>
        </w:rPr>
      </w:pPr>
      <w:r w:rsidRPr="006C433E">
        <w:rPr>
          <w:color w:val="000000"/>
        </w:rPr>
        <w:tab/>
        <w:t>Данное мероприятие предусматривает выделение денежных средств</w:t>
      </w:r>
      <w:r>
        <w:rPr>
          <w:color w:val="000000"/>
        </w:rPr>
        <w:t xml:space="preserve"> </w:t>
      </w:r>
      <w:r w:rsidRPr="006C433E">
        <w:rPr>
          <w:color w:val="000000"/>
        </w:rPr>
        <w:t>на</w:t>
      </w:r>
      <w:r>
        <w:rPr>
          <w:color w:val="000000"/>
        </w:rPr>
        <w:t xml:space="preserve"> </w:t>
      </w:r>
      <w:r w:rsidRPr="006C433E">
        <w:rPr>
          <w:color w:val="000000"/>
        </w:rPr>
        <w:t>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D65579" w:rsidRPr="006C433E" w:rsidRDefault="00D65579" w:rsidP="000E4BFD">
      <w:pPr>
        <w:ind w:firstLine="708"/>
        <w:jc w:val="both"/>
        <w:rPr>
          <w:color w:val="000000"/>
        </w:rPr>
      </w:pPr>
      <w:r w:rsidRPr="006C433E">
        <w:rPr>
          <w:color w:val="000000"/>
        </w:rPr>
        <w:t>Для ежегодной оценки эффективности реализации данного мероприятия используется следующий целевой индикатор:</w:t>
      </w:r>
    </w:p>
    <w:p w:rsidR="00D65579" w:rsidRPr="006C433E" w:rsidRDefault="00D65579" w:rsidP="000E4BFD">
      <w:pPr>
        <w:autoSpaceDE w:val="0"/>
        <w:autoSpaceDN w:val="0"/>
        <w:adjustRightInd w:val="0"/>
        <w:rPr>
          <w:color w:val="000000"/>
        </w:rPr>
      </w:pPr>
      <w:r w:rsidRPr="006C433E">
        <w:rPr>
          <w:color w:val="000000"/>
        </w:rPr>
        <w:tab/>
        <w:t>- Количество поддержанных творческих инициатив и проектов.</w:t>
      </w:r>
    </w:p>
    <w:p w:rsidR="00D65579" w:rsidRPr="006C433E" w:rsidRDefault="00D65579" w:rsidP="000E4BFD">
      <w:pPr>
        <w:autoSpaceDE w:val="0"/>
        <w:autoSpaceDN w:val="0"/>
        <w:adjustRightInd w:val="0"/>
        <w:ind w:firstLine="720"/>
        <w:jc w:val="both"/>
        <w:rPr>
          <w:color w:val="000000"/>
        </w:rPr>
      </w:pPr>
      <w:r w:rsidRPr="006C433E">
        <w:rPr>
          <w:color w:val="000000"/>
        </w:rPr>
        <w:t>Значение целевого индикатора определяется как число</w:t>
      </w:r>
      <w:r>
        <w:rPr>
          <w:color w:val="000000"/>
        </w:rPr>
        <w:t xml:space="preserve"> </w:t>
      </w:r>
      <w:r w:rsidRPr="006C433E">
        <w:rPr>
          <w:color w:val="000000"/>
        </w:rPr>
        <w:t>проектов, получивших денежное поощрение в указанный период.</w:t>
      </w:r>
    </w:p>
    <w:p w:rsidR="00D65579" w:rsidRPr="006C433E" w:rsidRDefault="00D65579" w:rsidP="000E4BFD">
      <w:pPr>
        <w:ind w:firstLine="708"/>
        <w:jc w:val="both"/>
        <w:rPr>
          <w:color w:val="000000"/>
        </w:rPr>
      </w:pPr>
      <w:r w:rsidRPr="006C433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D65579" w:rsidRPr="006C433E" w:rsidRDefault="00D65579" w:rsidP="000E4BFD">
      <w:pPr>
        <w:widowControl w:val="0"/>
        <w:autoSpaceDE w:val="0"/>
        <w:autoSpaceDN w:val="0"/>
        <w:adjustRightInd w:val="0"/>
        <w:ind w:firstLine="720"/>
        <w:jc w:val="both"/>
        <w:rPr>
          <w:color w:val="000000"/>
        </w:rPr>
      </w:pPr>
      <w:r w:rsidRPr="006C433E">
        <w:rPr>
          <w:color w:val="000000"/>
        </w:rPr>
        <w:t xml:space="preserve">Выполнение этого мероприятия будет способствовать </w:t>
      </w:r>
    </w:p>
    <w:p w:rsidR="00D65579" w:rsidRPr="006C433E" w:rsidRDefault="00D65579" w:rsidP="000E4BFD">
      <w:pPr>
        <w:widowControl w:val="0"/>
        <w:autoSpaceDE w:val="0"/>
        <w:autoSpaceDN w:val="0"/>
        <w:adjustRightInd w:val="0"/>
        <w:ind w:firstLine="720"/>
        <w:jc w:val="both"/>
        <w:rPr>
          <w:color w:val="000000"/>
        </w:rPr>
      </w:pPr>
      <w:r w:rsidRPr="006C433E">
        <w:rPr>
          <w:color w:val="000000"/>
        </w:rPr>
        <w:t>- достижению цели федерального проекта «Творческие люди» в рамках Национального проекта «Культура», среди которых основным является увеличение</w:t>
      </w:r>
      <w:r w:rsidRPr="006C433E">
        <w:rPr>
          <w:bCs/>
          <w:color w:val="000000"/>
        </w:rPr>
        <w:t xml:space="preserve"> числа посещений учреждений культуры.</w:t>
      </w:r>
    </w:p>
    <w:p w:rsidR="00D65579" w:rsidRPr="006C433E" w:rsidRDefault="00D65579" w:rsidP="00232624">
      <w:pPr>
        <w:ind w:firstLine="708"/>
        <w:jc w:val="both"/>
        <w:rPr>
          <w:color w:val="000000"/>
        </w:rPr>
      </w:pPr>
    </w:p>
    <w:p w:rsidR="00D65579" w:rsidRDefault="00D65579" w:rsidP="00A23734">
      <w:pPr>
        <w:widowControl w:val="0"/>
        <w:autoSpaceDE w:val="0"/>
        <w:autoSpaceDN w:val="0"/>
        <w:adjustRightInd w:val="0"/>
        <w:jc w:val="center"/>
        <w:rPr>
          <w:color w:val="000000"/>
        </w:rPr>
      </w:pPr>
      <w:r w:rsidRPr="006C433E">
        <w:rPr>
          <w:color w:val="000000"/>
        </w:rPr>
        <w:t>7. Объем финансовых ресурсов, необходимых для реализации подпрограммы</w:t>
      </w:r>
    </w:p>
    <w:p w:rsidR="00D65579" w:rsidRPr="006C433E" w:rsidRDefault="00D65579" w:rsidP="00A23734">
      <w:pPr>
        <w:widowControl w:val="0"/>
        <w:autoSpaceDE w:val="0"/>
        <w:autoSpaceDN w:val="0"/>
        <w:adjustRightInd w:val="0"/>
        <w:jc w:val="center"/>
        <w:rPr>
          <w:color w:val="000000"/>
        </w:rPr>
      </w:pPr>
      <w:r w:rsidRPr="006C433E">
        <w:rPr>
          <w:color w:val="000000"/>
        </w:rPr>
        <w:t>в целом и по источникам финансирования</w:t>
      </w:r>
    </w:p>
    <w:p w:rsidR="00D65579" w:rsidRPr="006C433E" w:rsidRDefault="00D65579" w:rsidP="00A23734">
      <w:pPr>
        <w:widowControl w:val="0"/>
        <w:autoSpaceDE w:val="0"/>
        <w:autoSpaceDN w:val="0"/>
        <w:adjustRightInd w:val="0"/>
        <w:jc w:val="center"/>
        <w:rPr>
          <w:b/>
          <w:color w:val="000000"/>
        </w:rPr>
      </w:pPr>
    </w:p>
    <w:p w:rsidR="00D65579" w:rsidRPr="006C433E" w:rsidRDefault="00D65579" w:rsidP="00AC6559">
      <w:pPr>
        <w:widowControl w:val="0"/>
        <w:autoSpaceDE w:val="0"/>
        <w:autoSpaceDN w:val="0"/>
        <w:adjustRightInd w:val="0"/>
        <w:ind w:firstLine="720"/>
        <w:jc w:val="both"/>
        <w:rPr>
          <w:color w:val="000000"/>
        </w:rPr>
      </w:pPr>
      <w:r w:rsidRPr="006C433E">
        <w:rPr>
          <w:color w:val="000000"/>
        </w:rPr>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D65579" w:rsidRPr="006C433E" w:rsidRDefault="00D65579" w:rsidP="006C433E">
      <w:pPr>
        <w:ind w:firstLine="709"/>
        <w:jc w:val="both"/>
        <w:rPr>
          <w:color w:val="000000"/>
        </w:rPr>
      </w:pPr>
      <w:r w:rsidRPr="006C433E">
        <w:rPr>
          <w:color w:val="000000"/>
        </w:rPr>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1 499</w:t>
      </w:r>
      <w:r>
        <w:rPr>
          <w:color w:val="000000"/>
        </w:rPr>
        <w:t> </w:t>
      </w:r>
      <w:r w:rsidRPr="006C433E">
        <w:rPr>
          <w:color w:val="000000"/>
        </w:rPr>
        <w:t>272</w:t>
      </w:r>
      <w:r>
        <w:rPr>
          <w:color w:val="000000"/>
        </w:rPr>
        <w:t> </w:t>
      </w:r>
      <w:r w:rsidRPr="006C433E">
        <w:rPr>
          <w:color w:val="000000"/>
        </w:rPr>
        <w:t>021,18 рублей в ценах соответствующих лет, в том числе:</w:t>
      </w:r>
    </w:p>
    <w:p w:rsidR="00D65579" w:rsidRPr="006C433E" w:rsidRDefault="00D65579" w:rsidP="006C433E">
      <w:pPr>
        <w:ind w:firstLine="709"/>
        <w:jc w:val="both"/>
        <w:rPr>
          <w:color w:val="000000"/>
        </w:rPr>
      </w:pPr>
      <w:r w:rsidRPr="006C433E">
        <w:rPr>
          <w:color w:val="000000"/>
        </w:rPr>
        <w:t>- в 2020 году – 206 695 228,62 рублей;</w:t>
      </w:r>
    </w:p>
    <w:p w:rsidR="00D65579" w:rsidRPr="006C433E" w:rsidRDefault="00D65579" w:rsidP="006C433E">
      <w:pPr>
        <w:ind w:firstLine="709"/>
        <w:jc w:val="both"/>
        <w:rPr>
          <w:color w:val="000000"/>
        </w:rPr>
      </w:pPr>
      <w:r w:rsidRPr="006C433E">
        <w:rPr>
          <w:color w:val="000000"/>
        </w:rPr>
        <w:t>- в 2021 году – 334 143 473,89 рублей;</w:t>
      </w:r>
    </w:p>
    <w:p w:rsidR="00D65579" w:rsidRPr="006C433E" w:rsidRDefault="00D65579" w:rsidP="006C433E">
      <w:pPr>
        <w:ind w:firstLine="709"/>
        <w:jc w:val="both"/>
        <w:rPr>
          <w:color w:val="000000"/>
        </w:rPr>
      </w:pPr>
      <w:r w:rsidRPr="006C433E">
        <w:rPr>
          <w:color w:val="000000"/>
        </w:rPr>
        <w:t>- в 2022 году –226 023 317,75</w:t>
      </w:r>
      <w:r>
        <w:rPr>
          <w:color w:val="000000"/>
        </w:rPr>
        <w:t xml:space="preserve"> </w:t>
      </w:r>
      <w:r w:rsidRPr="006C433E">
        <w:rPr>
          <w:color w:val="000000"/>
        </w:rPr>
        <w:t>рублей;</w:t>
      </w:r>
    </w:p>
    <w:p w:rsidR="00D65579" w:rsidRPr="006C433E" w:rsidRDefault="00D65579" w:rsidP="006C433E">
      <w:pPr>
        <w:ind w:firstLine="709"/>
        <w:jc w:val="both"/>
        <w:rPr>
          <w:color w:val="000000"/>
        </w:rPr>
      </w:pPr>
      <w:r w:rsidRPr="006C433E">
        <w:rPr>
          <w:color w:val="000000"/>
        </w:rPr>
        <w:t>- в 2023 году – 208 573 355,72</w:t>
      </w:r>
      <w:r>
        <w:rPr>
          <w:color w:val="000000"/>
        </w:rPr>
        <w:t xml:space="preserve"> </w:t>
      </w:r>
      <w:r w:rsidRPr="006C433E">
        <w:rPr>
          <w:color w:val="000000"/>
        </w:rPr>
        <w:t>рублей;</w:t>
      </w:r>
    </w:p>
    <w:p w:rsidR="00D65579" w:rsidRPr="006C433E" w:rsidRDefault="00D65579" w:rsidP="006C433E">
      <w:pPr>
        <w:ind w:firstLine="709"/>
        <w:jc w:val="both"/>
        <w:rPr>
          <w:color w:val="000000"/>
        </w:rPr>
      </w:pPr>
      <w:r w:rsidRPr="006C433E">
        <w:rPr>
          <w:color w:val="000000"/>
        </w:rPr>
        <w:t>- в 2024 году –249 369 337,24</w:t>
      </w:r>
      <w:r>
        <w:rPr>
          <w:color w:val="000000"/>
        </w:rPr>
        <w:t xml:space="preserve"> </w:t>
      </w:r>
      <w:r w:rsidRPr="006C433E">
        <w:rPr>
          <w:color w:val="000000"/>
        </w:rPr>
        <w:t>рублей;</w:t>
      </w:r>
    </w:p>
    <w:p w:rsidR="00D65579" w:rsidRPr="006C433E" w:rsidRDefault="00D65579" w:rsidP="006C433E">
      <w:pPr>
        <w:ind w:firstLine="709"/>
        <w:jc w:val="both"/>
        <w:rPr>
          <w:color w:val="000000"/>
        </w:rPr>
      </w:pPr>
      <w:r w:rsidRPr="006C433E">
        <w:rPr>
          <w:color w:val="000000"/>
        </w:rPr>
        <w:t>- в 2025 году –140 243 469,00</w:t>
      </w:r>
      <w:r>
        <w:rPr>
          <w:color w:val="000000"/>
        </w:rPr>
        <w:t xml:space="preserve"> </w:t>
      </w:r>
      <w:r w:rsidRPr="006C433E">
        <w:rPr>
          <w:color w:val="000000"/>
        </w:rPr>
        <w:t>рублей;</w:t>
      </w:r>
    </w:p>
    <w:p w:rsidR="00D65579" w:rsidRPr="006C433E" w:rsidRDefault="00D65579" w:rsidP="006C433E">
      <w:pPr>
        <w:ind w:firstLine="709"/>
        <w:jc w:val="both"/>
        <w:rPr>
          <w:color w:val="000000"/>
        </w:rPr>
      </w:pPr>
      <w:r w:rsidRPr="006C433E">
        <w:rPr>
          <w:color w:val="000000"/>
        </w:rPr>
        <w:t>- в 2026 году – 134 223 838,96 рублей.</w:t>
      </w:r>
    </w:p>
    <w:p w:rsidR="00D65579" w:rsidRPr="006C433E" w:rsidRDefault="00D65579" w:rsidP="006839ED">
      <w:pPr>
        <w:jc w:val="both"/>
        <w:rPr>
          <w:color w:val="000000"/>
        </w:rPr>
      </w:pPr>
      <w:r w:rsidRPr="006C433E">
        <w:rPr>
          <w:color w:val="000000"/>
        </w:rPr>
        <w:t xml:space="preserve">Ресурсное обеспечение реализации подпрограммы за счет всех источников финансирования представлено в </w:t>
      </w:r>
      <w:r>
        <w:rPr>
          <w:color w:val="000000"/>
        </w:rPr>
        <w:t>п</w:t>
      </w:r>
      <w:r w:rsidRPr="006C433E">
        <w:rPr>
          <w:color w:val="000000"/>
        </w:rPr>
        <w:t>риложении № 1 к муниципальной подпрограмме.</w:t>
      </w:r>
    </w:p>
    <w:p w:rsidR="00D65579" w:rsidRPr="006C433E" w:rsidRDefault="00D65579" w:rsidP="00A23734">
      <w:pPr>
        <w:widowControl w:val="0"/>
        <w:autoSpaceDE w:val="0"/>
        <w:autoSpaceDN w:val="0"/>
        <w:adjustRightInd w:val="0"/>
        <w:jc w:val="center"/>
        <w:rPr>
          <w:color w:val="000000"/>
        </w:rPr>
      </w:pPr>
    </w:p>
    <w:p w:rsidR="00D65579" w:rsidRPr="006C433E" w:rsidRDefault="00D65579" w:rsidP="00A23734">
      <w:pPr>
        <w:widowControl w:val="0"/>
        <w:autoSpaceDE w:val="0"/>
        <w:autoSpaceDN w:val="0"/>
        <w:adjustRightInd w:val="0"/>
        <w:jc w:val="center"/>
        <w:rPr>
          <w:color w:val="000000"/>
        </w:rPr>
      </w:pPr>
      <w:r w:rsidRPr="006C433E">
        <w:rPr>
          <w:color w:val="000000"/>
        </w:rPr>
        <w:t>8. Ожидаемые результаты</w:t>
      </w:r>
      <w:r>
        <w:rPr>
          <w:color w:val="000000"/>
        </w:rPr>
        <w:t xml:space="preserve"> </w:t>
      </w:r>
      <w:r w:rsidRPr="006C433E">
        <w:rPr>
          <w:color w:val="000000"/>
        </w:rPr>
        <w:t>реализации подпрограммы</w:t>
      </w:r>
    </w:p>
    <w:p w:rsidR="00D65579" w:rsidRPr="006C433E" w:rsidRDefault="00D65579" w:rsidP="00984A83">
      <w:pPr>
        <w:widowControl w:val="0"/>
        <w:autoSpaceDE w:val="0"/>
        <w:autoSpaceDN w:val="0"/>
        <w:adjustRightInd w:val="0"/>
        <w:rPr>
          <w:color w:val="000000"/>
        </w:rPr>
      </w:pPr>
    </w:p>
    <w:p w:rsidR="00D65579" w:rsidRPr="006C433E" w:rsidRDefault="00D65579" w:rsidP="00065110">
      <w:pPr>
        <w:widowControl w:val="0"/>
        <w:autoSpaceDE w:val="0"/>
        <w:autoSpaceDN w:val="0"/>
        <w:adjustRightInd w:val="0"/>
        <w:ind w:firstLine="708"/>
        <w:rPr>
          <w:color w:val="000000"/>
        </w:rPr>
      </w:pPr>
      <w:r w:rsidRPr="006C433E">
        <w:rPr>
          <w:color w:val="000000"/>
        </w:rPr>
        <w:t>Реализация подпрограммы предполагает достижение следующих результатов:</w:t>
      </w:r>
    </w:p>
    <w:p w:rsidR="00D65579" w:rsidRPr="006C433E" w:rsidRDefault="00D65579" w:rsidP="004E3B4D">
      <w:pPr>
        <w:ind w:firstLine="709"/>
        <w:jc w:val="both"/>
        <w:rPr>
          <w:color w:val="000000"/>
        </w:rPr>
      </w:pPr>
      <w:r w:rsidRPr="006C433E">
        <w:rPr>
          <w:color w:val="000000"/>
        </w:rPr>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65579" w:rsidRPr="006C433E" w:rsidRDefault="00D65579" w:rsidP="004E3B4D">
      <w:pPr>
        <w:ind w:firstLine="709"/>
        <w:jc w:val="both"/>
        <w:rPr>
          <w:color w:val="000000"/>
        </w:rPr>
      </w:pPr>
      <w:r w:rsidRPr="006C433E">
        <w:rPr>
          <w:color w:val="000000"/>
        </w:rPr>
        <w:t>- увеличение</w:t>
      </w:r>
      <w:r>
        <w:rPr>
          <w:color w:val="000000"/>
        </w:rPr>
        <w:t xml:space="preserve"> </w:t>
      </w:r>
      <w:r w:rsidRPr="006C433E">
        <w:rPr>
          <w:color w:val="000000"/>
        </w:rPr>
        <w:t>посещаемости музейных учреждений Тарского муниципального района в расчете на 1 жителя;</w:t>
      </w:r>
    </w:p>
    <w:p w:rsidR="00D65579" w:rsidRPr="006C433E" w:rsidRDefault="00D65579" w:rsidP="004E3B4D">
      <w:pPr>
        <w:widowControl w:val="0"/>
        <w:autoSpaceDE w:val="0"/>
        <w:autoSpaceDN w:val="0"/>
        <w:adjustRightInd w:val="0"/>
        <w:ind w:firstLine="709"/>
        <w:jc w:val="both"/>
        <w:rPr>
          <w:color w:val="000000"/>
        </w:rPr>
      </w:pPr>
      <w:r w:rsidRPr="006C433E">
        <w:rPr>
          <w:color w:val="000000"/>
        </w:rPr>
        <w:t>- увеличение доли населения Тарского района, занимающегося творческой деятельностью на непрофессиональной (любительской) основе;</w:t>
      </w:r>
    </w:p>
    <w:p w:rsidR="00D65579" w:rsidRPr="006C433E" w:rsidRDefault="00D65579" w:rsidP="004E3B4D">
      <w:pPr>
        <w:ind w:firstLine="709"/>
        <w:jc w:val="both"/>
        <w:rPr>
          <w:color w:val="000000"/>
        </w:rPr>
      </w:pPr>
      <w:r w:rsidRPr="006C433E">
        <w:rPr>
          <w:color w:val="000000"/>
        </w:rPr>
        <w:t>- увеличение объема доходов от платных туристских услуг, оказанных населению;</w:t>
      </w:r>
    </w:p>
    <w:p w:rsidR="00D65579" w:rsidRPr="006C433E" w:rsidRDefault="00D65579" w:rsidP="004E3B4D">
      <w:pPr>
        <w:ind w:firstLine="709"/>
        <w:jc w:val="both"/>
        <w:rPr>
          <w:color w:val="000000"/>
        </w:rPr>
      </w:pPr>
      <w:r w:rsidRPr="006C433E">
        <w:rPr>
          <w:color w:val="000000"/>
        </w:rPr>
        <w:t>- увеличение доли руководителей и специалистов учреждений культуры, имеющих профильное образование;</w:t>
      </w:r>
    </w:p>
    <w:p w:rsidR="00D65579" w:rsidRPr="006C433E" w:rsidRDefault="00D65579" w:rsidP="004E3B4D">
      <w:pPr>
        <w:ind w:firstLine="709"/>
        <w:jc w:val="both"/>
        <w:rPr>
          <w:color w:val="000000"/>
        </w:rPr>
      </w:pPr>
      <w:r w:rsidRPr="006C433E">
        <w:rPr>
          <w:color w:val="000000"/>
        </w:rPr>
        <w:t>- увеличение числа посещений общедоступных библиотек Тарского</w:t>
      </w:r>
      <w:r>
        <w:rPr>
          <w:color w:val="000000"/>
        </w:rPr>
        <w:t xml:space="preserve"> </w:t>
      </w:r>
      <w:r w:rsidRPr="006C433E">
        <w:rPr>
          <w:color w:val="000000"/>
        </w:rPr>
        <w:t>муниципального района Омской области на 1000 жителей;</w:t>
      </w:r>
    </w:p>
    <w:p w:rsidR="00D65579" w:rsidRPr="006C433E" w:rsidRDefault="00D65579" w:rsidP="004E3B4D">
      <w:pPr>
        <w:widowControl w:val="0"/>
        <w:autoSpaceDE w:val="0"/>
        <w:autoSpaceDN w:val="0"/>
        <w:adjustRightInd w:val="0"/>
        <w:ind w:firstLine="709"/>
        <w:jc w:val="both"/>
        <w:rPr>
          <w:color w:val="000000"/>
        </w:rPr>
      </w:pPr>
      <w:r w:rsidRPr="006C433E">
        <w:rPr>
          <w:color w:val="000000"/>
        </w:rPr>
        <w:t>- увеличение численности участников культурно-массовых мероприятий, проводимых на территории Тарского района Омской области;</w:t>
      </w:r>
    </w:p>
    <w:p w:rsidR="00D65579" w:rsidRPr="006C433E" w:rsidRDefault="00D65579" w:rsidP="004E3B4D">
      <w:pPr>
        <w:widowControl w:val="0"/>
        <w:autoSpaceDE w:val="0"/>
        <w:autoSpaceDN w:val="0"/>
        <w:adjustRightInd w:val="0"/>
        <w:ind w:firstLine="709"/>
        <w:jc w:val="both"/>
        <w:rPr>
          <w:color w:val="000000"/>
        </w:rPr>
      </w:pPr>
      <w:r w:rsidRPr="006C433E">
        <w:rPr>
          <w:color w:val="000000"/>
        </w:rPr>
        <w:t>- увеличение количества посетителей учреждений культуры Тарского муниципального района;</w:t>
      </w:r>
    </w:p>
    <w:p w:rsidR="00D65579" w:rsidRPr="006C433E" w:rsidRDefault="00D65579" w:rsidP="004E3B4D">
      <w:pPr>
        <w:widowControl w:val="0"/>
        <w:autoSpaceDE w:val="0"/>
        <w:autoSpaceDN w:val="0"/>
        <w:adjustRightInd w:val="0"/>
        <w:ind w:firstLine="709"/>
        <w:jc w:val="both"/>
        <w:rPr>
          <w:color w:val="000000"/>
        </w:rPr>
      </w:pPr>
      <w:r w:rsidRPr="006C433E">
        <w:rPr>
          <w:color w:val="000000"/>
        </w:rPr>
        <w:t>-</w:t>
      </w:r>
      <w:r>
        <w:rPr>
          <w:color w:val="000000"/>
        </w:rPr>
        <w:t xml:space="preserve"> </w:t>
      </w:r>
      <w:r w:rsidRPr="006C433E">
        <w:rPr>
          <w:color w:val="000000"/>
        </w:rPr>
        <w:t>сохранение уровня достижения целевых индикаторов основных мероприятий подпрограммы.</w:t>
      </w:r>
    </w:p>
    <w:p w:rsidR="00D65579" w:rsidRPr="006C433E" w:rsidRDefault="00D65579" w:rsidP="00AA201C">
      <w:pPr>
        <w:widowControl w:val="0"/>
        <w:autoSpaceDE w:val="0"/>
        <w:autoSpaceDN w:val="0"/>
        <w:adjustRightInd w:val="0"/>
        <w:ind w:firstLine="720"/>
        <w:jc w:val="both"/>
        <w:rPr>
          <w:color w:val="000000"/>
        </w:rPr>
      </w:pPr>
      <w:r w:rsidRPr="006C433E">
        <w:rPr>
          <w:color w:val="000000"/>
        </w:rPr>
        <w:t xml:space="preserve">Предполагаемые результаты реализации подпрограммы представлены в </w:t>
      </w:r>
      <w:r>
        <w:rPr>
          <w:color w:val="000000"/>
        </w:rPr>
        <w:t>п</w:t>
      </w:r>
      <w:r w:rsidRPr="006C433E">
        <w:rPr>
          <w:color w:val="000000"/>
        </w:rPr>
        <w:t>риложении № 1 к муниципальной программе.</w:t>
      </w:r>
    </w:p>
    <w:p w:rsidR="00D65579" w:rsidRPr="006C433E" w:rsidRDefault="00D65579" w:rsidP="00CC0BF7">
      <w:pPr>
        <w:pStyle w:val="ListParagraph"/>
        <w:spacing w:line="240" w:lineRule="atLeast"/>
        <w:ind w:left="0"/>
        <w:jc w:val="both"/>
        <w:rPr>
          <w:color w:val="000000"/>
        </w:rPr>
      </w:pPr>
      <w:r>
        <w:rPr>
          <w:color w:val="000000"/>
        </w:rPr>
        <w:t xml:space="preserve"> </w:t>
      </w:r>
    </w:p>
    <w:p w:rsidR="00D65579" w:rsidRPr="006C433E" w:rsidRDefault="00D65579" w:rsidP="006C1BE7">
      <w:pPr>
        <w:widowControl w:val="0"/>
        <w:autoSpaceDE w:val="0"/>
        <w:autoSpaceDN w:val="0"/>
        <w:adjustRightInd w:val="0"/>
        <w:jc w:val="center"/>
        <w:rPr>
          <w:color w:val="000000"/>
        </w:rPr>
      </w:pPr>
      <w:r w:rsidRPr="006C433E">
        <w:rPr>
          <w:color w:val="000000"/>
        </w:rPr>
        <w:t>9. Описание системы управления реализацией подпрограммы</w:t>
      </w:r>
    </w:p>
    <w:p w:rsidR="00D65579" w:rsidRPr="006C433E" w:rsidRDefault="00D65579" w:rsidP="008E06C3">
      <w:pPr>
        <w:widowControl w:val="0"/>
        <w:autoSpaceDE w:val="0"/>
        <w:autoSpaceDN w:val="0"/>
        <w:adjustRightInd w:val="0"/>
        <w:jc w:val="center"/>
        <w:rPr>
          <w:color w:val="000000"/>
        </w:rPr>
      </w:pPr>
    </w:p>
    <w:p w:rsidR="00D65579" w:rsidRPr="006C433E" w:rsidRDefault="00D65579" w:rsidP="00F3005A">
      <w:pPr>
        <w:widowControl w:val="0"/>
        <w:autoSpaceDE w:val="0"/>
        <w:autoSpaceDN w:val="0"/>
        <w:adjustRightInd w:val="0"/>
        <w:ind w:firstLine="720"/>
        <w:jc w:val="both"/>
        <w:rPr>
          <w:color w:val="000000"/>
        </w:rPr>
      </w:pPr>
      <w:r w:rsidRPr="006C433E">
        <w:rPr>
          <w:color w:val="000000"/>
        </w:rPr>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rPr>
          <w:color w:val="000000"/>
        </w:rPr>
        <w:t xml:space="preserve"> </w:t>
      </w:r>
      <w:r w:rsidRPr="006C433E">
        <w:rPr>
          <w:color w:val="000000"/>
        </w:rPr>
        <w:t>подпрограммы по годам.</w:t>
      </w:r>
    </w:p>
    <w:p w:rsidR="00D65579" w:rsidRPr="006C433E" w:rsidRDefault="00D65579" w:rsidP="00F3005A">
      <w:pPr>
        <w:widowControl w:val="0"/>
        <w:autoSpaceDE w:val="0"/>
        <w:autoSpaceDN w:val="0"/>
        <w:adjustRightInd w:val="0"/>
        <w:ind w:firstLine="720"/>
        <w:jc w:val="both"/>
        <w:rPr>
          <w:color w:val="000000"/>
        </w:rPr>
      </w:pPr>
      <w:r w:rsidRPr="006C433E">
        <w:rPr>
          <w:color w:val="000000"/>
        </w:rPr>
        <w:t>Ответственность за реализацию основных мероприятий подпрограммы, мероприятий подпрограммы</w:t>
      </w:r>
      <w:r>
        <w:rPr>
          <w:color w:val="000000"/>
        </w:rPr>
        <w:t xml:space="preserve"> </w:t>
      </w:r>
      <w:r w:rsidRPr="006C433E">
        <w:rPr>
          <w:color w:val="000000"/>
        </w:rPr>
        <w:t>и достижение утвержденных значений целевых индикаторов</w:t>
      </w:r>
      <w:r>
        <w:rPr>
          <w:color w:val="000000"/>
        </w:rPr>
        <w:t xml:space="preserve"> </w:t>
      </w:r>
      <w:r w:rsidRPr="006C433E">
        <w:rPr>
          <w:color w:val="000000"/>
        </w:rPr>
        <w:t>несут исполнители основных мероприятий подпрограммы и мероприятий подпрограммы, указанные в</w:t>
      </w:r>
      <w:r>
        <w:rPr>
          <w:color w:val="000000"/>
        </w:rPr>
        <w:t xml:space="preserve"> </w:t>
      </w:r>
      <w:r w:rsidRPr="006C433E">
        <w:rPr>
          <w:color w:val="000000"/>
        </w:rPr>
        <w:t>соответствующих разделах подпрограммы.</w:t>
      </w:r>
    </w:p>
    <w:p w:rsidR="00D65579" w:rsidRPr="006C433E" w:rsidRDefault="00D65579" w:rsidP="002867B2">
      <w:pPr>
        <w:autoSpaceDE w:val="0"/>
        <w:autoSpaceDN w:val="0"/>
        <w:adjustRightInd w:val="0"/>
        <w:ind w:firstLine="720"/>
        <w:jc w:val="both"/>
        <w:rPr>
          <w:color w:val="000000"/>
        </w:rPr>
      </w:pPr>
      <w:r w:rsidRPr="006C433E">
        <w:rPr>
          <w:color w:val="000000"/>
        </w:rPr>
        <w:t xml:space="preserve">Формирование отчетности о ходе реализации подпрограммы осуществляется в порядке, утвержденном </w:t>
      </w:r>
      <w:r>
        <w:rPr>
          <w:color w:val="000000"/>
        </w:rPr>
        <w:t>п</w:t>
      </w:r>
      <w:r w:rsidRPr="006C433E">
        <w:rPr>
          <w:color w:val="000000"/>
        </w:rPr>
        <w:t>остановлением Администрации Тарского муниципального района от 30.07</w:t>
      </w:r>
      <w:r>
        <w:rPr>
          <w:color w:val="000000"/>
        </w:rPr>
        <w:t>.</w:t>
      </w:r>
      <w:r w:rsidRPr="006C433E">
        <w:rPr>
          <w:color w:val="000000"/>
        </w:rPr>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bookmarkStart w:id="0" w:name="_GoBack"/>
      <w:bookmarkEnd w:id="0"/>
    </w:p>
    <w:sectPr w:rsidR="00D65579" w:rsidRPr="006C433E" w:rsidSect="006C433E">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579" w:rsidRDefault="00D65579">
      <w:r>
        <w:separator/>
      </w:r>
    </w:p>
  </w:endnote>
  <w:endnote w:type="continuationSeparator" w:id="0">
    <w:p w:rsidR="00D65579" w:rsidRDefault="00D655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579" w:rsidRDefault="00D65579">
      <w:r>
        <w:separator/>
      </w:r>
    </w:p>
  </w:footnote>
  <w:footnote w:type="continuationSeparator" w:id="0">
    <w:p w:rsidR="00D65579" w:rsidRDefault="00D655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579" w:rsidRDefault="00D6557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5579" w:rsidRDefault="00D6557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24F"/>
    <w:rsid w:val="0001598B"/>
    <w:rsid w:val="00015B77"/>
    <w:rsid w:val="000160DC"/>
    <w:rsid w:val="000174B9"/>
    <w:rsid w:val="00017707"/>
    <w:rsid w:val="00021FC4"/>
    <w:rsid w:val="000232F8"/>
    <w:rsid w:val="00025B0F"/>
    <w:rsid w:val="0002745A"/>
    <w:rsid w:val="000300FD"/>
    <w:rsid w:val="000306A6"/>
    <w:rsid w:val="00031582"/>
    <w:rsid w:val="00031C81"/>
    <w:rsid w:val="00032492"/>
    <w:rsid w:val="00041285"/>
    <w:rsid w:val="00042713"/>
    <w:rsid w:val="0004360A"/>
    <w:rsid w:val="00043FD2"/>
    <w:rsid w:val="0004431A"/>
    <w:rsid w:val="0004468D"/>
    <w:rsid w:val="000461F7"/>
    <w:rsid w:val="000475D3"/>
    <w:rsid w:val="00047B5F"/>
    <w:rsid w:val="00047FB5"/>
    <w:rsid w:val="00053EC1"/>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E6029"/>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3E7"/>
    <w:rsid w:val="00120E36"/>
    <w:rsid w:val="00121A1B"/>
    <w:rsid w:val="00121DCC"/>
    <w:rsid w:val="00122DEA"/>
    <w:rsid w:val="00122F1C"/>
    <w:rsid w:val="0012429B"/>
    <w:rsid w:val="0012531F"/>
    <w:rsid w:val="001257FD"/>
    <w:rsid w:val="001305F8"/>
    <w:rsid w:val="00131AB8"/>
    <w:rsid w:val="0013303B"/>
    <w:rsid w:val="00133B35"/>
    <w:rsid w:val="00134F85"/>
    <w:rsid w:val="00135150"/>
    <w:rsid w:val="001355F3"/>
    <w:rsid w:val="001358A3"/>
    <w:rsid w:val="00136313"/>
    <w:rsid w:val="00137F17"/>
    <w:rsid w:val="00140B73"/>
    <w:rsid w:val="00141D76"/>
    <w:rsid w:val="001431BB"/>
    <w:rsid w:val="00143C3E"/>
    <w:rsid w:val="001448EB"/>
    <w:rsid w:val="00145FE4"/>
    <w:rsid w:val="00147BDB"/>
    <w:rsid w:val="001534C2"/>
    <w:rsid w:val="001542D6"/>
    <w:rsid w:val="00154C2D"/>
    <w:rsid w:val="00155142"/>
    <w:rsid w:val="001553C4"/>
    <w:rsid w:val="00155E0D"/>
    <w:rsid w:val="001569BD"/>
    <w:rsid w:val="00156AB0"/>
    <w:rsid w:val="001579B4"/>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1BF"/>
    <w:rsid w:val="001826AD"/>
    <w:rsid w:val="00183B63"/>
    <w:rsid w:val="00183B7C"/>
    <w:rsid w:val="00184920"/>
    <w:rsid w:val="00185FCC"/>
    <w:rsid w:val="001869A8"/>
    <w:rsid w:val="001879FA"/>
    <w:rsid w:val="00191522"/>
    <w:rsid w:val="00191C2B"/>
    <w:rsid w:val="00192818"/>
    <w:rsid w:val="0019351B"/>
    <w:rsid w:val="001949DE"/>
    <w:rsid w:val="00195D25"/>
    <w:rsid w:val="00197FF1"/>
    <w:rsid w:val="001A09D0"/>
    <w:rsid w:val="001A140B"/>
    <w:rsid w:val="001A37C8"/>
    <w:rsid w:val="001A4F30"/>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860"/>
    <w:rsid w:val="001D5A41"/>
    <w:rsid w:val="001D65C4"/>
    <w:rsid w:val="001D7A6F"/>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3E7A"/>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25E9"/>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01CA"/>
    <w:rsid w:val="00300D3F"/>
    <w:rsid w:val="003013AF"/>
    <w:rsid w:val="003033C0"/>
    <w:rsid w:val="00303A62"/>
    <w:rsid w:val="00310413"/>
    <w:rsid w:val="003114DD"/>
    <w:rsid w:val="003116E0"/>
    <w:rsid w:val="00313BCA"/>
    <w:rsid w:val="00316104"/>
    <w:rsid w:val="0031718F"/>
    <w:rsid w:val="0031793B"/>
    <w:rsid w:val="00323644"/>
    <w:rsid w:val="003238E7"/>
    <w:rsid w:val="0032496B"/>
    <w:rsid w:val="00324DFA"/>
    <w:rsid w:val="00324E4C"/>
    <w:rsid w:val="003251C0"/>
    <w:rsid w:val="00326BE2"/>
    <w:rsid w:val="003322F4"/>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2354"/>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6AA"/>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223"/>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0ADF"/>
    <w:rsid w:val="004816AC"/>
    <w:rsid w:val="00481856"/>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60E"/>
    <w:rsid w:val="004C2C22"/>
    <w:rsid w:val="004C39D9"/>
    <w:rsid w:val="004C40CD"/>
    <w:rsid w:val="004C44AD"/>
    <w:rsid w:val="004C4A6D"/>
    <w:rsid w:val="004C6755"/>
    <w:rsid w:val="004C6B31"/>
    <w:rsid w:val="004D00B4"/>
    <w:rsid w:val="004D3CA6"/>
    <w:rsid w:val="004D5C9C"/>
    <w:rsid w:val="004D7EB0"/>
    <w:rsid w:val="004E2516"/>
    <w:rsid w:val="004E3510"/>
    <w:rsid w:val="004E3B4D"/>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0E7F"/>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44B6"/>
    <w:rsid w:val="00645AF1"/>
    <w:rsid w:val="0064634E"/>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39ED"/>
    <w:rsid w:val="00684F78"/>
    <w:rsid w:val="0068570B"/>
    <w:rsid w:val="0068572B"/>
    <w:rsid w:val="0068754D"/>
    <w:rsid w:val="00687EA0"/>
    <w:rsid w:val="00691EB5"/>
    <w:rsid w:val="00692DC3"/>
    <w:rsid w:val="00693AF1"/>
    <w:rsid w:val="00694BD8"/>
    <w:rsid w:val="00697A33"/>
    <w:rsid w:val="006A00B5"/>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33E"/>
    <w:rsid w:val="006C4C31"/>
    <w:rsid w:val="006C5179"/>
    <w:rsid w:val="006C5E75"/>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165E7"/>
    <w:rsid w:val="00720835"/>
    <w:rsid w:val="00722569"/>
    <w:rsid w:val="00722B2F"/>
    <w:rsid w:val="00722E54"/>
    <w:rsid w:val="00723BE3"/>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2791"/>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106"/>
    <w:rsid w:val="007927A8"/>
    <w:rsid w:val="00792B06"/>
    <w:rsid w:val="00792BE2"/>
    <w:rsid w:val="00794B30"/>
    <w:rsid w:val="0079556A"/>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2C81"/>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2CB"/>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5529"/>
    <w:rsid w:val="008B6A92"/>
    <w:rsid w:val="008B7733"/>
    <w:rsid w:val="008B78DD"/>
    <w:rsid w:val="008B7FA4"/>
    <w:rsid w:val="008C067A"/>
    <w:rsid w:val="008C0719"/>
    <w:rsid w:val="008C2334"/>
    <w:rsid w:val="008C2AE7"/>
    <w:rsid w:val="008C3B2A"/>
    <w:rsid w:val="008C4F81"/>
    <w:rsid w:val="008C62DF"/>
    <w:rsid w:val="008C6445"/>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20B"/>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2848"/>
    <w:rsid w:val="009341C0"/>
    <w:rsid w:val="00934F78"/>
    <w:rsid w:val="0093644D"/>
    <w:rsid w:val="009365E7"/>
    <w:rsid w:val="009370C0"/>
    <w:rsid w:val="00937213"/>
    <w:rsid w:val="0094047A"/>
    <w:rsid w:val="009433A0"/>
    <w:rsid w:val="0094342F"/>
    <w:rsid w:val="009448FD"/>
    <w:rsid w:val="00945C23"/>
    <w:rsid w:val="00947B6C"/>
    <w:rsid w:val="00952170"/>
    <w:rsid w:val="00952451"/>
    <w:rsid w:val="00952CB7"/>
    <w:rsid w:val="00952DD2"/>
    <w:rsid w:val="00953CAF"/>
    <w:rsid w:val="00954492"/>
    <w:rsid w:val="009603A3"/>
    <w:rsid w:val="009605F1"/>
    <w:rsid w:val="009609F3"/>
    <w:rsid w:val="0096377C"/>
    <w:rsid w:val="00963D9B"/>
    <w:rsid w:val="009643BC"/>
    <w:rsid w:val="009649C9"/>
    <w:rsid w:val="00965792"/>
    <w:rsid w:val="00966102"/>
    <w:rsid w:val="009667A3"/>
    <w:rsid w:val="0096723B"/>
    <w:rsid w:val="00970121"/>
    <w:rsid w:val="00970946"/>
    <w:rsid w:val="00973738"/>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9F7E77"/>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737"/>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67C5"/>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45"/>
    <w:rsid w:val="00AE1BFB"/>
    <w:rsid w:val="00AE2438"/>
    <w:rsid w:val="00AE2863"/>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27517"/>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87F63"/>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E6109"/>
    <w:rsid w:val="00BF04DB"/>
    <w:rsid w:val="00BF0AF2"/>
    <w:rsid w:val="00BF0E67"/>
    <w:rsid w:val="00BF3592"/>
    <w:rsid w:val="00BF4E6E"/>
    <w:rsid w:val="00BF5072"/>
    <w:rsid w:val="00BF545C"/>
    <w:rsid w:val="00BF7497"/>
    <w:rsid w:val="00BF7F8A"/>
    <w:rsid w:val="00C0215B"/>
    <w:rsid w:val="00C02FBA"/>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19A7"/>
    <w:rsid w:val="00C52010"/>
    <w:rsid w:val="00C52562"/>
    <w:rsid w:val="00C531DD"/>
    <w:rsid w:val="00C53FAB"/>
    <w:rsid w:val="00C5472A"/>
    <w:rsid w:val="00C54C2E"/>
    <w:rsid w:val="00C5613D"/>
    <w:rsid w:val="00C56AE0"/>
    <w:rsid w:val="00C60943"/>
    <w:rsid w:val="00C61184"/>
    <w:rsid w:val="00C6219A"/>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58D1"/>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E0A34"/>
    <w:rsid w:val="00CE32E7"/>
    <w:rsid w:val="00CE42A9"/>
    <w:rsid w:val="00CE5C28"/>
    <w:rsid w:val="00CE5FDA"/>
    <w:rsid w:val="00CE7D2F"/>
    <w:rsid w:val="00CF2FB8"/>
    <w:rsid w:val="00CF38B6"/>
    <w:rsid w:val="00CF39E1"/>
    <w:rsid w:val="00CF5A11"/>
    <w:rsid w:val="00CF7953"/>
    <w:rsid w:val="00D02C8F"/>
    <w:rsid w:val="00D04C77"/>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460E6"/>
    <w:rsid w:val="00D51C68"/>
    <w:rsid w:val="00D5306E"/>
    <w:rsid w:val="00D5338D"/>
    <w:rsid w:val="00D53416"/>
    <w:rsid w:val="00D53C41"/>
    <w:rsid w:val="00D578BA"/>
    <w:rsid w:val="00D57B5D"/>
    <w:rsid w:val="00D57FF5"/>
    <w:rsid w:val="00D601A7"/>
    <w:rsid w:val="00D604CF"/>
    <w:rsid w:val="00D61ECA"/>
    <w:rsid w:val="00D6290B"/>
    <w:rsid w:val="00D64DC5"/>
    <w:rsid w:val="00D65579"/>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043"/>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425"/>
    <w:rsid w:val="00E81E7D"/>
    <w:rsid w:val="00E8325D"/>
    <w:rsid w:val="00E8389C"/>
    <w:rsid w:val="00E83F62"/>
    <w:rsid w:val="00E856F0"/>
    <w:rsid w:val="00E8621C"/>
    <w:rsid w:val="00E87EA8"/>
    <w:rsid w:val="00E91124"/>
    <w:rsid w:val="00E91AC1"/>
    <w:rsid w:val="00E92B8E"/>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675D2"/>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120"/>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3E7DE8"/>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3E7DE8"/>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3E7DE8"/>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43649402">
      <w:marLeft w:val="0"/>
      <w:marRight w:val="0"/>
      <w:marTop w:val="0"/>
      <w:marBottom w:val="0"/>
      <w:divBdr>
        <w:top w:val="none" w:sz="0" w:space="0" w:color="auto"/>
        <w:left w:val="none" w:sz="0" w:space="0" w:color="auto"/>
        <w:bottom w:val="none" w:sz="0" w:space="0" w:color="auto"/>
        <w:right w:val="none" w:sz="0" w:space="0" w:color="auto"/>
      </w:divBdr>
    </w:div>
    <w:div w:id="43649403">
      <w:marLeft w:val="0"/>
      <w:marRight w:val="0"/>
      <w:marTop w:val="0"/>
      <w:marBottom w:val="0"/>
      <w:divBdr>
        <w:top w:val="none" w:sz="0" w:space="0" w:color="auto"/>
        <w:left w:val="none" w:sz="0" w:space="0" w:color="auto"/>
        <w:bottom w:val="none" w:sz="0" w:space="0" w:color="auto"/>
        <w:right w:val="none" w:sz="0" w:space="0" w:color="auto"/>
      </w:divBdr>
    </w:div>
    <w:div w:id="43649404">
      <w:marLeft w:val="0"/>
      <w:marRight w:val="0"/>
      <w:marTop w:val="0"/>
      <w:marBottom w:val="0"/>
      <w:divBdr>
        <w:top w:val="none" w:sz="0" w:space="0" w:color="auto"/>
        <w:left w:val="none" w:sz="0" w:space="0" w:color="auto"/>
        <w:bottom w:val="none" w:sz="0" w:space="0" w:color="auto"/>
        <w:right w:val="none" w:sz="0" w:space="0" w:color="auto"/>
      </w:divBdr>
    </w:div>
    <w:div w:id="43649405">
      <w:marLeft w:val="0"/>
      <w:marRight w:val="0"/>
      <w:marTop w:val="0"/>
      <w:marBottom w:val="0"/>
      <w:divBdr>
        <w:top w:val="none" w:sz="0" w:space="0" w:color="auto"/>
        <w:left w:val="none" w:sz="0" w:space="0" w:color="auto"/>
        <w:bottom w:val="none" w:sz="0" w:space="0" w:color="auto"/>
        <w:right w:val="none" w:sz="0" w:space="0" w:color="auto"/>
      </w:divBdr>
    </w:div>
    <w:div w:id="43649406">
      <w:marLeft w:val="0"/>
      <w:marRight w:val="0"/>
      <w:marTop w:val="0"/>
      <w:marBottom w:val="0"/>
      <w:divBdr>
        <w:top w:val="none" w:sz="0" w:space="0" w:color="auto"/>
        <w:left w:val="none" w:sz="0" w:space="0" w:color="auto"/>
        <w:bottom w:val="none" w:sz="0" w:space="0" w:color="auto"/>
        <w:right w:val="none" w:sz="0" w:space="0" w:color="auto"/>
      </w:divBdr>
    </w:div>
    <w:div w:id="43649407">
      <w:marLeft w:val="0"/>
      <w:marRight w:val="0"/>
      <w:marTop w:val="0"/>
      <w:marBottom w:val="0"/>
      <w:divBdr>
        <w:top w:val="none" w:sz="0" w:space="0" w:color="auto"/>
        <w:left w:val="none" w:sz="0" w:space="0" w:color="auto"/>
        <w:bottom w:val="none" w:sz="0" w:space="0" w:color="auto"/>
        <w:right w:val="none" w:sz="0" w:space="0" w:color="auto"/>
      </w:divBdr>
    </w:div>
    <w:div w:id="43649408">
      <w:marLeft w:val="0"/>
      <w:marRight w:val="0"/>
      <w:marTop w:val="0"/>
      <w:marBottom w:val="0"/>
      <w:divBdr>
        <w:top w:val="none" w:sz="0" w:space="0" w:color="auto"/>
        <w:left w:val="none" w:sz="0" w:space="0" w:color="auto"/>
        <w:bottom w:val="none" w:sz="0" w:space="0" w:color="auto"/>
        <w:right w:val="none" w:sz="0" w:space="0" w:color="auto"/>
      </w:divBdr>
    </w:div>
    <w:div w:id="43649409">
      <w:marLeft w:val="0"/>
      <w:marRight w:val="0"/>
      <w:marTop w:val="0"/>
      <w:marBottom w:val="0"/>
      <w:divBdr>
        <w:top w:val="none" w:sz="0" w:space="0" w:color="auto"/>
        <w:left w:val="none" w:sz="0" w:space="0" w:color="auto"/>
        <w:bottom w:val="none" w:sz="0" w:space="0" w:color="auto"/>
        <w:right w:val="none" w:sz="0" w:space="0" w:color="auto"/>
      </w:divBdr>
    </w:div>
    <w:div w:id="43649410">
      <w:marLeft w:val="0"/>
      <w:marRight w:val="0"/>
      <w:marTop w:val="0"/>
      <w:marBottom w:val="0"/>
      <w:divBdr>
        <w:top w:val="none" w:sz="0" w:space="0" w:color="auto"/>
        <w:left w:val="none" w:sz="0" w:space="0" w:color="auto"/>
        <w:bottom w:val="none" w:sz="0" w:space="0" w:color="auto"/>
        <w:right w:val="none" w:sz="0" w:space="0" w:color="auto"/>
      </w:divBdr>
    </w:div>
    <w:div w:id="43649411">
      <w:marLeft w:val="0"/>
      <w:marRight w:val="0"/>
      <w:marTop w:val="0"/>
      <w:marBottom w:val="0"/>
      <w:divBdr>
        <w:top w:val="none" w:sz="0" w:space="0" w:color="auto"/>
        <w:left w:val="none" w:sz="0" w:space="0" w:color="auto"/>
        <w:bottom w:val="none" w:sz="0" w:space="0" w:color="auto"/>
        <w:right w:val="none" w:sz="0" w:space="0" w:color="auto"/>
      </w:divBdr>
    </w:div>
    <w:div w:id="43649412">
      <w:marLeft w:val="0"/>
      <w:marRight w:val="0"/>
      <w:marTop w:val="0"/>
      <w:marBottom w:val="0"/>
      <w:divBdr>
        <w:top w:val="none" w:sz="0" w:space="0" w:color="auto"/>
        <w:left w:val="none" w:sz="0" w:space="0" w:color="auto"/>
        <w:bottom w:val="none" w:sz="0" w:space="0" w:color="auto"/>
        <w:right w:val="none" w:sz="0" w:space="0" w:color="auto"/>
      </w:divBdr>
    </w:div>
    <w:div w:id="43649413">
      <w:marLeft w:val="0"/>
      <w:marRight w:val="0"/>
      <w:marTop w:val="0"/>
      <w:marBottom w:val="0"/>
      <w:divBdr>
        <w:top w:val="none" w:sz="0" w:space="0" w:color="auto"/>
        <w:left w:val="none" w:sz="0" w:space="0" w:color="auto"/>
        <w:bottom w:val="none" w:sz="0" w:space="0" w:color="auto"/>
        <w:right w:val="none" w:sz="0" w:space="0" w:color="auto"/>
      </w:divBdr>
    </w:div>
    <w:div w:id="43649414">
      <w:marLeft w:val="0"/>
      <w:marRight w:val="0"/>
      <w:marTop w:val="0"/>
      <w:marBottom w:val="0"/>
      <w:divBdr>
        <w:top w:val="none" w:sz="0" w:space="0" w:color="auto"/>
        <w:left w:val="none" w:sz="0" w:space="0" w:color="auto"/>
        <w:bottom w:val="none" w:sz="0" w:space="0" w:color="auto"/>
        <w:right w:val="none" w:sz="0" w:space="0" w:color="auto"/>
      </w:divBdr>
    </w:div>
    <w:div w:id="43649415">
      <w:marLeft w:val="0"/>
      <w:marRight w:val="0"/>
      <w:marTop w:val="0"/>
      <w:marBottom w:val="0"/>
      <w:divBdr>
        <w:top w:val="none" w:sz="0" w:space="0" w:color="auto"/>
        <w:left w:val="none" w:sz="0" w:space="0" w:color="auto"/>
        <w:bottom w:val="none" w:sz="0" w:space="0" w:color="auto"/>
        <w:right w:val="none" w:sz="0" w:space="0" w:color="auto"/>
      </w:divBdr>
    </w:div>
    <w:div w:id="43649416">
      <w:marLeft w:val="0"/>
      <w:marRight w:val="0"/>
      <w:marTop w:val="0"/>
      <w:marBottom w:val="0"/>
      <w:divBdr>
        <w:top w:val="none" w:sz="0" w:space="0" w:color="auto"/>
        <w:left w:val="none" w:sz="0" w:space="0" w:color="auto"/>
        <w:bottom w:val="none" w:sz="0" w:space="0" w:color="auto"/>
        <w:right w:val="none" w:sz="0" w:space="0" w:color="auto"/>
      </w:divBdr>
    </w:div>
    <w:div w:id="43649417">
      <w:marLeft w:val="0"/>
      <w:marRight w:val="0"/>
      <w:marTop w:val="0"/>
      <w:marBottom w:val="0"/>
      <w:divBdr>
        <w:top w:val="none" w:sz="0" w:space="0" w:color="auto"/>
        <w:left w:val="none" w:sz="0" w:space="0" w:color="auto"/>
        <w:bottom w:val="none" w:sz="0" w:space="0" w:color="auto"/>
        <w:right w:val="none" w:sz="0" w:space="0" w:color="auto"/>
      </w:divBdr>
    </w:div>
    <w:div w:id="43649418">
      <w:marLeft w:val="0"/>
      <w:marRight w:val="0"/>
      <w:marTop w:val="0"/>
      <w:marBottom w:val="0"/>
      <w:divBdr>
        <w:top w:val="none" w:sz="0" w:space="0" w:color="auto"/>
        <w:left w:val="none" w:sz="0" w:space="0" w:color="auto"/>
        <w:bottom w:val="none" w:sz="0" w:space="0" w:color="auto"/>
        <w:right w:val="none" w:sz="0" w:space="0" w:color="auto"/>
      </w:divBdr>
    </w:div>
    <w:div w:id="43649419">
      <w:marLeft w:val="0"/>
      <w:marRight w:val="0"/>
      <w:marTop w:val="0"/>
      <w:marBottom w:val="0"/>
      <w:divBdr>
        <w:top w:val="none" w:sz="0" w:space="0" w:color="auto"/>
        <w:left w:val="none" w:sz="0" w:space="0" w:color="auto"/>
        <w:bottom w:val="none" w:sz="0" w:space="0" w:color="auto"/>
        <w:right w:val="none" w:sz="0" w:space="0" w:color="auto"/>
      </w:divBdr>
    </w:div>
    <w:div w:id="43649420">
      <w:marLeft w:val="0"/>
      <w:marRight w:val="0"/>
      <w:marTop w:val="0"/>
      <w:marBottom w:val="0"/>
      <w:divBdr>
        <w:top w:val="none" w:sz="0" w:space="0" w:color="auto"/>
        <w:left w:val="none" w:sz="0" w:space="0" w:color="auto"/>
        <w:bottom w:val="none" w:sz="0" w:space="0" w:color="auto"/>
        <w:right w:val="none" w:sz="0" w:space="0" w:color="auto"/>
      </w:divBdr>
    </w:div>
    <w:div w:id="43649421">
      <w:marLeft w:val="0"/>
      <w:marRight w:val="0"/>
      <w:marTop w:val="0"/>
      <w:marBottom w:val="0"/>
      <w:divBdr>
        <w:top w:val="none" w:sz="0" w:space="0" w:color="auto"/>
        <w:left w:val="none" w:sz="0" w:space="0" w:color="auto"/>
        <w:bottom w:val="none" w:sz="0" w:space="0" w:color="auto"/>
        <w:right w:val="none" w:sz="0" w:space="0" w:color="auto"/>
      </w:divBdr>
    </w:div>
    <w:div w:id="43649422">
      <w:marLeft w:val="0"/>
      <w:marRight w:val="0"/>
      <w:marTop w:val="0"/>
      <w:marBottom w:val="0"/>
      <w:divBdr>
        <w:top w:val="none" w:sz="0" w:space="0" w:color="auto"/>
        <w:left w:val="none" w:sz="0" w:space="0" w:color="auto"/>
        <w:bottom w:val="none" w:sz="0" w:space="0" w:color="auto"/>
        <w:right w:val="none" w:sz="0" w:space="0" w:color="auto"/>
      </w:divBdr>
    </w:div>
    <w:div w:id="43649423">
      <w:marLeft w:val="0"/>
      <w:marRight w:val="0"/>
      <w:marTop w:val="0"/>
      <w:marBottom w:val="0"/>
      <w:divBdr>
        <w:top w:val="none" w:sz="0" w:space="0" w:color="auto"/>
        <w:left w:val="none" w:sz="0" w:space="0" w:color="auto"/>
        <w:bottom w:val="none" w:sz="0" w:space="0" w:color="auto"/>
        <w:right w:val="none" w:sz="0" w:space="0" w:color="auto"/>
      </w:divBdr>
    </w:div>
    <w:div w:id="43649424">
      <w:marLeft w:val="0"/>
      <w:marRight w:val="0"/>
      <w:marTop w:val="0"/>
      <w:marBottom w:val="0"/>
      <w:divBdr>
        <w:top w:val="none" w:sz="0" w:space="0" w:color="auto"/>
        <w:left w:val="none" w:sz="0" w:space="0" w:color="auto"/>
        <w:bottom w:val="none" w:sz="0" w:space="0" w:color="auto"/>
        <w:right w:val="none" w:sz="0" w:space="0" w:color="auto"/>
      </w:divBdr>
    </w:div>
    <w:div w:id="43649425">
      <w:marLeft w:val="0"/>
      <w:marRight w:val="0"/>
      <w:marTop w:val="0"/>
      <w:marBottom w:val="0"/>
      <w:divBdr>
        <w:top w:val="none" w:sz="0" w:space="0" w:color="auto"/>
        <w:left w:val="none" w:sz="0" w:space="0" w:color="auto"/>
        <w:bottom w:val="none" w:sz="0" w:space="0" w:color="auto"/>
        <w:right w:val="none" w:sz="0" w:space="0" w:color="auto"/>
      </w:divBdr>
    </w:div>
    <w:div w:id="43649426">
      <w:marLeft w:val="0"/>
      <w:marRight w:val="0"/>
      <w:marTop w:val="0"/>
      <w:marBottom w:val="0"/>
      <w:divBdr>
        <w:top w:val="none" w:sz="0" w:space="0" w:color="auto"/>
        <w:left w:val="none" w:sz="0" w:space="0" w:color="auto"/>
        <w:bottom w:val="none" w:sz="0" w:space="0" w:color="auto"/>
        <w:right w:val="none" w:sz="0" w:space="0" w:color="auto"/>
      </w:divBdr>
    </w:div>
    <w:div w:id="43649427">
      <w:marLeft w:val="0"/>
      <w:marRight w:val="0"/>
      <w:marTop w:val="0"/>
      <w:marBottom w:val="0"/>
      <w:divBdr>
        <w:top w:val="none" w:sz="0" w:space="0" w:color="auto"/>
        <w:left w:val="none" w:sz="0" w:space="0" w:color="auto"/>
        <w:bottom w:val="none" w:sz="0" w:space="0" w:color="auto"/>
        <w:right w:val="none" w:sz="0" w:space="0" w:color="auto"/>
      </w:divBdr>
    </w:div>
    <w:div w:id="43649428">
      <w:marLeft w:val="0"/>
      <w:marRight w:val="0"/>
      <w:marTop w:val="0"/>
      <w:marBottom w:val="0"/>
      <w:divBdr>
        <w:top w:val="none" w:sz="0" w:space="0" w:color="auto"/>
        <w:left w:val="none" w:sz="0" w:space="0" w:color="auto"/>
        <w:bottom w:val="none" w:sz="0" w:space="0" w:color="auto"/>
        <w:right w:val="none" w:sz="0" w:space="0" w:color="auto"/>
      </w:divBdr>
    </w:div>
    <w:div w:id="43649429">
      <w:marLeft w:val="0"/>
      <w:marRight w:val="0"/>
      <w:marTop w:val="0"/>
      <w:marBottom w:val="0"/>
      <w:divBdr>
        <w:top w:val="none" w:sz="0" w:space="0" w:color="auto"/>
        <w:left w:val="none" w:sz="0" w:space="0" w:color="auto"/>
        <w:bottom w:val="none" w:sz="0" w:space="0" w:color="auto"/>
        <w:right w:val="none" w:sz="0" w:space="0" w:color="auto"/>
      </w:divBdr>
    </w:div>
    <w:div w:id="43649430">
      <w:marLeft w:val="0"/>
      <w:marRight w:val="0"/>
      <w:marTop w:val="0"/>
      <w:marBottom w:val="0"/>
      <w:divBdr>
        <w:top w:val="none" w:sz="0" w:space="0" w:color="auto"/>
        <w:left w:val="none" w:sz="0" w:space="0" w:color="auto"/>
        <w:bottom w:val="none" w:sz="0" w:space="0" w:color="auto"/>
        <w:right w:val="none" w:sz="0" w:space="0" w:color="auto"/>
      </w:divBdr>
    </w:div>
    <w:div w:id="43649431">
      <w:marLeft w:val="0"/>
      <w:marRight w:val="0"/>
      <w:marTop w:val="0"/>
      <w:marBottom w:val="0"/>
      <w:divBdr>
        <w:top w:val="none" w:sz="0" w:space="0" w:color="auto"/>
        <w:left w:val="none" w:sz="0" w:space="0" w:color="auto"/>
        <w:bottom w:val="none" w:sz="0" w:space="0" w:color="auto"/>
        <w:right w:val="none" w:sz="0" w:space="0" w:color="auto"/>
      </w:divBdr>
    </w:div>
    <w:div w:id="43649432">
      <w:marLeft w:val="0"/>
      <w:marRight w:val="0"/>
      <w:marTop w:val="0"/>
      <w:marBottom w:val="0"/>
      <w:divBdr>
        <w:top w:val="none" w:sz="0" w:space="0" w:color="auto"/>
        <w:left w:val="none" w:sz="0" w:space="0" w:color="auto"/>
        <w:bottom w:val="none" w:sz="0" w:space="0" w:color="auto"/>
        <w:right w:val="none" w:sz="0" w:space="0" w:color="auto"/>
      </w:divBdr>
    </w:div>
    <w:div w:id="43649433">
      <w:marLeft w:val="0"/>
      <w:marRight w:val="0"/>
      <w:marTop w:val="0"/>
      <w:marBottom w:val="0"/>
      <w:divBdr>
        <w:top w:val="none" w:sz="0" w:space="0" w:color="auto"/>
        <w:left w:val="none" w:sz="0" w:space="0" w:color="auto"/>
        <w:bottom w:val="none" w:sz="0" w:space="0" w:color="auto"/>
        <w:right w:val="none" w:sz="0" w:space="0" w:color="auto"/>
      </w:divBdr>
    </w:div>
    <w:div w:id="43649434">
      <w:marLeft w:val="0"/>
      <w:marRight w:val="0"/>
      <w:marTop w:val="0"/>
      <w:marBottom w:val="0"/>
      <w:divBdr>
        <w:top w:val="none" w:sz="0" w:space="0" w:color="auto"/>
        <w:left w:val="none" w:sz="0" w:space="0" w:color="auto"/>
        <w:bottom w:val="none" w:sz="0" w:space="0" w:color="auto"/>
        <w:right w:val="none" w:sz="0" w:space="0" w:color="auto"/>
      </w:divBdr>
    </w:div>
    <w:div w:id="43649435">
      <w:marLeft w:val="0"/>
      <w:marRight w:val="0"/>
      <w:marTop w:val="0"/>
      <w:marBottom w:val="0"/>
      <w:divBdr>
        <w:top w:val="none" w:sz="0" w:space="0" w:color="auto"/>
        <w:left w:val="none" w:sz="0" w:space="0" w:color="auto"/>
        <w:bottom w:val="none" w:sz="0" w:space="0" w:color="auto"/>
        <w:right w:val="none" w:sz="0" w:space="0" w:color="auto"/>
      </w:divBdr>
    </w:div>
    <w:div w:id="43649436">
      <w:marLeft w:val="0"/>
      <w:marRight w:val="0"/>
      <w:marTop w:val="0"/>
      <w:marBottom w:val="0"/>
      <w:divBdr>
        <w:top w:val="none" w:sz="0" w:space="0" w:color="auto"/>
        <w:left w:val="none" w:sz="0" w:space="0" w:color="auto"/>
        <w:bottom w:val="none" w:sz="0" w:space="0" w:color="auto"/>
        <w:right w:val="none" w:sz="0" w:space="0" w:color="auto"/>
      </w:divBdr>
    </w:div>
    <w:div w:id="43649437">
      <w:marLeft w:val="0"/>
      <w:marRight w:val="0"/>
      <w:marTop w:val="0"/>
      <w:marBottom w:val="0"/>
      <w:divBdr>
        <w:top w:val="none" w:sz="0" w:space="0" w:color="auto"/>
        <w:left w:val="none" w:sz="0" w:space="0" w:color="auto"/>
        <w:bottom w:val="none" w:sz="0" w:space="0" w:color="auto"/>
        <w:right w:val="none" w:sz="0" w:space="0" w:color="auto"/>
      </w:divBdr>
    </w:div>
    <w:div w:id="43649438">
      <w:marLeft w:val="0"/>
      <w:marRight w:val="0"/>
      <w:marTop w:val="0"/>
      <w:marBottom w:val="0"/>
      <w:divBdr>
        <w:top w:val="none" w:sz="0" w:space="0" w:color="auto"/>
        <w:left w:val="none" w:sz="0" w:space="0" w:color="auto"/>
        <w:bottom w:val="none" w:sz="0" w:space="0" w:color="auto"/>
        <w:right w:val="none" w:sz="0" w:space="0" w:color="auto"/>
      </w:divBdr>
    </w:div>
    <w:div w:id="43649439">
      <w:marLeft w:val="0"/>
      <w:marRight w:val="0"/>
      <w:marTop w:val="0"/>
      <w:marBottom w:val="0"/>
      <w:divBdr>
        <w:top w:val="none" w:sz="0" w:space="0" w:color="auto"/>
        <w:left w:val="none" w:sz="0" w:space="0" w:color="auto"/>
        <w:bottom w:val="none" w:sz="0" w:space="0" w:color="auto"/>
        <w:right w:val="none" w:sz="0" w:space="0" w:color="auto"/>
      </w:divBdr>
    </w:div>
    <w:div w:id="43649440">
      <w:marLeft w:val="0"/>
      <w:marRight w:val="0"/>
      <w:marTop w:val="0"/>
      <w:marBottom w:val="0"/>
      <w:divBdr>
        <w:top w:val="none" w:sz="0" w:space="0" w:color="auto"/>
        <w:left w:val="none" w:sz="0" w:space="0" w:color="auto"/>
        <w:bottom w:val="none" w:sz="0" w:space="0" w:color="auto"/>
        <w:right w:val="none" w:sz="0" w:space="0" w:color="auto"/>
      </w:divBdr>
    </w:div>
    <w:div w:id="43649441">
      <w:marLeft w:val="0"/>
      <w:marRight w:val="0"/>
      <w:marTop w:val="0"/>
      <w:marBottom w:val="0"/>
      <w:divBdr>
        <w:top w:val="none" w:sz="0" w:space="0" w:color="auto"/>
        <w:left w:val="none" w:sz="0" w:space="0" w:color="auto"/>
        <w:bottom w:val="none" w:sz="0" w:space="0" w:color="auto"/>
        <w:right w:val="none" w:sz="0" w:space="0" w:color="auto"/>
      </w:divBdr>
    </w:div>
    <w:div w:id="43649442">
      <w:marLeft w:val="0"/>
      <w:marRight w:val="0"/>
      <w:marTop w:val="0"/>
      <w:marBottom w:val="0"/>
      <w:divBdr>
        <w:top w:val="none" w:sz="0" w:space="0" w:color="auto"/>
        <w:left w:val="none" w:sz="0" w:space="0" w:color="auto"/>
        <w:bottom w:val="none" w:sz="0" w:space="0" w:color="auto"/>
        <w:right w:val="none" w:sz="0" w:space="0" w:color="auto"/>
      </w:divBdr>
    </w:div>
    <w:div w:id="43649443">
      <w:marLeft w:val="0"/>
      <w:marRight w:val="0"/>
      <w:marTop w:val="0"/>
      <w:marBottom w:val="0"/>
      <w:divBdr>
        <w:top w:val="none" w:sz="0" w:space="0" w:color="auto"/>
        <w:left w:val="none" w:sz="0" w:space="0" w:color="auto"/>
        <w:bottom w:val="none" w:sz="0" w:space="0" w:color="auto"/>
        <w:right w:val="none" w:sz="0" w:space="0" w:color="auto"/>
      </w:divBdr>
    </w:div>
    <w:div w:id="43649444">
      <w:marLeft w:val="0"/>
      <w:marRight w:val="0"/>
      <w:marTop w:val="0"/>
      <w:marBottom w:val="0"/>
      <w:divBdr>
        <w:top w:val="none" w:sz="0" w:space="0" w:color="auto"/>
        <w:left w:val="none" w:sz="0" w:space="0" w:color="auto"/>
        <w:bottom w:val="none" w:sz="0" w:space="0" w:color="auto"/>
        <w:right w:val="none" w:sz="0" w:space="0" w:color="auto"/>
      </w:divBdr>
    </w:div>
    <w:div w:id="43649445">
      <w:marLeft w:val="0"/>
      <w:marRight w:val="0"/>
      <w:marTop w:val="0"/>
      <w:marBottom w:val="0"/>
      <w:divBdr>
        <w:top w:val="none" w:sz="0" w:space="0" w:color="auto"/>
        <w:left w:val="none" w:sz="0" w:space="0" w:color="auto"/>
        <w:bottom w:val="none" w:sz="0" w:space="0" w:color="auto"/>
        <w:right w:val="none" w:sz="0" w:space="0" w:color="auto"/>
      </w:divBdr>
    </w:div>
    <w:div w:id="43649446">
      <w:marLeft w:val="0"/>
      <w:marRight w:val="0"/>
      <w:marTop w:val="0"/>
      <w:marBottom w:val="0"/>
      <w:divBdr>
        <w:top w:val="none" w:sz="0" w:space="0" w:color="auto"/>
        <w:left w:val="none" w:sz="0" w:space="0" w:color="auto"/>
        <w:bottom w:val="none" w:sz="0" w:space="0" w:color="auto"/>
        <w:right w:val="none" w:sz="0" w:space="0" w:color="auto"/>
      </w:divBdr>
    </w:div>
    <w:div w:id="43649447">
      <w:marLeft w:val="0"/>
      <w:marRight w:val="0"/>
      <w:marTop w:val="0"/>
      <w:marBottom w:val="0"/>
      <w:divBdr>
        <w:top w:val="none" w:sz="0" w:space="0" w:color="auto"/>
        <w:left w:val="none" w:sz="0" w:space="0" w:color="auto"/>
        <w:bottom w:val="none" w:sz="0" w:space="0" w:color="auto"/>
        <w:right w:val="none" w:sz="0" w:space="0" w:color="auto"/>
      </w:divBdr>
    </w:div>
    <w:div w:id="43649448">
      <w:marLeft w:val="0"/>
      <w:marRight w:val="0"/>
      <w:marTop w:val="0"/>
      <w:marBottom w:val="0"/>
      <w:divBdr>
        <w:top w:val="none" w:sz="0" w:space="0" w:color="auto"/>
        <w:left w:val="none" w:sz="0" w:space="0" w:color="auto"/>
        <w:bottom w:val="none" w:sz="0" w:space="0" w:color="auto"/>
        <w:right w:val="none" w:sz="0" w:space="0" w:color="auto"/>
      </w:divBdr>
    </w:div>
    <w:div w:id="43649449">
      <w:marLeft w:val="0"/>
      <w:marRight w:val="0"/>
      <w:marTop w:val="0"/>
      <w:marBottom w:val="0"/>
      <w:divBdr>
        <w:top w:val="none" w:sz="0" w:space="0" w:color="auto"/>
        <w:left w:val="none" w:sz="0" w:space="0" w:color="auto"/>
        <w:bottom w:val="none" w:sz="0" w:space="0" w:color="auto"/>
        <w:right w:val="none" w:sz="0" w:space="0" w:color="auto"/>
      </w:divBdr>
    </w:div>
    <w:div w:id="43649450">
      <w:marLeft w:val="0"/>
      <w:marRight w:val="0"/>
      <w:marTop w:val="0"/>
      <w:marBottom w:val="0"/>
      <w:divBdr>
        <w:top w:val="none" w:sz="0" w:space="0" w:color="auto"/>
        <w:left w:val="none" w:sz="0" w:space="0" w:color="auto"/>
        <w:bottom w:val="none" w:sz="0" w:space="0" w:color="auto"/>
        <w:right w:val="none" w:sz="0" w:space="0" w:color="auto"/>
      </w:divBdr>
    </w:div>
    <w:div w:id="43649451">
      <w:marLeft w:val="0"/>
      <w:marRight w:val="0"/>
      <w:marTop w:val="0"/>
      <w:marBottom w:val="0"/>
      <w:divBdr>
        <w:top w:val="none" w:sz="0" w:space="0" w:color="auto"/>
        <w:left w:val="none" w:sz="0" w:space="0" w:color="auto"/>
        <w:bottom w:val="none" w:sz="0" w:space="0" w:color="auto"/>
        <w:right w:val="none" w:sz="0" w:space="0" w:color="auto"/>
      </w:divBdr>
    </w:div>
    <w:div w:id="43649452">
      <w:marLeft w:val="0"/>
      <w:marRight w:val="0"/>
      <w:marTop w:val="0"/>
      <w:marBottom w:val="0"/>
      <w:divBdr>
        <w:top w:val="none" w:sz="0" w:space="0" w:color="auto"/>
        <w:left w:val="none" w:sz="0" w:space="0" w:color="auto"/>
        <w:bottom w:val="none" w:sz="0" w:space="0" w:color="auto"/>
        <w:right w:val="none" w:sz="0" w:space="0" w:color="auto"/>
      </w:divBdr>
    </w:div>
    <w:div w:id="43649453">
      <w:marLeft w:val="0"/>
      <w:marRight w:val="0"/>
      <w:marTop w:val="0"/>
      <w:marBottom w:val="0"/>
      <w:divBdr>
        <w:top w:val="none" w:sz="0" w:space="0" w:color="auto"/>
        <w:left w:val="none" w:sz="0" w:space="0" w:color="auto"/>
        <w:bottom w:val="none" w:sz="0" w:space="0" w:color="auto"/>
        <w:right w:val="none" w:sz="0" w:space="0" w:color="auto"/>
      </w:divBdr>
    </w:div>
    <w:div w:id="43649454">
      <w:marLeft w:val="0"/>
      <w:marRight w:val="0"/>
      <w:marTop w:val="0"/>
      <w:marBottom w:val="0"/>
      <w:divBdr>
        <w:top w:val="none" w:sz="0" w:space="0" w:color="auto"/>
        <w:left w:val="none" w:sz="0" w:space="0" w:color="auto"/>
        <w:bottom w:val="none" w:sz="0" w:space="0" w:color="auto"/>
        <w:right w:val="none" w:sz="0" w:space="0" w:color="auto"/>
      </w:divBdr>
    </w:div>
    <w:div w:id="43649455">
      <w:marLeft w:val="0"/>
      <w:marRight w:val="0"/>
      <w:marTop w:val="0"/>
      <w:marBottom w:val="0"/>
      <w:divBdr>
        <w:top w:val="none" w:sz="0" w:space="0" w:color="auto"/>
        <w:left w:val="none" w:sz="0" w:space="0" w:color="auto"/>
        <w:bottom w:val="none" w:sz="0" w:space="0" w:color="auto"/>
        <w:right w:val="none" w:sz="0" w:space="0" w:color="auto"/>
      </w:divBdr>
    </w:div>
    <w:div w:id="43649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17</Pages>
  <Words>7155</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22</cp:revision>
  <cp:lastPrinted>2024-12-16T11:17:00Z</cp:lastPrinted>
  <dcterms:created xsi:type="dcterms:W3CDTF">2024-01-19T06:46:00Z</dcterms:created>
  <dcterms:modified xsi:type="dcterms:W3CDTF">2024-12-16T11:17:00Z</dcterms:modified>
</cp:coreProperties>
</file>