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F61" w:rsidRPr="00FA0901" w:rsidRDefault="002F4F61" w:rsidP="003A5969">
      <w:pPr>
        <w:spacing w:line="240" w:lineRule="auto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5.3pt;margin-top:-22.95pt;width:201.75pt;height:100.5pt;z-index:251658240" filled="f" stroked="f">
            <v:textbox>
              <w:txbxContent>
                <w:p w:rsidR="002F4F61" w:rsidRPr="001B1AFA" w:rsidRDefault="002F4F61" w:rsidP="00D47023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Pr="00FA090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r w:rsidRPr="00FA0901">
        <w:rPr>
          <w:rFonts w:ascii="Times New Roman" w:hAnsi="Times New Roman"/>
          <w:sz w:val="24"/>
          <w:szCs w:val="24"/>
        </w:rPr>
        <w:t xml:space="preserve"> к муниципальной программе Тарского муниципального района Омской области «Развитие социально-культурной сферы Тарского муниципального района Омской области» на 2020 – 2025 годы </w:t>
      </w:r>
    </w:p>
    <w:p w:rsidR="002F4F61" w:rsidRPr="00FA0901" w:rsidRDefault="002F4F61" w:rsidP="00FA0901">
      <w:pPr>
        <w:spacing w:line="240" w:lineRule="auto"/>
        <w:ind w:left="5387"/>
        <w:rPr>
          <w:rFonts w:ascii="Times New Roman" w:hAnsi="Times New Roman"/>
          <w:sz w:val="24"/>
          <w:szCs w:val="24"/>
        </w:rPr>
      </w:pP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Раздел 1. Паспорт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 подпрограммы «Развитие физической культуры и спорта и реализация мероприятий в сфере молодежной политики Тарского муниципального района»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36"/>
        <w:gridCol w:w="4820"/>
      </w:tblGrid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муниципальной программы Тарского муниципального района Омской области(далее – муниципальная программа)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«Развитие социально-культурной сферы Тарского муниципального района Омской области» на 2020 – 2025 годы(далее – муниципальная программа)</w:t>
            </w:r>
          </w:p>
        </w:tc>
      </w:tr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Тарского муниципального района (далее – подпрограмма)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«Развитие физической культуры и спорта и реализация мероприятий в сфере молодежной политики Тарского муниципального района»(далее – подпрограмма)</w:t>
            </w:r>
          </w:p>
        </w:tc>
      </w:tr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соисполнителем муниципальной программы.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0901" w:rsidTr="00356C62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основного мероприятия.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0901" w:rsidTr="00795338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Наименование структурного (отраслевого, исполнительно-распорядительного) органа Тарского муниципального района Омской области, являющегося исполнителем мероприятия.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Отдел по делам молодежи, физической культуры и спорта Администрации Тарского муниципального района Омской области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2020 – 2025 годы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Повышение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Задачи подпрограммы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Задача 1. Создание условий для привлечения жителей Тарского муниципального района к регулярным занятиям физической культурой и спортом;</w:t>
            </w:r>
          </w:p>
          <w:p w:rsidR="002F4F61" w:rsidRPr="00FA0901" w:rsidRDefault="002F4F61" w:rsidP="00FA0901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Задача 2.Создание условий для успешной социализации и эффективной самореализации молодых граждан, организации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bCs/>
                <w:sz w:val="24"/>
                <w:szCs w:val="24"/>
              </w:rPr>
              <w:t>оздоровления и занятости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 «Развитие физической культуры и спорта»;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«Реализация мероприятий в сфере молодежной политики»</w:t>
            </w:r>
          </w:p>
        </w:tc>
      </w:tr>
      <w:tr w:rsidR="002F4F61" w:rsidRPr="00FA0901" w:rsidTr="007872D9"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Общий объем финансирования подпрограммы составляет: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46 548 413,91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руб., в том числе: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2020 год – 8 724 459,27</w:t>
            </w:r>
            <w:r w:rsidRPr="00FA09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2021 год – 9 716 984,88 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2022 год – 7 065 984,88руб.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2023 год – 7 040 984,88 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2024 год – 7 000 000,00 руб.</w:t>
            </w:r>
          </w:p>
          <w:p w:rsidR="002F4F61" w:rsidRPr="00FA0901" w:rsidRDefault="002F4F61" w:rsidP="00FA090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901">
              <w:rPr>
                <w:rFonts w:ascii="Times New Roman" w:hAnsi="Times New Roman" w:cs="Times New Roman"/>
                <w:sz w:val="24"/>
                <w:szCs w:val="24"/>
              </w:rPr>
              <w:t>2025 год – 7 000 000,00 руб.</w:t>
            </w:r>
          </w:p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Источник финансирования – средства областного и районного бюджета</w:t>
            </w:r>
          </w:p>
        </w:tc>
      </w:tr>
      <w:tr w:rsidR="002F4F61" w:rsidRPr="00FA0901" w:rsidTr="00803DEC">
        <w:trPr>
          <w:trHeight w:val="2105"/>
        </w:trPr>
        <w:tc>
          <w:tcPr>
            <w:tcW w:w="4536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Ожидаемые результаты реализации подпрограммы (по годам и по итогам реализации)</w:t>
            </w:r>
          </w:p>
        </w:tc>
        <w:tc>
          <w:tcPr>
            <w:tcW w:w="4820" w:type="dxa"/>
          </w:tcPr>
          <w:p w:rsidR="002F4F61" w:rsidRPr="00FA0901" w:rsidRDefault="002F4F61" w:rsidP="00FA09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По итогам реализации подпрограммы ожидается достижение следующих показателей (индикаторов):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 процентов в 2020 году до 43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обучающихся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Тарского муниципального района Омской области, систематически занимающихся физической культурой и спортом, в общей численности обучающихся с 85,7процентов в 2020 году до 86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 xml:space="preserve">увеличение доли граждан,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доли лиц с ограниченными возможностями здоровья и инвалидов,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>33,9процентов в 2020 году до34,3 процентов в 2025</w:t>
            </w: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13,2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2020 году до 14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72" w:firstLine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A090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увеличение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удельного веса численности молодых людей в возрасте от 14 до 30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30 лет со 117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в 2020 году до 119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году;</w:t>
            </w:r>
          </w:p>
          <w:p w:rsidR="002F4F61" w:rsidRPr="00FA0901" w:rsidRDefault="002F4F61" w:rsidP="00FA0901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FA0901">
              <w:rPr>
                <w:rFonts w:ascii="Times New Roman" w:hAnsi="Times New Roman"/>
                <w:sz w:val="24"/>
                <w:szCs w:val="24"/>
              </w:rPr>
              <w:t>увеличение доли детей и подростков в возрасте от 10 до 18 лет, охваченных организованными формами оздоровления и занятости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>от 8,3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2020 году до 9</w:t>
            </w:r>
            <w:r w:rsidRPr="00FA0901">
              <w:rPr>
                <w:rFonts w:ascii="Times New Roman" w:hAnsi="Times New Roman"/>
                <w:bCs/>
                <w:sz w:val="24"/>
                <w:szCs w:val="24"/>
              </w:rPr>
              <w:t xml:space="preserve"> процентов</w:t>
            </w:r>
            <w:r w:rsidRPr="00FA0901">
              <w:rPr>
                <w:rFonts w:ascii="Times New Roman" w:hAnsi="Times New Roman"/>
                <w:sz w:val="24"/>
                <w:szCs w:val="24"/>
              </w:rPr>
              <w:t xml:space="preserve"> в 2025 году.</w:t>
            </w:r>
          </w:p>
        </w:tc>
      </w:tr>
    </w:tbl>
    <w:p w:rsidR="002F4F61" w:rsidRPr="00FA0901" w:rsidRDefault="002F4F61" w:rsidP="00FA0901">
      <w:pPr>
        <w:spacing w:line="240" w:lineRule="auto"/>
        <w:ind w:left="720"/>
        <w:rPr>
          <w:rFonts w:ascii="Times New Roman" w:hAnsi="Times New Roman"/>
          <w:color w:val="00B05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2. Сфера социально-экономического развития Тарского муниципального района Омской области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2F4F61" w:rsidRPr="00FA0901" w:rsidRDefault="002F4F61" w:rsidP="00FA0901">
      <w:pPr>
        <w:spacing w:line="240" w:lineRule="auto"/>
        <w:ind w:left="7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 Муниципальной программы Тарского муниципального района Омской области «Развитие социально-культурной сферы Тарского муниципального района Омской области» на 2020 – 2025 годы «Развитие физической культуры и спорта и реализация мероприятий в сфере молодежной политики Тарского муниципального района» (далее -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подпрограмма) разработана в соответствии с Постановлением Администрации Тарского муниципального района Омской области от 30 июля 2013 года № 947.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Физическая культура, спорт и реализация основных мероприятий в сфере молодежной политики являются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одним из приоритетных направлений социальной политики в Тарском районе, важнейшим средством оздоровления населения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района, гражданского и патриотического воспитания детей и молодёжи.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За последние годы в Тарском районе произошли позитивные изменения в развитии физкультурно-спортивного движения.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На сегодняшний день в Тарском районе функционируют: ледовая арена, стадион с трибунами на 1500 мест, футбольным полем с искусственным покрытием, современной беговой дорожкой; более 10 сельских стадионов, 12 футбольных полей, хоккейные коробки, спортивные залы. Значительно обновлена материально-техническая база по основным видам спорта. 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Серьезная работа в Тарском районе проводится по поддержке и стимулированию спортсменов и тренеров, показывающих высокие результаты на соревнованиях различного уровня. Возможность занятий в спортивных секциях имеют все возрастные и социальные категории населения: дети, подростки, люди с ограниченными возможностями здоровья,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студенческая и работающая молодежь, молодые семьи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др.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Развитие материально-технической базы, расширение категорий участников спортивных мероприятий, поддержка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поощрение талантливых спортсменов и тренеров способствовали привлечению населения Тарского муниципального района к регулярным занятиям физической культурой и спортом. Удельный вес населения Тарского района, систематически занимающегося физической культурой и спортом в 2019 году составил 41,2%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Общая численность физкультурников и спортсменов составила более 13 тыс. человек.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Несмотря на предпринимаемые в сфере развития физической культуры и спорта меры, существует ряд проблем, связанных с состоянием здоровья людей и злоупотребления ими ПАВ, износом спортивного оборудования и сооружений,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недостаточным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кадровым обеспечением отрасли физической культуры.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Реализация подпрограммы позволит, при максимальной эффективности использования бюджетных средств, не только увеличить долю жителей Тарского муниципального района Омской</w:t>
      </w:r>
      <w:r w:rsidRPr="00FA0901">
        <w:rPr>
          <w:rFonts w:ascii="Times New Roman" w:hAnsi="Times New Roman"/>
          <w:bCs/>
          <w:sz w:val="24"/>
          <w:szCs w:val="24"/>
        </w:rPr>
        <w:t xml:space="preserve"> области, систематически занимающихся физической культурой и спортом, в общей численности населения, но и укрепить материально-техническую базу, повысить профессиональный уровень педагогов и тренеров, более успешно пропагандировать ценности здоровья и активного образа жизни, решать проблемы занятости и организованного досуга детей и молодежи.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pacing w:val="3"/>
          <w:sz w:val="24"/>
          <w:szCs w:val="24"/>
        </w:rPr>
        <w:t xml:space="preserve">Важнейшим фактором устойчивого развития общества, </w:t>
      </w:r>
      <w:r w:rsidRPr="00FA0901">
        <w:rPr>
          <w:rFonts w:ascii="Times New Roman" w:hAnsi="Times New Roman"/>
          <w:spacing w:val="-1"/>
          <w:sz w:val="24"/>
          <w:szCs w:val="24"/>
        </w:rPr>
        <w:t>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политики.</w:t>
      </w:r>
      <w:r w:rsidRPr="00FA0901">
        <w:rPr>
          <w:rFonts w:ascii="Times New Roman" w:hAnsi="Times New Roman"/>
          <w:sz w:val="24"/>
          <w:szCs w:val="24"/>
        </w:rPr>
        <w:t xml:space="preserve"> Деятельность в этой сфере на территории Тарского района осуществляет Отдел по делам молодежи, физической культуры и спорта Администрации Тарского муниципального района и подведомственное учреждение – МКУ «Молодежный центр». Сложилась многолетняя система работы с молодежью, установлен тесный контакт со всеми ведомствами, структурами. 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Численность молодых граждан в возрасте 14 – 30 лет, проживающих на территории Тарского муниципального района Омской области на начало 2019 года, составила 12500 человек.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Одним из приоритетных направлений молодежной политики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 xml:space="preserve">является 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привлечение молодых людей к деятельности в молодежных общественных организациях и объединениях. На сегодняшний день в районе осуществляют свою деятельность три молодежных общественных организации, членами которых являются 220 молодых граждан. Более 1380 человек являются участниками детских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и молодежных общественных объединений. Таким образом, доля молодежи, участвующей в деятельности молодежных общественных организаций и объединений на территории Тарского муниципального района, составляет 13,2%.</w:t>
      </w:r>
    </w:p>
    <w:p w:rsidR="002F4F61" w:rsidRPr="00FA0901" w:rsidRDefault="002F4F61" w:rsidP="003A5969">
      <w:pPr>
        <w:shd w:val="clear" w:color="auto" w:fill="FFFFFF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Создание условий для активной самореализации личности молодого человека, раскрытия потенциала молодежи в целях развития государства и общества – одна из главных целей молодежной политики. В Тарском муниципальном районе проводится большая работа по стимулированию творческой активности молодежи. Существует множество конкурсов, программ, мероприятий, направленных на создание условий для личной самореализации, где дети и молодые люди могут развивать и реализовывать свои художественные, вокальные, хореографические, литературные и другие способности. С целью поощрения талантливой молодежи проводятся торжественные приемы, учреждены стипендии и премии. Каждый молодой человек – участник данных мероприятий, имеет возможность поверить в свои силы, испытать «ситуацию успеха». Общее число участников таких мероприятий на начало 2019 года составило 15000 человек, что составляет более 100% от общего числа молодежи. Но проблема заключается в том, что данное число не позволяет делать вывод о стопроцентной занятости молодежи, потому как часто один активный молодой человек является участником многих мероприятий, а соответственно есть и те, кто пассивен. </w:t>
      </w:r>
    </w:p>
    <w:p w:rsidR="002F4F61" w:rsidRPr="00FA0901" w:rsidRDefault="002F4F61" w:rsidP="003A596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 xml:space="preserve">Еще одним из направлений деятельности является организация оздоровления и занятости несовершеннолетних. На начало летнего оздоровительного сезона 2019 года в Тарском районе проживают 2400 несовершеннолетних в возрасте от 10 до 18 лет. </w:t>
      </w:r>
    </w:p>
    <w:p w:rsidR="002F4F61" w:rsidRPr="00FA0901" w:rsidRDefault="002F4F61" w:rsidP="003A5969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С целью организации оздоровления и отдыха несовершеннолетних на базе МКУ «Молодежный центр» ежегодно в летний период работает Палаточный лагерь «Шторм».Данная форма оздоровления несовершеннолетних является малозатратной и позволяет создать условия для личностного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развития, а также формирования активной гражданской позиции подростков через разнообразную деятельность. В 2019 году в условиях палаточного лагеря отдохнули 150 детей и подростков, 50 из которых – дети, попавшие в трудную жизненную ситуацию.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Достаточно эффективная форма занятости – организация временного трудоустройства несовершеннолетних. В Тарском районе практикуется 2 основные формы трудоустройства несовершеннолетних: работа на предприятиях и учреждениях и работа в составе педагогического отряда. 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Данная форма работы позволяет не только обеспечить непосредственную занятость самих несовершеннолетних, возможность самостоятельного заработка, но и получить опыт организаторской деятельности, умение работать в коллективе.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В 2019 году вышеперечисленными формами летней занятости было охвачено 200 несовершеннолетних, что составляет 8,3% от общего числа несовершеннолетних в возрасте от 10 до 18 лет. Несмотря на все проводимые в данном направлении мероприятия, доля несовершеннолетних, охваченных организованными формами досуга, остается достаточно низкой. Следовательно, необходимо принять меры по увеличению числа детей и подростков, охваченных организованными формами оздоровления и занятости.</w:t>
      </w:r>
    </w:p>
    <w:p w:rsidR="002F4F61" w:rsidRPr="00FA0901" w:rsidRDefault="002F4F61" w:rsidP="003A5969">
      <w:pPr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Использование программно-целевого метода в решении обозначенных проблем обусловлено рядом объективных причин: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многообразием, сложностью и масштабностью задачи по повышению мотивации жителей Тарского района к регулярным занятиям физической культурой и спортом и ведению здорового образа жизни;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необходимостью разработки и реализации комплекса мероприятий, согласованных по целям, ресурсам, срокам выполнения;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необходимостью выполнения в рамках единой программы крупных по объему и требующих длительных сроков реализации проектов.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Основными рисками, которые могут осложнить реализацию подпрограммы, являются: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ухудшение социально-экономической ситуации;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крупные техногенные аварии и экологические катастрофы;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 недостаточное ресурсное обеспечение запланированных мероприятий.</w:t>
      </w:r>
    </w:p>
    <w:p w:rsidR="002F4F61" w:rsidRPr="00FA0901" w:rsidRDefault="002F4F61" w:rsidP="003A5969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Указанные риски могут привести к значительному снижению эффективности реализуемых мер, направленных на решение задач, определенных программой.</w:t>
      </w:r>
    </w:p>
    <w:p w:rsidR="002F4F61" w:rsidRPr="00FA0901" w:rsidRDefault="002F4F61" w:rsidP="00FA0901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3. Цель и задачи подпрограммы</w:t>
      </w:r>
    </w:p>
    <w:p w:rsidR="002F4F61" w:rsidRPr="00FA0901" w:rsidRDefault="002F4F61" w:rsidP="00FA090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Цель подпрограммы – п</w:t>
      </w:r>
      <w:r w:rsidRPr="00FA0901">
        <w:rPr>
          <w:rFonts w:ascii="Times New Roman" w:hAnsi="Times New Roman"/>
          <w:bCs/>
          <w:sz w:val="24"/>
          <w:szCs w:val="24"/>
        </w:rPr>
        <w:t>овышение эффективности реализации мероприятий в сфере физической культуры и спорта, молодежной политики в Тарском муниципальном районе Омской области, организации оздоровления и занятости несовершеннолетних.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Задачи подпрограммы: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1) создание условий для привлечения жителей Тарского муниципального района к регулярным занятиям физической культурой и спортом;</w:t>
      </w:r>
    </w:p>
    <w:p w:rsidR="002F4F61" w:rsidRPr="00FA0901" w:rsidRDefault="002F4F61" w:rsidP="00FA0901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bCs/>
          <w:sz w:val="24"/>
          <w:szCs w:val="24"/>
        </w:rPr>
        <w:t>2)Создание условий для успешной социализации и эффективной самореализации молодых граждан, организации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 w:cs="Times New Roman"/>
          <w:bCs/>
          <w:sz w:val="24"/>
          <w:szCs w:val="24"/>
        </w:rPr>
        <w:t>оздоровления и занятости</w:t>
      </w:r>
      <w:r w:rsidRPr="00FA0901">
        <w:rPr>
          <w:rFonts w:ascii="Times New Roman" w:hAnsi="Times New Roman" w:cs="Times New Roman"/>
          <w:sz w:val="24"/>
          <w:szCs w:val="24"/>
        </w:rPr>
        <w:t>.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Решение указанных задач обеспечивается через систему мероприятий, предусмотренных: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- основным мероприятием по развитию физической культуры и спорта;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-основным мероприятием по организации и осуществлению мероприятий в сфере молодежной политики.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4. Срок реализации подпрограммы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Подпрограмма реализуется в один этап (2020 - 2025 годы), что обеспечит преемственность выполнения программных мероприятий и позволит последовательно решить поставленные задачи.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5.Описание входящих в состав подпрограммы основных мероприятий и (или) ведомственных целевых программ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состав подпрограммы входят два основных мероприятия: «Развитие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физической культуры и спорта»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и «О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0901">
        <w:rPr>
          <w:rFonts w:ascii="Times New Roman" w:hAnsi="Times New Roman"/>
          <w:color w:val="000000"/>
          <w:sz w:val="24"/>
          <w:szCs w:val="24"/>
        </w:rPr>
        <w:t>».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6. Описание мероприятий и целевых индикаторов их выполнения</w:t>
      </w:r>
    </w:p>
    <w:p w:rsidR="002F4F61" w:rsidRPr="00FA090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«Развитие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физической культуры и спорта» включает в себя четыре мероприятия: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«Организация мероприятий по пропаганде физической культуры и спорта»;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«Развитие кадрового потенциала»;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«Проведение спортивно-массовых мероприятий»;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«Развитие материально-технической базы».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доля жителей Тарского муниципального района Омской области, систематически занимающихся физической культурой и спортом, в общей численности населения.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Основное мероприятие «О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рганизация и осуществление мероприятий в сфере молодежной политики</w:t>
      </w:r>
      <w:r w:rsidRPr="00FA0901">
        <w:rPr>
          <w:rFonts w:ascii="Times New Roman" w:hAnsi="Times New Roman"/>
          <w:color w:val="000000"/>
          <w:sz w:val="24"/>
          <w:szCs w:val="24"/>
        </w:rPr>
        <w:t>»</w:t>
      </w:r>
      <w:r w:rsidRPr="00FA0901">
        <w:rPr>
          <w:rFonts w:ascii="Times New Roman" w:hAnsi="Times New Roman"/>
          <w:bCs/>
          <w:sz w:val="24"/>
          <w:szCs w:val="24"/>
        </w:rPr>
        <w:t>включает в себя одно мероприятие: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- «Проведение мероприятий по созданию условий для самореализации молодежи, организации оздоровления и занятости».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В качестве целевого индикатора выполнения данных мероприятий является количество проведенных мероприятий в сфере молодежной политики.</w:t>
      </w:r>
    </w:p>
    <w:p w:rsidR="002F4F61" w:rsidRDefault="002F4F61" w:rsidP="00FA0901">
      <w:pPr>
        <w:spacing w:line="240" w:lineRule="auto"/>
        <w:ind w:left="108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7. Объем финансовых ресурсов, необходимых для реализации подпрограммы в целом и по источникам финансирования</w:t>
      </w: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Общий объем финансирования подпрограммы составляет </w:t>
      </w:r>
      <w:r w:rsidRPr="00FA0901">
        <w:rPr>
          <w:rFonts w:ascii="Times New Roman" w:hAnsi="Times New Roman"/>
          <w:color w:val="000000"/>
          <w:sz w:val="24"/>
          <w:szCs w:val="24"/>
        </w:rPr>
        <w:t>46 548 413,91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руб., в том числе:</w:t>
      </w:r>
    </w:p>
    <w:p w:rsidR="002F4F61" w:rsidRPr="00FA0901" w:rsidRDefault="002F4F61" w:rsidP="003A5969">
      <w:pPr>
        <w:pStyle w:val="ConsPlusCell"/>
        <w:tabs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2020 год – 8 724 459,27 руб.</w:t>
      </w:r>
    </w:p>
    <w:p w:rsidR="002F4F61" w:rsidRPr="00FA0901" w:rsidRDefault="002F4F61" w:rsidP="003A5969">
      <w:pPr>
        <w:pStyle w:val="ConsPlusCell"/>
        <w:tabs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2021 год – 9 716 984,88 руб.</w:t>
      </w:r>
    </w:p>
    <w:p w:rsidR="002F4F61" w:rsidRPr="00FA0901" w:rsidRDefault="002F4F61" w:rsidP="003A5969">
      <w:pPr>
        <w:pStyle w:val="ConsPlusCell"/>
        <w:tabs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2022 год – 7 065 984,88 руб.</w:t>
      </w:r>
    </w:p>
    <w:p w:rsidR="002F4F61" w:rsidRPr="00FA0901" w:rsidRDefault="002F4F61" w:rsidP="003A5969">
      <w:pPr>
        <w:pStyle w:val="ConsPlusCell"/>
        <w:tabs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2023 год – 7 040 984,88 руб.</w:t>
      </w:r>
    </w:p>
    <w:p w:rsidR="002F4F61" w:rsidRPr="00FA0901" w:rsidRDefault="002F4F61" w:rsidP="003A5969">
      <w:pPr>
        <w:pStyle w:val="ConsPlusCell"/>
        <w:tabs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2024 год – 7 000 000,00 руб.</w:t>
      </w:r>
    </w:p>
    <w:p w:rsidR="002F4F61" w:rsidRPr="00FA0901" w:rsidRDefault="002F4F61" w:rsidP="003A5969">
      <w:pPr>
        <w:pStyle w:val="ConsPlusCell"/>
        <w:tabs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2025 год – 7 000 000,00 руб.</w:t>
      </w:r>
    </w:p>
    <w:p w:rsidR="002F4F61" w:rsidRPr="00FA0901" w:rsidRDefault="002F4F61" w:rsidP="003A5969">
      <w:pPr>
        <w:widowControl w:val="0"/>
        <w:tabs>
          <w:tab w:val="left" w:pos="1120"/>
        </w:tabs>
        <w:autoSpaceDE w:val="0"/>
        <w:autoSpaceDN w:val="0"/>
        <w:adjustRightInd w:val="0"/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Источник финансирования: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средства районного бюджета: 46 548 413,91 руб.</w:t>
      </w:r>
    </w:p>
    <w:p w:rsidR="002F4F61" w:rsidRPr="00FA0901" w:rsidRDefault="002F4F61" w:rsidP="003A5969">
      <w:pPr>
        <w:widowControl w:val="0"/>
        <w:tabs>
          <w:tab w:val="left" w:pos="1120"/>
        </w:tabs>
        <w:autoSpaceDE w:val="0"/>
        <w:autoSpaceDN w:val="0"/>
        <w:adjustRightInd w:val="0"/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- средства областного бюджета: 0,00руб.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Распределение расходов муниципального бюджета по задачам, основным мероприятиям и мероприятиям подпрограммы приведено в приложении № 1 к муниципальной подпрограмме.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8. Описание ожидаемых результатов реализации подпрограммы по годам, а также по итогам ее реализации</w:t>
      </w:r>
    </w:p>
    <w:p w:rsidR="002F4F61" w:rsidRPr="00FA0901" w:rsidRDefault="002F4F61" w:rsidP="00FA0901">
      <w:pPr>
        <w:spacing w:line="240" w:lineRule="auto"/>
        <w:ind w:firstLine="700"/>
        <w:rPr>
          <w:rFonts w:ascii="Times New Roman" w:hAnsi="Times New Roman"/>
          <w:b/>
          <w:color w:val="000000"/>
          <w:sz w:val="24"/>
          <w:szCs w:val="24"/>
        </w:rPr>
      </w:pP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Основным ожидаемым конечным результатом реализации подпрограммы является устойчивое развитие сферы молодежной политики, физической культуры и спорта, что характеризуется ростом количественных показателей и качественной оценкой изменений, происходящих в сфере.</w:t>
      </w: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Реализация подпрограммы позволит привлечь к систематическим занятиям физической культурой и спортом и приобщить к здоровому образу жизни широкие массы населения, что окажет положительное влияние на улучшение качества жизни жителей Тарского района.</w:t>
      </w: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Реализация подпрограммы способствует достижению спортсменами высоких спортивных результатов, а также успешному проведению в Тарском районе крупных спортивных мероприятий.</w:t>
      </w:r>
    </w:p>
    <w:p w:rsidR="002F4F61" w:rsidRPr="00FA0901" w:rsidRDefault="002F4F61" w:rsidP="003A5969">
      <w:pPr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По итогам реализации подпрограммы ожидается достижение следующих показателей: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жителей Тарского муниципального района Омской области, систематически занимающихся физической культурой и спортом, в общей численности населения с 42% в 2020 году до 43%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обучающихся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с 85,7 процентов в 2020 году до 86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увеличение доли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с 74 процентов в 2020 году до 75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увеличение доли граждан, </w:t>
      </w:r>
      <w:r w:rsidRPr="00FA0901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с 24,5 процентов в 2020 году до 25,5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доли лиц с ограниченными возможностями здоровья и инвалидов, </w:t>
      </w:r>
      <w:r w:rsidRPr="00FA0901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с 18 процентов в 2020 году до 19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уровня обеспеченности населения спортивными сооружениями, исходя из единовременной пропускной способности объектов спорта с </w:t>
      </w:r>
      <w:r w:rsidRPr="00FA0901">
        <w:rPr>
          <w:rFonts w:ascii="Times New Roman" w:hAnsi="Times New Roman"/>
          <w:bCs/>
          <w:sz w:val="24"/>
          <w:szCs w:val="24"/>
        </w:rPr>
        <w:t>33,9 процентов в 2020 году до 34,3 процентов в 2025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30 лет, участвующих в деятельности молодежных общественных организаций и объединений, в общей численности молодежи в возрасте от 14 до 30 лет с 13,2% в 2020 году до 14% в 2025 году</w:t>
      </w:r>
      <w:r w:rsidRPr="00FA0901">
        <w:rPr>
          <w:rFonts w:ascii="Times New Roman" w:hAnsi="Times New Roman"/>
          <w:color w:val="000000"/>
          <w:sz w:val="24"/>
          <w:szCs w:val="24"/>
        </w:rPr>
        <w:t>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30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30 лет со 117% в 2020 году до 119% в 2025 году;</w:t>
      </w:r>
    </w:p>
    <w:p w:rsidR="002F4F61" w:rsidRPr="00FA0901" w:rsidRDefault="002F4F61" w:rsidP="003A5969">
      <w:pPr>
        <w:numPr>
          <w:ilvl w:val="0"/>
          <w:numId w:val="4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лет, охваченных организованными формами оздоровления и занятости 8,3% в 2020году до 9% в 2025 году</w:t>
      </w:r>
      <w:r w:rsidRPr="00FA0901">
        <w:rPr>
          <w:rFonts w:ascii="Times New Roman" w:hAnsi="Times New Roman"/>
          <w:bCs/>
          <w:sz w:val="24"/>
          <w:szCs w:val="24"/>
        </w:rPr>
        <w:t>.</w:t>
      </w:r>
    </w:p>
    <w:p w:rsidR="002F4F61" w:rsidRPr="00FA0901" w:rsidRDefault="002F4F61" w:rsidP="00FA0901">
      <w:pPr>
        <w:spacing w:line="240" w:lineRule="auto"/>
        <w:ind w:left="851"/>
        <w:rPr>
          <w:rFonts w:ascii="Times New Roman" w:hAnsi="Times New Roman"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left="1060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Методика расчета ожидаемых результатов.</w:t>
      </w:r>
    </w:p>
    <w:p w:rsidR="002F4F61" w:rsidRPr="00FA0901" w:rsidRDefault="002F4F61" w:rsidP="003A5969">
      <w:pPr>
        <w:pStyle w:val="ListParagraph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доля жителей Тарского района Омской области, систематически занимающихся физической культурой и спортом, в общей численности населения (процент)</w:t>
      </w:r>
    </w:p>
    <w:p w:rsidR="002F4F61" w:rsidRPr="00FA0901" w:rsidRDefault="002F4F61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Дз = Чз / Чн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Дз– доля жителей, занимающихся физической культурой и спортом;</w:t>
      </w:r>
    </w:p>
    <w:p w:rsidR="002F4F61" w:rsidRPr="00FA0901" w:rsidRDefault="002F4F61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Чз - численность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Чн - численность населения Тарского района Омской области на начало года следующего за отчетным, согласно данным Омскстата.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доляобучающихся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A0901">
        <w:rPr>
          <w:rFonts w:ascii="Times New Roman" w:hAnsi="Times New Roman"/>
          <w:bCs/>
          <w:sz w:val="24"/>
          <w:szCs w:val="24"/>
        </w:rPr>
        <w:t>Тарского муниципального района Омской области, систематически занимающихся физической культурой и спортом, в общей численности обучающихся (процент)</w:t>
      </w:r>
    </w:p>
    <w:p w:rsidR="002F4F61" w:rsidRPr="00FA0901" w:rsidRDefault="002F4F61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Доз = Чоз / Чо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Доз - доля обучающихся, занимающихся физической культурой и спортом;</w:t>
      </w:r>
    </w:p>
    <w:p w:rsidR="002F4F61" w:rsidRPr="00FA0901" w:rsidRDefault="002F4F61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Чоз - численность обучающихся,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Чо - численность обучающихсяТарского района Омской области на начало года следующего за отчетным, согласно данным Омскстата.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sz w:val="24"/>
          <w:szCs w:val="24"/>
        </w:rPr>
        <w:t>доля учащихся и студентов Тарского муниципального района Омской области, систематически занимающихся физической культурой и спортом, в общей численности учащихся и студентов (процент)</w:t>
      </w:r>
    </w:p>
    <w:p w:rsidR="002F4F61" w:rsidRPr="00FA0901" w:rsidRDefault="002F4F61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Дусз = Чусз / Чус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Дусз - доля учащихся и студентов, занимающихся физической культурой и спортом;</w:t>
      </w:r>
    </w:p>
    <w:p w:rsidR="002F4F61" w:rsidRPr="00FA0901" w:rsidRDefault="002F4F61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Чусз - численность учащихся и студентов,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Чус - численность учащихся и студентовТарского района Омской области на начало года следующего за отчетным, согласно данным Омскстата.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 xml:space="preserve">доля граждан, </w:t>
      </w:r>
      <w:r w:rsidRPr="00FA0901">
        <w:rPr>
          <w:rFonts w:ascii="Times New Roman" w:hAnsi="Times New Roman"/>
          <w:bCs/>
          <w:sz w:val="24"/>
          <w:szCs w:val="24"/>
        </w:rPr>
        <w:t>занимающихся физической культурой и спортом по месту работы, в общей численности населения, занятого в экономике (процент)</w:t>
      </w:r>
    </w:p>
    <w:p w:rsidR="002F4F61" w:rsidRPr="00FA0901" w:rsidRDefault="002F4F61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Дз = Чз / Чнэ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Дз - доля граждан, занимающихся физической культурой и спортом;</w:t>
      </w:r>
    </w:p>
    <w:p w:rsidR="002F4F61" w:rsidRPr="00FA0901" w:rsidRDefault="002F4F61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Чз - численность граждан,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Чнэ - численность населенияТарского района Омской области, занятого в экономике на начало года следующего за отчетным, согласно данным Омскстата.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доля лиц с ограниченными возможностями здоровья и инвалидов, </w:t>
      </w:r>
      <w:r w:rsidRPr="00FA0901">
        <w:rPr>
          <w:rFonts w:ascii="Times New Roman" w:hAnsi="Times New Roman"/>
          <w:bCs/>
          <w:sz w:val="24"/>
          <w:szCs w:val="24"/>
        </w:rPr>
        <w:t>систематически занимающихся физической культурой и спортом, в общей численности данной категории населения (процент)</w:t>
      </w:r>
    </w:p>
    <w:p w:rsidR="002F4F61" w:rsidRPr="00FA0901" w:rsidRDefault="002F4F61" w:rsidP="003A5969">
      <w:pPr>
        <w:pStyle w:val="ListParagraph"/>
        <w:tabs>
          <w:tab w:val="left" w:pos="1120"/>
        </w:tabs>
        <w:ind w:left="0"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Диз = Чиз / Чи х 100,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Диз - доля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спортом;</w:t>
      </w:r>
    </w:p>
    <w:p w:rsidR="002F4F61" w:rsidRPr="00FA0901" w:rsidRDefault="002F4F61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Чиз - численность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>, занимающихся физической культурой и спортом, согласно данным статистического наблюдения по форме № 1-ФК «Сведения о физической культуре и спорте» и данным статистического наблюдения в соответствии с Методикой выявления доли населения, систематически занимающегося физической культурой и спортом, включая использование самостоятельных форм занятий и платных спортивно-оздоровительных услуг, разработанной Минспортом России;</w:t>
      </w:r>
    </w:p>
    <w:p w:rsidR="002F4F61" w:rsidRPr="00FA0901" w:rsidRDefault="002F4F61" w:rsidP="003A5969">
      <w:pPr>
        <w:pStyle w:val="ListParagraph"/>
        <w:tabs>
          <w:tab w:val="left" w:pos="1120"/>
        </w:tabs>
        <w:ind w:left="0" w:firstLine="697"/>
        <w:jc w:val="both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Чи - численность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лиц с ограниченными возможностями здоровья и инвалидов</w:t>
      </w:r>
      <w:r w:rsidRPr="00FA0901">
        <w:rPr>
          <w:rFonts w:ascii="Times New Roman" w:hAnsi="Times New Roman"/>
          <w:color w:val="000000"/>
          <w:sz w:val="24"/>
          <w:szCs w:val="24"/>
        </w:rPr>
        <w:t xml:space="preserve"> Тарского района Омской области, на начало года следующего за отчетным.</w:t>
      </w:r>
    </w:p>
    <w:p w:rsidR="002F4F61" w:rsidRPr="00FA0901" w:rsidRDefault="002F4F61" w:rsidP="003A5969">
      <w:pPr>
        <w:numPr>
          <w:ilvl w:val="0"/>
          <w:numId w:val="7"/>
        </w:numPr>
        <w:tabs>
          <w:tab w:val="left" w:pos="1120"/>
        </w:tabs>
        <w:spacing w:line="240" w:lineRule="auto"/>
        <w:ind w:left="0"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уровня обеспеченности населения спортивными сооружениями, исходя из единовременной пропускной способности объектов спорта (</w:t>
      </w:r>
      <w:r w:rsidRPr="00FA0901">
        <w:rPr>
          <w:rFonts w:ascii="Times New Roman" w:hAnsi="Times New Roman"/>
          <w:bCs/>
          <w:sz w:val="24"/>
          <w:szCs w:val="24"/>
        </w:rPr>
        <w:t>процент)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Уо = Ес / Ен х 100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где: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 xml:space="preserve">Уо – уровень обеспеченности </w:t>
      </w:r>
      <w:r w:rsidRPr="00FA0901">
        <w:rPr>
          <w:rFonts w:ascii="Times New Roman" w:hAnsi="Times New Roman"/>
          <w:bCs/>
          <w:color w:val="000000"/>
          <w:sz w:val="24"/>
          <w:szCs w:val="24"/>
        </w:rPr>
        <w:t>населения спортивными сооружениями;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bCs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Ес – единовременная пропускная способность существующих спортсооружений;</w:t>
      </w:r>
    </w:p>
    <w:p w:rsidR="002F4F61" w:rsidRPr="00FA0901" w:rsidRDefault="002F4F61" w:rsidP="003A5969">
      <w:pPr>
        <w:tabs>
          <w:tab w:val="left" w:pos="1120"/>
        </w:tabs>
        <w:spacing w:line="240" w:lineRule="auto"/>
        <w:ind w:firstLine="697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>Ен – необходимая единовременная пропускная способность существующих спортсооружений.</w:t>
      </w:r>
    </w:p>
    <w:p w:rsidR="002F4F61" w:rsidRPr="00FA0901" w:rsidRDefault="002F4F61" w:rsidP="003A5969">
      <w:pPr>
        <w:pStyle w:val="ListParagraph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удельный вес численности молодых людей в возрасте от 14 до 30 лет, участвующих в деятельности молодежных общественных организаций и объединений</w:t>
      </w:r>
      <w:r w:rsidRPr="00FA0901">
        <w:rPr>
          <w:rFonts w:ascii="Times New Roman" w:hAnsi="Times New Roman"/>
          <w:sz w:val="24"/>
          <w:szCs w:val="24"/>
        </w:rPr>
        <w:t>, в общей численности молодежи в возрасте от 14 до 30 лет (процент). Значение целевого индикатора определяется как отношение количества молодых людей в возрасте от 14 до 30 лет, принимающих участие в деятельности детских и молодежных общественных организаций и объединений к общему количеству молодежи в возрасте от 14 до 30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 о количестве молодых людей в возрасте от 14 до 30 лет, принимающих участие в деятельности детских и молодежных общественных организаций и объединений, сведения Омскстата численности молодежи в возрасте 14-30 лет.</w:t>
      </w:r>
    </w:p>
    <w:p w:rsidR="002F4F61" w:rsidRPr="00FA0901" w:rsidRDefault="002F4F61" w:rsidP="003A5969">
      <w:pPr>
        <w:pStyle w:val="ListParagraph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bCs/>
          <w:color w:val="000000"/>
          <w:sz w:val="24"/>
          <w:szCs w:val="24"/>
        </w:rPr>
        <w:t xml:space="preserve">увеличение </w:t>
      </w:r>
      <w:r w:rsidRPr="00FA0901">
        <w:rPr>
          <w:rFonts w:ascii="Times New Roman" w:hAnsi="Times New Roman"/>
          <w:sz w:val="24"/>
          <w:szCs w:val="24"/>
        </w:rPr>
        <w:t>удельного веса численности молодых людей в возрасте от 14 до 30 лет, вовлеченных в реализуемые проекты и программы в сфере поддержки инициативной и талантливой молодежи, в общей численности молодежи в возрасте от 14 до 30 лет (процент). Значение целевого индикатора определяется как отношение количества молодых людей в возрасте от 14 до 30 лет, вовлеченных в реализуемые проекты и программы в сфере поддержки инициативной и талантливой молодежи к общему количеству молодежи в возрасте от 14 до 30 лет. При расчете значения целевого индикатора используются данные отдела по делам молодежи, физической культуры и спорта Администрации Тарского района Омской области, Управления Министерства труда и социального развития Омской области, Комитета культуры Омской области о количестве молодых людей в возрасте от 14 до 30 лет, вовлеченных в реализуемые проекты и программы в сфере поддержки инициативной и талантливой молодежи, сведения территориального органа Облстата о численности молодежи в возрасте 14-30 лет.</w:t>
      </w:r>
    </w:p>
    <w:p w:rsidR="002F4F61" w:rsidRPr="00FA0901" w:rsidRDefault="002F4F61" w:rsidP="003A5969">
      <w:pPr>
        <w:pStyle w:val="ListParagraph"/>
        <w:numPr>
          <w:ilvl w:val="0"/>
          <w:numId w:val="7"/>
        </w:numPr>
        <w:tabs>
          <w:tab w:val="left" w:pos="1120"/>
        </w:tabs>
        <w:ind w:left="0" w:firstLine="697"/>
        <w:jc w:val="both"/>
        <w:rPr>
          <w:rFonts w:ascii="Times New Roman" w:hAnsi="Times New Roman"/>
          <w:color w:val="00B050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увеличение доли детей и подростков в возрасте от 10 до 18 лет. Значение целевого индикатора определяется как отношение количества детей в возрасте от 10 до 18 лет,охваченных организованными формами оздоровления и занятости, к общей численности детей в возрасте от 10 до 18 лет, проживающих на территории Тарского района Омской области.</w:t>
      </w:r>
    </w:p>
    <w:p w:rsidR="002F4F61" w:rsidRPr="00FA0901" w:rsidRDefault="002F4F61" w:rsidP="003A5969">
      <w:pPr>
        <w:pStyle w:val="ConsPlusCell"/>
        <w:tabs>
          <w:tab w:val="left" w:pos="438"/>
          <w:tab w:val="left" w:pos="1120"/>
        </w:tabs>
        <w:ind w:firstLine="697"/>
        <w:jc w:val="both"/>
        <w:rPr>
          <w:rFonts w:ascii="Times New Roman" w:hAnsi="Times New Roman" w:cs="Times New Roman"/>
          <w:sz w:val="24"/>
          <w:szCs w:val="24"/>
        </w:rPr>
      </w:pPr>
      <w:r w:rsidRPr="00FA0901">
        <w:rPr>
          <w:rFonts w:ascii="Times New Roman" w:hAnsi="Times New Roman" w:cs="Times New Roman"/>
          <w:sz w:val="24"/>
          <w:szCs w:val="24"/>
        </w:rPr>
        <w:t>Значения целевых индикаторов по итогам реализации подпрограммы по годам приведены в Приложении 1 к муниципальной программе.</w:t>
      </w:r>
    </w:p>
    <w:p w:rsidR="002F4F61" w:rsidRPr="00FA0901" w:rsidRDefault="002F4F61" w:rsidP="00FA0901">
      <w:pPr>
        <w:spacing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F4F61" w:rsidRPr="00FA0901" w:rsidRDefault="002F4F61" w:rsidP="003A5969">
      <w:pPr>
        <w:spacing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A0901">
        <w:rPr>
          <w:rFonts w:ascii="Times New Roman" w:hAnsi="Times New Roman"/>
          <w:color w:val="000000"/>
          <w:sz w:val="24"/>
          <w:szCs w:val="24"/>
        </w:rPr>
        <w:t>9. Описание системы управления реализацией подпрограммы</w:t>
      </w:r>
    </w:p>
    <w:p w:rsidR="002F4F61" w:rsidRPr="00FA0901" w:rsidRDefault="002F4F61" w:rsidP="00FA0901">
      <w:pPr>
        <w:spacing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</w:rPr>
      </w:pP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За реализацию подпрограммы, основных мероприятий и (или) ведомственных целевых программ, мероприятий, а также за достижение ожидаемых результатов и целевых индикаторов несут ответственность соответствующие исполнители подпрограммы, основных мероприятий и (или) ведомственных целевых программ, мероприятий. Управление и контроль за ходом реализации подпрограммы в целом осуществляет отдел по делам молодежи, физической культуры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как ответственный исполнитель настоящей подпрограммы. Распределение участников подпрограммы, ответственных за реализацию подпрограммы, основных мероприятий, ведомственных целевых программ представлено в приложении № 1 к муниципальной подпрограмме.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Организацию проведения работы по формированию отчетности о ходе реализации подпрограммы и оценки ее эффективности осуществляет отдел по делам молодежи, физической культуры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во взаимодействии с соисполнителями подпрограммы, исполнителями основных мероприятий, исполнителями ведомственных целевых программ.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По итогам отчетного года отдел по делам молодежи, физической культуры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спорта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 (далее – отчет)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в соответствии с приложением № 6 к Порядку принятия решений о разработке муниципальных программ Тарского муниципального района Омской области, их формирования и реализации, утвержденному Постановлением Администрации Тарского муниципального района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0901">
        <w:rPr>
          <w:rFonts w:ascii="Times New Roman" w:hAnsi="Times New Roman"/>
          <w:sz w:val="24"/>
          <w:szCs w:val="24"/>
        </w:rPr>
        <w:t>Омской областиот 30 июля 2013 года № 947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2F4F61" w:rsidRPr="00FA0901" w:rsidRDefault="002F4F61" w:rsidP="00FA0901">
      <w:pPr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FA0901">
        <w:rPr>
          <w:rFonts w:ascii="Times New Roman" w:hAnsi="Times New Roman"/>
          <w:sz w:val="24"/>
          <w:szCs w:val="24"/>
        </w:rPr>
        <w:t>Согласованные с Комитетом финансов и Комитетом по экономике и УМС результаты оценки эффективности реализации подпрограммы вместе с пояснительной запиской к ним, а также отчетом, отдел по делам молодежи, физической культуры и спорта предоставляет на рассмотрение Администрации Тарского муниципального района Омской области в срок до 1 июня года, следующего за отчетным годом реализации подпрограммы.</w:t>
      </w:r>
    </w:p>
    <w:sectPr w:rsidR="002F4F61" w:rsidRPr="00FA0901" w:rsidSect="00ED5566"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F61" w:rsidRDefault="002F4F61" w:rsidP="00386704">
      <w:pPr>
        <w:spacing w:line="240" w:lineRule="auto"/>
      </w:pPr>
      <w:r>
        <w:separator/>
      </w:r>
    </w:p>
  </w:endnote>
  <w:endnote w:type="continuationSeparator" w:id="0">
    <w:p w:rsidR="002F4F61" w:rsidRDefault="002F4F61" w:rsidP="00386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F61" w:rsidRDefault="002F4F61" w:rsidP="00386704">
      <w:pPr>
        <w:spacing w:line="240" w:lineRule="auto"/>
      </w:pPr>
      <w:r>
        <w:separator/>
      </w:r>
    </w:p>
  </w:footnote>
  <w:footnote w:type="continuationSeparator" w:id="0">
    <w:p w:rsidR="002F4F61" w:rsidRDefault="002F4F61" w:rsidP="00386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21681"/>
    <w:multiLevelType w:val="hybridMultilevel"/>
    <w:tmpl w:val="F5FC4DEE"/>
    <w:lvl w:ilvl="0" w:tplc="DDAE0B3E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DC32134"/>
    <w:multiLevelType w:val="hybridMultilevel"/>
    <w:tmpl w:val="09FC8416"/>
    <w:lvl w:ilvl="0" w:tplc="E89AFA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28D0EEE"/>
    <w:multiLevelType w:val="hybridMultilevel"/>
    <w:tmpl w:val="0C022EB2"/>
    <w:lvl w:ilvl="0" w:tplc="2D7C39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7DD62EA"/>
    <w:multiLevelType w:val="hybridMultilevel"/>
    <w:tmpl w:val="6ED8F612"/>
    <w:lvl w:ilvl="0" w:tplc="C8E0F4C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D161B7"/>
    <w:multiLevelType w:val="hybridMultilevel"/>
    <w:tmpl w:val="9DD46DA2"/>
    <w:lvl w:ilvl="0" w:tplc="FF809DD0">
      <w:start w:val="1"/>
      <w:numFmt w:val="decimal"/>
      <w:lvlText w:val="%1)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5">
    <w:nsid w:val="44B6404D"/>
    <w:multiLevelType w:val="hybridMultilevel"/>
    <w:tmpl w:val="46D01F18"/>
    <w:lvl w:ilvl="0" w:tplc="323A4714">
      <w:start w:val="1"/>
      <w:numFmt w:val="decimal"/>
      <w:lvlText w:val="%1)"/>
      <w:lvlJc w:val="left"/>
      <w:pPr>
        <w:ind w:left="10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6">
    <w:nsid w:val="47F94D35"/>
    <w:multiLevelType w:val="hybridMultilevel"/>
    <w:tmpl w:val="9DCC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3E402A"/>
    <w:multiLevelType w:val="hybridMultilevel"/>
    <w:tmpl w:val="8320C36E"/>
    <w:lvl w:ilvl="0" w:tplc="3B5CB5F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0A75303"/>
    <w:multiLevelType w:val="hybridMultilevel"/>
    <w:tmpl w:val="4D5ADD00"/>
    <w:lvl w:ilvl="0" w:tplc="B6A0A786">
      <w:start w:val="2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62D2341"/>
    <w:multiLevelType w:val="hybridMultilevel"/>
    <w:tmpl w:val="0C709E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68B1F23"/>
    <w:multiLevelType w:val="hybridMultilevel"/>
    <w:tmpl w:val="776607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7"/>
  </w:num>
  <w:num w:numId="10">
    <w:abstractNumId w:val="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7D5B"/>
    <w:rsid w:val="000003AD"/>
    <w:rsid w:val="0000049C"/>
    <w:rsid w:val="00000528"/>
    <w:rsid w:val="000005B9"/>
    <w:rsid w:val="0000097C"/>
    <w:rsid w:val="00000ADB"/>
    <w:rsid w:val="00001638"/>
    <w:rsid w:val="000016C3"/>
    <w:rsid w:val="000018D5"/>
    <w:rsid w:val="000019CE"/>
    <w:rsid w:val="000019FA"/>
    <w:rsid w:val="00001A18"/>
    <w:rsid w:val="00001C56"/>
    <w:rsid w:val="00001ED8"/>
    <w:rsid w:val="00002331"/>
    <w:rsid w:val="00002614"/>
    <w:rsid w:val="00002BD5"/>
    <w:rsid w:val="00003DA2"/>
    <w:rsid w:val="00004147"/>
    <w:rsid w:val="00004892"/>
    <w:rsid w:val="000048DD"/>
    <w:rsid w:val="00004AF8"/>
    <w:rsid w:val="000053A4"/>
    <w:rsid w:val="0000598B"/>
    <w:rsid w:val="00005B6B"/>
    <w:rsid w:val="00005B79"/>
    <w:rsid w:val="00005D74"/>
    <w:rsid w:val="00005EE9"/>
    <w:rsid w:val="00006115"/>
    <w:rsid w:val="00006633"/>
    <w:rsid w:val="0000695E"/>
    <w:rsid w:val="00007646"/>
    <w:rsid w:val="00007F3A"/>
    <w:rsid w:val="00007F8B"/>
    <w:rsid w:val="00010029"/>
    <w:rsid w:val="0001057D"/>
    <w:rsid w:val="000107D6"/>
    <w:rsid w:val="000109C2"/>
    <w:rsid w:val="00010ACF"/>
    <w:rsid w:val="00011221"/>
    <w:rsid w:val="00011550"/>
    <w:rsid w:val="000119FE"/>
    <w:rsid w:val="00011AF5"/>
    <w:rsid w:val="00011FCD"/>
    <w:rsid w:val="00012037"/>
    <w:rsid w:val="0001253A"/>
    <w:rsid w:val="00012BC2"/>
    <w:rsid w:val="00012D48"/>
    <w:rsid w:val="000132DD"/>
    <w:rsid w:val="0001352D"/>
    <w:rsid w:val="00013531"/>
    <w:rsid w:val="00013837"/>
    <w:rsid w:val="00013C6A"/>
    <w:rsid w:val="00014167"/>
    <w:rsid w:val="000142BF"/>
    <w:rsid w:val="00014320"/>
    <w:rsid w:val="000147D8"/>
    <w:rsid w:val="00014835"/>
    <w:rsid w:val="00014DE7"/>
    <w:rsid w:val="000158DD"/>
    <w:rsid w:val="00015C8F"/>
    <w:rsid w:val="0001677A"/>
    <w:rsid w:val="00016B32"/>
    <w:rsid w:val="000175A6"/>
    <w:rsid w:val="00017BDC"/>
    <w:rsid w:val="00020034"/>
    <w:rsid w:val="00020270"/>
    <w:rsid w:val="000210BE"/>
    <w:rsid w:val="000212FA"/>
    <w:rsid w:val="00021521"/>
    <w:rsid w:val="00021798"/>
    <w:rsid w:val="000217CA"/>
    <w:rsid w:val="00021CBF"/>
    <w:rsid w:val="0002211E"/>
    <w:rsid w:val="000226D9"/>
    <w:rsid w:val="00022D14"/>
    <w:rsid w:val="000234D1"/>
    <w:rsid w:val="000235FD"/>
    <w:rsid w:val="00023FD7"/>
    <w:rsid w:val="00024DDE"/>
    <w:rsid w:val="00024F2C"/>
    <w:rsid w:val="0002500D"/>
    <w:rsid w:val="00025E15"/>
    <w:rsid w:val="00025EE7"/>
    <w:rsid w:val="00025FAA"/>
    <w:rsid w:val="00026050"/>
    <w:rsid w:val="000261D9"/>
    <w:rsid w:val="000262D2"/>
    <w:rsid w:val="00026408"/>
    <w:rsid w:val="000264A7"/>
    <w:rsid w:val="00026B0E"/>
    <w:rsid w:val="00026F28"/>
    <w:rsid w:val="000270CC"/>
    <w:rsid w:val="0002731D"/>
    <w:rsid w:val="000274C1"/>
    <w:rsid w:val="000274F6"/>
    <w:rsid w:val="00027A25"/>
    <w:rsid w:val="00027DD9"/>
    <w:rsid w:val="00030049"/>
    <w:rsid w:val="0003006C"/>
    <w:rsid w:val="00030522"/>
    <w:rsid w:val="00030668"/>
    <w:rsid w:val="000308C9"/>
    <w:rsid w:val="00030C99"/>
    <w:rsid w:val="0003150E"/>
    <w:rsid w:val="000316F9"/>
    <w:rsid w:val="00031771"/>
    <w:rsid w:val="00031EE0"/>
    <w:rsid w:val="00031FDF"/>
    <w:rsid w:val="00032025"/>
    <w:rsid w:val="00032313"/>
    <w:rsid w:val="000323DF"/>
    <w:rsid w:val="0003271D"/>
    <w:rsid w:val="00032745"/>
    <w:rsid w:val="00032A28"/>
    <w:rsid w:val="00032D07"/>
    <w:rsid w:val="00032F00"/>
    <w:rsid w:val="000331EC"/>
    <w:rsid w:val="000335C2"/>
    <w:rsid w:val="00033DD8"/>
    <w:rsid w:val="00033E28"/>
    <w:rsid w:val="000340A8"/>
    <w:rsid w:val="00034220"/>
    <w:rsid w:val="00034706"/>
    <w:rsid w:val="0003498A"/>
    <w:rsid w:val="000349E9"/>
    <w:rsid w:val="00034F0C"/>
    <w:rsid w:val="000350F8"/>
    <w:rsid w:val="000353C2"/>
    <w:rsid w:val="0003638A"/>
    <w:rsid w:val="00036A0A"/>
    <w:rsid w:val="00036B73"/>
    <w:rsid w:val="00036D5C"/>
    <w:rsid w:val="00036DB8"/>
    <w:rsid w:val="000374F4"/>
    <w:rsid w:val="00037E47"/>
    <w:rsid w:val="0004011C"/>
    <w:rsid w:val="00040126"/>
    <w:rsid w:val="00040C58"/>
    <w:rsid w:val="00041069"/>
    <w:rsid w:val="000413E0"/>
    <w:rsid w:val="00041506"/>
    <w:rsid w:val="00041BE6"/>
    <w:rsid w:val="00042053"/>
    <w:rsid w:val="00042213"/>
    <w:rsid w:val="00042328"/>
    <w:rsid w:val="00042815"/>
    <w:rsid w:val="00042F00"/>
    <w:rsid w:val="000434EC"/>
    <w:rsid w:val="0004367A"/>
    <w:rsid w:val="000436F3"/>
    <w:rsid w:val="00043F0F"/>
    <w:rsid w:val="00044057"/>
    <w:rsid w:val="00044347"/>
    <w:rsid w:val="00044601"/>
    <w:rsid w:val="000453FC"/>
    <w:rsid w:val="00045EC0"/>
    <w:rsid w:val="000465A2"/>
    <w:rsid w:val="0004679E"/>
    <w:rsid w:val="000467BA"/>
    <w:rsid w:val="00046826"/>
    <w:rsid w:val="00046B45"/>
    <w:rsid w:val="00046E95"/>
    <w:rsid w:val="00047458"/>
    <w:rsid w:val="000476A6"/>
    <w:rsid w:val="000477A5"/>
    <w:rsid w:val="00047D87"/>
    <w:rsid w:val="00050382"/>
    <w:rsid w:val="00050650"/>
    <w:rsid w:val="00050959"/>
    <w:rsid w:val="00050B20"/>
    <w:rsid w:val="00051038"/>
    <w:rsid w:val="0005120C"/>
    <w:rsid w:val="000512AA"/>
    <w:rsid w:val="0005170C"/>
    <w:rsid w:val="00051A0C"/>
    <w:rsid w:val="00051D36"/>
    <w:rsid w:val="000522B7"/>
    <w:rsid w:val="00052B65"/>
    <w:rsid w:val="00052BDD"/>
    <w:rsid w:val="00052CDE"/>
    <w:rsid w:val="00052E80"/>
    <w:rsid w:val="00053071"/>
    <w:rsid w:val="0005333F"/>
    <w:rsid w:val="00053968"/>
    <w:rsid w:val="00053A78"/>
    <w:rsid w:val="00053B46"/>
    <w:rsid w:val="00053C0F"/>
    <w:rsid w:val="000540E3"/>
    <w:rsid w:val="0005410C"/>
    <w:rsid w:val="0005447E"/>
    <w:rsid w:val="000545E5"/>
    <w:rsid w:val="000546D9"/>
    <w:rsid w:val="000546E0"/>
    <w:rsid w:val="000552F4"/>
    <w:rsid w:val="000559A3"/>
    <w:rsid w:val="000559F3"/>
    <w:rsid w:val="00055B0F"/>
    <w:rsid w:val="00055B68"/>
    <w:rsid w:val="00055E64"/>
    <w:rsid w:val="000561C5"/>
    <w:rsid w:val="000564AA"/>
    <w:rsid w:val="0005692C"/>
    <w:rsid w:val="00056B54"/>
    <w:rsid w:val="00056BA7"/>
    <w:rsid w:val="000571B4"/>
    <w:rsid w:val="0005729D"/>
    <w:rsid w:val="000574F7"/>
    <w:rsid w:val="00057892"/>
    <w:rsid w:val="00057BBC"/>
    <w:rsid w:val="00057C60"/>
    <w:rsid w:val="00057CA0"/>
    <w:rsid w:val="00057E11"/>
    <w:rsid w:val="0006029D"/>
    <w:rsid w:val="00060C0D"/>
    <w:rsid w:val="00060F15"/>
    <w:rsid w:val="00061822"/>
    <w:rsid w:val="00061952"/>
    <w:rsid w:val="00061A3C"/>
    <w:rsid w:val="00061B9B"/>
    <w:rsid w:val="00061FC6"/>
    <w:rsid w:val="000622FC"/>
    <w:rsid w:val="0006277F"/>
    <w:rsid w:val="000628D8"/>
    <w:rsid w:val="00062905"/>
    <w:rsid w:val="00062938"/>
    <w:rsid w:val="00062AE7"/>
    <w:rsid w:val="00062B4A"/>
    <w:rsid w:val="00062E20"/>
    <w:rsid w:val="000635DE"/>
    <w:rsid w:val="00063988"/>
    <w:rsid w:val="00064239"/>
    <w:rsid w:val="00064445"/>
    <w:rsid w:val="0006445B"/>
    <w:rsid w:val="00064C81"/>
    <w:rsid w:val="00064DF7"/>
    <w:rsid w:val="00064F82"/>
    <w:rsid w:val="000655F5"/>
    <w:rsid w:val="000659E2"/>
    <w:rsid w:val="00065BD7"/>
    <w:rsid w:val="00065F02"/>
    <w:rsid w:val="00065F30"/>
    <w:rsid w:val="00066039"/>
    <w:rsid w:val="0006606B"/>
    <w:rsid w:val="000661CB"/>
    <w:rsid w:val="0006645E"/>
    <w:rsid w:val="000668B6"/>
    <w:rsid w:val="00066A04"/>
    <w:rsid w:val="00067381"/>
    <w:rsid w:val="00067398"/>
    <w:rsid w:val="00067949"/>
    <w:rsid w:val="00067F99"/>
    <w:rsid w:val="00070085"/>
    <w:rsid w:val="0007034A"/>
    <w:rsid w:val="00070E0C"/>
    <w:rsid w:val="00070EB0"/>
    <w:rsid w:val="000711B5"/>
    <w:rsid w:val="0007134B"/>
    <w:rsid w:val="000715E3"/>
    <w:rsid w:val="00071788"/>
    <w:rsid w:val="0007184B"/>
    <w:rsid w:val="00071B40"/>
    <w:rsid w:val="00071B96"/>
    <w:rsid w:val="00072220"/>
    <w:rsid w:val="00072449"/>
    <w:rsid w:val="00072924"/>
    <w:rsid w:val="00072974"/>
    <w:rsid w:val="00072FCA"/>
    <w:rsid w:val="00072FED"/>
    <w:rsid w:val="0007317E"/>
    <w:rsid w:val="0007336B"/>
    <w:rsid w:val="0007338A"/>
    <w:rsid w:val="0007361D"/>
    <w:rsid w:val="00073990"/>
    <w:rsid w:val="00073A08"/>
    <w:rsid w:val="00073E64"/>
    <w:rsid w:val="0007411B"/>
    <w:rsid w:val="00074173"/>
    <w:rsid w:val="000741C2"/>
    <w:rsid w:val="000747A5"/>
    <w:rsid w:val="00074D31"/>
    <w:rsid w:val="000750BD"/>
    <w:rsid w:val="0007521D"/>
    <w:rsid w:val="00075509"/>
    <w:rsid w:val="0007556D"/>
    <w:rsid w:val="00075DAB"/>
    <w:rsid w:val="00076319"/>
    <w:rsid w:val="00076525"/>
    <w:rsid w:val="0007657B"/>
    <w:rsid w:val="00076807"/>
    <w:rsid w:val="00076BBE"/>
    <w:rsid w:val="000770CB"/>
    <w:rsid w:val="000772D4"/>
    <w:rsid w:val="0007771E"/>
    <w:rsid w:val="000779FA"/>
    <w:rsid w:val="00077C1C"/>
    <w:rsid w:val="00080508"/>
    <w:rsid w:val="000810DB"/>
    <w:rsid w:val="000819B1"/>
    <w:rsid w:val="00081CA8"/>
    <w:rsid w:val="00082070"/>
    <w:rsid w:val="000824C3"/>
    <w:rsid w:val="000824FB"/>
    <w:rsid w:val="000829E2"/>
    <w:rsid w:val="00083100"/>
    <w:rsid w:val="000833EB"/>
    <w:rsid w:val="000835E7"/>
    <w:rsid w:val="00083BE8"/>
    <w:rsid w:val="000845F5"/>
    <w:rsid w:val="0008478A"/>
    <w:rsid w:val="00084A66"/>
    <w:rsid w:val="000851D0"/>
    <w:rsid w:val="00085358"/>
    <w:rsid w:val="000859FE"/>
    <w:rsid w:val="00085C20"/>
    <w:rsid w:val="00086112"/>
    <w:rsid w:val="00086331"/>
    <w:rsid w:val="0008676A"/>
    <w:rsid w:val="00086C2D"/>
    <w:rsid w:val="000872E4"/>
    <w:rsid w:val="00087444"/>
    <w:rsid w:val="00087590"/>
    <w:rsid w:val="000879E3"/>
    <w:rsid w:val="00087C4D"/>
    <w:rsid w:val="0009002E"/>
    <w:rsid w:val="00090494"/>
    <w:rsid w:val="00090976"/>
    <w:rsid w:val="00090A7D"/>
    <w:rsid w:val="00090D44"/>
    <w:rsid w:val="00090EDD"/>
    <w:rsid w:val="00091159"/>
    <w:rsid w:val="000916AF"/>
    <w:rsid w:val="00091C96"/>
    <w:rsid w:val="000921EF"/>
    <w:rsid w:val="00092632"/>
    <w:rsid w:val="00092C1F"/>
    <w:rsid w:val="00092ECD"/>
    <w:rsid w:val="00092FC2"/>
    <w:rsid w:val="000930A8"/>
    <w:rsid w:val="000930FF"/>
    <w:rsid w:val="00093715"/>
    <w:rsid w:val="00093C15"/>
    <w:rsid w:val="000943A1"/>
    <w:rsid w:val="00094590"/>
    <w:rsid w:val="000945AF"/>
    <w:rsid w:val="00094985"/>
    <w:rsid w:val="000949DE"/>
    <w:rsid w:val="00094B49"/>
    <w:rsid w:val="00094F9A"/>
    <w:rsid w:val="0009536E"/>
    <w:rsid w:val="00095779"/>
    <w:rsid w:val="0009585F"/>
    <w:rsid w:val="00095896"/>
    <w:rsid w:val="00095AAE"/>
    <w:rsid w:val="00095DA4"/>
    <w:rsid w:val="00096055"/>
    <w:rsid w:val="0009613D"/>
    <w:rsid w:val="0009619C"/>
    <w:rsid w:val="00096879"/>
    <w:rsid w:val="00097461"/>
    <w:rsid w:val="00097B36"/>
    <w:rsid w:val="00097C4B"/>
    <w:rsid w:val="00097DE9"/>
    <w:rsid w:val="00097FBB"/>
    <w:rsid w:val="000A0080"/>
    <w:rsid w:val="000A0964"/>
    <w:rsid w:val="000A0979"/>
    <w:rsid w:val="000A0BAA"/>
    <w:rsid w:val="000A0DDC"/>
    <w:rsid w:val="000A13D2"/>
    <w:rsid w:val="000A1435"/>
    <w:rsid w:val="000A14B8"/>
    <w:rsid w:val="000A169F"/>
    <w:rsid w:val="000A18BD"/>
    <w:rsid w:val="000A1FBC"/>
    <w:rsid w:val="000A2026"/>
    <w:rsid w:val="000A20F7"/>
    <w:rsid w:val="000A22A6"/>
    <w:rsid w:val="000A2455"/>
    <w:rsid w:val="000A2587"/>
    <w:rsid w:val="000A2F09"/>
    <w:rsid w:val="000A3437"/>
    <w:rsid w:val="000A3554"/>
    <w:rsid w:val="000A3798"/>
    <w:rsid w:val="000A3A9E"/>
    <w:rsid w:val="000A3DD0"/>
    <w:rsid w:val="000A40A9"/>
    <w:rsid w:val="000A444C"/>
    <w:rsid w:val="000A452D"/>
    <w:rsid w:val="000A4759"/>
    <w:rsid w:val="000A4810"/>
    <w:rsid w:val="000A4953"/>
    <w:rsid w:val="000A4B9E"/>
    <w:rsid w:val="000A4C7C"/>
    <w:rsid w:val="000A51E8"/>
    <w:rsid w:val="000A5577"/>
    <w:rsid w:val="000A5765"/>
    <w:rsid w:val="000A585C"/>
    <w:rsid w:val="000A5B97"/>
    <w:rsid w:val="000A6565"/>
    <w:rsid w:val="000A6743"/>
    <w:rsid w:val="000A7830"/>
    <w:rsid w:val="000A78A1"/>
    <w:rsid w:val="000A796B"/>
    <w:rsid w:val="000A7D50"/>
    <w:rsid w:val="000A7DCB"/>
    <w:rsid w:val="000B008F"/>
    <w:rsid w:val="000B0614"/>
    <w:rsid w:val="000B089D"/>
    <w:rsid w:val="000B0BCF"/>
    <w:rsid w:val="000B0C18"/>
    <w:rsid w:val="000B0CD8"/>
    <w:rsid w:val="000B0CE5"/>
    <w:rsid w:val="000B0DB6"/>
    <w:rsid w:val="000B1747"/>
    <w:rsid w:val="000B1D70"/>
    <w:rsid w:val="000B2037"/>
    <w:rsid w:val="000B2419"/>
    <w:rsid w:val="000B26EB"/>
    <w:rsid w:val="000B2A3A"/>
    <w:rsid w:val="000B2B47"/>
    <w:rsid w:val="000B39FB"/>
    <w:rsid w:val="000B3BCF"/>
    <w:rsid w:val="000B4F4C"/>
    <w:rsid w:val="000B503C"/>
    <w:rsid w:val="000B51F7"/>
    <w:rsid w:val="000B5642"/>
    <w:rsid w:val="000B5B6A"/>
    <w:rsid w:val="000B5B9D"/>
    <w:rsid w:val="000B5C00"/>
    <w:rsid w:val="000B5F24"/>
    <w:rsid w:val="000B6039"/>
    <w:rsid w:val="000B603E"/>
    <w:rsid w:val="000B638B"/>
    <w:rsid w:val="000B6440"/>
    <w:rsid w:val="000B66E0"/>
    <w:rsid w:val="000B69A4"/>
    <w:rsid w:val="000B6B49"/>
    <w:rsid w:val="000B6E7F"/>
    <w:rsid w:val="000B71B5"/>
    <w:rsid w:val="000B7410"/>
    <w:rsid w:val="000B773A"/>
    <w:rsid w:val="000B7B57"/>
    <w:rsid w:val="000B7BB5"/>
    <w:rsid w:val="000B7E90"/>
    <w:rsid w:val="000B7FC5"/>
    <w:rsid w:val="000C01EB"/>
    <w:rsid w:val="000C01F1"/>
    <w:rsid w:val="000C0AEB"/>
    <w:rsid w:val="000C0E49"/>
    <w:rsid w:val="000C10FC"/>
    <w:rsid w:val="000C1600"/>
    <w:rsid w:val="000C1621"/>
    <w:rsid w:val="000C1830"/>
    <w:rsid w:val="000C1EF6"/>
    <w:rsid w:val="000C2394"/>
    <w:rsid w:val="000C2BE0"/>
    <w:rsid w:val="000C2BE8"/>
    <w:rsid w:val="000C2D2B"/>
    <w:rsid w:val="000C3019"/>
    <w:rsid w:val="000C3353"/>
    <w:rsid w:val="000C37E9"/>
    <w:rsid w:val="000C3881"/>
    <w:rsid w:val="000C38A2"/>
    <w:rsid w:val="000C39DB"/>
    <w:rsid w:val="000C3B69"/>
    <w:rsid w:val="000C3D05"/>
    <w:rsid w:val="000C404A"/>
    <w:rsid w:val="000C40ED"/>
    <w:rsid w:val="000C42D3"/>
    <w:rsid w:val="000C43CA"/>
    <w:rsid w:val="000C47ED"/>
    <w:rsid w:val="000C54CD"/>
    <w:rsid w:val="000C5694"/>
    <w:rsid w:val="000C580A"/>
    <w:rsid w:val="000C582F"/>
    <w:rsid w:val="000C6321"/>
    <w:rsid w:val="000C68E3"/>
    <w:rsid w:val="000C722B"/>
    <w:rsid w:val="000C7B05"/>
    <w:rsid w:val="000C7C08"/>
    <w:rsid w:val="000C7D82"/>
    <w:rsid w:val="000C7D83"/>
    <w:rsid w:val="000D0AA3"/>
    <w:rsid w:val="000D0B5F"/>
    <w:rsid w:val="000D0BAE"/>
    <w:rsid w:val="000D0CCA"/>
    <w:rsid w:val="000D111D"/>
    <w:rsid w:val="000D1550"/>
    <w:rsid w:val="000D1620"/>
    <w:rsid w:val="000D1B71"/>
    <w:rsid w:val="000D1DD9"/>
    <w:rsid w:val="000D1E22"/>
    <w:rsid w:val="000D1F85"/>
    <w:rsid w:val="000D20A1"/>
    <w:rsid w:val="000D2777"/>
    <w:rsid w:val="000D2D3C"/>
    <w:rsid w:val="000D307D"/>
    <w:rsid w:val="000D31BF"/>
    <w:rsid w:val="000D3299"/>
    <w:rsid w:val="000D3383"/>
    <w:rsid w:val="000D3420"/>
    <w:rsid w:val="000D34EA"/>
    <w:rsid w:val="000D351D"/>
    <w:rsid w:val="000D36F2"/>
    <w:rsid w:val="000D37C3"/>
    <w:rsid w:val="000D38E9"/>
    <w:rsid w:val="000D3A31"/>
    <w:rsid w:val="000D4212"/>
    <w:rsid w:val="000D46EF"/>
    <w:rsid w:val="000D49C8"/>
    <w:rsid w:val="000D4A8C"/>
    <w:rsid w:val="000D58AE"/>
    <w:rsid w:val="000D5C3A"/>
    <w:rsid w:val="000D62DF"/>
    <w:rsid w:val="000D63AF"/>
    <w:rsid w:val="000D6B41"/>
    <w:rsid w:val="000D6BE8"/>
    <w:rsid w:val="000D6D66"/>
    <w:rsid w:val="000D6F5E"/>
    <w:rsid w:val="000D7106"/>
    <w:rsid w:val="000D76CD"/>
    <w:rsid w:val="000D79AC"/>
    <w:rsid w:val="000D7AA9"/>
    <w:rsid w:val="000D7C79"/>
    <w:rsid w:val="000D7CCF"/>
    <w:rsid w:val="000D7F5C"/>
    <w:rsid w:val="000D7FBE"/>
    <w:rsid w:val="000E091C"/>
    <w:rsid w:val="000E0C51"/>
    <w:rsid w:val="000E0D86"/>
    <w:rsid w:val="000E0D99"/>
    <w:rsid w:val="000E0F10"/>
    <w:rsid w:val="000E10BE"/>
    <w:rsid w:val="000E15BB"/>
    <w:rsid w:val="000E16A2"/>
    <w:rsid w:val="000E1C56"/>
    <w:rsid w:val="000E212C"/>
    <w:rsid w:val="000E2A68"/>
    <w:rsid w:val="000E2FE5"/>
    <w:rsid w:val="000E326C"/>
    <w:rsid w:val="000E3658"/>
    <w:rsid w:val="000E37C1"/>
    <w:rsid w:val="000E39EB"/>
    <w:rsid w:val="000E3BF0"/>
    <w:rsid w:val="000E3D01"/>
    <w:rsid w:val="000E3DAD"/>
    <w:rsid w:val="000E43AF"/>
    <w:rsid w:val="000E4680"/>
    <w:rsid w:val="000E46B3"/>
    <w:rsid w:val="000E49DD"/>
    <w:rsid w:val="000E4D04"/>
    <w:rsid w:val="000E5081"/>
    <w:rsid w:val="000E5093"/>
    <w:rsid w:val="000E51F2"/>
    <w:rsid w:val="000E541B"/>
    <w:rsid w:val="000E54AF"/>
    <w:rsid w:val="000E5799"/>
    <w:rsid w:val="000E5967"/>
    <w:rsid w:val="000E59BC"/>
    <w:rsid w:val="000E5F7A"/>
    <w:rsid w:val="000E624F"/>
    <w:rsid w:val="000E6440"/>
    <w:rsid w:val="000E6579"/>
    <w:rsid w:val="000E6982"/>
    <w:rsid w:val="000E6D79"/>
    <w:rsid w:val="000E7247"/>
    <w:rsid w:val="000E7393"/>
    <w:rsid w:val="000E7760"/>
    <w:rsid w:val="000E77D4"/>
    <w:rsid w:val="000E7948"/>
    <w:rsid w:val="000E7CEA"/>
    <w:rsid w:val="000F01D4"/>
    <w:rsid w:val="000F06F5"/>
    <w:rsid w:val="000F0CB2"/>
    <w:rsid w:val="000F0CBB"/>
    <w:rsid w:val="000F1A6C"/>
    <w:rsid w:val="000F1ED9"/>
    <w:rsid w:val="000F2138"/>
    <w:rsid w:val="000F2147"/>
    <w:rsid w:val="000F216B"/>
    <w:rsid w:val="000F25AA"/>
    <w:rsid w:val="000F284F"/>
    <w:rsid w:val="000F2B29"/>
    <w:rsid w:val="000F30D2"/>
    <w:rsid w:val="000F3660"/>
    <w:rsid w:val="000F37C4"/>
    <w:rsid w:val="000F3F9B"/>
    <w:rsid w:val="000F42E1"/>
    <w:rsid w:val="000F457B"/>
    <w:rsid w:val="000F4A13"/>
    <w:rsid w:val="000F4BC1"/>
    <w:rsid w:val="000F576B"/>
    <w:rsid w:val="000F5E95"/>
    <w:rsid w:val="000F5E97"/>
    <w:rsid w:val="000F6045"/>
    <w:rsid w:val="000F611C"/>
    <w:rsid w:val="000F68DC"/>
    <w:rsid w:val="000F6DD1"/>
    <w:rsid w:val="000F6EA5"/>
    <w:rsid w:val="000F6FE7"/>
    <w:rsid w:val="000F70D9"/>
    <w:rsid w:val="000F72A5"/>
    <w:rsid w:val="000F73BB"/>
    <w:rsid w:val="000F750D"/>
    <w:rsid w:val="000F7542"/>
    <w:rsid w:val="000F7550"/>
    <w:rsid w:val="000F75BE"/>
    <w:rsid w:val="000F760C"/>
    <w:rsid w:val="000F76B0"/>
    <w:rsid w:val="000F7AF9"/>
    <w:rsid w:val="000F7B6D"/>
    <w:rsid w:val="0010016D"/>
    <w:rsid w:val="001001A6"/>
    <w:rsid w:val="00100249"/>
    <w:rsid w:val="00100B81"/>
    <w:rsid w:val="00100D0B"/>
    <w:rsid w:val="00101167"/>
    <w:rsid w:val="00101512"/>
    <w:rsid w:val="00101B78"/>
    <w:rsid w:val="00101BC9"/>
    <w:rsid w:val="00101D38"/>
    <w:rsid w:val="00101E01"/>
    <w:rsid w:val="00102471"/>
    <w:rsid w:val="00102557"/>
    <w:rsid w:val="00102F71"/>
    <w:rsid w:val="00102FEB"/>
    <w:rsid w:val="001030A5"/>
    <w:rsid w:val="001031DF"/>
    <w:rsid w:val="001032CA"/>
    <w:rsid w:val="00103905"/>
    <w:rsid w:val="00103A07"/>
    <w:rsid w:val="00103E40"/>
    <w:rsid w:val="00103EA6"/>
    <w:rsid w:val="00104BCD"/>
    <w:rsid w:val="00104E7A"/>
    <w:rsid w:val="0010501A"/>
    <w:rsid w:val="00105255"/>
    <w:rsid w:val="001055AD"/>
    <w:rsid w:val="00105769"/>
    <w:rsid w:val="00105A4B"/>
    <w:rsid w:val="00105BC0"/>
    <w:rsid w:val="00105C1F"/>
    <w:rsid w:val="00105FBF"/>
    <w:rsid w:val="00106158"/>
    <w:rsid w:val="00106724"/>
    <w:rsid w:val="00106840"/>
    <w:rsid w:val="00107002"/>
    <w:rsid w:val="00107500"/>
    <w:rsid w:val="00110433"/>
    <w:rsid w:val="00110BEB"/>
    <w:rsid w:val="001112CD"/>
    <w:rsid w:val="00111330"/>
    <w:rsid w:val="001116FB"/>
    <w:rsid w:val="001118B3"/>
    <w:rsid w:val="0011193A"/>
    <w:rsid w:val="00111ABF"/>
    <w:rsid w:val="00111B2F"/>
    <w:rsid w:val="00111CE4"/>
    <w:rsid w:val="00111E35"/>
    <w:rsid w:val="00111FA4"/>
    <w:rsid w:val="001125B0"/>
    <w:rsid w:val="00112B2A"/>
    <w:rsid w:val="00112D6F"/>
    <w:rsid w:val="00113125"/>
    <w:rsid w:val="0011318D"/>
    <w:rsid w:val="00113AB7"/>
    <w:rsid w:val="00114138"/>
    <w:rsid w:val="0011415E"/>
    <w:rsid w:val="001142EF"/>
    <w:rsid w:val="00114416"/>
    <w:rsid w:val="001147CC"/>
    <w:rsid w:val="001149ED"/>
    <w:rsid w:val="00114FD8"/>
    <w:rsid w:val="00115206"/>
    <w:rsid w:val="00115276"/>
    <w:rsid w:val="00115354"/>
    <w:rsid w:val="00115464"/>
    <w:rsid w:val="001157F5"/>
    <w:rsid w:val="0011585B"/>
    <w:rsid w:val="001159C1"/>
    <w:rsid w:val="00116618"/>
    <w:rsid w:val="00116789"/>
    <w:rsid w:val="00116B33"/>
    <w:rsid w:val="00116B90"/>
    <w:rsid w:val="00116C86"/>
    <w:rsid w:val="00116EDD"/>
    <w:rsid w:val="00117024"/>
    <w:rsid w:val="0011712B"/>
    <w:rsid w:val="00117447"/>
    <w:rsid w:val="0011747F"/>
    <w:rsid w:val="0011774C"/>
    <w:rsid w:val="00117822"/>
    <w:rsid w:val="00117879"/>
    <w:rsid w:val="0011795A"/>
    <w:rsid w:val="00117A80"/>
    <w:rsid w:val="00117B43"/>
    <w:rsid w:val="00117C31"/>
    <w:rsid w:val="00117CD3"/>
    <w:rsid w:val="0012021C"/>
    <w:rsid w:val="00120969"/>
    <w:rsid w:val="00120D62"/>
    <w:rsid w:val="00120F0C"/>
    <w:rsid w:val="00121027"/>
    <w:rsid w:val="0012109B"/>
    <w:rsid w:val="001218A5"/>
    <w:rsid w:val="00121BA8"/>
    <w:rsid w:val="00121C37"/>
    <w:rsid w:val="00121D93"/>
    <w:rsid w:val="00121EB7"/>
    <w:rsid w:val="00122429"/>
    <w:rsid w:val="00122A47"/>
    <w:rsid w:val="00122B0A"/>
    <w:rsid w:val="00122CFF"/>
    <w:rsid w:val="00122FE3"/>
    <w:rsid w:val="001235F3"/>
    <w:rsid w:val="001236ED"/>
    <w:rsid w:val="00123BD4"/>
    <w:rsid w:val="00124032"/>
    <w:rsid w:val="00124150"/>
    <w:rsid w:val="0012475B"/>
    <w:rsid w:val="0012486C"/>
    <w:rsid w:val="0012492C"/>
    <w:rsid w:val="00124ADD"/>
    <w:rsid w:val="00124DD9"/>
    <w:rsid w:val="00124DE5"/>
    <w:rsid w:val="001262A0"/>
    <w:rsid w:val="0012634B"/>
    <w:rsid w:val="00126432"/>
    <w:rsid w:val="00126B72"/>
    <w:rsid w:val="001277D4"/>
    <w:rsid w:val="00127E01"/>
    <w:rsid w:val="00130345"/>
    <w:rsid w:val="001305C7"/>
    <w:rsid w:val="001308AD"/>
    <w:rsid w:val="00130B50"/>
    <w:rsid w:val="00131452"/>
    <w:rsid w:val="00131736"/>
    <w:rsid w:val="00131B10"/>
    <w:rsid w:val="00131B6E"/>
    <w:rsid w:val="00131E0F"/>
    <w:rsid w:val="00132221"/>
    <w:rsid w:val="001322E3"/>
    <w:rsid w:val="00132542"/>
    <w:rsid w:val="001326EF"/>
    <w:rsid w:val="00132DE8"/>
    <w:rsid w:val="00132DEA"/>
    <w:rsid w:val="00132F2A"/>
    <w:rsid w:val="0013300D"/>
    <w:rsid w:val="00133212"/>
    <w:rsid w:val="001347AA"/>
    <w:rsid w:val="00134BD8"/>
    <w:rsid w:val="00135E24"/>
    <w:rsid w:val="00136236"/>
    <w:rsid w:val="0013652C"/>
    <w:rsid w:val="00136E60"/>
    <w:rsid w:val="0013700F"/>
    <w:rsid w:val="001373EC"/>
    <w:rsid w:val="001376F4"/>
    <w:rsid w:val="00137781"/>
    <w:rsid w:val="001378F3"/>
    <w:rsid w:val="00137BE1"/>
    <w:rsid w:val="001405E9"/>
    <w:rsid w:val="00140794"/>
    <w:rsid w:val="00140C90"/>
    <w:rsid w:val="00140FFE"/>
    <w:rsid w:val="0014102E"/>
    <w:rsid w:val="0014126B"/>
    <w:rsid w:val="00141B3E"/>
    <w:rsid w:val="00141D40"/>
    <w:rsid w:val="00141E7C"/>
    <w:rsid w:val="00142270"/>
    <w:rsid w:val="00142446"/>
    <w:rsid w:val="00142482"/>
    <w:rsid w:val="00142521"/>
    <w:rsid w:val="001425DA"/>
    <w:rsid w:val="00142653"/>
    <w:rsid w:val="0014269C"/>
    <w:rsid w:val="001428C5"/>
    <w:rsid w:val="00142BBA"/>
    <w:rsid w:val="00142DC8"/>
    <w:rsid w:val="00142F76"/>
    <w:rsid w:val="001432A1"/>
    <w:rsid w:val="00143522"/>
    <w:rsid w:val="001435FA"/>
    <w:rsid w:val="00143859"/>
    <w:rsid w:val="001439F0"/>
    <w:rsid w:val="00143E44"/>
    <w:rsid w:val="00143F02"/>
    <w:rsid w:val="00144028"/>
    <w:rsid w:val="00144204"/>
    <w:rsid w:val="00144330"/>
    <w:rsid w:val="0014449A"/>
    <w:rsid w:val="001445A8"/>
    <w:rsid w:val="001445E3"/>
    <w:rsid w:val="001446F4"/>
    <w:rsid w:val="00145446"/>
    <w:rsid w:val="0014560E"/>
    <w:rsid w:val="00145803"/>
    <w:rsid w:val="00145C5A"/>
    <w:rsid w:val="00145C92"/>
    <w:rsid w:val="00145F1A"/>
    <w:rsid w:val="00146363"/>
    <w:rsid w:val="001465D7"/>
    <w:rsid w:val="00146779"/>
    <w:rsid w:val="001467B3"/>
    <w:rsid w:val="00146876"/>
    <w:rsid w:val="001468F3"/>
    <w:rsid w:val="001469FF"/>
    <w:rsid w:val="00146A0A"/>
    <w:rsid w:val="00146C4E"/>
    <w:rsid w:val="00146F61"/>
    <w:rsid w:val="00147060"/>
    <w:rsid w:val="0014710C"/>
    <w:rsid w:val="00147203"/>
    <w:rsid w:val="001477FD"/>
    <w:rsid w:val="00147A50"/>
    <w:rsid w:val="00147AEF"/>
    <w:rsid w:val="00147D26"/>
    <w:rsid w:val="00151270"/>
    <w:rsid w:val="00151524"/>
    <w:rsid w:val="00151D46"/>
    <w:rsid w:val="00152577"/>
    <w:rsid w:val="00152678"/>
    <w:rsid w:val="00152B4B"/>
    <w:rsid w:val="00153C77"/>
    <w:rsid w:val="00153CE5"/>
    <w:rsid w:val="00153E5C"/>
    <w:rsid w:val="00154030"/>
    <w:rsid w:val="001542CD"/>
    <w:rsid w:val="001547B6"/>
    <w:rsid w:val="00154A13"/>
    <w:rsid w:val="00154A5B"/>
    <w:rsid w:val="00154B59"/>
    <w:rsid w:val="0015510B"/>
    <w:rsid w:val="001553AB"/>
    <w:rsid w:val="001554F3"/>
    <w:rsid w:val="00155B95"/>
    <w:rsid w:val="001568A0"/>
    <w:rsid w:val="00156AF9"/>
    <w:rsid w:val="00156D85"/>
    <w:rsid w:val="001571E8"/>
    <w:rsid w:val="00157404"/>
    <w:rsid w:val="0015771D"/>
    <w:rsid w:val="0015795A"/>
    <w:rsid w:val="00157A1C"/>
    <w:rsid w:val="001601F6"/>
    <w:rsid w:val="00160865"/>
    <w:rsid w:val="00160A7E"/>
    <w:rsid w:val="00160C6C"/>
    <w:rsid w:val="00160D56"/>
    <w:rsid w:val="0016118E"/>
    <w:rsid w:val="00161433"/>
    <w:rsid w:val="00161808"/>
    <w:rsid w:val="00161C61"/>
    <w:rsid w:val="00161FE3"/>
    <w:rsid w:val="001628FE"/>
    <w:rsid w:val="001629D3"/>
    <w:rsid w:val="00162E1D"/>
    <w:rsid w:val="001634E8"/>
    <w:rsid w:val="0016357A"/>
    <w:rsid w:val="001639C4"/>
    <w:rsid w:val="00163C8B"/>
    <w:rsid w:val="00163C98"/>
    <w:rsid w:val="001643D4"/>
    <w:rsid w:val="00164520"/>
    <w:rsid w:val="001645A9"/>
    <w:rsid w:val="001647CC"/>
    <w:rsid w:val="0016499A"/>
    <w:rsid w:val="0016499B"/>
    <w:rsid w:val="00164A7B"/>
    <w:rsid w:val="00164C61"/>
    <w:rsid w:val="0016516C"/>
    <w:rsid w:val="00165526"/>
    <w:rsid w:val="00165599"/>
    <w:rsid w:val="001658BE"/>
    <w:rsid w:val="00165A0D"/>
    <w:rsid w:val="00165CE4"/>
    <w:rsid w:val="001660F5"/>
    <w:rsid w:val="00166888"/>
    <w:rsid w:val="00166CF9"/>
    <w:rsid w:val="00166DDB"/>
    <w:rsid w:val="0016710E"/>
    <w:rsid w:val="001677B9"/>
    <w:rsid w:val="00170039"/>
    <w:rsid w:val="001701B4"/>
    <w:rsid w:val="00170230"/>
    <w:rsid w:val="0017027E"/>
    <w:rsid w:val="00170351"/>
    <w:rsid w:val="0017073C"/>
    <w:rsid w:val="00170B05"/>
    <w:rsid w:val="00170D05"/>
    <w:rsid w:val="00170F72"/>
    <w:rsid w:val="001713E8"/>
    <w:rsid w:val="001719B8"/>
    <w:rsid w:val="00171A0E"/>
    <w:rsid w:val="001720FE"/>
    <w:rsid w:val="0017253C"/>
    <w:rsid w:val="001725A4"/>
    <w:rsid w:val="00172DAA"/>
    <w:rsid w:val="001736F5"/>
    <w:rsid w:val="00173768"/>
    <w:rsid w:val="00173C26"/>
    <w:rsid w:val="00173D69"/>
    <w:rsid w:val="0017410B"/>
    <w:rsid w:val="00174C5A"/>
    <w:rsid w:val="00174DC2"/>
    <w:rsid w:val="001762DB"/>
    <w:rsid w:val="0017659D"/>
    <w:rsid w:val="00176AE2"/>
    <w:rsid w:val="00176ED0"/>
    <w:rsid w:val="001772B6"/>
    <w:rsid w:val="0017747F"/>
    <w:rsid w:val="0017775E"/>
    <w:rsid w:val="00177C5F"/>
    <w:rsid w:val="00177EB9"/>
    <w:rsid w:val="0018066F"/>
    <w:rsid w:val="00180967"/>
    <w:rsid w:val="0018099A"/>
    <w:rsid w:val="001816AF"/>
    <w:rsid w:val="001816BE"/>
    <w:rsid w:val="001817BC"/>
    <w:rsid w:val="00181AE3"/>
    <w:rsid w:val="00181C13"/>
    <w:rsid w:val="0018239C"/>
    <w:rsid w:val="00182475"/>
    <w:rsid w:val="00182529"/>
    <w:rsid w:val="00182644"/>
    <w:rsid w:val="0018280B"/>
    <w:rsid w:val="00182A00"/>
    <w:rsid w:val="00182CB5"/>
    <w:rsid w:val="00182F4C"/>
    <w:rsid w:val="001833E9"/>
    <w:rsid w:val="001838AB"/>
    <w:rsid w:val="00183D65"/>
    <w:rsid w:val="00183E67"/>
    <w:rsid w:val="001842A4"/>
    <w:rsid w:val="0018478F"/>
    <w:rsid w:val="0018521E"/>
    <w:rsid w:val="00185231"/>
    <w:rsid w:val="00185B51"/>
    <w:rsid w:val="001860A5"/>
    <w:rsid w:val="00186A38"/>
    <w:rsid w:val="00186CF6"/>
    <w:rsid w:val="00186D50"/>
    <w:rsid w:val="001870D1"/>
    <w:rsid w:val="001871E7"/>
    <w:rsid w:val="00187243"/>
    <w:rsid w:val="00187549"/>
    <w:rsid w:val="00187A09"/>
    <w:rsid w:val="00187AB4"/>
    <w:rsid w:val="00190032"/>
    <w:rsid w:val="001900FA"/>
    <w:rsid w:val="00190785"/>
    <w:rsid w:val="00190B04"/>
    <w:rsid w:val="00190F08"/>
    <w:rsid w:val="0019134F"/>
    <w:rsid w:val="0019156C"/>
    <w:rsid w:val="0019163D"/>
    <w:rsid w:val="001918F2"/>
    <w:rsid w:val="00191BF5"/>
    <w:rsid w:val="00191E34"/>
    <w:rsid w:val="00191E94"/>
    <w:rsid w:val="001920BA"/>
    <w:rsid w:val="00192146"/>
    <w:rsid w:val="0019219F"/>
    <w:rsid w:val="001922D0"/>
    <w:rsid w:val="001923A1"/>
    <w:rsid w:val="00192AF1"/>
    <w:rsid w:val="00193589"/>
    <w:rsid w:val="001935CD"/>
    <w:rsid w:val="00193EF5"/>
    <w:rsid w:val="0019404C"/>
    <w:rsid w:val="0019438C"/>
    <w:rsid w:val="00194578"/>
    <w:rsid w:val="00194975"/>
    <w:rsid w:val="00194986"/>
    <w:rsid w:val="00195515"/>
    <w:rsid w:val="001957D2"/>
    <w:rsid w:val="001958CA"/>
    <w:rsid w:val="001959E0"/>
    <w:rsid w:val="00195C50"/>
    <w:rsid w:val="00196157"/>
    <w:rsid w:val="0019627D"/>
    <w:rsid w:val="00196F40"/>
    <w:rsid w:val="0019708D"/>
    <w:rsid w:val="001977E8"/>
    <w:rsid w:val="00197ACF"/>
    <w:rsid w:val="00197B9B"/>
    <w:rsid w:val="00197C9A"/>
    <w:rsid w:val="00197F8B"/>
    <w:rsid w:val="001A09DA"/>
    <w:rsid w:val="001A0BC6"/>
    <w:rsid w:val="001A0CFE"/>
    <w:rsid w:val="001A11F2"/>
    <w:rsid w:val="001A188B"/>
    <w:rsid w:val="001A2457"/>
    <w:rsid w:val="001A2CED"/>
    <w:rsid w:val="001A31EC"/>
    <w:rsid w:val="001A32EA"/>
    <w:rsid w:val="001A3DE0"/>
    <w:rsid w:val="001A511C"/>
    <w:rsid w:val="001A5DC9"/>
    <w:rsid w:val="001A61D0"/>
    <w:rsid w:val="001A61FB"/>
    <w:rsid w:val="001A63F0"/>
    <w:rsid w:val="001A6406"/>
    <w:rsid w:val="001A6678"/>
    <w:rsid w:val="001A706F"/>
    <w:rsid w:val="001A734E"/>
    <w:rsid w:val="001B0970"/>
    <w:rsid w:val="001B0ABB"/>
    <w:rsid w:val="001B1A27"/>
    <w:rsid w:val="001B1A83"/>
    <w:rsid w:val="001B1AFA"/>
    <w:rsid w:val="001B1BD9"/>
    <w:rsid w:val="001B1CE3"/>
    <w:rsid w:val="001B1FB6"/>
    <w:rsid w:val="001B2515"/>
    <w:rsid w:val="001B2531"/>
    <w:rsid w:val="001B2849"/>
    <w:rsid w:val="001B2904"/>
    <w:rsid w:val="001B2B01"/>
    <w:rsid w:val="001B2BB1"/>
    <w:rsid w:val="001B2E1A"/>
    <w:rsid w:val="001B3224"/>
    <w:rsid w:val="001B34B6"/>
    <w:rsid w:val="001B39A6"/>
    <w:rsid w:val="001B40B3"/>
    <w:rsid w:val="001B4ABC"/>
    <w:rsid w:val="001B5DA7"/>
    <w:rsid w:val="001B7514"/>
    <w:rsid w:val="001B7BAF"/>
    <w:rsid w:val="001B7F55"/>
    <w:rsid w:val="001B7F9B"/>
    <w:rsid w:val="001C035D"/>
    <w:rsid w:val="001C0700"/>
    <w:rsid w:val="001C0703"/>
    <w:rsid w:val="001C0774"/>
    <w:rsid w:val="001C07C7"/>
    <w:rsid w:val="001C07D4"/>
    <w:rsid w:val="001C0AE1"/>
    <w:rsid w:val="001C0C1F"/>
    <w:rsid w:val="001C1872"/>
    <w:rsid w:val="001C1AAD"/>
    <w:rsid w:val="001C21FB"/>
    <w:rsid w:val="001C2679"/>
    <w:rsid w:val="001C2996"/>
    <w:rsid w:val="001C3926"/>
    <w:rsid w:val="001C3E21"/>
    <w:rsid w:val="001C435E"/>
    <w:rsid w:val="001C44E7"/>
    <w:rsid w:val="001C496E"/>
    <w:rsid w:val="001C4A17"/>
    <w:rsid w:val="001C4B05"/>
    <w:rsid w:val="001C5005"/>
    <w:rsid w:val="001C52E9"/>
    <w:rsid w:val="001C5A0F"/>
    <w:rsid w:val="001C5D74"/>
    <w:rsid w:val="001C5F9A"/>
    <w:rsid w:val="001C6261"/>
    <w:rsid w:val="001C646C"/>
    <w:rsid w:val="001C6827"/>
    <w:rsid w:val="001C690F"/>
    <w:rsid w:val="001C6CB5"/>
    <w:rsid w:val="001C6D80"/>
    <w:rsid w:val="001C6DDB"/>
    <w:rsid w:val="001C6EE4"/>
    <w:rsid w:val="001C6FC5"/>
    <w:rsid w:val="001D05B0"/>
    <w:rsid w:val="001D0D2B"/>
    <w:rsid w:val="001D1611"/>
    <w:rsid w:val="001D1A61"/>
    <w:rsid w:val="001D1ADC"/>
    <w:rsid w:val="001D2405"/>
    <w:rsid w:val="001D2755"/>
    <w:rsid w:val="001D2996"/>
    <w:rsid w:val="001D2B81"/>
    <w:rsid w:val="001D2FAE"/>
    <w:rsid w:val="001D326C"/>
    <w:rsid w:val="001D36FF"/>
    <w:rsid w:val="001D3827"/>
    <w:rsid w:val="001D40EC"/>
    <w:rsid w:val="001D47D8"/>
    <w:rsid w:val="001D4823"/>
    <w:rsid w:val="001D4AC7"/>
    <w:rsid w:val="001D4F09"/>
    <w:rsid w:val="001D52BE"/>
    <w:rsid w:val="001D560E"/>
    <w:rsid w:val="001D566E"/>
    <w:rsid w:val="001D5C99"/>
    <w:rsid w:val="001D5EDD"/>
    <w:rsid w:val="001D603E"/>
    <w:rsid w:val="001D6052"/>
    <w:rsid w:val="001D60D6"/>
    <w:rsid w:val="001D6155"/>
    <w:rsid w:val="001D6B81"/>
    <w:rsid w:val="001D6C17"/>
    <w:rsid w:val="001D6C84"/>
    <w:rsid w:val="001D6D02"/>
    <w:rsid w:val="001D6D96"/>
    <w:rsid w:val="001D721D"/>
    <w:rsid w:val="001D7C96"/>
    <w:rsid w:val="001D7E22"/>
    <w:rsid w:val="001D7E44"/>
    <w:rsid w:val="001E0155"/>
    <w:rsid w:val="001E0389"/>
    <w:rsid w:val="001E0E71"/>
    <w:rsid w:val="001E0F4A"/>
    <w:rsid w:val="001E1531"/>
    <w:rsid w:val="001E16E0"/>
    <w:rsid w:val="001E1790"/>
    <w:rsid w:val="001E1D43"/>
    <w:rsid w:val="001E1E0D"/>
    <w:rsid w:val="001E1E3A"/>
    <w:rsid w:val="001E1E45"/>
    <w:rsid w:val="001E1F2D"/>
    <w:rsid w:val="001E228E"/>
    <w:rsid w:val="001E2679"/>
    <w:rsid w:val="001E2FB4"/>
    <w:rsid w:val="001E31D0"/>
    <w:rsid w:val="001E35D1"/>
    <w:rsid w:val="001E3A71"/>
    <w:rsid w:val="001E3BE6"/>
    <w:rsid w:val="001E4409"/>
    <w:rsid w:val="001E4AAC"/>
    <w:rsid w:val="001E4B09"/>
    <w:rsid w:val="001E515D"/>
    <w:rsid w:val="001E547A"/>
    <w:rsid w:val="001E582F"/>
    <w:rsid w:val="001E5AE1"/>
    <w:rsid w:val="001E5B2E"/>
    <w:rsid w:val="001E65C2"/>
    <w:rsid w:val="001E6A05"/>
    <w:rsid w:val="001E6A6F"/>
    <w:rsid w:val="001E6ABA"/>
    <w:rsid w:val="001E6B76"/>
    <w:rsid w:val="001E6CA8"/>
    <w:rsid w:val="001E6F2B"/>
    <w:rsid w:val="001E72AF"/>
    <w:rsid w:val="001E77FE"/>
    <w:rsid w:val="001E781A"/>
    <w:rsid w:val="001E7A3C"/>
    <w:rsid w:val="001E7C59"/>
    <w:rsid w:val="001E7CCA"/>
    <w:rsid w:val="001F06EE"/>
    <w:rsid w:val="001F0828"/>
    <w:rsid w:val="001F0AF0"/>
    <w:rsid w:val="001F0FBD"/>
    <w:rsid w:val="001F1F26"/>
    <w:rsid w:val="001F2117"/>
    <w:rsid w:val="001F2839"/>
    <w:rsid w:val="001F28B6"/>
    <w:rsid w:val="001F2B02"/>
    <w:rsid w:val="001F3888"/>
    <w:rsid w:val="001F3C9E"/>
    <w:rsid w:val="001F3D6C"/>
    <w:rsid w:val="001F3FC8"/>
    <w:rsid w:val="001F44A6"/>
    <w:rsid w:val="001F4613"/>
    <w:rsid w:val="001F46EC"/>
    <w:rsid w:val="001F4809"/>
    <w:rsid w:val="001F4C30"/>
    <w:rsid w:val="001F4C34"/>
    <w:rsid w:val="001F5091"/>
    <w:rsid w:val="001F521D"/>
    <w:rsid w:val="001F52B0"/>
    <w:rsid w:val="001F58BD"/>
    <w:rsid w:val="001F58D2"/>
    <w:rsid w:val="001F63B8"/>
    <w:rsid w:val="001F6B8C"/>
    <w:rsid w:val="001F7370"/>
    <w:rsid w:val="001F7406"/>
    <w:rsid w:val="001F7691"/>
    <w:rsid w:val="001F798D"/>
    <w:rsid w:val="001F79FF"/>
    <w:rsid w:val="001F7A9D"/>
    <w:rsid w:val="001F7B8D"/>
    <w:rsid w:val="001F7E45"/>
    <w:rsid w:val="002003C4"/>
    <w:rsid w:val="002004CA"/>
    <w:rsid w:val="002008C1"/>
    <w:rsid w:val="002009CE"/>
    <w:rsid w:val="00200B59"/>
    <w:rsid w:val="00200E1A"/>
    <w:rsid w:val="0020155A"/>
    <w:rsid w:val="002015B0"/>
    <w:rsid w:val="00201607"/>
    <w:rsid w:val="00201F1E"/>
    <w:rsid w:val="002031C7"/>
    <w:rsid w:val="00203CA2"/>
    <w:rsid w:val="00204B19"/>
    <w:rsid w:val="00204B62"/>
    <w:rsid w:val="00205375"/>
    <w:rsid w:val="00205BE6"/>
    <w:rsid w:val="00205C29"/>
    <w:rsid w:val="00205C98"/>
    <w:rsid w:val="00205D3C"/>
    <w:rsid w:val="002063D4"/>
    <w:rsid w:val="00206934"/>
    <w:rsid w:val="00206FA1"/>
    <w:rsid w:val="0020798D"/>
    <w:rsid w:val="00207A7D"/>
    <w:rsid w:val="00210496"/>
    <w:rsid w:val="0021053C"/>
    <w:rsid w:val="00211004"/>
    <w:rsid w:val="0021141F"/>
    <w:rsid w:val="00211782"/>
    <w:rsid w:val="00211977"/>
    <w:rsid w:val="00211C69"/>
    <w:rsid w:val="00211D53"/>
    <w:rsid w:val="002122A6"/>
    <w:rsid w:val="00212634"/>
    <w:rsid w:val="00212A11"/>
    <w:rsid w:val="00212BAB"/>
    <w:rsid w:val="00212D7A"/>
    <w:rsid w:val="00212EB2"/>
    <w:rsid w:val="0021304A"/>
    <w:rsid w:val="0021322E"/>
    <w:rsid w:val="002133C2"/>
    <w:rsid w:val="00213470"/>
    <w:rsid w:val="00213B33"/>
    <w:rsid w:val="002143EF"/>
    <w:rsid w:val="002143FE"/>
    <w:rsid w:val="002144A5"/>
    <w:rsid w:val="0021457E"/>
    <w:rsid w:val="002147A9"/>
    <w:rsid w:val="002147CF"/>
    <w:rsid w:val="00214831"/>
    <w:rsid w:val="002149D0"/>
    <w:rsid w:val="00214E93"/>
    <w:rsid w:val="00215CA7"/>
    <w:rsid w:val="00215CF6"/>
    <w:rsid w:val="002161B4"/>
    <w:rsid w:val="00216590"/>
    <w:rsid w:val="0021672B"/>
    <w:rsid w:val="002169F7"/>
    <w:rsid w:val="00216C4A"/>
    <w:rsid w:val="00216C8A"/>
    <w:rsid w:val="00216D2E"/>
    <w:rsid w:val="00216FDE"/>
    <w:rsid w:val="002207C6"/>
    <w:rsid w:val="002208BC"/>
    <w:rsid w:val="00220979"/>
    <w:rsid w:val="002209A5"/>
    <w:rsid w:val="0022170C"/>
    <w:rsid w:val="002219A4"/>
    <w:rsid w:val="00221B57"/>
    <w:rsid w:val="00222035"/>
    <w:rsid w:val="002227BD"/>
    <w:rsid w:val="0022289E"/>
    <w:rsid w:val="002229FD"/>
    <w:rsid w:val="00222A40"/>
    <w:rsid w:val="00222A74"/>
    <w:rsid w:val="00222C27"/>
    <w:rsid w:val="00222DAA"/>
    <w:rsid w:val="0022308B"/>
    <w:rsid w:val="002235AB"/>
    <w:rsid w:val="00223A06"/>
    <w:rsid w:val="00223D6D"/>
    <w:rsid w:val="002246DF"/>
    <w:rsid w:val="00224B71"/>
    <w:rsid w:val="00224DFF"/>
    <w:rsid w:val="0022522C"/>
    <w:rsid w:val="0022526C"/>
    <w:rsid w:val="002252CF"/>
    <w:rsid w:val="0022542D"/>
    <w:rsid w:val="002255E9"/>
    <w:rsid w:val="0022578C"/>
    <w:rsid w:val="00225794"/>
    <w:rsid w:val="00225B62"/>
    <w:rsid w:val="00225B94"/>
    <w:rsid w:val="00225B96"/>
    <w:rsid w:val="00226075"/>
    <w:rsid w:val="0022637F"/>
    <w:rsid w:val="00226C72"/>
    <w:rsid w:val="00226E0C"/>
    <w:rsid w:val="0022709F"/>
    <w:rsid w:val="00227281"/>
    <w:rsid w:val="002273CF"/>
    <w:rsid w:val="00227447"/>
    <w:rsid w:val="002274F3"/>
    <w:rsid w:val="00227B3A"/>
    <w:rsid w:val="00227F99"/>
    <w:rsid w:val="002300F0"/>
    <w:rsid w:val="00230532"/>
    <w:rsid w:val="00230B28"/>
    <w:rsid w:val="00231379"/>
    <w:rsid w:val="00231DFB"/>
    <w:rsid w:val="00231E89"/>
    <w:rsid w:val="002325EC"/>
    <w:rsid w:val="00232663"/>
    <w:rsid w:val="002326D0"/>
    <w:rsid w:val="00233787"/>
    <w:rsid w:val="002337DD"/>
    <w:rsid w:val="00233A55"/>
    <w:rsid w:val="00233EC2"/>
    <w:rsid w:val="00233F2B"/>
    <w:rsid w:val="00234A6D"/>
    <w:rsid w:val="00234B2F"/>
    <w:rsid w:val="00234B46"/>
    <w:rsid w:val="00235009"/>
    <w:rsid w:val="002357C9"/>
    <w:rsid w:val="002357EF"/>
    <w:rsid w:val="00235BC5"/>
    <w:rsid w:val="00235E0E"/>
    <w:rsid w:val="00235F09"/>
    <w:rsid w:val="00236457"/>
    <w:rsid w:val="002369E1"/>
    <w:rsid w:val="00236CB0"/>
    <w:rsid w:val="00236EC5"/>
    <w:rsid w:val="002372B5"/>
    <w:rsid w:val="002373E1"/>
    <w:rsid w:val="00237730"/>
    <w:rsid w:val="00237BC0"/>
    <w:rsid w:val="00237C6F"/>
    <w:rsid w:val="00237D27"/>
    <w:rsid w:val="00240757"/>
    <w:rsid w:val="002408B3"/>
    <w:rsid w:val="00240CC8"/>
    <w:rsid w:val="002411A3"/>
    <w:rsid w:val="00241367"/>
    <w:rsid w:val="002415F0"/>
    <w:rsid w:val="0024165C"/>
    <w:rsid w:val="00241671"/>
    <w:rsid w:val="00241814"/>
    <w:rsid w:val="00241B9C"/>
    <w:rsid w:val="00241EC9"/>
    <w:rsid w:val="002420BC"/>
    <w:rsid w:val="0024286F"/>
    <w:rsid w:val="00242D2D"/>
    <w:rsid w:val="00243A63"/>
    <w:rsid w:val="00243A88"/>
    <w:rsid w:val="00243D09"/>
    <w:rsid w:val="00243E5A"/>
    <w:rsid w:val="002448F4"/>
    <w:rsid w:val="00244948"/>
    <w:rsid w:val="00244A13"/>
    <w:rsid w:val="0024535E"/>
    <w:rsid w:val="00245385"/>
    <w:rsid w:val="002453DD"/>
    <w:rsid w:val="002454E0"/>
    <w:rsid w:val="0024550E"/>
    <w:rsid w:val="00245EC2"/>
    <w:rsid w:val="00245F0D"/>
    <w:rsid w:val="002465E9"/>
    <w:rsid w:val="002470D2"/>
    <w:rsid w:val="00250351"/>
    <w:rsid w:val="0025061F"/>
    <w:rsid w:val="002506D1"/>
    <w:rsid w:val="0025075F"/>
    <w:rsid w:val="0025093F"/>
    <w:rsid w:val="00250DB5"/>
    <w:rsid w:val="002510B0"/>
    <w:rsid w:val="002511BC"/>
    <w:rsid w:val="00251735"/>
    <w:rsid w:val="0025195B"/>
    <w:rsid w:val="00251BF4"/>
    <w:rsid w:val="00252019"/>
    <w:rsid w:val="0025237A"/>
    <w:rsid w:val="00252480"/>
    <w:rsid w:val="002526A8"/>
    <w:rsid w:val="0025290B"/>
    <w:rsid w:val="0025356C"/>
    <w:rsid w:val="00253743"/>
    <w:rsid w:val="00253AD4"/>
    <w:rsid w:val="002543F3"/>
    <w:rsid w:val="002546C4"/>
    <w:rsid w:val="0025475B"/>
    <w:rsid w:val="00254774"/>
    <w:rsid w:val="0025477C"/>
    <w:rsid w:val="00254A1D"/>
    <w:rsid w:val="00254A2D"/>
    <w:rsid w:val="00254B78"/>
    <w:rsid w:val="002554AF"/>
    <w:rsid w:val="00255F5E"/>
    <w:rsid w:val="0025603F"/>
    <w:rsid w:val="00256735"/>
    <w:rsid w:val="00256A9E"/>
    <w:rsid w:val="00260164"/>
    <w:rsid w:val="00260A27"/>
    <w:rsid w:val="00261322"/>
    <w:rsid w:val="002613F8"/>
    <w:rsid w:val="0026176D"/>
    <w:rsid w:val="00261889"/>
    <w:rsid w:val="002620F4"/>
    <w:rsid w:val="00262511"/>
    <w:rsid w:val="002628A7"/>
    <w:rsid w:val="00262BFB"/>
    <w:rsid w:val="002633F9"/>
    <w:rsid w:val="00263C55"/>
    <w:rsid w:val="00263CA7"/>
    <w:rsid w:val="00263EB3"/>
    <w:rsid w:val="00263F7B"/>
    <w:rsid w:val="00264084"/>
    <w:rsid w:val="00264313"/>
    <w:rsid w:val="0026467F"/>
    <w:rsid w:val="00265442"/>
    <w:rsid w:val="002658CD"/>
    <w:rsid w:val="00265B98"/>
    <w:rsid w:val="00265DF6"/>
    <w:rsid w:val="00265EE8"/>
    <w:rsid w:val="00266225"/>
    <w:rsid w:val="00266334"/>
    <w:rsid w:val="00266D91"/>
    <w:rsid w:val="00266FF2"/>
    <w:rsid w:val="00267135"/>
    <w:rsid w:val="00267458"/>
    <w:rsid w:val="00267C53"/>
    <w:rsid w:val="002705F7"/>
    <w:rsid w:val="0027108B"/>
    <w:rsid w:val="00271102"/>
    <w:rsid w:val="00271410"/>
    <w:rsid w:val="002714FB"/>
    <w:rsid w:val="00271709"/>
    <w:rsid w:val="00271871"/>
    <w:rsid w:val="00271A5A"/>
    <w:rsid w:val="00271A8A"/>
    <w:rsid w:val="00271DA0"/>
    <w:rsid w:val="00272059"/>
    <w:rsid w:val="002721C1"/>
    <w:rsid w:val="002724DD"/>
    <w:rsid w:val="0027306A"/>
    <w:rsid w:val="00273668"/>
    <w:rsid w:val="00273A67"/>
    <w:rsid w:val="00273E52"/>
    <w:rsid w:val="0027400E"/>
    <w:rsid w:val="002741A5"/>
    <w:rsid w:val="002747A9"/>
    <w:rsid w:val="00274EBC"/>
    <w:rsid w:val="002756C8"/>
    <w:rsid w:val="0027625D"/>
    <w:rsid w:val="0027628F"/>
    <w:rsid w:val="0027641C"/>
    <w:rsid w:val="002765B8"/>
    <w:rsid w:val="00276882"/>
    <w:rsid w:val="00276ABC"/>
    <w:rsid w:val="0027755F"/>
    <w:rsid w:val="0027774C"/>
    <w:rsid w:val="0027793B"/>
    <w:rsid w:val="00277B38"/>
    <w:rsid w:val="00277C8D"/>
    <w:rsid w:val="0028031B"/>
    <w:rsid w:val="002803E3"/>
    <w:rsid w:val="002805B2"/>
    <w:rsid w:val="00280639"/>
    <w:rsid w:val="00280BB0"/>
    <w:rsid w:val="00280D0A"/>
    <w:rsid w:val="0028125E"/>
    <w:rsid w:val="00281283"/>
    <w:rsid w:val="00281AA4"/>
    <w:rsid w:val="0028218C"/>
    <w:rsid w:val="002821F6"/>
    <w:rsid w:val="00282389"/>
    <w:rsid w:val="002824A4"/>
    <w:rsid w:val="00282AA7"/>
    <w:rsid w:val="00282B24"/>
    <w:rsid w:val="00282CDF"/>
    <w:rsid w:val="00282DDF"/>
    <w:rsid w:val="00282E80"/>
    <w:rsid w:val="002831F9"/>
    <w:rsid w:val="002832CF"/>
    <w:rsid w:val="002850EA"/>
    <w:rsid w:val="002854F4"/>
    <w:rsid w:val="00285518"/>
    <w:rsid w:val="0028572F"/>
    <w:rsid w:val="00285845"/>
    <w:rsid w:val="002858AB"/>
    <w:rsid w:val="00285FB0"/>
    <w:rsid w:val="002862A4"/>
    <w:rsid w:val="002862EE"/>
    <w:rsid w:val="002867C6"/>
    <w:rsid w:val="002868E8"/>
    <w:rsid w:val="00286A73"/>
    <w:rsid w:val="00287135"/>
    <w:rsid w:val="002871E1"/>
    <w:rsid w:val="002904A0"/>
    <w:rsid w:val="00290CB0"/>
    <w:rsid w:val="00291819"/>
    <w:rsid w:val="00291CD3"/>
    <w:rsid w:val="00291F88"/>
    <w:rsid w:val="00292569"/>
    <w:rsid w:val="00292AF0"/>
    <w:rsid w:val="00292B21"/>
    <w:rsid w:val="00293121"/>
    <w:rsid w:val="002931E5"/>
    <w:rsid w:val="0029365D"/>
    <w:rsid w:val="00293ED0"/>
    <w:rsid w:val="00294157"/>
    <w:rsid w:val="002941DE"/>
    <w:rsid w:val="00294731"/>
    <w:rsid w:val="00294C6A"/>
    <w:rsid w:val="00295394"/>
    <w:rsid w:val="002956A6"/>
    <w:rsid w:val="002956F0"/>
    <w:rsid w:val="00295EE7"/>
    <w:rsid w:val="00295F6E"/>
    <w:rsid w:val="002961F0"/>
    <w:rsid w:val="00296C80"/>
    <w:rsid w:val="00296F46"/>
    <w:rsid w:val="00297452"/>
    <w:rsid w:val="002974A3"/>
    <w:rsid w:val="00297EA4"/>
    <w:rsid w:val="00297F1B"/>
    <w:rsid w:val="002A008C"/>
    <w:rsid w:val="002A0426"/>
    <w:rsid w:val="002A0544"/>
    <w:rsid w:val="002A0725"/>
    <w:rsid w:val="002A07E6"/>
    <w:rsid w:val="002A092B"/>
    <w:rsid w:val="002A1045"/>
    <w:rsid w:val="002A1C63"/>
    <w:rsid w:val="002A1E53"/>
    <w:rsid w:val="002A206E"/>
    <w:rsid w:val="002A2109"/>
    <w:rsid w:val="002A2186"/>
    <w:rsid w:val="002A2CAF"/>
    <w:rsid w:val="002A2EE8"/>
    <w:rsid w:val="002A2F75"/>
    <w:rsid w:val="002A333E"/>
    <w:rsid w:val="002A449E"/>
    <w:rsid w:val="002A4551"/>
    <w:rsid w:val="002A45C9"/>
    <w:rsid w:val="002A460F"/>
    <w:rsid w:val="002A492B"/>
    <w:rsid w:val="002A4BAD"/>
    <w:rsid w:val="002A4E47"/>
    <w:rsid w:val="002A5008"/>
    <w:rsid w:val="002A50A7"/>
    <w:rsid w:val="002A55B6"/>
    <w:rsid w:val="002A566A"/>
    <w:rsid w:val="002A570C"/>
    <w:rsid w:val="002A5988"/>
    <w:rsid w:val="002A5D69"/>
    <w:rsid w:val="002A5EF5"/>
    <w:rsid w:val="002A5F33"/>
    <w:rsid w:val="002A62A9"/>
    <w:rsid w:val="002A64F6"/>
    <w:rsid w:val="002A6560"/>
    <w:rsid w:val="002A6916"/>
    <w:rsid w:val="002A6E8F"/>
    <w:rsid w:val="002A6E92"/>
    <w:rsid w:val="002A6FDF"/>
    <w:rsid w:val="002A749B"/>
    <w:rsid w:val="002A7D6F"/>
    <w:rsid w:val="002B01E0"/>
    <w:rsid w:val="002B06B8"/>
    <w:rsid w:val="002B08A6"/>
    <w:rsid w:val="002B0A54"/>
    <w:rsid w:val="002B0CEC"/>
    <w:rsid w:val="002B0FA9"/>
    <w:rsid w:val="002B16E4"/>
    <w:rsid w:val="002B1D4C"/>
    <w:rsid w:val="002B20D5"/>
    <w:rsid w:val="002B2510"/>
    <w:rsid w:val="002B252E"/>
    <w:rsid w:val="002B26D6"/>
    <w:rsid w:val="002B27D9"/>
    <w:rsid w:val="002B2A2E"/>
    <w:rsid w:val="002B35A5"/>
    <w:rsid w:val="002B39E0"/>
    <w:rsid w:val="002B3F03"/>
    <w:rsid w:val="002B41F7"/>
    <w:rsid w:val="002B4743"/>
    <w:rsid w:val="002B4C15"/>
    <w:rsid w:val="002B5884"/>
    <w:rsid w:val="002B596E"/>
    <w:rsid w:val="002B5CF8"/>
    <w:rsid w:val="002B614D"/>
    <w:rsid w:val="002B6251"/>
    <w:rsid w:val="002B6296"/>
    <w:rsid w:val="002B62B2"/>
    <w:rsid w:val="002B65E3"/>
    <w:rsid w:val="002B6920"/>
    <w:rsid w:val="002B6996"/>
    <w:rsid w:val="002B6D9E"/>
    <w:rsid w:val="002B6EA5"/>
    <w:rsid w:val="002B74CC"/>
    <w:rsid w:val="002B7777"/>
    <w:rsid w:val="002B7CD7"/>
    <w:rsid w:val="002C054B"/>
    <w:rsid w:val="002C0C84"/>
    <w:rsid w:val="002C0F96"/>
    <w:rsid w:val="002C1296"/>
    <w:rsid w:val="002C21D7"/>
    <w:rsid w:val="002C2756"/>
    <w:rsid w:val="002C2797"/>
    <w:rsid w:val="002C2A5F"/>
    <w:rsid w:val="002C2E32"/>
    <w:rsid w:val="002C2FF3"/>
    <w:rsid w:val="002C32E3"/>
    <w:rsid w:val="002C3E6D"/>
    <w:rsid w:val="002C3EEB"/>
    <w:rsid w:val="002C4655"/>
    <w:rsid w:val="002C492B"/>
    <w:rsid w:val="002C4C97"/>
    <w:rsid w:val="002C4D2A"/>
    <w:rsid w:val="002C50CB"/>
    <w:rsid w:val="002C511D"/>
    <w:rsid w:val="002C5ABD"/>
    <w:rsid w:val="002C5D7C"/>
    <w:rsid w:val="002C5DDE"/>
    <w:rsid w:val="002C6040"/>
    <w:rsid w:val="002C6CF3"/>
    <w:rsid w:val="002C6F6D"/>
    <w:rsid w:val="002C7171"/>
    <w:rsid w:val="002C74A2"/>
    <w:rsid w:val="002C7846"/>
    <w:rsid w:val="002C7CD5"/>
    <w:rsid w:val="002C7DF5"/>
    <w:rsid w:val="002D0A78"/>
    <w:rsid w:val="002D0C4B"/>
    <w:rsid w:val="002D0C7F"/>
    <w:rsid w:val="002D0D25"/>
    <w:rsid w:val="002D0E71"/>
    <w:rsid w:val="002D11A0"/>
    <w:rsid w:val="002D1B39"/>
    <w:rsid w:val="002D221D"/>
    <w:rsid w:val="002D225C"/>
    <w:rsid w:val="002D261A"/>
    <w:rsid w:val="002D267D"/>
    <w:rsid w:val="002D2911"/>
    <w:rsid w:val="002D312A"/>
    <w:rsid w:val="002D3543"/>
    <w:rsid w:val="002D3546"/>
    <w:rsid w:val="002D3DA2"/>
    <w:rsid w:val="002D3E21"/>
    <w:rsid w:val="002D3ECF"/>
    <w:rsid w:val="002D3F64"/>
    <w:rsid w:val="002D4AF1"/>
    <w:rsid w:val="002D4D1F"/>
    <w:rsid w:val="002D4D27"/>
    <w:rsid w:val="002D5112"/>
    <w:rsid w:val="002D56EE"/>
    <w:rsid w:val="002D582D"/>
    <w:rsid w:val="002D5C4D"/>
    <w:rsid w:val="002D5D32"/>
    <w:rsid w:val="002D6219"/>
    <w:rsid w:val="002D6384"/>
    <w:rsid w:val="002D63EE"/>
    <w:rsid w:val="002D65FC"/>
    <w:rsid w:val="002D7113"/>
    <w:rsid w:val="002D7279"/>
    <w:rsid w:val="002D72F5"/>
    <w:rsid w:val="002D769F"/>
    <w:rsid w:val="002D7823"/>
    <w:rsid w:val="002D78AF"/>
    <w:rsid w:val="002D7D8B"/>
    <w:rsid w:val="002D7DD5"/>
    <w:rsid w:val="002E02FE"/>
    <w:rsid w:val="002E115C"/>
    <w:rsid w:val="002E1614"/>
    <w:rsid w:val="002E1731"/>
    <w:rsid w:val="002E1986"/>
    <w:rsid w:val="002E1C58"/>
    <w:rsid w:val="002E1C8E"/>
    <w:rsid w:val="002E2073"/>
    <w:rsid w:val="002E2129"/>
    <w:rsid w:val="002E25B7"/>
    <w:rsid w:val="002E3388"/>
    <w:rsid w:val="002E33B8"/>
    <w:rsid w:val="002E3435"/>
    <w:rsid w:val="002E3445"/>
    <w:rsid w:val="002E35AD"/>
    <w:rsid w:val="002E35F1"/>
    <w:rsid w:val="002E38BC"/>
    <w:rsid w:val="002E3A8B"/>
    <w:rsid w:val="002E3D9F"/>
    <w:rsid w:val="002E3E78"/>
    <w:rsid w:val="002E401A"/>
    <w:rsid w:val="002E409A"/>
    <w:rsid w:val="002E46BE"/>
    <w:rsid w:val="002E478B"/>
    <w:rsid w:val="002E490A"/>
    <w:rsid w:val="002E4E31"/>
    <w:rsid w:val="002E54E5"/>
    <w:rsid w:val="002E557D"/>
    <w:rsid w:val="002E5608"/>
    <w:rsid w:val="002E5C6D"/>
    <w:rsid w:val="002E5FF0"/>
    <w:rsid w:val="002E654B"/>
    <w:rsid w:val="002E6732"/>
    <w:rsid w:val="002E6813"/>
    <w:rsid w:val="002E69BB"/>
    <w:rsid w:val="002E7020"/>
    <w:rsid w:val="002E7174"/>
    <w:rsid w:val="002E732A"/>
    <w:rsid w:val="002E7742"/>
    <w:rsid w:val="002E7766"/>
    <w:rsid w:val="002E77F1"/>
    <w:rsid w:val="002E78EB"/>
    <w:rsid w:val="002E79A1"/>
    <w:rsid w:val="002E7F39"/>
    <w:rsid w:val="002F0041"/>
    <w:rsid w:val="002F01F5"/>
    <w:rsid w:val="002F0342"/>
    <w:rsid w:val="002F0658"/>
    <w:rsid w:val="002F0973"/>
    <w:rsid w:val="002F0B2D"/>
    <w:rsid w:val="002F0FC8"/>
    <w:rsid w:val="002F1189"/>
    <w:rsid w:val="002F13D1"/>
    <w:rsid w:val="002F16BE"/>
    <w:rsid w:val="002F16D5"/>
    <w:rsid w:val="002F1996"/>
    <w:rsid w:val="002F1A24"/>
    <w:rsid w:val="002F1C40"/>
    <w:rsid w:val="002F220C"/>
    <w:rsid w:val="002F25EC"/>
    <w:rsid w:val="002F2644"/>
    <w:rsid w:val="002F29FF"/>
    <w:rsid w:val="002F2DD8"/>
    <w:rsid w:val="002F2FF5"/>
    <w:rsid w:val="002F3BF2"/>
    <w:rsid w:val="002F420F"/>
    <w:rsid w:val="002F4978"/>
    <w:rsid w:val="002F4AE6"/>
    <w:rsid w:val="002F4F53"/>
    <w:rsid w:val="002F4F61"/>
    <w:rsid w:val="002F5AD7"/>
    <w:rsid w:val="002F5B4D"/>
    <w:rsid w:val="002F5B77"/>
    <w:rsid w:val="002F6010"/>
    <w:rsid w:val="002F604A"/>
    <w:rsid w:val="002F6384"/>
    <w:rsid w:val="002F64B0"/>
    <w:rsid w:val="002F686C"/>
    <w:rsid w:val="002F69EC"/>
    <w:rsid w:val="002F6A01"/>
    <w:rsid w:val="002F6A4A"/>
    <w:rsid w:val="002F6A6D"/>
    <w:rsid w:val="002F70E3"/>
    <w:rsid w:val="002F7300"/>
    <w:rsid w:val="002F74A9"/>
    <w:rsid w:val="002F7847"/>
    <w:rsid w:val="002F7DDE"/>
    <w:rsid w:val="00300077"/>
    <w:rsid w:val="003000AA"/>
    <w:rsid w:val="003007C5"/>
    <w:rsid w:val="003009C4"/>
    <w:rsid w:val="00300C91"/>
    <w:rsid w:val="00300CE9"/>
    <w:rsid w:val="00301175"/>
    <w:rsid w:val="00301AA4"/>
    <w:rsid w:val="00301C0A"/>
    <w:rsid w:val="00302105"/>
    <w:rsid w:val="00302AD8"/>
    <w:rsid w:val="00303416"/>
    <w:rsid w:val="00303430"/>
    <w:rsid w:val="003039C0"/>
    <w:rsid w:val="00303B08"/>
    <w:rsid w:val="00303D37"/>
    <w:rsid w:val="00303DE6"/>
    <w:rsid w:val="00303DFF"/>
    <w:rsid w:val="003041A8"/>
    <w:rsid w:val="003042AD"/>
    <w:rsid w:val="003057D2"/>
    <w:rsid w:val="00305A15"/>
    <w:rsid w:val="00305D7F"/>
    <w:rsid w:val="003060FA"/>
    <w:rsid w:val="003062F1"/>
    <w:rsid w:val="003064E0"/>
    <w:rsid w:val="00306547"/>
    <w:rsid w:val="0030656C"/>
    <w:rsid w:val="00306FFC"/>
    <w:rsid w:val="0030705E"/>
    <w:rsid w:val="003071F6"/>
    <w:rsid w:val="0030780F"/>
    <w:rsid w:val="0030789B"/>
    <w:rsid w:val="00307BB2"/>
    <w:rsid w:val="003101F0"/>
    <w:rsid w:val="003104AA"/>
    <w:rsid w:val="00310609"/>
    <w:rsid w:val="0031076A"/>
    <w:rsid w:val="00310784"/>
    <w:rsid w:val="00310D99"/>
    <w:rsid w:val="00310EEE"/>
    <w:rsid w:val="003110D1"/>
    <w:rsid w:val="00311192"/>
    <w:rsid w:val="0031141B"/>
    <w:rsid w:val="00311565"/>
    <w:rsid w:val="003116AF"/>
    <w:rsid w:val="003118E5"/>
    <w:rsid w:val="003120A4"/>
    <w:rsid w:val="003124BC"/>
    <w:rsid w:val="00312C22"/>
    <w:rsid w:val="00312FC0"/>
    <w:rsid w:val="00313790"/>
    <w:rsid w:val="00313813"/>
    <w:rsid w:val="00314331"/>
    <w:rsid w:val="00314A07"/>
    <w:rsid w:val="00314C4D"/>
    <w:rsid w:val="00314CF6"/>
    <w:rsid w:val="0031507D"/>
    <w:rsid w:val="00315140"/>
    <w:rsid w:val="0031597E"/>
    <w:rsid w:val="00315A23"/>
    <w:rsid w:val="00315BBA"/>
    <w:rsid w:val="00315BFD"/>
    <w:rsid w:val="00316016"/>
    <w:rsid w:val="003160DB"/>
    <w:rsid w:val="0031644D"/>
    <w:rsid w:val="003164BC"/>
    <w:rsid w:val="00316649"/>
    <w:rsid w:val="00316BAA"/>
    <w:rsid w:val="00316F91"/>
    <w:rsid w:val="00317007"/>
    <w:rsid w:val="00317390"/>
    <w:rsid w:val="00317770"/>
    <w:rsid w:val="003177C5"/>
    <w:rsid w:val="003177D2"/>
    <w:rsid w:val="003177FA"/>
    <w:rsid w:val="00317869"/>
    <w:rsid w:val="003178D8"/>
    <w:rsid w:val="00317B47"/>
    <w:rsid w:val="00317D26"/>
    <w:rsid w:val="00317DFA"/>
    <w:rsid w:val="00320378"/>
    <w:rsid w:val="00320839"/>
    <w:rsid w:val="003209C5"/>
    <w:rsid w:val="00320BEB"/>
    <w:rsid w:val="0032103D"/>
    <w:rsid w:val="0032112F"/>
    <w:rsid w:val="003211CB"/>
    <w:rsid w:val="003212CB"/>
    <w:rsid w:val="00321538"/>
    <w:rsid w:val="00321678"/>
    <w:rsid w:val="0032196F"/>
    <w:rsid w:val="0032210A"/>
    <w:rsid w:val="003224EA"/>
    <w:rsid w:val="003229B1"/>
    <w:rsid w:val="003229DC"/>
    <w:rsid w:val="00322BC0"/>
    <w:rsid w:val="00322C96"/>
    <w:rsid w:val="00323820"/>
    <w:rsid w:val="00323961"/>
    <w:rsid w:val="00323C89"/>
    <w:rsid w:val="00323D09"/>
    <w:rsid w:val="00323DDB"/>
    <w:rsid w:val="0032437B"/>
    <w:rsid w:val="003245D7"/>
    <w:rsid w:val="0032460F"/>
    <w:rsid w:val="00324868"/>
    <w:rsid w:val="003249FE"/>
    <w:rsid w:val="00324A16"/>
    <w:rsid w:val="00324AC1"/>
    <w:rsid w:val="00324D46"/>
    <w:rsid w:val="00325039"/>
    <w:rsid w:val="00325222"/>
    <w:rsid w:val="003256C2"/>
    <w:rsid w:val="00325862"/>
    <w:rsid w:val="00325985"/>
    <w:rsid w:val="00325B2F"/>
    <w:rsid w:val="003263B3"/>
    <w:rsid w:val="003264F6"/>
    <w:rsid w:val="0032654A"/>
    <w:rsid w:val="00326836"/>
    <w:rsid w:val="00326951"/>
    <w:rsid w:val="003269C3"/>
    <w:rsid w:val="00326B23"/>
    <w:rsid w:val="00326D42"/>
    <w:rsid w:val="00327312"/>
    <w:rsid w:val="00327586"/>
    <w:rsid w:val="00327BE1"/>
    <w:rsid w:val="00327FBA"/>
    <w:rsid w:val="0033000D"/>
    <w:rsid w:val="00330066"/>
    <w:rsid w:val="0033012F"/>
    <w:rsid w:val="003306D5"/>
    <w:rsid w:val="0033077C"/>
    <w:rsid w:val="00330A2C"/>
    <w:rsid w:val="00330EBF"/>
    <w:rsid w:val="00331140"/>
    <w:rsid w:val="00331154"/>
    <w:rsid w:val="003312F1"/>
    <w:rsid w:val="0033150D"/>
    <w:rsid w:val="00331DD2"/>
    <w:rsid w:val="0033202F"/>
    <w:rsid w:val="00332157"/>
    <w:rsid w:val="0033216E"/>
    <w:rsid w:val="0033244C"/>
    <w:rsid w:val="00332681"/>
    <w:rsid w:val="003327EB"/>
    <w:rsid w:val="00332863"/>
    <w:rsid w:val="00332B27"/>
    <w:rsid w:val="00332B7D"/>
    <w:rsid w:val="00332C08"/>
    <w:rsid w:val="00332E9A"/>
    <w:rsid w:val="0033340B"/>
    <w:rsid w:val="00333F50"/>
    <w:rsid w:val="003346BD"/>
    <w:rsid w:val="003351B2"/>
    <w:rsid w:val="00335338"/>
    <w:rsid w:val="00335640"/>
    <w:rsid w:val="00335848"/>
    <w:rsid w:val="003359E0"/>
    <w:rsid w:val="00335C21"/>
    <w:rsid w:val="00336316"/>
    <w:rsid w:val="00336349"/>
    <w:rsid w:val="003363C1"/>
    <w:rsid w:val="003363DF"/>
    <w:rsid w:val="003366B6"/>
    <w:rsid w:val="00336875"/>
    <w:rsid w:val="00336931"/>
    <w:rsid w:val="00337277"/>
    <w:rsid w:val="00337E07"/>
    <w:rsid w:val="00337EE1"/>
    <w:rsid w:val="0034098E"/>
    <w:rsid w:val="00340BCD"/>
    <w:rsid w:val="00340D16"/>
    <w:rsid w:val="00340D8B"/>
    <w:rsid w:val="003410A6"/>
    <w:rsid w:val="0034135B"/>
    <w:rsid w:val="00341DB2"/>
    <w:rsid w:val="00342539"/>
    <w:rsid w:val="00342898"/>
    <w:rsid w:val="00343A58"/>
    <w:rsid w:val="0034412F"/>
    <w:rsid w:val="003442A1"/>
    <w:rsid w:val="00344947"/>
    <w:rsid w:val="00344AEB"/>
    <w:rsid w:val="00344D33"/>
    <w:rsid w:val="003450E8"/>
    <w:rsid w:val="00345337"/>
    <w:rsid w:val="00345795"/>
    <w:rsid w:val="00345B32"/>
    <w:rsid w:val="00345B41"/>
    <w:rsid w:val="00345D8E"/>
    <w:rsid w:val="00345EA2"/>
    <w:rsid w:val="00345EAA"/>
    <w:rsid w:val="003460CE"/>
    <w:rsid w:val="003464CA"/>
    <w:rsid w:val="00346561"/>
    <w:rsid w:val="003468B2"/>
    <w:rsid w:val="003468FE"/>
    <w:rsid w:val="00346D0C"/>
    <w:rsid w:val="0034755A"/>
    <w:rsid w:val="0034773F"/>
    <w:rsid w:val="00347865"/>
    <w:rsid w:val="003478E4"/>
    <w:rsid w:val="00347A87"/>
    <w:rsid w:val="00347BB8"/>
    <w:rsid w:val="003501A3"/>
    <w:rsid w:val="003503B9"/>
    <w:rsid w:val="00350A1E"/>
    <w:rsid w:val="00350C1F"/>
    <w:rsid w:val="00350C27"/>
    <w:rsid w:val="00350D8B"/>
    <w:rsid w:val="00351211"/>
    <w:rsid w:val="0035127D"/>
    <w:rsid w:val="00351299"/>
    <w:rsid w:val="003513AB"/>
    <w:rsid w:val="00351556"/>
    <w:rsid w:val="003519B9"/>
    <w:rsid w:val="00351D19"/>
    <w:rsid w:val="00351E3E"/>
    <w:rsid w:val="003520DF"/>
    <w:rsid w:val="003522AA"/>
    <w:rsid w:val="003523F4"/>
    <w:rsid w:val="003528C9"/>
    <w:rsid w:val="00352A87"/>
    <w:rsid w:val="00352ABC"/>
    <w:rsid w:val="0035328F"/>
    <w:rsid w:val="003534A4"/>
    <w:rsid w:val="00353747"/>
    <w:rsid w:val="00353E68"/>
    <w:rsid w:val="00354061"/>
    <w:rsid w:val="00354AAD"/>
    <w:rsid w:val="00354DE7"/>
    <w:rsid w:val="00354FF3"/>
    <w:rsid w:val="003554CC"/>
    <w:rsid w:val="0035562E"/>
    <w:rsid w:val="00355A47"/>
    <w:rsid w:val="00355B56"/>
    <w:rsid w:val="00355D40"/>
    <w:rsid w:val="00355DC4"/>
    <w:rsid w:val="00355FDD"/>
    <w:rsid w:val="003560FB"/>
    <w:rsid w:val="00356398"/>
    <w:rsid w:val="00356756"/>
    <w:rsid w:val="00356827"/>
    <w:rsid w:val="00356C62"/>
    <w:rsid w:val="00356CA3"/>
    <w:rsid w:val="00356EE3"/>
    <w:rsid w:val="00356FA5"/>
    <w:rsid w:val="0035736B"/>
    <w:rsid w:val="00357CED"/>
    <w:rsid w:val="003606B8"/>
    <w:rsid w:val="00360F97"/>
    <w:rsid w:val="00360FCB"/>
    <w:rsid w:val="003615B6"/>
    <w:rsid w:val="0036196D"/>
    <w:rsid w:val="00361E6E"/>
    <w:rsid w:val="00361ED2"/>
    <w:rsid w:val="00362880"/>
    <w:rsid w:val="0036291B"/>
    <w:rsid w:val="0036329B"/>
    <w:rsid w:val="0036350E"/>
    <w:rsid w:val="0036354D"/>
    <w:rsid w:val="00363743"/>
    <w:rsid w:val="00363980"/>
    <w:rsid w:val="00363BD4"/>
    <w:rsid w:val="0036460B"/>
    <w:rsid w:val="003648F9"/>
    <w:rsid w:val="00364E63"/>
    <w:rsid w:val="003651C2"/>
    <w:rsid w:val="003652EF"/>
    <w:rsid w:val="003656C8"/>
    <w:rsid w:val="00365CB0"/>
    <w:rsid w:val="00365DB1"/>
    <w:rsid w:val="0036638F"/>
    <w:rsid w:val="00366558"/>
    <w:rsid w:val="00366802"/>
    <w:rsid w:val="00366BF7"/>
    <w:rsid w:val="00366CF6"/>
    <w:rsid w:val="00367B8C"/>
    <w:rsid w:val="00367D1C"/>
    <w:rsid w:val="00367EA9"/>
    <w:rsid w:val="00367F0F"/>
    <w:rsid w:val="00367FD0"/>
    <w:rsid w:val="0037060F"/>
    <w:rsid w:val="003708D0"/>
    <w:rsid w:val="00370FEA"/>
    <w:rsid w:val="0037102C"/>
    <w:rsid w:val="003713E8"/>
    <w:rsid w:val="003716D3"/>
    <w:rsid w:val="00371791"/>
    <w:rsid w:val="0037204A"/>
    <w:rsid w:val="0037215D"/>
    <w:rsid w:val="003729C9"/>
    <w:rsid w:val="00372CC8"/>
    <w:rsid w:val="00373051"/>
    <w:rsid w:val="00373077"/>
    <w:rsid w:val="00373131"/>
    <w:rsid w:val="00373347"/>
    <w:rsid w:val="00373741"/>
    <w:rsid w:val="0037416C"/>
    <w:rsid w:val="003742CE"/>
    <w:rsid w:val="00374621"/>
    <w:rsid w:val="0037493D"/>
    <w:rsid w:val="00374D10"/>
    <w:rsid w:val="00374D28"/>
    <w:rsid w:val="003753C7"/>
    <w:rsid w:val="003755DE"/>
    <w:rsid w:val="00375841"/>
    <w:rsid w:val="003758BF"/>
    <w:rsid w:val="00375D6F"/>
    <w:rsid w:val="00375EA6"/>
    <w:rsid w:val="00376108"/>
    <w:rsid w:val="00376608"/>
    <w:rsid w:val="00376674"/>
    <w:rsid w:val="0037667E"/>
    <w:rsid w:val="00376CC8"/>
    <w:rsid w:val="00377086"/>
    <w:rsid w:val="003771A3"/>
    <w:rsid w:val="003773FD"/>
    <w:rsid w:val="00377DFA"/>
    <w:rsid w:val="00377E03"/>
    <w:rsid w:val="00380803"/>
    <w:rsid w:val="00380B13"/>
    <w:rsid w:val="00380C5D"/>
    <w:rsid w:val="00380D07"/>
    <w:rsid w:val="00381C13"/>
    <w:rsid w:val="0038246E"/>
    <w:rsid w:val="003824DC"/>
    <w:rsid w:val="003828F8"/>
    <w:rsid w:val="00382DB0"/>
    <w:rsid w:val="00383630"/>
    <w:rsid w:val="00384023"/>
    <w:rsid w:val="00384648"/>
    <w:rsid w:val="00384712"/>
    <w:rsid w:val="003848C7"/>
    <w:rsid w:val="00384D8E"/>
    <w:rsid w:val="0038555F"/>
    <w:rsid w:val="00385A67"/>
    <w:rsid w:val="00385B34"/>
    <w:rsid w:val="00385C61"/>
    <w:rsid w:val="00385E2D"/>
    <w:rsid w:val="00386129"/>
    <w:rsid w:val="00386658"/>
    <w:rsid w:val="00386704"/>
    <w:rsid w:val="0038676B"/>
    <w:rsid w:val="00386AA7"/>
    <w:rsid w:val="00386E47"/>
    <w:rsid w:val="003871D0"/>
    <w:rsid w:val="003875FE"/>
    <w:rsid w:val="003878EC"/>
    <w:rsid w:val="00387983"/>
    <w:rsid w:val="00387BA4"/>
    <w:rsid w:val="00390332"/>
    <w:rsid w:val="003903FD"/>
    <w:rsid w:val="003907A6"/>
    <w:rsid w:val="00390DF3"/>
    <w:rsid w:val="003918D3"/>
    <w:rsid w:val="00392908"/>
    <w:rsid w:val="003939F4"/>
    <w:rsid w:val="00393B15"/>
    <w:rsid w:val="00393D46"/>
    <w:rsid w:val="00394537"/>
    <w:rsid w:val="0039469E"/>
    <w:rsid w:val="0039486A"/>
    <w:rsid w:val="00394896"/>
    <w:rsid w:val="00394A0C"/>
    <w:rsid w:val="00394A4F"/>
    <w:rsid w:val="00394AE0"/>
    <w:rsid w:val="00394B7B"/>
    <w:rsid w:val="00394B90"/>
    <w:rsid w:val="00395334"/>
    <w:rsid w:val="0039559A"/>
    <w:rsid w:val="003956C7"/>
    <w:rsid w:val="003958D4"/>
    <w:rsid w:val="00395AE6"/>
    <w:rsid w:val="0039632B"/>
    <w:rsid w:val="0039638F"/>
    <w:rsid w:val="003965C4"/>
    <w:rsid w:val="00396728"/>
    <w:rsid w:val="003969C5"/>
    <w:rsid w:val="00397D66"/>
    <w:rsid w:val="003A0732"/>
    <w:rsid w:val="003A0884"/>
    <w:rsid w:val="003A0998"/>
    <w:rsid w:val="003A0E17"/>
    <w:rsid w:val="003A12F3"/>
    <w:rsid w:val="003A1324"/>
    <w:rsid w:val="003A15E9"/>
    <w:rsid w:val="003A172F"/>
    <w:rsid w:val="003A1B9A"/>
    <w:rsid w:val="003A20BA"/>
    <w:rsid w:val="003A3167"/>
    <w:rsid w:val="003A34A3"/>
    <w:rsid w:val="003A35B5"/>
    <w:rsid w:val="003A3848"/>
    <w:rsid w:val="003A38B5"/>
    <w:rsid w:val="003A39DE"/>
    <w:rsid w:val="003A3CA8"/>
    <w:rsid w:val="003A3F1A"/>
    <w:rsid w:val="003A4356"/>
    <w:rsid w:val="003A4BB3"/>
    <w:rsid w:val="003A58DD"/>
    <w:rsid w:val="003A5969"/>
    <w:rsid w:val="003A59B6"/>
    <w:rsid w:val="003A622F"/>
    <w:rsid w:val="003A63E8"/>
    <w:rsid w:val="003A7035"/>
    <w:rsid w:val="003A72F6"/>
    <w:rsid w:val="003A754F"/>
    <w:rsid w:val="003A7693"/>
    <w:rsid w:val="003A7EFA"/>
    <w:rsid w:val="003B02CD"/>
    <w:rsid w:val="003B07E7"/>
    <w:rsid w:val="003B0F6D"/>
    <w:rsid w:val="003B14DB"/>
    <w:rsid w:val="003B27BB"/>
    <w:rsid w:val="003B2900"/>
    <w:rsid w:val="003B2AE6"/>
    <w:rsid w:val="003B2E05"/>
    <w:rsid w:val="003B2E6C"/>
    <w:rsid w:val="003B2F35"/>
    <w:rsid w:val="003B3402"/>
    <w:rsid w:val="003B358F"/>
    <w:rsid w:val="003B3983"/>
    <w:rsid w:val="003B3AD2"/>
    <w:rsid w:val="003B3BD9"/>
    <w:rsid w:val="003B3C24"/>
    <w:rsid w:val="003B3E67"/>
    <w:rsid w:val="003B4253"/>
    <w:rsid w:val="003B453F"/>
    <w:rsid w:val="003B4693"/>
    <w:rsid w:val="003B46EC"/>
    <w:rsid w:val="003B4D1F"/>
    <w:rsid w:val="003B4E78"/>
    <w:rsid w:val="003B4ED3"/>
    <w:rsid w:val="003B519F"/>
    <w:rsid w:val="003B530B"/>
    <w:rsid w:val="003B5333"/>
    <w:rsid w:val="003B5395"/>
    <w:rsid w:val="003B57D5"/>
    <w:rsid w:val="003B602A"/>
    <w:rsid w:val="003B617F"/>
    <w:rsid w:val="003B6A9C"/>
    <w:rsid w:val="003B6D6B"/>
    <w:rsid w:val="003B7457"/>
    <w:rsid w:val="003B7757"/>
    <w:rsid w:val="003B7A6C"/>
    <w:rsid w:val="003B7C17"/>
    <w:rsid w:val="003B7DCE"/>
    <w:rsid w:val="003B7ED5"/>
    <w:rsid w:val="003C0554"/>
    <w:rsid w:val="003C06A9"/>
    <w:rsid w:val="003C06EC"/>
    <w:rsid w:val="003C0D5E"/>
    <w:rsid w:val="003C103C"/>
    <w:rsid w:val="003C10A8"/>
    <w:rsid w:val="003C117A"/>
    <w:rsid w:val="003C1731"/>
    <w:rsid w:val="003C1823"/>
    <w:rsid w:val="003C1BF4"/>
    <w:rsid w:val="003C217F"/>
    <w:rsid w:val="003C227D"/>
    <w:rsid w:val="003C28E3"/>
    <w:rsid w:val="003C290B"/>
    <w:rsid w:val="003C2C54"/>
    <w:rsid w:val="003C3242"/>
    <w:rsid w:val="003C324D"/>
    <w:rsid w:val="003C35AA"/>
    <w:rsid w:val="003C36A4"/>
    <w:rsid w:val="003C393A"/>
    <w:rsid w:val="003C3B05"/>
    <w:rsid w:val="003C3BB3"/>
    <w:rsid w:val="003C474C"/>
    <w:rsid w:val="003C4CD8"/>
    <w:rsid w:val="003C4D70"/>
    <w:rsid w:val="003C4FEB"/>
    <w:rsid w:val="003C5487"/>
    <w:rsid w:val="003C55FC"/>
    <w:rsid w:val="003C5A1A"/>
    <w:rsid w:val="003C5B5D"/>
    <w:rsid w:val="003C5CF9"/>
    <w:rsid w:val="003C64D7"/>
    <w:rsid w:val="003C67D5"/>
    <w:rsid w:val="003C6DA7"/>
    <w:rsid w:val="003C6EB7"/>
    <w:rsid w:val="003C7086"/>
    <w:rsid w:val="003C7684"/>
    <w:rsid w:val="003C76EE"/>
    <w:rsid w:val="003C7EE3"/>
    <w:rsid w:val="003D1C93"/>
    <w:rsid w:val="003D2047"/>
    <w:rsid w:val="003D30D2"/>
    <w:rsid w:val="003D31A9"/>
    <w:rsid w:val="003D33BC"/>
    <w:rsid w:val="003D3A89"/>
    <w:rsid w:val="003D3B81"/>
    <w:rsid w:val="003D3C7A"/>
    <w:rsid w:val="003D3DE3"/>
    <w:rsid w:val="003D44BE"/>
    <w:rsid w:val="003D49CF"/>
    <w:rsid w:val="003D4B6D"/>
    <w:rsid w:val="003D509D"/>
    <w:rsid w:val="003D5288"/>
    <w:rsid w:val="003D544D"/>
    <w:rsid w:val="003D5944"/>
    <w:rsid w:val="003D5C0E"/>
    <w:rsid w:val="003D6802"/>
    <w:rsid w:val="003D74B5"/>
    <w:rsid w:val="003D7BDB"/>
    <w:rsid w:val="003D7BF6"/>
    <w:rsid w:val="003E0837"/>
    <w:rsid w:val="003E0F42"/>
    <w:rsid w:val="003E0FE0"/>
    <w:rsid w:val="003E11B0"/>
    <w:rsid w:val="003E121F"/>
    <w:rsid w:val="003E1FB4"/>
    <w:rsid w:val="003E2166"/>
    <w:rsid w:val="003E2203"/>
    <w:rsid w:val="003E234D"/>
    <w:rsid w:val="003E2442"/>
    <w:rsid w:val="003E30E3"/>
    <w:rsid w:val="003E372D"/>
    <w:rsid w:val="003E416A"/>
    <w:rsid w:val="003E441C"/>
    <w:rsid w:val="003E4712"/>
    <w:rsid w:val="003E4AEC"/>
    <w:rsid w:val="003E4DF2"/>
    <w:rsid w:val="003E50CD"/>
    <w:rsid w:val="003E5117"/>
    <w:rsid w:val="003E51BF"/>
    <w:rsid w:val="003E58F5"/>
    <w:rsid w:val="003E5A55"/>
    <w:rsid w:val="003E5E78"/>
    <w:rsid w:val="003E6622"/>
    <w:rsid w:val="003E6E10"/>
    <w:rsid w:val="003E70CF"/>
    <w:rsid w:val="003E71A4"/>
    <w:rsid w:val="003E71ED"/>
    <w:rsid w:val="003E728D"/>
    <w:rsid w:val="003E72EA"/>
    <w:rsid w:val="003E7663"/>
    <w:rsid w:val="003E77EF"/>
    <w:rsid w:val="003E782B"/>
    <w:rsid w:val="003E7A2D"/>
    <w:rsid w:val="003E7DFE"/>
    <w:rsid w:val="003F06C4"/>
    <w:rsid w:val="003F0747"/>
    <w:rsid w:val="003F1541"/>
    <w:rsid w:val="003F15BD"/>
    <w:rsid w:val="003F1CDC"/>
    <w:rsid w:val="003F1E15"/>
    <w:rsid w:val="003F1F1A"/>
    <w:rsid w:val="003F2230"/>
    <w:rsid w:val="003F23AD"/>
    <w:rsid w:val="003F2632"/>
    <w:rsid w:val="003F2B8C"/>
    <w:rsid w:val="003F2BF3"/>
    <w:rsid w:val="003F2DA8"/>
    <w:rsid w:val="003F37DB"/>
    <w:rsid w:val="003F3A9A"/>
    <w:rsid w:val="003F3BAD"/>
    <w:rsid w:val="003F3EBE"/>
    <w:rsid w:val="003F4136"/>
    <w:rsid w:val="003F475D"/>
    <w:rsid w:val="003F4A22"/>
    <w:rsid w:val="003F4B4C"/>
    <w:rsid w:val="003F4BB7"/>
    <w:rsid w:val="003F4BEF"/>
    <w:rsid w:val="003F52CD"/>
    <w:rsid w:val="003F546A"/>
    <w:rsid w:val="003F587C"/>
    <w:rsid w:val="003F5F5E"/>
    <w:rsid w:val="003F60FD"/>
    <w:rsid w:val="003F610A"/>
    <w:rsid w:val="003F6820"/>
    <w:rsid w:val="003F68DE"/>
    <w:rsid w:val="003F6C3A"/>
    <w:rsid w:val="003F6CAE"/>
    <w:rsid w:val="003F6D5D"/>
    <w:rsid w:val="003F6FC5"/>
    <w:rsid w:val="003F7113"/>
    <w:rsid w:val="003F7517"/>
    <w:rsid w:val="003F781B"/>
    <w:rsid w:val="003F7925"/>
    <w:rsid w:val="003F7BCD"/>
    <w:rsid w:val="00400360"/>
    <w:rsid w:val="0040063F"/>
    <w:rsid w:val="00400BBC"/>
    <w:rsid w:val="004014F1"/>
    <w:rsid w:val="00401A74"/>
    <w:rsid w:val="00401C59"/>
    <w:rsid w:val="00402249"/>
    <w:rsid w:val="00402253"/>
    <w:rsid w:val="004023E4"/>
    <w:rsid w:val="00402971"/>
    <w:rsid w:val="004031A9"/>
    <w:rsid w:val="00403839"/>
    <w:rsid w:val="00403F80"/>
    <w:rsid w:val="00404931"/>
    <w:rsid w:val="0040495C"/>
    <w:rsid w:val="00404A96"/>
    <w:rsid w:val="00404B34"/>
    <w:rsid w:val="00404C1E"/>
    <w:rsid w:val="004051DC"/>
    <w:rsid w:val="0040530E"/>
    <w:rsid w:val="00405997"/>
    <w:rsid w:val="00405F7D"/>
    <w:rsid w:val="00406079"/>
    <w:rsid w:val="004067F4"/>
    <w:rsid w:val="004070E4"/>
    <w:rsid w:val="0040711F"/>
    <w:rsid w:val="004076E3"/>
    <w:rsid w:val="00407ED6"/>
    <w:rsid w:val="00410889"/>
    <w:rsid w:val="00410893"/>
    <w:rsid w:val="00410AB9"/>
    <w:rsid w:val="004116D7"/>
    <w:rsid w:val="00411DD9"/>
    <w:rsid w:val="0041205A"/>
    <w:rsid w:val="004120B9"/>
    <w:rsid w:val="00412452"/>
    <w:rsid w:val="00413364"/>
    <w:rsid w:val="004134B7"/>
    <w:rsid w:val="00413512"/>
    <w:rsid w:val="0041354A"/>
    <w:rsid w:val="0041373A"/>
    <w:rsid w:val="00413B24"/>
    <w:rsid w:val="00413FD3"/>
    <w:rsid w:val="00415005"/>
    <w:rsid w:val="004152B1"/>
    <w:rsid w:val="00415823"/>
    <w:rsid w:val="0041595E"/>
    <w:rsid w:val="00415E27"/>
    <w:rsid w:val="00416384"/>
    <w:rsid w:val="00416508"/>
    <w:rsid w:val="00416A4E"/>
    <w:rsid w:val="00416E2B"/>
    <w:rsid w:val="00416ED2"/>
    <w:rsid w:val="00417388"/>
    <w:rsid w:val="00417550"/>
    <w:rsid w:val="004204A6"/>
    <w:rsid w:val="00420991"/>
    <w:rsid w:val="00420CAC"/>
    <w:rsid w:val="00420DF9"/>
    <w:rsid w:val="00420F1C"/>
    <w:rsid w:val="0042134A"/>
    <w:rsid w:val="00421B0F"/>
    <w:rsid w:val="00421C99"/>
    <w:rsid w:val="00421E3A"/>
    <w:rsid w:val="0042209D"/>
    <w:rsid w:val="0042260B"/>
    <w:rsid w:val="004226EF"/>
    <w:rsid w:val="004228DC"/>
    <w:rsid w:val="00422EC8"/>
    <w:rsid w:val="004235F1"/>
    <w:rsid w:val="00423802"/>
    <w:rsid w:val="00423BD6"/>
    <w:rsid w:val="00423C45"/>
    <w:rsid w:val="0042432A"/>
    <w:rsid w:val="004244EB"/>
    <w:rsid w:val="0042481A"/>
    <w:rsid w:val="00424C67"/>
    <w:rsid w:val="0042528D"/>
    <w:rsid w:val="004255FF"/>
    <w:rsid w:val="00425930"/>
    <w:rsid w:val="00425D54"/>
    <w:rsid w:val="0042622F"/>
    <w:rsid w:val="0042646E"/>
    <w:rsid w:val="00426802"/>
    <w:rsid w:val="00426A07"/>
    <w:rsid w:val="00426A0D"/>
    <w:rsid w:val="00426AEF"/>
    <w:rsid w:val="00426C92"/>
    <w:rsid w:val="00427EFF"/>
    <w:rsid w:val="00427F70"/>
    <w:rsid w:val="00430151"/>
    <w:rsid w:val="00430515"/>
    <w:rsid w:val="004305F0"/>
    <w:rsid w:val="00430786"/>
    <w:rsid w:val="00430930"/>
    <w:rsid w:val="004309A6"/>
    <w:rsid w:val="00430A56"/>
    <w:rsid w:val="004314AD"/>
    <w:rsid w:val="0043155A"/>
    <w:rsid w:val="00431936"/>
    <w:rsid w:val="004321E2"/>
    <w:rsid w:val="00432C15"/>
    <w:rsid w:val="00432D61"/>
    <w:rsid w:val="00433588"/>
    <w:rsid w:val="00433770"/>
    <w:rsid w:val="004339A6"/>
    <w:rsid w:val="004339C8"/>
    <w:rsid w:val="004339DF"/>
    <w:rsid w:val="00433E8B"/>
    <w:rsid w:val="004345CD"/>
    <w:rsid w:val="00434827"/>
    <w:rsid w:val="00434895"/>
    <w:rsid w:val="00434B38"/>
    <w:rsid w:val="00434CCD"/>
    <w:rsid w:val="00434D6F"/>
    <w:rsid w:val="00434F2F"/>
    <w:rsid w:val="0043525D"/>
    <w:rsid w:val="00435696"/>
    <w:rsid w:val="00435A96"/>
    <w:rsid w:val="004361A4"/>
    <w:rsid w:val="00436507"/>
    <w:rsid w:val="004367E5"/>
    <w:rsid w:val="00436D9C"/>
    <w:rsid w:val="00436EFA"/>
    <w:rsid w:val="004376FF"/>
    <w:rsid w:val="0043798A"/>
    <w:rsid w:val="00440054"/>
    <w:rsid w:val="0044029A"/>
    <w:rsid w:val="004402AC"/>
    <w:rsid w:val="00440380"/>
    <w:rsid w:val="00440C95"/>
    <w:rsid w:val="004412AA"/>
    <w:rsid w:val="0044130F"/>
    <w:rsid w:val="004417CE"/>
    <w:rsid w:val="0044182B"/>
    <w:rsid w:val="00441B8F"/>
    <w:rsid w:val="00441C88"/>
    <w:rsid w:val="00441E76"/>
    <w:rsid w:val="00441F4A"/>
    <w:rsid w:val="004423CF"/>
    <w:rsid w:val="00443167"/>
    <w:rsid w:val="00443449"/>
    <w:rsid w:val="0044358E"/>
    <w:rsid w:val="004436F2"/>
    <w:rsid w:val="00444065"/>
    <w:rsid w:val="00444154"/>
    <w:rsid w:val="004441C8"/>
    <w:rsid w:val="004442D4"/>
    <w:rsid w:val="0044459E"/>
    <w:rsid w:val="004454AD"/>
    <w:rsid w:val="00445740"/>
    <w:rsid w:val="004457AF"/>
    <w:rsid w:val="004459CF"/>
    <w:rsid w:val="0044627A"/>
    <w:rsid w:val="004467CD"/>
    <w:rsid w:val="00446CA5"/>
    <w:rsid w:val="00446F7A"/>
    <w:rsid w:val="0044710B"/>
    <w:rsid w:val="0044722B"/>
    <w:rsid w:val="00447236"/>
    <w:rsid w:val="00447934"/>
    <w:rsid w:val="00447B62"/>
    <w:rsid w:val="00447BC9"/>
    <w:rsid w:val="00447C9F"/>
    <w:rsid w:val="00447FAC"/>
    <w:rsid w:val="004502F4"/>
    <w:rsid w:val="00450376"/>
    <w:rsid w:val="00450724"/>
    <w:rsid w:val="00450D5D"/>
    <w:rsid w:val="00450E58"/>
    <w:rsid w:val="0045145D"/>
    <w:rsid w:val="004517F0"/>
    <w:rsid w:val="00451AB5"/>
    <w:rsid w:val="00452578"/>
    <w:rsid w:val="004526E7"/>
    <w:rsid w:val="00452721"/>
    <w:rsid w:val="00452918"/>
    <w:rsid w:val="00452938"/>
    <w:rsid w:val="00453007"/>
    <w:rsid w:val="00453203"/>
    <w:rsid w:val="0045333D"/>
    <w:rsid w:val="004535A8"/>
    <w:rsid w:val="004535C4"/>
    <w:rsid w:val="00453730"/>
    <w:rsid w:val="00453A34"/>
    <w:rsid w:val="00453E12"/>
    <w:rsid w:val="004540E9"/>
    <w:rsid w:val="00454320"/>
    <w:rsid w:val="00454479"/>
    <w:rsid w:val="004547B4"/>
    <w:rsid w:val="0045495C"/>
    <w:rsid w:val="00454A77"/>
    <w:rsid w:val="00454F22"/>
    <w:rsid w:val="0045511B"/>
    <w:rsid w:val="00455242"/>
    <w:rsid w:val="004552E8"/>
    <w:rsid w:val="00456230"/>
    <w:rsid w:val="004562BB"/>
    <w:rsid w:val="00456487"/>
    <w:rsid w:val="0045798C"/>
    <w:rsid w:val="00460026"/>
    <w:rsid w:val="00460B44"/>
    <w:rsid w:val="00461054"/>
    <w:rsid w:val="004610E0"/>
    <w:rsid w:val="00461733"/>
    <w:rsid w:val="00461A4B"/>
    <w:rsid w:val="00461E06"/>
    <w:rsid w:val="00462A78"/>
    <w:rsid w:val="00462C87"/>
    <w:rsid w:val="00462D80"/>
    <w:rsid w:val="00462E9D"/>
    <w:rsid w:val="004630FA"/>
    <w:rsid w:val="004632C4"/>
    <w:rsid w:val="004632F3"/>
    <w:rsid w:val="004635B4"/>
    <w:rsid w:val="0046368D"/>
    <w:rsid w:val="00463A5A"/>
    <w:rsid w:val="00463C52"/>
    <w:rsid w:val="00463D3C"/>
    <w:rsid w:val="00463E57"/>
    <w:rsid w:val="00463F13"/>
    <w:rsid w:val="0046405E"/>
    <w:rsid w:val="00464101"/>
    <w:rsid w:val="00464130"/>
    <w:rsid w:val="004643DD"/>
    <w:rsid w:val="00464B59"/>
    <w:rsid w:val="00465028"/>
    <w:rsid w:val="004650AA"/>
    <w:rsid w:val="00465B98"/>
    <w:rsid w:val="00465D92"/>
    <w:rsid w:val="00465DB8"/>
    <w:rsid w:val="00465E5D"/>
    <w:rsid w:val="004669CC"/>
    <w:rsid w:val="00466BA7"/>
    <w:rsid w:val="00466FB8"/>
    <w:rsid w:val="004672DE"/>
    <w:rsid w:val="0046745B"/>
    <w:rsid w:val="004674F2"/>
    <w:rsid w:val="004678F1"/>
    <w:rsid w:val="00467A6A"/>
    <w:rsid w:val="00467D80"/>
    <w:rsid w:val="00467F72"/>
    <w:rsid w:val="004705E3"/>
    <w:rsid w:val="004707A0"/>
    <w:rsid w:val="0047099C"/>
    <w:rsid w:val="004712FA"/>
    <w:rsid w:val="0047139E"/>
    <w:rsid w:val="0047170B"/>
    <w:rsid w:val="00471ABC"/>
    <w:rsid w:val="00471AEF"/>
    <w:rsid w:val="00471BE6"/>
    <w:rsid w:val="00471D28"/>
    <w:rsid w:val="00471E2B"/>
    <w:rsid w:val="00471FE0"/>
    <w:rsid w:val="00472D68"/>
    <w:rsid w:val="00473442"/>
    <w:rsid w:val="004734FF"/>
    <w:rsid w:val="004739C3"/>
    <w:rsid w:val="00473A01"/>
    <w:rsid w:val="00474060"/>
    <w:rsid w:val="0047471D"/>
    <w:rsid w:val="004752EF"/>
    <w:rsid w:val="00475400"/>
    <w:rsid w:val="0047582E"/>
    <w:rsid w:val="00475F46"/>
    <w:rsid w:val="00475F63"/>
    <w:rsid w:val="00476725"/>
    <w:rsid w:val="0047677A"/>
    <w:rsid w:val="00476C0A"/>
    <w:rsid w:val="00476EF4"/>
    <w:rsid w:val="00476F48"/>
    <w:rsid w:val="004773D0"/>
    <w:rsid w:val="00477C33"/>
    <w:rsid w:val="004801CC"/>
    <w:rsid w:val="0048042E"/>
    <w:rsid w:val="0048056D"/>
    <w:rsid w:val="004806AD"/>
    <w:rsid w:val="0048072D"/>
    <w:rsid w:val="00480BF4"/>
    <w:rsid w:val="00481036"/>
    <w:rsid w:val="0048117E"/>
    <w:rsid w:val="0048140F"/>
    <w:rsid w:val="00481427"/>
    <w:rsid w:val="004815FC"/>
    <w:rsid w:val="00481716"/>
    <w:rsid w:val="004819C6"/>
    <w:rsid w:val="004819ED"/>
    <w:rsid w:val="00481FF5"/>
    <w:rsid w:val="0048216C"/>
    <w:rsid w:val="004824B8"/>
    <w:rsid w:val="00482913"/>
    <w:rsid w:val="00482F25"/>
    <w:rsid w:val="004832BE"/>
    <w:rsid w:val="0048335F"/>
    <w:rsid w:val="004839D4"/>
    <w:rsid w:val="00483A41"/>
    <w:rsid w:val="00483AA9"/>
    <w:rsid w:val="00483E65"/>
    <w:rsid w:val="0048408B"/>
    <w:rsid w:val="004845D4"/>
    <w:rsid w:val="004846B6"/>
    <w:rsid w:val="0048477A"/>
    <w:rsid w:val="00484885"/>
    <w:rsid w:val="00484A0A"/>
    <w:rsid w:val="00484D64"/>
    <w:rsid w:val="00485B34"/>
    <w:rsid w:val="00485E10"/>
    <w:rsid w:val="0048611D"/>
    <w:rsid w:val="0048631E"/>
    <w:rsid w:val="00486571"/>
    <w:rsid w:val="0048675B"/>
    <w:rsid w:val="00486B2B"/>
    <w:rsid w:val="00486E85"/>
    <w:rsid w:val="00487302"/>
    <w:rsid w:val="0048788A"/>
    <w:rsid w:val="00487C74"/>
    <w:rsid w:val="0049016D"/>
    <w:rsid w:val="00490390"/>
    <w:rsid w:val="004905F4"/>
    <w:rsid w:val="004908DA"/>
    <w:rsid w:val="00490B64"/>
    <w:rsid w:val="00490BCD"/>
    <w:rsid w:val="00490D6A"/>
    <w:rsid w:val="00490EA5"/>
    <w:rsid w:val="00490F7D"/>
    <w:rsid w:val="004910A5"/>
    <w:rsid w:val="004918B1"/>
    <w:rsid w:val="00491E2B"/>
    <w:rsid w:val="00491F96"/>
    <w:rsid w:val="00491FF2"/>
    <w:rsid w:val="004920CC"/>
    <w:rsid w:val="0049212F"/>
    <w:rsid w:val="00492725"/>
    <w:rsid w:val="00492C66"/>
    <w:rsid w:val="00492CC0"/>
    <w:rsid w:val="00492D8D"/>
    <w:rsid w:val="004931FD"/>
    <w:rsid w:val="004934B6"/>
    <w:rsid w:val="00493589"/>
    <w:rsid w:val="0049377D"/>
    <w:rsid w:val="00493A09"/>
    <w:rsid w:val="00493A94"/>
    <w:rsid w:val="00494059"/>
    <w:rsid w:val="004941EA"/>
    <w:rsid w:val="0049486A"/>
    <w:rsid w:val="00494E76"/>
    <w:rsid w:val="004952DA"/>
    <w:rsid w:val="00495E2F"/>
    <w:rsid w:val="00495EAC"/>
    <w:rsid w:val="00496811"/>
    <w:rsid w:val="00496894"/>
    <w:rsid w:val="00496A78"/>
    <w:rsid w:val="00496A7A"/>
    <w:rsid w:val="00496ED2"/>
    <w:rsid w:val="00497149"/>
    <w:rsid w:val="004972EA"/>
    <w:rsid w:val="004A03C2"/>
    <w:rsid w:val="004A0910"/>
    <w:rsid w:val="004A097C"/>
    <w:rsid w:val="004A0B03"/>
    <w:rsid w:val="004A14A7"/>
    <w:rsid w:val="004A14DC"/>
    <w:rsid w:val="004A1CE3"/>
    <w:rsid w:val="004A1FDE"/>
    <w:rsid w:val="004A2059"/>
    <w:rsid w:val="004A296F"/>
    <w:rsid w:val="004A29D4"/>
    <w:rsid w:val="004A35DD"/>
    <w:rsid w:val="004A3A82"/>
    <w:rsid w:val="004A3B5B"/>
    <w:rsid w:val="004A3BB0"/>
    <w:rsid w:val="004A3CFC"/>
    <w:rsid w:val="004A3F56"/>
    <w:rsid w:val="004A3FCF"/>
    <w:rsid w:val="004A4004"/>
    <w:rsid w:val="004A4216"/>
    <w:rsid w:val="004A4295"/>
    <w:rsid w:val="004A47CF"/>
    <w:rsid w:val="004A4B6D"/>
    <w:rsid w:val="004A4C87"/>
    <w:rsid w:val="004A4E10"/>
    <w:rsid w:val="004A4F18"/>
    <w:rsid w:val="004A52B7"/>
    <w:rsid w:val="004A52F3"/>
    <w:rsid w:val="004A5331"/>
    <w:rsid w:val="004A5390"/>
    <w:rsid w:val="004A5507"/>
    <w:rsid w:val="004A557C"/>
    <w:rsid w:val="004A57FE"/>
    <w:rsid w:val="004A62CD"/>
    <w:rsid w:val="004A633D"/>
    <w:rsid w:val="004A63FE"/>
    <w:rsid w:val="004A695B"/>
    <w:rsid w:val="004A718F"/>
    <w:rsid w:val="004A7626"/>
    <w:rsid w:val="004A775A"/>
    <w:rsid w:val="004A7811"/>
    <w:rsid w:val="004A79FA"/>
    <w:rsid w:val="004A7A11"/>
    <w:rsid w:val="004A7C2A"/>
    <w:rsid w:val="004A7E6F"/>
    <w:rsid w:val="004B0213"/>
    <w:rsid w:val="004B03F7"/>
    <w:rsid w:val="004B0407"/>
    <w:rsid w:val="004B05D2"/>
    <w:rsid w:val="004B067E"/>
    <w:rsid w:val="004B0801"/>
    <w:rsid w:val="004B0A27"/>
    <w:rsid w:val="004B0EA4"/>
    <w:rsid w:val="004B128E"/>
    <w:rsid w:val="004B1329"/>
    <w:rsid w:val="004B1740"/>
    <w:rsid w:val="004B1850"/>
    <w:rsid w:val="004B1881"/>
    <w:rsid w:val="004B1EF7"/>
    <w:rsid w:val="004B22FC"/>
    <w:rsid w:val="004B2325"/>
    <w:rsid w:val="004B2555"/>
    <w:rsid w:val="004B2594"/>
    <w:rsid w:val="004B25AE"/>
    <w:rsid w:val="004B2BCE"/>
    <w:rsid w:val="004B2C87"/>
    <w:rsid w:val="004B2DD6"/>
    <w:rsid w:val="004B310C"/>
    <w:rsid w:val="004B3C2E"/>
    <w:rsid w:val="004B3D81"/>
    <w:rsid w:val="004B3DED"/>
    <w:rsid w:val="004B4114"/>
    <w:rsid w:val="004B47C7"/>
    <w:rsid w:val="004B4A45"/>
    <w:rsid w:val="004B4A8D"/>
    <w:rsid w:val="004B4AD0"/>
    <w:rsid w:val="004B4B0E"/>
    <w:rsid w:val="004B5215"/>
    <w:rsid w:val="004B55C0"/>
    <w:rsid w:val="004B560D"/>
    <w:rsid w:val="004B5C04"/>
    <w:rsid w:val="004B61B6"/>
    <w:rsid w:val="004B6444"/>
    <w:rsid w:val="004B6478"/>
    <w:rsid w:val="004B6885"/>
    <w:rsid w:val="004B69F9"/>
    <w:rsid w:val="004B7051"/>
    <w:rsid w:val="004B7AE5"/>
    <w:rsid w:val="004B7ED8"/>
    <w:rsid w:val="004C0138"/>
    <w:rsid w:val="004C06B0"/>
    <w:rsid w:val="004C0B66"/>
    <w:rsid w:val="004C0E65"/>
    <w:rsid w:val="004C103B"/>
    <w:rsid w:val="004C13D6"/>
    <w:rsid w:val="004C165D"/>
    <w:rsid w:val="004C1837"/>
    <w:rsid w:val="004C1F02"/>
    <w:rsid w:val="004C20D9"/>
    <w:rsid w:val="004C216D"/>
    <w:rsid w:val="004C2274"/>
    <w:rsid w:val="004C249C"/>
    <w:rsid w:val="004C26B6"/>
    <w:rsid w:val="004C2794"/>
    <w:rsid w:val="004C2866"/>
    <w:rsid w:val="004C28E4"/>
    <w:rsid w:val="004C2AEF"/>
    <w:rsid w:val="004C2BDA"/>
    <w:rsid w:val="004C2C94"/>
    <w:rsid w:val="004C3199"/>
    <w:rsid w:val="004C44E3"/>
    <w:rsid w:val="004C46DC"/>
    <w:rsid w:val="004C4B26"/>
    <w:rsid w:val="004C4C3C"/>
    <w:rsid w:val="004C4D55"/>
    <w:rsid w:val="004C4D78"/>
    <w:rsid w:val="004C54B6"/>
    <w:rsid w:val="004C570B"/>
    <w:rsid w:val="004C571D"/>
    <w:rsid w:val="004C59F3"/>
    <w:rsid w:val="004C5A96"/>
    <w:rsid w:val="004C5D2C"/>
    <w:rsid w:val="004C6761"/>
    <w:rsid w:val="004C6F02"/>
    <w:rsid w:val="004C7481"/>
    <w:rsid w:val="004C77DF"/>
    <w:rsid w:val="004C7C33"/>
    <w:rsid w:val="004C7C7D"/>
    <w:rsid w:val="004C7D33"/>
    <w:rsid w:val="004C7E29"/>
    <w:rsid w:val="004D03AD"/>
    <w:rsid w:val="004D0763"/>
    <w:rsid w:val="004D0FCD"/>
    <w:rsid w:val="004D1010"/>
    <w:rsid w:val="004D11D6"/>
    <w:rsid w:val="004D1B15"/>
    <w:rsid w:val="004D2108"/>
    <w:rsid w:val="004D2395"/>
    <w:rsid w:val="004D337F"/>
    <w:rsid w:val="004D3C69"/>
    <w:rsid w:val="004D40F7"/>
    <w:rsid w:val="004D4506"/>
    <w:rsid w:val="004D4CE0"/>
    <w:rsid w:val="004D4D9C"/>
    <w:rsid w:val="004D57D7"/>
    <w:rsid w:val="004D58ED"/>
    <w:rsid w:val="004D5EF1"/>
    <w:rsid w:val="004D5EF2"/>
    <w:rsid w:val="004D627A"/>
    <w:rsid w:val="004D63B0"/>
    <w:rsid w:val="004D63EE"/>
    <w:rsid w:val="004D691D"/>
    <w:rsid w:val="004D6C69"/>
    <w:rsid w:val="004D704D"/>
    <w:rsid w:val="004D71B2"/>
    <w:rsid w:val="004D731C"/>
    <w:rsid w:val="004D75BE"/>
    <w:rsid w:val="004D76C5"/>
    <w:rsid w:val="004D797C"/>
    <w:rsid w:val="004D79D4"/>
    <w:rsid w:val="004D7DF2"/>
    <w:rsid w:val="004E0014"/>
    <w:rsid w:val="004E00BC"/>
    <w:rsid w:val="004E0889"/>
    <w:rsid w:val="004E10A2"/>
    <w:rsid w:val="004E10DA"/>
    <w:rsid w:val="004E13BC"/>
    <w:rsid w:val="004E149B"/>
    <w:rsid w:val="004E17E5"/>
    <w:rsid w:val="004E1AB0"/>
    <w:rsid w:val="004E1F86"/>
    <w:rsid w:val="004E2051"/>
    <w:rsid w:val="004E2151"/>
    <w:rsid w:val="004E2175"/>
    <w:rsid w:val="004E2225"/>
    <w:rsid w:val="004E2385"/>
    <w:rsid w:val="004E27A3"/>
    <w:rsid w:val="004E2CF0"/>
    <w:rsid w:val="004E2F17"/>
    <w:rsid w:val="004E3868"/>
    <w:rsid w:val="004E38A4"/>
    <w:rsid w:val="004E3C36"/>
    <w:rsid w:val="004E425B"/>
    <w:rsid w:val="004E4CEE"/>
    <w:rsid w:val="004E4D6C"/>
    <w:rsid w:val="004E5921"/>
    <w:rsid w:val="004E5BD2"/>
    <w:rsid w:val="004E65F1"/>
    <w:rsid w:val="004E6A0E"/>
    <w:rsid w:val="004E6E1E"/>
    <w:rsid w:val="004E700A"/>
    <w:rsid w:val="004E71AB"/>
    <w:rsid w:val="004E78EA"/>
    <w:rsid w:val="004E7A4C"/>
    <w:rsid w:val="004E7D63"/>
    <w:rsid w:val="004E7F74"/>
    <w:rsid w:val="004F03B6"/>
    <w:rsid w:val="004F0C87"/>
    <w:rsid w:val="004F0F1A"/>
    <w:rsid w:val="004F117D"/>
    <w:rsid w:val="004F174C"/>
    <w:rsid w:val="004F1931"/>
    <w:rsid w:val="004F1B77"/>
    <w:rsid w:val="004F1F30"/>
    <w:rsid w:val="004F205B"/>
    <w:rsid w:val="004F2D59"/>
    <w:rsid w:val="004F2F8A"/>
    <w:rsid w:val="004F3043"/>
    <w:rsid w:val="004F3392"/>
    <w:rsid w:val="004F3895"/>
    <w:rsid w:val="004F38AD"/>
    <w:rsid w:val="004F3FC0"/>
    <w:rsid w:val="004F4E4E"/>
    <w:rsid w:val="004F50CF"/>
    <w:rsid w:val="004F5125"/>
    <w:rsid w:val="004F560D"/>
    <w:rsid w:val="004F57BE"/>
    <w:rsid w:val="004F62B5"/>
    <w:rsid w:val="004F62DB"/>
    <w:rsid w:val="004F6878"/>
    <w:rsid w:val="004F6DCC"/>
    <w:rsid w:val="004F71AF"/>
    <w:rsid w:val="004F78BC"/>
    <w:rsid w:val="004F7A91"/>
    <w:rsid w:val="0050023D"/>
    <w:rsid w:val="00500515"/>
    <w:rsid w:val="00500997"/>
    <w:rsid w:val="0050103F"/>
    <w:rsid w:val="00501891"/>
    <w:rsid w:val="00501A9D"/>
    <w:rsid w:val="00501B29"/>
    <w:rsid w:val="00502334"/>
    <w:rsid w:val="005024E8"/>
    <w:rsid w:val="00502841"/>
    <w:rsid w:val="00502CDE"/>
    <w:rsid w:val="00502D2F"/>
    <w:rsid w:val="0050313A"/>
    <w:rsid w:val="005038B8"/>
    <w:rsid w:val="00503B01"/>
    <w:rsid w:val="00503B24"/>
    <w:rsid w:val="00503D3F"/>
    <w:rsid w:val="00503E21"/>
    <w:rsid w:val="005045D1"/>
    <w:rsid w:val="0050487A"/>
    <w:rsid w:val="0050495E"/>
    <w:rsid w:val="00505135"/>
    <w:rsid w:val="00505336"/>
    <w:rsid w:val="005056D5"/>
    <w:rsid w:val="0050586C"/>
    <w:rsid w:val="005058B1"/>
    <w:rsid w:val="00505DA2"/>
    <w:rsid w:val="00505F03"/>
    <w:rsid w:val="00506152"/>
    <w:rsid w:val="005062F4"/>
    <w:rsid w:val="005063C7"/>
    <w:rsid w:val="0050655C"/>
    <w:rsid w:val="0050671A"/>
    <w:rsid w:val="00506D46"/>
    <w:rsid w:val="00506F93"/>
    <w:rsid w:val="005070B2"/>
    <w:rsid w:val="0050745A"/>
    <w:rsid w:val="005074EE"/>
    <w:rsid w:val="00507898"/>
    <w:rsid w:val="00507FAB"/>
    <w:rsid w:val="00510B3C"/>
    <w:rsid w:val="00510E67"/>
    <w:rsid w:val="00510ED2"/>
    <w:rsid w:val="005113B5"/>
    <w:rsid w:val="005119BD"/>
    <w:rsid w:val="00511E09"/>
    <w:rsid w:val="00512015"/>
    <w:rsid w:val="00512388"/>
    <w:rsid w:val="0051248C"/>
    <w:rsid w:val="005126E5"/>
    <w:rsid w:val="0051291A"/>
    <w:rsid w:val="00512FBA"/>
    <w:rsid w:val="0051329E"/>
    <w:rsid w:val="005135D2"/>
    <w:rsid w:val="005135F6"/>
    <w:rsid w:val="005137D9"/>
    <w:rsid w:val="00513F24"/>
    <w:rsid w:val="0051469C"/>
    <w:rsid w:val="005146F8"/>
    <w:rsid w:val="0051470C"/>
    <w:rsid w:val="00514B81"/>
    <w:rsid w:val="00514CE0"/>
    <w:rsid w:val="00514D67"/>
    <w:rsid w:val="00515995"/>
    <w:rsid w:val="00515C39"/>
    <w:rsid w:val="00515F6B"/>
    <w:rsid w:val="0051605B"/>
    <w:rsid w:val="0051608B"/>
    <w:rsid w:val="00516363"/>
    <w:rsid w:val="005163E2"/>
    <w:rsid w:val="005165BD"/>
    <w:rsid w:val="0051668A"/>
    <w:rsid w:val="005166CD"/>
    <w:rsid w:val="00516F5B"/>
    <w:rsid w:val="00517473"/>
    <w:rsid w:val="005175F9"/>
    <w:rsid w:val="00517CBC"/>
    <w:rsid w:val="005204C0"/>
    <w:rsid w:val="00520567"/>
    <w:rsid w:val="00520DA2"/>
    <w:rsid w:val="00520E26"/>
    <w:rsid w:val="00520E81"/>
    <w:rsid w:val="00520E8A"/>
    <w:rsid w:val="00521484"/>
    <w:rsid w:val="00521546"/>
    <w:rsid w:val="00521547"/>
    <w:rsid w:val="00521756"/>
    <w:rsid w:val="005217B7"/>
    <w:rsid w:val="00521E38"/>
    <w:rsid w:val="00522231"/>
    <w:rsid w:val="00522933"/>
    <w:rsid w:val="005229D3"/>
    <w:rsid w:val="00523460"/>
    <w:rsid w:val="00523491"/>
    <w:rsid w:val="00523917"/>
    <w:rsid w:val="005239B4"/>
    <w:rsid w:val="005241BF"/>
    <w:rsid w:val="00524317"/>
    <w:rsid w:val="0052485D"/>
    <w:rsid w:val="00524F1D"/>
    <w:rsid w:val="005250A3"/>
    <w:rsid w:val="005252E3"/>
    <w:rsid w:val="0052561E"/>
    <w:rsid w:val="005256C5"/>
    <w:rsid w:val="00526C32"/>
    <w:rsid w:val="00526E26"/>
    <w:rsid w:val="005273CD"/>
    <w:rsid w:val="00527DC6"/>
    <w:rsid w:val="00527F03"/>
    <w:rsid w:val="00530967"/>
    <w:rsid w:val="00530E60"/>
    <w:rsid w:val="0053157E"/>
    <w:rsid w:val="00531971"/>
    <w:rsid w:val="00531CAB"/>
    <w:rsid w:val="00531CC9"/>
    <w:rsid w:val="0053217A"/>
    <w:rsid w:val="005322F2"/>
    <w:rsid w:val="00532452"/>
    <w:rsid w:val="00532859"/>
    <w:rsid w:val="0053285E"/>
    <w:rsid w:val="00532961"/>
    <w:rsid w:val="00532CC4"/>
    <w:rsid w:val="00532D40"/>
    <w:rsid w:val="00532E83"/>
    <w:rsid w:val="005332B0"/>
    <w:rsid w:val="0053338D"/>
    <w:rsid w:val="00533592"/>
    <w:rsid w:val="00533681"/>
    <w:rsid w:val="00533FEF"/>
    <w:rsid w:val="00534FDE"/>
    <w:rsid w:val="005351DF"/>
    <w:rsid w:val="005352A7"/>
    <w:rsid w:val="0053553A"/>
    <w:rsid w:val="005355D6"/>
    <w:rsid w:val="0053570F"/>
    <w:rsid w:val="0053595B"/>
    <w:rsid w:val="00535B13"/>
    <w:rsid w:val="00535E0D"/>
    <w:rsid w:val="0053622B"/>
    <w:rsid w:val="005365BF"/>
    <w:rsid w:val="00536B15"/>
    <w:rsid w:val="00536F97"/>
    <w:rsid w:val="005371EF"/>
    <w:rsid w:val="0053726C"/>
    <w:rsid w:val="00537892"/>
    <w:rsid w:val="00537B1B"/>
    <w:rsid w:val="00537D46"/>
    <w:rsid w:val="00537D4D"/>
    <w:rsid w:val="00537E18"/>
    <w:rsid w:val="005403F2"/>
    <w:rsid w:val="005414B0"/>
    <w:rsid w:val="005417D6"/>
    <w:rsid w:val="005421DD"/>
    <w:rsid w:val="005421ED"/>
    <w:rsid w:val="005422BB"/>
    <w:rsid w:val="0054283D"/>
    <w:rsid w:val="005428F0"/>
    <w:rsid w:val="00542E44"/>
    <w:rsid w:val="00543059"/>
    <w:rsid w:val="005431B3"/>
    <w:rsid w:val="00543310"/>
    <w:rsid w:val="00543B56"/>
    <w:rsid w:val="00543DC4"/>
    <w:rsid w:val="00544889"/>
    <w:rsid w:val="00545212"/>
    <w:rsid w:val="00545B1B"/>
    <w:rsid w:val="00545B45"/>
    <w:rsid w:val="00546411"/>
    <w:rsid w:val="005467AC"/>
    <w:rsid w:val="005467C4"/>
    <w:rsid w:val="0054750F"/>
    <w:rsid w:val="0054798D"/>
    <w:rsid w:val="00547B55"/>
    <w:rsid w:val="005502D0"/>
    <w:rsid w:val="00550A06"/>
    <w:rsid w:val="00550A2A"/>
    <w:rsid w:val="00550FD7"/>
    <w:rsid w:val="005514F1"/>
    <w:rsid w:val="005519B4"/>
    <w:rsid w:val="005522D4"/>
    <w:rsid w:val="00552537"/>
    <w:rsid w:val="00552620"/>
    <w:rsid w:val="00552802"/>
    <w:rsid w:val="00553037"/>
    <w:rsid w:val="005537D0"/>
    <w:rsid w:val="00553EDB"/>
    <w:rsid w:val="0055430B"/>
    <w:rsid w:val="0055461F"/>
    <w:rsid w:val="0055497B"/>
    <w:rsid w:val="00554B5B"/>
    <w:rsid w:val="00554FE2"/>
    <w:rsid w:val="005550C7"/>
    <w:rsid w:val="005552F0"/>
    <w:rsid w:val="0055563E"/>
    <w:rsid w:val="00555A8A"/>
    <w:rsid w:val="00555DB0"/>
    <w:rsid w:val="005564AF"/>
    <w:rsid w:val="00556752"/>
    <w:rsid w:val="00556A63"/>
    <w:rsid w:val="00557278"/>
    <w:rsid w:val="0055738A"/>
    <w:rsid w:val="00557B42"/>
    <w:rsid w:val="00557B8E"/>
    <w:rsid w:val="00560079"/>
    <w:rsid w:val="005603B5"/>
    <w:rsid w:val="005607A1"/>
    <w:rsid w:val="00560EA4"/>
    <w:rsid w:val="00561138"/>
    <w:rsid w:val="0056171E"/>
    <w:rsid w:val="005623B3"/>
    <w:rsid w:val="00562457"/>
    <w:rsid w:val="00562A8B"/>
    <w:rsid w:val="00562C23"/>
    <w:rsid w:val="00562C98"/>
    <w:rsid w:val="00563261"/>
    <w:rsid w:val="0056359C"/>
    <w:rsid w:val="00563AEC"/>
    <w:rsid w:val="00563B80"/>
    <w:rsid w:val="00564569"/>
    <w:rsid w:val="0056461B"/>
    <w:rsid w:val="00564A7D"/>
    <w:rsid w:val="00564E20"/>
    <w:rsid w:val="00565105"/>
    <w:rsid w:val="00565353"/>
    <w:rsid w:val="005653C6"/>
    <w:rsid w:val="0056581E"/>
    <w:rsid w:val="00565A84"/>
    <w:rsid w:val="00565AC0"/>
    <w:rsid w:val="00565ADD"/>
    <w:rsid w:val="00565B9F"/>
    <w:rsid w:val="00566061"/>
    <w:rsid w:val="00566159"/>
    <w:rsid w:val="005662AA"/>
    <w:rsid w:val="0056661C"/>
    <w:rsid w:val="00566867"/>
    <w:rsid w:val="00566939"/>
    <w:rsid w:val="00566A41"/>
    <w:rsid w:val="00566AC6"/>
    <w:rsid w:val="00566B46"/>
    <w:rsid w:val="00566C5F"/>
    <w:rsid w:val="00566DD5"/>
    <w:rsid w:val="00566F59"/>
    <w:rsid w:val="00567246"/>
    <w:rsid w:val="005673AA"/>
    <w:rsid w:val="00567479"/>
    <w:rsid w:val="0056753D"/>
    <w:rsid w:val="005679B0"/>
    <w:rsid w:val="00567A3B"/>
    <w:rsid w:val="00567C8C"/>
    <w:rsid w:val="0057020A"/>
    <w:rsid w:val="005702EF"/>
    <w:rsid w:val="00570602"/>
    <w:rsid w:val="005706C5"/>
    <w:rsid w:val="005706E0"/>
    <w:rsid w:val="005717FD"/>
    <w:rsid w:val="00571853"/>
    <w:rsid w:val="0057195F"/>
    <w:rsid w:val="0057199C"/>
    <w:rsid w:val="005719A7"/>
    <w:rsid w:val="00571A08"/>
    <w:rsid w:val="00571A85"/>
    <w:rsid w:val="00571B61"/>
    <w:rsid w:val="00571D20"/>
    <w:rsid w:val="00572334"/>
    <w:rsid w:val="00572445"/>
    <w:rsid w:val="00572574"/>
    <w:rsid w:val="00572735"/>
    <w:rsid w:val="0057283F"/>
    <w:rsid w:val="00572B1E"/>
    <w:rsid w:val="0057326E"/>
    <w:rsid w:val="00573304"/>
    <w:rsid w:val="0057338F"/>
    <w:rsid w:val="00573729"/>
    <w:rsid w:val="005739DC"/>
    <w:rsid w:val="00573A59"/>
    <w:rsid w:val="00573C76"/>
    <w:rsid w:val="00573E9E"/>
    <w:rsid w:val="00573EDC"/>
    <w:rsid w:val="00574578"/>
    <w:rsid w:val="005745C1"/>
    <w:rsid w:val="005748E9"/>
    <w:rsid w:val="00574A34"/>
    <w:rsid w:val="00574E79"/>
    <w:rsid w:val="00574EEB"/>
    <w:rsid w:val="00575A54"/>
    <w:rsid w:val="00575F1B"/>
    <w:rsid w:val="0057602F"/>
    <w:rsid w:val="00576170"/>
    <w:rsid w:val="005765A7"/>
    <w:rsid w:val="00576BD1"/>
    <w:rsid w:val="00577566"/>
    <w:rsid w:val="005776F6"/>
    <w:rsid w:val="00577747"/>
    <w:rsid w:val="00577905"/>
    <w:rsid w:val="00577BF0"/>
    <w:rsid w:val="00577F2C"/>
    <w:rsid w:val="005803C5"/>
    <w:rsid w:val="00580413"/>
    <w:rsid w:val="0058053B"/>
    <w:rsid w:val="005805E2"/>
    <w:rsid w:val="0058063B"/>
    <w:rsid w:val="00580B7B"/>
    <w:rsid w:val="00580CB5"/>
    <w:rsid w:val="00580EE1"/>
    <w:rsid w:val="00581459"/>
    <w:rsid w:val="00581A85"/>
    <w:rsid w:val="00581DB1"/>
    <w:rsid w:val="00582AED"/>
    <w:rsid w:val="0058300B"/>
    <w:rsid w:val="0058320D"/>
    <w:rsid w:val="00583339"/>
    <w:rsid w:val="005834A4"/>
    <w:rsid w:val="00583725"/>
    <w:rsid w:val="005837F3"/>
    <w:rsid w:val="00583994"/>
    <w:rsid w:val="00583A78"/>
    <w:rsid w:val="00583A83"/>
    <w:rsid w:val="00583F79"/>
    <w:rsid w:val="00584560"/>
    <w:rsid w:val="005847EA"/>
    <w:rsid w:val="00585072"/>
    <w:rsid w:val="00585CB3"/>
    <w:rsid w:val="00585EBE"/>
    <w:rsid w:val="00585ECA"/>
    <w:rsid w:val="00585F2F"/>
    <w:rsid w:val="0058645D"/>
    <w:rsid w:val="00586823"/>
    <w:rsid w:val="005868D6"/>
    <w:rsid w:val="005869C1"/>
    <w:rsid w:val="00587008"/>
    <w:rsid w:val="005870C0"/>
    <w:rsid w:val="005874D9"/>
    <w:rsid w:val="005875CC"/>
    <w:rsid w:val="0058760F"/>
    <w:rsid w:val="0058792D"/>
    <w:rsid w:val="00587EFA"/>
    <w:rsid w:val="0059080D"/>
    <w:rsid w:val="005908F6"/>
    <w:rsid w:val="005909B8"/>
    <w:rsid w:val="00590C00"/>
    <w:rsid w:val="00590CCD"/>
    <w:rsid w:val="0059281F"/>
    <w:rsid w:val="00592DEB"/>
    <w:rsid w:val="0059307E"/>
    <w:rsid w:val="00593138"/>
    <w:rsid w:val="005937B6"/>
    <w:rsid w:val="005937B8"/>
    <w:rsid w:val="0059388B"/>
    <w:rsid w:val="0059414D"/>
    <w:rsid w:val="005943FF"/>
    <w:rsid w:val="00594775"/>
    <w:rsid w:val="005948AB"/>
    <w:rsid w:val="005949FD"/>
    <w:rsid w:val="00594B5C"/>
    <w:rsid w:val="00594D57"/>
    <w:rsid w:val="00595288"/>
    <w:rsid w:val="005952C2"/>
    <w:rsid w:val="00595965"/>
    <w:rsid w:val="00595F5B"/>
    <w:rsid w:val="00596077"/>
    <w:rsid w:val="00596108"/>
    <w:rsid w:val="00596278"/>
    <w:rsid w:val="00596C65"/>
    <w:rsid w:val="005971A4"/>
    <w:rsid w:val="0059797E"/>
    <w:rsid w:val="00597B7D"/>
    <w:rsid w:val="00597CAE"/>
    <w:rsid w:val="00597CF9"/>
    <w:rsid w:val="00597E2F"/>
    <w:rsid w:val="005A01F9"/>
    <w:rsid w:val="005A0BD3"/>
    <w:rsid w:val="005A0FE3"/>
    <w:rsid w:val="005A16B4"/>
    <w:rsid w:val="005A18C7"/>
    <w:rsid w:val="005A1B69"/>
    <w:rsid w:val="005A2297"/>
    <w:rsid w:val="005A2383"/>
    <w:rsid w:val="005A2675"/>
    <w:rsid w:val="005A2690"/>
    <w:rsid w:val="005A2ED4"/>
    <w:rsid w:val="005A36D7"/>
    <w:rsid w:val="005A3F73"/>
    <w:rsid w:val="005A45E3"/>
    <w:rsid w:val="005A47AE"/>
    <w:rsid w:val="005A5485"/>
    <w:rsid w:val="005A5762"/>
    <w:rsid w:val="005A59F5"/>
    <w:rsid w:val="005A5ABE"/>
    <w:rsid w:val="005A5D92"/>
    <w:rsid w:val="005A5EE2"/>
    <w:rsid w:val="005A6325"/>
    <w:rsid w:val="005A6653"/>
    <w:rsid w:val="005A6E71"/>
    <w:rsid w:val="005A7399"/>
    <w:rsid w:val="005A760A"/>
    <w:rsid w:val="005A772A"/>
    <w:rsid w:val="005B081A"/>
    <w:rsid w:val="005B0978"/>
    <w:rsid w:val="005B16E0"/>
    <w:rsid w:val="005B1E82"/>
    <w:rsid w:val="005B1E88"/>
    <w:rsid w:val="005B1FF0"/>
    <w:rsid w:val="005B27FE"/>
    <w:rsid w:val="005B28EA"/>
    <w:rsid w:val="005B37C4"/>
    <w:rsid w:val="005B3954"/>
    <w:rsid w:val="005B3999"/>
    <w:rsid w:val="005B3B80"/>
    <w:rsid w:val="005B3D0A"/>
    <w:rsid w:val="005B3E34"/>
    <w:rsid w:val="005B4299"/>
    <w:rsid w:val="005B43BD"/>
    <w:rsid w:val="005B4408"/>
    <w:rsid w:val="005B489A"/>
    <w:rsid w:val="005B489C"/>
    <w:rsid w:val="005B49AA"/>
    <w:rsid w:val="005B4CE5"/>
    <w:rsid w:val="005B4E4B"/>
    <w:rsid w:val="005B4FC8"/>
    <w:rsid w:val="005B4FF9"/>
    <w:rsid w:val="005B5154"/>
    <w:rsid w:val="005B52EA"/>
    <w:rsid w:val="005B5791"/>
    <w:rsid w:val="005B5DDC"/>
    <w:rsid w:val="005B5F84"/>
    <w:rsid w:val="005B628D"/>
    <w:rsid w:val="005B65E7"/>
    <w:rsid w:val="005B6661"/>
    <w:rsid w:val="005B6B71"/>
    <w:rsid w:val="005B6BA8"/>
    <w:rsid w:val="005B6CDE"/>
    <w:rsid w:val="005B734A"/>
    <w:rsid w:val="005B78E1"/>
    <w:rsid w:val="005B79F1"/>
    <w:rsid w:val="005B7C1B"/>
    <w:rsid w:val="005C0329"/>
    <w:rsid w:val="005C0606"/>
    <w:rsid w:val="005C063E"/>
    <w:rsid w:val="005C077A"/>
    <w:rsid w:val="005C09F5"/>
    <w:rsid w:val="005C1576"/>
    <w:rsid w:val="005C16CC"/>
    <w:rsid w:val="005C16E9"/>
    <w:rsid w:val="005C173C"/>
    <w:rsid w:val="005C17E2"/>
    <w:rsid w:val="005C1A32"/>
    <w:rsid w:val="005C1E54"/>
    <w:rsid w:val="005C24EF"/>
    <w:rsid w:val="005C251C"/>
    <w:rsid w:val="005C289A"/>
    <w:rsid w:val="005C2A4F"/>
    <w:rsid w:val="005C2CEA"/>
    <w:rsid w:val="005C32FF"/>
    <w:rsid w:val="005C343D"/>
    <w:rsid w:val="005C360A"/>
    <w:rsid w:val="005C38A4"/>
    <w:rsid w:val="005C3F17"/>
    <w:rsid w:val="005C453C"/>
    <w:rsid w:val="005C47F5"/>
    <w:rsid w:val="005C4E6E"/>
    <w:rsid w:val="005C5040"/>
    <w:rsid w:val="005C54F9"/>
    <w:rsid w:val="005C5671"/>
    <w:rsid w:val="005C56AB"/>
    <w:rsid w:val="005C5778"/>
    <w:rsid w:val="005C57D3"/>
    <w:rsid w:val="005C5888"/>
    <w:rsid w:val="005C5C4B"/>
    <w:rsid w:val="005C63C7"/>
    <w:rsid w:val="005C6B33"/>
    <w:rsid w:val="005C6C67"/>
    <w:rsid w:val="005C73D6"/>
    <w:rsid w:val="005C76E7"/>
    <w:rsid w:val="005C7816"/>
    <w:rsid w:val="005C7984"/>
    <w:rsid w:val="005C7988"/>
    <w:rsid w:val="005D0181"/>
    <w:rsid w:val="005D03C5"/>
    <w:rsid w:val="005D03E5"/>
    <w:rsid w:val="005D03FC"/>
    <w:rsid w:val="005D07D7"/>
    <w:rsid w:val="005D0B82"/>
    <w:rsid w:val="005D1349"/>
    <w:rsid w:val="005D15C9"/>
    <w:rsid w:val="005D1C8F"/>
    <w:rsid w:val="005D1CE7"/>
    <w:rsid w:val="005D1ED4"/>
    <w:rsid w:val="005D1F90"/>
    <w:rsid w:val="005D22E9"/>
    <w:rsid w:val="005D2476"/>
    <w:rsid w:val="005D24C7"/>
    <w:rsid w:val="005D26EB"/>
    <w:rsid w:val="005D29B7"/>
    <w:rsid w:val="005D2BE1"/>
    <w:rsid w:val="005D2C48"/>
    <w:rsid w:val="005D2C55"/>
    <w:rsid w:val="005D3A28"/>
    <w:rsid w:val="005D3A6E"/>
    <w:rsid w:val="005D3CD0"/>
    <w:rsid w:val="005D403B"/>
    <w:rsid w:val="005D4540"/>
    <w:rsid w:val="005D4BDA"/>
    <w:rsid w:val="005D4D93"/>
    <w:rsid w:val="005D52DD"/>
    <w:rsid w:val="005D5809"/>
    <w:rsid w:val="005D5BEE"/>
    <w:rsid w:val="005D63EE"/>
    <w:rsid w:val="005D6413"/>
    <w:rsid w:val="005D64B8"/>
    <w:rsid w:val="005D69E0"/>
    <w:rsid w:val="005D6A86"/>
    <w:rsid w:val="005D6C39"/>
    <w:rsid w:val="005D6CA2"/>
    <w:rsid w:val="005D762F"/>
    <w:rsid w:val="005E0449"/>
    <w:rsid w:val="005E090B"/>
    <w:rsid w:val="005E0BDB"/>
    <w:rsid w:val="005E0D5F"/>
    <w:rsid w:val="005E12C9"/>
    <w:rsid w:val="005E1339"/>
    <w:rsid w:val="005E13EB"/>
    <w:rsid w:val="005E1497"/>
    <w:rsid w:val="005E1811"/>
    <w:rsid w:val="005E182F"/>
    <w:rsid w:val="005E1CE7"/>
    <w:rsid w:val="005E2B1B"/>
    <w:rsid w:val="005E2B56"/>
    <w:rsid w:val="005E2DCE"/>
    <w:rsid w:val="005E3454"/>
    <w:rsid w:val="005E3C77"/>
    <w:rsid w:val="005E3F5D"/>
    <w:rsid w:val="005E4688"/>
    <w:rsid w:val="005E4A97"/>
    <w:rsid w:val="005E593B"/>
    <w:rsid w:val="005E5C27"/>
    <w:rsid w:val="005E5EF7"/>
    <w:rsid w:val="005E5F8D"/>
    <w:rsid w:val="005E6694"/>
    <w:rsid w:val="005E687B"/>
    <w:rsid w:val="005E6C13"/>
    <w:rsid w:val="005E6CA9"/>
    <w:rsid w:val="005E71A1"/>
    <w:rsid w:val="005E72DF"/>
    <w:rsid w:val="005E737B"/>
    <w:rsid w:val="005E7556"/>
    <w:rsid w:val="005E775F"/>
    <w:rsid w:val="005E78A1"/>
    <w:rsid w:val="005E7F33"/>
    <w:rsid w:val="005F027B"/>
    <w:rsid w:val="005F029E"/>
    <w:rsid w:val="005F04FD"/>
    <w:rsid w:val="005F0643"/>
    <w:rsid w:val="005F095D"/>
    <w:rsid w:val="005F0DA4"/>
    <w:rsid w:val="005F152E"/>
    <w:rsid w:val="005F1B41"/>
    <w:rsid w:val="005F1C3F"/>
    <w:rsid w:val="005F20AF"/>
    <w:rsid w:val="005F2575"/>
    <w:rsid w:val="005F28B1"/>
    <w:rsid w:val="005F2A7D"/>
    <w:rsid w:val="005F300C"/>
    <w:rsid w:val="005F30E2"/>
    <w:rsid w:val="005F319C"/>
    <w:rsid w:val="005F338B"/>
    <w:rsid w:val="005F38D7"/>
    <w:rsid w:val="005F3E78"/>
    <w:rsid w:val="005F3EAA"/>
    <w:rsid w:val="005F46AB"/>
    <w:rsid w:val="005F4F6F"/>
    <w:rsid w:val="005F4FB8"/>
    <w:rsid w:val="005F5549"/>
    <w:rsid w:val="005F5659"/>
    <w:rsid w:val="005F5786"/>
    <w:rsid w:val="005F5787"/>
    <w:rsid w:val="005F5851"/>
    <w:rsid w:val="005F5AC3"/>
    <w:rsid w:val="005F5AD2"/>
    <w:rsid w:val="005F5E1E"/>
    <w:rsid w:val="005F5EB6"/>
    <w:rsid w:val="005F6262"/>
    <w:rsid w:val="005F6371"/>
    <w:rsid w:val="005F659D"/>
    <w:rsid w:val="005F6C55"/>
    <w:rsid w:val="005F6D55"/>
    <w:rsid w:val="005F6DDD"/>
    <w:rsid w:val="005F6F03"/>
    <w:rsid w:val="005F7364"/>
    <w:rsid w:val="005F7390"/>
    <w:rsid w:val="005F7473"/>
    <w:rsid w:val="005F7707"/>
    <w:rsid w:val="005F7947"/>
    <w:rsid w:val="005F7BCD"/>
    <w:rsid w:val="005F7DDD"/>
    <w:rsid w:val="006001DB"/>
    <w:rsid w:val="00600A19"/>
    <w:rsid w:val="00600BA1"/>
    <w:rsid w:val="00600F24"/>
    <w:rsid w:val="0060102F"/>
    <w:rsid w:val="00601196"/>
    <w:rsid w:val="00601626"/>
    <w:rsid w:val="0060164D"/>
    <w:rsid w:val="006023FC"/>
    <w:rsid w:val="006025E2"/>
    <w:rsid w:val="00602A79"/>
    <w:rsid w:val="00602D56"/>
    <w:rsid w:val="00602FB9"/>
    <w:rsid w:val="00603338"/>
    <w:rsid w:val="006035F3"/>
    <w:rsid w:val="006038AF"/>
    <w:rsid w:val="00603CE8"/>
    <w:rsid w:val="00603EFF"/>
    <w:rsid w:val="00603FF9"/>
    <w:rsid w:val="00604C17"/>
    <w:rsid w:val="00605203"/>
    <w:rsid w:val="006055CC"/>
    <w:rsid w:val="0060564B"/>
    <w:rsid w:val="00606780"/>
    <w:rsid w:val="006069A2"/>
    <w:rsid w:val="00606D2B"/>
    <w:rsid w:val="00606E1D"/>
    <w:rsid w:val="00606EA5"/>
    <w:rsid w:val="00607013"/>
    <w:rsid w:val="006078B1"/>
    <w:rsid w:val="00610559"/>
    <w:rsid w:val="00610A24"/>
    <w:rsid w:val="00610E7A"/>
    <w:rsid w:val="00610FD3"/>
    <w:rsid w:val="00611185"/>
    <w:rsid w:val="006115AC"/>
    <w:rsid w:val="00611676"/>
    <w:rsid w:val="00611AD3"/>
    <w:rsid w:val="00611B90"/>
    <w:rsid w:val="00611F4F"/>
    <w:rsid w:val="00612051"/>
    <w:rsid w:val="006128C7"/>
    <w:rsid w:val="00613057"/>
    <w:rsid w:val="00613B62"/>
    <w:rsid w:val="00613E16"/>
    <w:rsid w:val="00613E83"/>
    <w:rsid w:val="00613F76"/>
    <w:rsid w:val="00614D9F"/>
    <w:rsid w:val="00615066"/>
    <w:rsid w:val="006150AF"/>
    <w:rsid w:val="006155C4"/>
    <w:rsid w:val="00615937"/>
    <w:rsid w:val="00615A6E"/>
    <w:rsid w:val="0061630A"/>
    <w:rsid w:val="00616982"/>
    <w:rsid w:val="00616AA0"/>
    <w:rsid w:val="00617042"/>
    <w:rsid w:val="006170B2"/>
    <w:rsid w:val="006170C8"/>
    <w:rsid w:val="006170DA"/>
    <w:rsid w:val="00617306"/>
    <w:rsid w:val="0061742F"/>
    <w:rsid w:val="006176B2"/>
    <w:rsid w:val="006176E2"/>
    <w:rsid w:val="00617815"/>
    <w:rsid w:val="00617FE5"/>
    <w:rsid w:val="00620A0D"/>
    <w:rsid w:val="00620FAF"/>
    <w:rsid w:val="006210D2"/>
    <w:rsid w:val="0062132F"/>
    <w:rsid w:val="00621E43"/>
    <w:rsid w:val="0062206D"/>
    <w:rsid w:val="0062213D"/>
    <w:rsid w:val="0062214D"/>
    <w:rsid w:val="006224E9"/>
    <w:rsid w:val="00622552"/>
    <w:rsid w:val="006225B8"/>
    <w:rsid w:val="00622BDA"/>
    <w:rsid w:val="00622DDF"/>
    <w:rsid w:val="006237D9"/>
    <w:rsid w:val="006237F4"/>
    <w:rsid w:val="00623C3E"/>
    <w:rsid w:val="00623F31"/>
    <w:rsid w:val="00623F6F"/>
    <w:rsid w:val="00624456"/>
    <w:rsid w:val="006246BB"/>
    <w:rsid w:val="006246C6"/>
    <w:rsid w:val="006247EF"/>
    <w:rsid w:val="00624A9C"/>
    <w:rsid w:val="00624C44"/>
    <w:rsid w:val="00624E37"/>
    <w:rsid w:val="00624F81"/>
    <w:rsid w:val="00625870"/>
    <w:rsid w:val="006259C3"/>
    <w:rsid w:val="00625FF6"/>
    <w:rsid w:val="006260E9"/>
    <w:rsid w:val="00626298"/>
    <w:rsid w:val="006263BD"/>
    <w:rsid w:val="0062672A"/>
    <w:rsid w:val="0062691F"/>
    <w:rsid w:val="0062692E"/>
    <w:rsid w:val="006269B2"/>
    <w:rsid w:val="00627055"/>
    <w:rsid w:val="00627561"/>
    <w:rsid w:val="006275AE"/>
    <w:rsid w:val="006276BA"/>
    <w:rsid w:val="00627844"/>
    <w:rsid w:val="00627A27"/>
    <w:rsid w:val="00627E3A"/>
    <w:rsid w:val="00627F17"/>
    <w:rsid w:val="00627FE2"/>
    <w:rsid w:val="00630795"/>
    <w:rsid w:val="00630BFE"/>
    <w:rsid w:val="00630EDD"/>
    <w:rsid w:val="0063119C"/>
    <w:rsid w:val="00631207"/>
    <w:rsid w:val="006314E9"/>
    <w:rsid w:val="0063159E"/>
    <w:rsid w:val="00631718"/>
    <w:rsid w:val="00631B0B"/>
    <w:rsid w:val="00631E0C"/>
    <w:rsid w:val="006323A3"/>
    <w:rsid w:val="0063241A"/>
    <w:rsid w:val="00632930"/>
    <w:rsid w:val="00632BAD"/>
    <w:rsid w:val="00632BE0"/>
    <w:rsid w:val="00632D48"/>
    <w:rsid w:val="00633723"/>
    <w:rsid w:val="00634107"/>
    <w:rsid w:val="0063423B"/>
    <w:rsid w:val="00634311"/>
    <w:rsid w:val="006344FD"/>
    <w:rsid w:val="006349B8"/>
    <w:rsid w:val="00634EF6"/>
    <w:rsid w:val="0063521C"/>
    <w:rsid w:val="006353F2"/>
    <w:rsid w:val="00635623"/>
    <w:rsid w:val="00635D61"/>
    <w:rsid w:val="00635F84"/>
    <w:rsid w:val="0063609A"/>
    <w:rsid w:val="0063615F"/>
    <w:rsid w:val="006367D6"/>
    <w:rsid w:val="00636813"/>
    <w:rsid w:val="006368CE"/>
    <w:rsid w:val="00636DEC"/>
    <w:rsid w:val="00636F18"/>
    <w:rsid w:val="0063735C"/>
    <w:rsid w:val="0063748C"/>
    <w:rsid w:val="0063789B"/>
    <w:rsid w:val="00637909"/>
    <w:rsid w:val="0063799D"/>
    <w:rsid w:val="00637C3E"/>
    <w:rsid w:val="00637F54"/>
    <w:rsid w:val="006403B5"/>
    <w:rsid w:val="0064047E"/>
    <w:rsid w:val="00640579"/>
    <w:rsid w:val="00640648"/>
    <w:rsid w:val="00640C94"/>
    <w:rsid w:val="00641247"/>
    <w:rsid w:val="00641619"/>
    <w:rsid w:val="006416FE"/>
    <w:rsid w:val="006417C3"/>
    <w:rsid w:val="00641943"/>
    <w:rsid w:val="00641A2B"/>
    <w:rsid w:val="00641A80"/>
    <w:rsid w:val="00641C8F"/>
    <w:rsid w:val="00641CDD"/>
    <w:rsid w:val="00642A34"/>
    <w:rsid w:val="0064302F"/>
    <w:rsid w:val="0064327B"/>
    <w:rsid w:val="006435C7"/>
    <w:rsid w:val="006444A9"/>
    <w:rsid w:val="00644AED"/>
    <w:rsid w:val="00644B28"/>
    <w:rsid w:val="00644FDA"/>
    <w:rsid w:val="0064501B"/>
    <w:rsid w:val="00645034"/>
    <w:rsid w:val="00645362"/>
    <w:rsid w:val="006453A0"/>
    <w:rsid w:val="00645692"/>
    <w:rsid w:val="00645740"/>
    <w:rsid w:val="006458CE"/>
    <w:rsid w:val="00645B3F"/>
    <w:rsid w:val="0064609C"/>
    <w:rsid w:val="00646520"/>
    <w:rsid w:val="00646EAD"/>
    <w:rsid w:val="006471DF"/>
    <w:rsid w:val="0064746D"/>
    <w:rsid w:val="00647F9D"/>
    <w:rsid w:val="006503E7"/>
    <w:rsid w:val="006505E5"/>
    <w:rsid w:val="00650858"/>
    <w:rsid w:val="00650925"/>
    <w:rsid w:val="00650A0E"/>
    <w:rsid w:val="00650ACF"/>
    <w:rsid w:val="00650D0B"/>
    <w:rsid w:val="00651B0F"/>
    <w:rsid w:val="00651BF2"/>
    <w:rsid w:val="00651E2E"/>
    <w:rsid w:val="00652018"/>
    <w:rsid w:val="006527FA"/>
    <w:rsid w:val="00652985"/>
    <w:rsid w:val="00652ADC"/>
    <w:rsid w:val="00652AF2"/>
    <w:rsid w:val="006532A0"/>
    <w:rsid w:val="00653968"/>
    <w:rsid w:val="00653ECC"/>
    <w:rsid w:val="0065413B"/>
    <w:rsid w:val="006543BA"/>
    <w:rsid w:val="00654551"/>
    <w:rsid w:val="00654802"/>
    <w:rsid w:val="00654DB9"/>
    <w:rsid w:val="00654DD0"/>
    <w:rsid w:val="00654EFE"/>
    <w:rsid w:val="00655091"/>
    <w:rsid w:val="006550A6"/>
    <w:rsid w:val="00655827"/>
    <w:rsid w:val="00655C0A"/>
    <w:rsid w:val="00655F16"/>
    <w:rsid w:val="006568C0"/>
    <w:rsid w:val="0065703F"/>
    <w:rsid w:val="00657450"/>
    <w:rsid w:val="006574B4"/>
    <w:rsid w:val="006574F2"/>
    <w:rsid w:val="0065770F"/>
    <w:rsid w:val="00657772"/>
    <w:rsid w:val="0065791A"/>
    <w:rsid w:val="00660001"/>
    <w:rsid w:val="006603D2"/>
    <w:rsid w:val="0066072B"/>
    <w:rsid w:val="00660748"/>
    <w:rsid w:val="006607A3"/>
    <w:rsid w:val="00660BBB"/>
    <w:rsid w:val="00660FAB"/>
    <w:rsid w:val="006610AA"/>
    <w:rsid w:val="006610F7"/>
    <w:rsid w:val="00661140"/>
    <w:rsid w:val="0066119F"/>
    <w:rsid w:val="00661732"/>
    <w:rsid w:val="0066185E"/>
    <w:rsid w:val="006619B5"/>
    <w:rsid w:val="006620E6"/>
    <w:rsid w:val="006622B0"/>
    <w:rsid w:val="0066272E"/>
    <w:rsid w:val="00662A3B"/>
    <w:rsid w:val="00662D4B"/>
    <w:rsid w:val="006630BE"/>
    <w:rsid w:val="00663239"/>
    <w:rsid w:val="00663B94"/>
    <w:rsid w:val="00663BF8"/>
    <w:rsid w:val="00663CA4"/>
    <w:rsid w:val="00664338"/>
    <w:rsid w:val="0066438E"/>
    <w:rsid w:val="0066551F"/>
    <w:rsid w:val="0066562B"/>
    <w:rsid w:val="00665BEA"/>
    <w:rsid w:val="00665C48"/>
    <w:rsid w:val="00666392"/>
    <w:rsid w:val="006665CE"/>
    <w:rsid w:val="00666837"/>
    <w:rsid w:val="00666AB4"/>
    <w:rsid w:val="00666DB2"/>
    <w:rsid w:val="00666F3F"/>
    <w:rsid w:val="00667656"/>
    <w:rsid w:val="00667935"/>
    <w:rsid w:val="00667B75"/>
    <w:rsid w:val="00667EE5"/>
    <w:rsid w:val="006708ED"/>
    <w:rsid w:val="00670AED"/>
    <w:rsid w:val="00670BFF"/>
    <w:rsid w:val="00671BD1"/>
    <w:rsid w:val="00672079"/>
    <w:rsid w:val="00672171"/>
    <w:rsid w:val="006723D1"/>
    <w:rsid w:val="0067257C"/>
    <w:rsid w:val="00672663"/>
    <w:rsid w:val="006729CF"/>
    <w:rsid w:val="00672B37"/>
    <w:rsid w:val="00672C60"/>
    <w:rsid w:val="00672D92"/>
    <w:rsid w:val="0067302B"/>
    <w:rsid w:val="00673D59"/>
    <w:rsid w:val="006742D3"/>
    <w:rsid w:val="0067462A"/>
    <w:rsid w:val="00674863"/>
    <w:rsid w:val="00674AB9"/>
    <w:rsid w:val="00674EAF"/>
    <w:rsid w:val="006750BA"/>
    <w:rsid w:val="006751AD"/>
    <w:rsid w:val="006752EA"/>
    <w:rsid w:val="00675354"/>
    <w:rsid w:val="0067537D"/>
    <w:rsid w:val="0067561C"/>
    <w:rsid w:val="006759A4"/>
    <w:rsid w:val="00675B50"/>
    <w:rsid w:val="00676089"/>
    <w:rsid w:val="006760C5"/>
    <w:rsid w:val="006761E0"/>
    <w:rsid w:val="00676259"/>
    <w:rsid w:val="0067688D"/>
    <w:rsid w:val="0067691A"/>
    <w:rsid w:val="00676BEE"/>
    <w:rsid w:val="00676EFC"/>
    <w:rsid w:val="006772D4"/>
    <w:rsid w:val="006773DA"/>
    <w:rsid w:val="00677482"/>
    <w:rsid w:val="00677A3D"/>
    <w:rsid w:val="00677C33"/>
    <w:rsid w:val="00677DFC"/>
    <w:rsid w:val="00677E57"/>
    <w:rsid w:val="006805CF"/>
    <w:rsid w:val="0068076B"/>
    <w:rsid w:val="00680AA5"/>
    <w:rsid w:val="00680C84"/>
    <w:rsid w:val="0068102F"/>
    <w:rsid w:val="0068107E"/>
    <w:rsid w:val="00681168"/>
    <w:rsid w:val="006811AA"/>
    <w:rsid w:val="00681255"/>
    <w:rsid w:val="006819AE"/>
    <w:rsid w:val="006819C9"/>
    <w:rsid w:val="00681BF6"/>
    <w:rsid w:val="00682504"/>
    <w:rsid w:val="006826E4"/>
    <w:rsid w:val="00682FA8"/>
    <w:rsid w:val="0068328D"/>
    <w:rsid w:val="00683856"/>
    <w:rsid w:val="00683866"/>
    <w:rsid w:val="00683931"/>
    <w:rsid w:val="00683BB6"/>
    <w:rsid w:val="00684188"/>
    <w:rsid w:val="006841D6"/>
    <w:rsid w:val="006842A0"/>
    <w:rsid w:val="0068445B"/>
    <w:rsid w:val="006844DD"/>
    <w:rsid w:val="0068453C"/>
    <w:rsid w:val="006848F4"/>
    <w:rsid w:val="0068499D"/>
    <w:rsid w:val="0068499E"/>
    <w:rsid w:val="00684A6F"/>
    <w:rsid w:val="00684B76"/>
    <w:rsid w:val="00684CDE"/>
    <w:rsid w:val="00684D68"/>
    <w:rsid w:val="00684DE4"/>
    <w:rsid w:val="00684F82"/>
    <w:rsid w:val="00685382"/>
    <w:rsid w:val="00685C87"/>
    <w:rsid w:val="00685C9B"/>
    <w:rsid w:val="00685D03"/>
    <w:rsid w:val="00685F97"/>
    <w:rsid w:val="006860BC"/>
    <w:rsid w:val="006871AD"/>
    <w:rsid w:val="0068758D"/>
    <w:rsid w:val="006876ED"/>
    <w:rsid w:val="00687DD5"/>
    <w:rsid w:val="00691F5B"/>
    <w:rsid w:val="006922B6"/>
    <w:rsid w:val="006923A2"/>
    <w:rsid w:val="006929A1"/>
    <w:rsid w:val="00692BD2"/>
    <w:rsid w:val="00692C6E"/>
    <w:rsid w:val="00692FA7"/>
    <w:rsid w:val="006933A8"/>
    <w:rsid w:val="00693566"/>
    <w:rsid w:val="0069357B"/>
    <w:rsid w:val="0069396C"/>
    <w:rsid w:val="00694C38"/>
    <w:rsid w:val="00694ED2"/>
    <w:rsid w:val="00695114"/>
    <w:rsid w:val="006952C5"/>
    <w:rsid w:val="006952E5"/>
    <w:rsid w:val="00695330"/>
    <w:rsid w:val="00695415"/>
    <w:rsid w:val="00695864"/>
    <w:rsid w:val="00695BE7"/>
    <w:rsid w:val="00696755"/>
    <w:rsid w:val="006969C0"/>
    <w:rsid w:val="00696BF3"/>
    <w:rsid w:val="00696C3B"/>
    <w:rsid w:val="00696C9C"/>
    <w:rsid w:val="00696D8D"/>
    <w:rsid w:val="00697249"/>
    <w:rsid w:val="00697489"/>
    <w:rsid w:val="00697762"/>
    <w:rsid w:val="00697965"/>
    <w:rsid w:val="00697BAA"/>
    <w:rsid w:val="00697BBB"/>
    <w:rsid w:val="00697F29"/>
    <w:rsid w:val="006A005D"/>
    <w:rsid w:val="006A00C6"/>
    <w:rsid w:val="006A052A"/>
    <w:rsid w:val="006A09BA"/>
    <w:rsid w:val="006A0A5A"/>
    <w:rsid w:val="006A27FA"/>
    <w:rsid w:val="006A2FAF"/>
    <w:rsid w:val="006A3156"/>
    <w:rsid w:val="006A3461"/>
    <w:rsid w:val="006A35DE"/>
    <w:rsid w:val="006A3692"/>
    <w:rsid w:val="006A3B36"/>
    <w:rsid w:val="006A3CF1"/>
    <w:rsid w:val="006A4151"/>
    <w:rsid w:val="006A43D2"/>
    <w:rsid w:val="006A46E5"/>
    <w:rsid w:val="006A4807"/>
    <w:rsid w:val="006A494E"/>
    <w:rsid w:val="006A4AAB"/>
    <w:rsid w:val="006A4B79"/>
    <w:rsid w:val="006A4DF2"/>
    <w:rsid w:val="006A4ECE"/>
    <w:rsid w:val="006A523A"/>
    <w:rsid w:val="006A53FC"/>
    <w:rsid w:val="006A5AAB"/>
    <w:rsid w:val="006A5C8B"/>
    <w:rsid w:val="006A5D34"/>
    <w:rsid w:val="006A5D41"/>
    <w:rsid w:val="006A681D"/>
    <w:rsid w:val="006A6904"/>
    <w:rsid w:val="006A6BA8"/>
    <w:rsid w:val="006A6C45"/>
    <w:rsid w:val="006A6CEC"/>
    <w:rsid w:val="006A6D4F"/>
    <w:rsid w:val="006A7230"/>
    <w:rsid w:val="006A7AF4"/>
    <w:rsid w:val="006A7C1E"/>
    <w:rsid w:val="006B009A"/>
    <w:rsid w:val="006B0E96"/>
    <w:rsid w:val="006B0F96"/>
    <w:rsid w:val="006B2A36"/>
    <w:rsid w:val="006B2C47"/>
    <w:rsid w:val="006B2D99"/>
    <w:rsid w:val="006B3057"/>
    <w:rsid w:val="006B372B"/>
    <w:rsid w:val="006B381B"/>
    <w:rsid w:val="006B3F38"/>
    <w:rsid w:val="006B442E"/>
    <w:rsid w:val="006B4C21"/>
    <w:rsid w:val="006B4D59"/>
    <w:rsid w:val="006B4E7F"/>
    <w:rsid w:val="006B4EBD"/>
    <w:rsid w:val="006B4F79"/>
    <w:rsid w:val="006B5159"/>
    <w:rsid w:val="006B51A6"/>
    <w:rsid w:val="006B53AF"/>
    <w:rsid w:val="006B566A"/>
    <w:rsid w:val="006B5710"/>
    <w:rsid w:val="006B5FDA"/>
    <w:rsid w:val="006B631A"/>
    <w:rsid w:val="006B6443"/>
    <w:rsid w:val="006B6B14"/>
    <w:rsid w:val="006B6DF1"/>
    <w:rsid w:val="006B6DFF"/>
    <w:rsid w:val="006B737B"/>
    <w:rsid w:val="006B7B6C"/>
    <w:rsid w:val="006B7BA2"/>
    <w:rsid w:val="006B7F51"/>
    <w:rsid w:val="006B7F5F"/>
    <w:rsid w:val="006B7F93"/>
    <w:rsid w:val="006C04F3"/>
    <w:rsid w:val="006C068A"/>
    <w:rsid w:val="006C0942"/>
    <w:rsid w:val="006C11A0"/>
    <w:rsid w:val="006C126C"/>
    <w:rsid w:val="006C14FE"/>
    <w:rsid w:val="006C1CE2"/>
    <w:rsid w:val="006C1E11"/>
    <w:rsid w:val="006C1FB4"/>
    <w:rsid w:val="006C200A"/>
    <w:rsid w:val="006C2020"/>
    <w:rsid w:val="006C24CB"/>
    <w:rsid w:val="006C2798"/>
    <w:rsid w:val="006C27C3"/>
    <w:rsid w:val="006C2ADE"/>
    <w:rsid w:val="006C2B3B"/>
    <w:rsid w:val="006C3048"/>
    <w:rsid w:val="006C34A3"/>
    <w:rsid w:val="006C3560"/>
    <w:rsid w:val="006C35FF"/>
    <w:rsid w:val="006C364B"/>
    <w:rsid w:val="006C3A52"/>
    <w:rsid w:val="006C3C38"/>
    <w:rsid w:val="006C3D42"/>
    <w:rsid w:val="006C3DED"/>
    <w:rsid w:val="006C4018"/>
    <w:rsid w:val="006C40FA"/>
    <w:rsid w:val="006C49DA"/>
    <w:rsid w:val="006C4C9A"/>
    <w:rsid w:val="006C5AA8"/>
    <w:rsid w:val="006C5B78"/>
    <w:rsid w:val="006C5D64"/>
    <w:rsid w:val="006C6289"/>
    <w:rsid w:val="006C6291"/>
    <w:rsid w:val="006C6569"/>
    <w:rsid w:val="006C666D"/>
    <w:rsid w:val="006C6BB7"/>
    <w:rsid w:val="006C6D7F"/>
    <w:rsid w:val="006C7155"/>
    <w:rsid w:val="006C743D"/>
    <w:rsid w:val="006C746D"/>
    <w:rsid w:val="006C74E7"/>
    <w:rsid w:val="006C7CB6"/>
    <w:rsid w:val="006C7D5B"/>
    <w:rsid w:val="006D0145"/>
    <w:rsid w:val="006D05B9"/>
    <w:rsid w:val="006D05E9"/>
    <w:rsid w:val="006D08B2"/>
    <w:rsid w:val="006D0D7D"/>
    <w:rsid w:val="006D11DB"/>
    <w:rsid w:val="006D1D60"/>
    <w:rsid w:val="006D2409"/>
    <w:rsid w:val="006D24B7"/>
    <w:rsid w:val="006D2B3B"/>
    <w:rsid w:val="006D2CDB"/>
    <w:rsid w:val="006D30E2"/>
    <w:rsid w:val="006D388E"/>
    <w:rsid w:val="006D3B5F"/>
    <w:rsid w:val="006D3B89"/>
    <w:rsid w:val="006D3FA6"/>
    <w:rsid w:val="006D3FF7"/>
    <w:rsid w:val="006D41DC"/>
    <w:rsid w:val="006D471A"/>
    <w:rsid w:val="006D5B86"/>
    <w:rsid w:val="006D5F4B"/>
    <w:rsid w:val="006D6079"/>
    <w:rsid w:val="006D623E"/>
    <w:rsid w:val="006D6290"/>
    <w:rsid w:val="006D62FE"/>
    <w:rsid w:val="006D6330"/>
    <w:rsid w:val="006D6487"/>
    <w:rsid w:val="006D6793"/>
    <w:rsid w:val="006D70DD"/>
    <w:rsid w:val="006D7719"/>
    <w:rsid w:val="006D79BA"/>
    <w:rsid w:val="006D7E1E"/>
    <w:rsid w:val="006E00AB"/>
    <w:rsid w:val="006E033A"/>
    <w:rsid w:val="006E036C"/>
    <w:rsid w:val="006E10C6"/>
    <w:rsid w:val="006E1149"/>
    <w:rsid w:val="006E13C5"/>
    <w:rsid w:val="006E1633"/>
    <w:rsid w:val="006E1D49"/>
    <w:rsid w:val="006E1E2B"/>
    <w:rsid w:val="006E1F1D"/>
    <w:rsid w:val="006E29AD"/>
    <w:rsid w:val="006E2B4B"/>
    <w:rsid w:val="006E3F11"/>
    <w:rsid w:val="006E3F20"/>
    <w:rsid w:val="006E3FA1"/>
    <w:rsid w:val="006E41DD"/>
    <w:rsid w:val="006E42A6"/>
    <w:rsid w:val="006E477C"/>
    <w:rsid w:val="006E4832"/>
    <w:rsid w:val="006E4903"/>
    <w:rsid w:val="006E4B00"/>
    <w:rsid w:val="006E4F2F"/>
    <w:rsid w:val="006E4FBF"/>
    <w:rsid w:val="006E5E49"/>
    <w:rsid w:val="006E60CE"/>
    <w:rsid w:val="006E6605"/>
    <w:rsid w:val="006E66AC"/>
    <w:rsid w:val="006E6901"/>
    <w:rsid w:val="006E6AB9"/>
    <w:rsid w:val="006E6E58"/>
    <w:rsid w:val="006E7291"/>
    <w:rsid w:val="006E7543"/>
    <w:rsid w:val="006E7651"/>
    <w:rsid w:val="006E76F2"/>
    <w:rsid w:val="006F043D"/>
    <w:rsid w:val="006F0891"/>
    <w:rsid w:val="006F0ABF"/>
    <w:rsid w:val="006F0DC0"/>
    <w:rsid w:val="006F0E8D"/>
    <w:rsid w:val="006F11CC"/>
    <w:rsid w:val="006F1EBA"/>
    <w:rsid w:val="006F2060"/>
    <w:rsid w:val="006F238D"/>
    <w:rsid w:val="006F2955"/>
    <w:rsid w:val="006F2C35"/>
    <w:rsid w:val="006F2ED0"/>
    <w:rsid w:val="006F2EF1"/>
    <w:rsid w:val="006F30FA"/>
    <w:rsid w:val="006F349D"/>
    <w:rsid w:val="006F34F9"/>
    <w:rsid w:val="006F37CB"/>
    <w:rsid w:val="006F3AEB"/>
    <w:rsid w:val="006F3CA6"/>
    <w:rsid w:val="006F3FF5"/>
    <w:rsid w:val="006F40D2"/>
    <w:rsid w:val="006F4282"/>
    <w:rsid w:val="006F4BA3"/>
    <w:rsid w:val="006F5677"/>
    <w:rsid w:val="006F57F4"/>
    <w:rsid w:val="006F60AF"/>
    <w:rsid w:val="006F6445"/>
    <w:rsid w:val="006F67D3"/>
    <w:rsid w:val="006F7061"/>
    <w:rsid w:val="006F734A"/>
    <w:rsid w:val="006F7692"/>
    <w:rsid w:val="006F787B"/>
    <w:rsid w:val="006F7962"/>
    <w:rsid w:val="006F7B7F"/>
    <w:rsid w:val="006F7D28"/>
    <w:rsid w:val="006F7DEF"/>
    <w:rsid w:val="006F7EB7"/>
    <w:rsid w:val="007003A9"/>
    <w:rsid w:val="007005C8"/>
    <w:rsid w:val="007011BF"/>
    <w:rsid w:val="0070149B"/>
    <w:rsid w:val="0070195D"/>
    <w:rsid w:val="00702110"/>
    <w:rsid w:val="007024E2"/>
    <w:rsid w:val="00702985"/>
    <w:rsid w:val="00703043"/>
    <w:rsid w:val="0070318D"/>
    <w:rsid w:val="00703B62"/>
    <w:rsid w:val="00703CBB"/>
    <w:rsid w:val="00703D6F"/>
    <w:rsid w:val="00703FD4"/>
    <w:rsid w:val="0070404E"/>
    <w:rsid w:val="0070407F"/>
    <w:rsid w:val="0070414E"/>
    <w:rsid w:val="00704312"/>
    <w:rsid w:val="0070446B"/>
    <w:rsid w:val="00704B62"/>
    <w:rsid w:val="00704C8B"/>
    <w:rsid w:val="00705730"/>
    <w:rsid w:val="0070582F"/>
    <w:rsid w:val="00705865"/>
    <w:rsid w:val="007058F6"/>
    <w:rsid w:val="007060A4"/>
    <w:rsid w:val="007062B4"/>
    <w:rsid w:val="00706439"/>
    <w:rsid w:val="00706E32"/>
    <w:rsid w:val="0070707C"/>
    <w:rsid w:val="00707320"/>
    <w:rsid w:val="007073C1"/>
    <w:rsid w:val="007075DC"/>
    <w:rsid w:val="00707A01"/>
    <w:rsid w:val="00707AA9"/>
    <w:rsid w:val="00710010"/>
    <w:rsid w:val="00710AA4"/>
    <w:rsid w:val="00710FF8"/>
    <w:rsid w:val="00711684"/>
    <w:rsid w:val="00711C99"/>
    <w:rsid w:val="00711F31"/>
    <w:rsid w:val="0071215E"/>
    <w:rsid w:val="0071244C"/>
    <w:rsid w:val="007124E2"/>
    <w:rsid w:val="0071254C"/>
    <w:rsid w:val="007125A5"/>
    <w:rsid w:val="00712B71"/>
    <w:rsid w:val="00712C66"/>
    <w:rsid w:val="0071314C"/>
    <w:rsid w:val="007133B4"/>
    <w:rsid w:val="007133BC"/>
    <w:rsid w:val="007134DE"/>
    <w:rsid w:val="007142E2"/>
    <w:rsid w:val="007147CA"/>
    <w:rsid w:val="00714B9F"/>
    <w:rsid w:val="00714CFB"/>
    <w:rsid w:val="007150A1"/>
    <w:rsid w:val="007158C8"/>
    <w:rsid w:val="00715A29"/>
    <w:rsid w:val="00715B1E"/>
    <w:rsid w:val="00715F76"/>
    <w:rsid w:val="007166D1"/>
    <w:rsid w:val="00716C50"/>
    <w:rsid w:val="007173C6"/>
    <w:rsid w:val="007173E9"/>
    <w:rsid w:val="00717853"/>
    <w:rsid w:val="00717C28"/>
    <w:rsid w:val="00717D78"/>
    <w:rsid w:val="00720045"/>
    <w:rsid w:val="00720557"/>
    <w:rsid w:val="00720794"/>
    <w:rsid w:val="00720943"/>
    <w:rsid w:val="00720FB0"/>
    <w:rsid w:val="0072158D"/>
    <w:rsid w:val="00721C37"/>
    <w:rsid w:val="00721F5F"/>
    <w:rsid w:val="007221B6"/>
    <w:rsid w:val="00722292"/>
    <w:rsid w:val="0072251E"/>
    <w:rsid w:val="00722645"/>
    <w:rsid w:val="00722F73"/>
    <w:rsid w:val="00723187"/>
    <w:rsid w:val="007231A1"/>
    <w:rsid w:val="00723216"/>
    <w:rsid w:val="007232FE"/>
    <w:rsid w:val="00723346"/>
    <w:rsid w:val="0072340D"/>
    <w:rsid w:val="00723614"/>
    <w:rsid w:val="00723967"/>
    <w:rsid w:val="007239B6"/>
    <w:rsid w:val="0072400A"/>
    <w:rsid w:val="0072405F"/>
    <w:rsid w:val="00724169"/>
    <w:rsid w:val="007241B2"/>
    <w:rsid w:val="00724286"/>
    <w:rsid w:val="00724656"/>
    <w:rsid w:val="0072488C"/>
    <w:rsid w:val="007249ED"/>
    <w:rsid w:val="00724B74"/>
    <w:rsid w:val="00724BE5"/>
    <w:rsid w:val="00725871"/>
    <w:rsid w:val="00725D4E"/>
    <w:rsid w:val="00725E3E"/>
    <w:rsid w:val="00726199"/>
    <w:rsid w:val="007268B4"/>
    <w:rsid w:val="00726FDB"/>
    <w:rsid w:val="00727070"/>
    <w:rsid w:val="0072795B"/>
    <w:rsid w:val="007301DB"/>
    <w:rsid w:val="00730220"/>
    <w:rsid w:val="00730247"/>
    <w:rsid w:val="00730265"/>
    <w:rsid w:val="00730DF5"/>
    <w:rsid w:val="00730ECD"/>
    <w:rsid w:val="007310EB"/>
    <w:rsid w:val="00731160"/>
    <w:rsid w:val="007313D4"/>
    <w:rsid w:val="00731912"/>
    <w:rsid w:val="0073198A"/>
    <w:rsid w:val="00731B85"/>
    <w:rsid w:val="00731DC4"/>
    <w:rsid w:val="00731FF9"/>
    <w:rsid w:val="007322AA"/>
    <w:rsid w:val="007328C1"/>
    <w:rsid w:val="00732ADE"/>
    <w:rsid w:val="007330FA"/>
    <w:rsid w:val="0073340F"/>
    <w:rsid w:val="0073342C"/>
    <w:rsid w:val="00733F91"/>
    <w:rsid w:val="00734197"/>
    <w:rsid w:val="00734282"/>
    <w:rsid w:val="00734353"/>
    <w:rsid w:val="0073452A"/>
    <w:rsid w:val="0073468C"/>
    <w:rsid w:val="007348A8"/>
    <w:rsid w:val="00734D83"/>
    <w:rsid w:val="007352CE"/>
    <w:rsid w:val="00735618"/>
    <w:rsid w:val="00735B32"/>
    <w:rsid w:val="00735D82"/>
    <w:rsid w:val="00736195"/>
    <w:rsid w:val="007363B8"/>
    <w:rsid w:val="00736D1D"/>
    <w:rsid w:val="00737289"/>
    <w:rsid w:val="0073742B"/>
    <w:rsid w:val="00737E78"/>
    <w:rsid w:val="00740177"/>
    <w:rsid w:val="00740189"/>
    <w:rsid w:val="0074049A"/>
    <w:rsid w:val="00740710"/>
    <w:rsid w:val="0074080C"/>
    <w:rsid w:val="00740E9E"/>
    <w:rsid w:val="00741198"/>
    <w:rsid w:val="00741766"/>
    <w:rsid w:val="007419D2"/>
    <w:rsid w:val="00741B20"/>
    <w:rsid w:val="00741B2B"/>
    <w:rsid w:val="00741C77"/>
    <w:rsid w:val="00742870"/>
    <w:rsid w:val="00742E45"/>
    <w:rsid w:val="007430F5"/>
    <w:rsid w:val="00743299"/>
    <w:rsid w:val="007432C8"/>
    <w:rsid w:val="007433C4"/>
    <w:rsid w:val="007434DB"/>
    <w:rsid w:val="0074389F"/>
    <w:rsid w:val="007438AF"/>
    <w:rsid w:val="007439FC"/>
    <w:rsid w:val="00743DD8"/>
    <w:rsid w:val="007442FE"/>
    <w:rsid w:val="007449D8"/>
    <w:rsid w:val="00744C88"/>
    <w:rsid w:val="00745222"/>
    <w:rsid w:val="007458B0"/>
    <w:rsid w:val="007459B8"/>
    <w:rsid w:val="00745A2A"/>
    <w:rsid w:val="00745C2D"/>
    <w:rsid w:val="00746668"/>
    <w:rsid w:val="00746D2E"/>
    <w:rsid w:val="00746D58"/>
    <w:rsid w:val="007471A9"/>
    <w:rsid w:val="00747480"/>
    <w:rsid w:val="00747A82"/>
    <w:rsid w:val="00747BA7"/>
    <w:rsid w:val="00750095"/>
    <w:rsid w:val="007500C1"/>
    <w:rsid w:val="00750262"/>
    <w:rsid w:val="00750390"/>
    <w:rsid w:val="00750991"/>
    <w:rsid w:val="00750D20"/>
    <w:rsid w:val="00750EBF"/>
    <w:rsid w:val="007510E8"/>
    <w:rsid w:val="00751240"/>
    <w:rsid w:val="007516D2"/>
    <w:rsid w:val="007517BC"/>
    <w:rsid w:val="007517E2"/>
    <w:rsid w:val="00751EA4"/>
    <w:rsid w:val="00751EB8"/>
    <w:rsid w:val="0075296D"/>
    <w:rsid w:val="00752A93"/>
    <w:rsid w:val="00752B24"/>
    <w:rsid w:val="00752BAD"/>
    <w:rsid w:val="0075338D"/>
    <w:rsid w:val="00753394"/>
    <w:rsid w:val="00753808"/>
    <w:rsid w:val="007538B9"/>
    <w:rsid w:val="00753B2D"/>
    <w:rsid w:val="00753CBC"/>
    <w:rsid w:val="00753EAF"/>
    <w:rsid w:val="00754389"/>
    <w:rsid w:val="00754671"/>
    <w:rsid w:val="0075486B"/>
    <w:rsid w:val="00754B41"/>
    <w:rsid w:val="0075595C"/>
    <w:rsid w:val="00755D96"/>
    <w:rsid w:val="00755DA9"/>
    <w:rsid w:val="00756481"/>
    <w:rsid w:val="00756629"/>
    <w:rsid w:val="0075677A"/>
    <w:rsid w:val="00756902"/>
    <w:rsid w:val="00756B00"/>
    <w:rsid w:val="00756BEE"/>
    <w:rsid w:val="00756C12"/>
    <w:rsid w:val="007571CE"/>
    <w:rsid w:val="00757E21"/>
    <w:rsid w:val="00757E8F"/>
    <w:rsid w:val="00757EE0"/>
    <w:rsid w:val="007602D5"/>
    <w:rsid w:val="007605D8"/>
    <w:rsid w:val="00760A70"/>
    <w:rsid w:val="00760B34"/>
    <w:rsid w:val="0076160C"/>
    <w:rsid w:val="00761880"/>
    <w:rsid w:val="007618BE"/>
    <w:rsid w:val="00761E33"/>
    <w:rsid w:val="0076239B"/>
    <w:rsid w:val="007624CE"/>
    <w:rsid w:val="0076270F"/>
    <w:rsid w:val="00763026"/>
    <w:rsid w:val="0076377F"/>
    <w:rsid w:val="007639E8"/>
    <w:rsid w:val="00764086"/>
    <w:rsid w:val="0076417C"/>
    <w:rsid w:val="00764569"/>
    <w:rsid w:val="0076457C"/>
    <w:rsid w:val="007645EC"/>
    <w:rsid w:val="007646E2"/>
    <w:rsid w:val="00764D51"/>
    <w:rsid w:val="00764EB4"/>
    <w:rsid w:val="007650E0"/>
    <w:rsid w:val="0076537F"/>
    <w:rsid w:val="00765431"/>
    <w:rsid w:val="007660FE"/>
    <w:rsid w:val="007661B8"/>
    <w:rsid w:val="00766808"/>
    <w:rsid w:val="00766D14"/>
    <w:rsid w:val="007674B6"/>
    <w:rsid w:val="00767600"/>
    <w:rsid w:val="00767B40"/>
    <w:rsid w:val="00767BA0"/>
    <w:rsid w:val="00767F14"/>
    <w:rsid w:val="007703A0"/>
    <w:rsid w:val="00770486"/>
    <w:rsid w:val="0077094E"/>
    <w:rsid w:val="00770DC1"/>
    <w:rsid w:val="00770E08"/>
    <w:rsid w:val="00771354"/>
    <w:rsid w:val="0077150F"/>
    <w:rsid w:val="007718D2"/>
    <w:rsid w:val="007726D4"/>
    <w:rsid w:val="0077275B"/>
    <w:rsid w:val="00772879"/>
    <w:rsid w:val="00772B4B"/>
    <w:rsid w:val="00772D51"/>
    <w:rsid w:val="007737AA"/>
    <w:rsid w:val="0077384B"/>
    <w:rsid w:val="007739E4"/>
    <w:rsid w:val="00773A1E"/>
    <w:rsid w:val="00773E30"/>
    <w:rsid w:val="0077404C"/>
    <w:rsid w:val="007740BC"/>
    <w:rsid w:val="00774194"/>
    <w:rsid w:val="007741ED"/>
    <w:rsid w:val="007744E1"/>
    <w:rsid w:val="0077466C"/>
    <w:rsid w:val="007747F7"/>
    <w:rsid w:val="0077485F"/>
    <w:rsid w:val="0077494B"/>
    <w:rsid w:val="007749E7"/>
    <w:rsid w:val="00774FF2"/>
    <w:rsid w:val="007756E8"/>
    <w:rsid w:val="00775C0E"/>
    <w:rsid w:val="00775C0F"/>
    <w:rsid w:val="00776DD2"/>
    <w:rsid w:val="00776E38"/>
    <w:rsid w:val="00777652"/>
    <w:rsid w:val="00777810"/>
    <w:rsid w:val="00777A2C"/>
    <w:rsid w:val="00780153"/>
    <w:rsid w:val="00780538"/>
    <w:rsid w:val="007805BE"/>
    <w:rsid w:val="00780C1F"/>
    <w:rsid w:val="00780D1B"/>
    <w:rsid w:val="00780E07"/>
    <w:rsid w:val="00780FF1"/>
    <w:rsid w:val="007811E5"/>
    <w:rsid w:val="007814DF"/>
    <w:rsid w:val="00781911"/>
    <w:rsid w:val="00781969"/>
    <w:rsid w:val="00781A82"/>
    <w:rsid w:val="0078237A"/>
    <w:rsid w:val="00782637"/>
    <w:rsid w:val="007830B2"/>
    <w:rsid w:val="0078321A"/>
    <w:rsid w:val="0078393B"/>
    <w:rsid w:val="00783DBD"/>
    <w:rsid w:val="00784125"/>
    <w:rsid w:val="00784200"/>
    <w:rsid w:val="00784907"/>
    <w:rsid w:val="00784C7F"/>
    <w:rsid w:val="00784DB1"/>
    <w:rsid w:val="00784EC7"/>
    <w:rsid w:val="00784FFF"/>
    <w:rsid w:val="00785069"/>
    <w:rsid w:val="00785616"/>
    <w:rsid w:val="007856A9"/>
    <w:rsid w:val="007857D7"/>
    <w:rsid w:val="007858D2"/>
    <w:rsid w:val="00786128"/>
    <w:rsid w:val="00786391"/>
    <w:rsid w:val="00787073"/>
    <w:rsid w:val="007870A5"/>
    <w:rsid w:val="00787181"/>
    <w:rsid w:val="00787274"/>
    <w:rsid w:val="007872D9"/>
    <w:rsid w:val="0078733F"/>
    <w:rsid w:val="007873AE"/>
    <w:rsid w:val="007874F1"/>
    <w:rsid w:val="007878AB"/>
    <w:rsid w:val="007878BF"/>
    <w:rsid w:val="00787A88"/>
    <w:rsid w:val="00787B47"/>
    <w:rsid w:val="00787BA4"/>
    <w:rsid w:val="00787E1D"/>
    <w:rsid w:val="00787E29"/>
    <w:rsid w:val="00787E52"/>
    <w:rsid w:val="00790096"/>
    <w:rsid w:val="00790240"/>
    <w:rsid w:val="007902D3"/>
    <w:rsid w:val="00790694"/>
    <w:rsid w:val="00790BC2"/>
    <w:rsid w:val="00790F8C"/>
    <w:rsid w:val="007910C9"/>
    <w:rsid w:val="007913EA"/>
    <w:rsid w:val="007918E8"/>
    <w:rsid w:val="00791D5A"/>
    <w:rsid w:val="0079213B"/>
    <w:rsid w:val="007928A3"/>
    <w:rsid w:val="007928DE"/>
    <w:rsid w:val="007929C0"/>
    <w:rsid w:val="0079346C"/>
    <w:rsid w:val="00793479"/>
    <w:rsid w:val="0079358D"/>
    <w:rsid w:val="0079367B"/>
    <w:rsid w:val="0079367E"/>
    <w:rsid w:val="00793B74"/>
    <w:rsid w:val="00793DB0"/>
    <w:rsid w:val="00794013"/>
    <w:rsid w:val="0079414F"/>
    <w:rsid w:val="00794411"/>
    <w:rsid w:val="00794413"/>
    <w:rsid w:val="007946AF"/>
    <w:rsid w:val="007946F9"/>
    <w:rsid w:val="00794930"/>
    <w:rsid w:val="00794EE9"/>
    <w:rsid w:val="00794F47"/>
    <w:rsid w:val="00794FE6"/>
    <w:rsid w:val="00795338"/>
    <w:rsid w:val="00795445"/>
    <w:rsid w:val="0079574D"/>
    <w:rsid w:val="00795799"/>
    <w:rsid w:val="00795805"/>
    <w:rsid w:val="0079610C"/>
    <w:rsid w:val="007966A1"/>
    <w:rsid w:val="007966C7"/>
    <w:rsid w:val="007969C6"/>
    <w:rsid w:val="00796BEF"/>
    <w:rsid w:val="00796C71"/>
    <w:rsid w:val="007977F6"/>
    <w:rsid w:val="007979E6"/>
    <w:rsid w:val="00797FD4"/>
    <w:rsid w:val="007A0330"/>
    <w:rsid w:val="007A0539"/>
    <w:rsid w:val="007A07F4"/>
    <w:rsid w:val="007A0830"/>
    <w:rsid w:val="007A085F"/>
    <w:rsid w:val="007A08FD"/>
    <w:rsid w:val="007A0CD4"/>
    <w:rsid w:val="007A0E1E"/>
    <w:rsid w:val="007A10D9"/>
    <w:rsid w:val="007A20FB"/>
    <w:rsid w:val="007A2356"/>
    <w:rsid w:val="007A2A39"/>
    <w:rsid w:val="007A2C63"/>
    <w:rsid w:val="007A2EAB"/>
    <w:rsid w:val="007A2F97"/>
    <w:rsid w:val="007A3336"/>
    <w:rsid w:val="007A3504"/>
    <w:rsid w:val="007A3672"/>
    <w:rsid w:val="007A3BBE"/>
    <w:rsid w:val="007A3C59"/>
    <w:rsid w:val="007A4F5D"/>
    <w:rsid w:val="007A521C"/>
    <w:rsid w:val="007A5F48"/>
    <w:rsid w:val="007A5F68"/>
    <w:rsid w:val="007A5FA3"/>
    <w:rsid w:val="007A5FE6"/>
    <w:rsid w:val="007A6213"/>
    <w:rsid w:val="007A6278"/>
    <w:rsid w:val="007A659D"/>
    <w:rsid w:val="007A65D8"/>
    <w:rsid w:val="007A6A8F"/>
    <w:rsid w:val="007A6BC8"/>
    <w:rsid w:val="007A6C3C"/>
    <w:rsid w:val="007A6EEB"/>
    <w:rsid w:val="007A6FF9"/>
    <w:rsid w:val="007A7284"/>
    <w:rsid w:val="007A7473"/>
    <w:rsid w:val="007A7F19"/>
    <w:rsid w:val="007A7FDE"/>
    <w:rsid w:val="007B03EA"/>
    <w:rsid w:val="007B04FE"/>
    <w:rsid w:val="007B0614"/>
    <w:rsid w:val="007B0830"/>
    <w:rsid w:val="007B09B4"/>
    <w:rsid w:val="007B0F67"/>
    <w:rsid w:val="007B11B9"/>
    <w:rsid w:val="007B1578"/>
    <w:rsid w:val="007B1804"/>
    <w:rsid w:val="007B1CCA"/>
    <w:rsid w:val="007B1EAE"/>
    <w:rsid w:val="007B1F76"/>
    <w:rsid w:val="007B27F8"/>
    <w:rsid w:val="007B3272"/>
    <w:rsid w:val="007B33C5"/>
    <w:rsid w:val="007B35D8"/>
    <w:rsid w:val="007B491A"/>
    <w:rsid w:val="007B49DB"/>
    <w:rsid w:val="007B4B9E"/>
    <w:rsid w:val="007B4D8B"/>
    <w:rsid w:val="007B4DD5"/>
    <w:rsid w:val="007B4DD9"/>
    <w:rsid w:val="007B4E78"/>
    <w:rsid w:val="007B5196"/>
    <w:rsid w:val="007B5796"/>
    <w:rsid w:val="007B679B"/>
    <w:rsid w:val="007B6DE1"/>
    <w:rsid w:val="007B71DD"/>
    <w:rsid w:val="007B7C22"/>
    <w:rsid w:val="007B7D37"/>
    <w:rsid w:val="007C0110"/>
    <w:rsid w:val="007C018E"/>
    <w:rsid w:val="007C0198"/>
    <w:rsid w:val="007C0C86"/>
    <w:rsid w:val="007C1234"/>
    <w:rsid w:val="007C1726"/>
    <w:rsid w:val="007C1FF7"/>
    <w:rsid w:val="007C22C8"/>
    <w:rsid w:val="007C2A44"/>
    <w:rsid w:val="007C2E02"/>
    <w:rsid w:val="007C2E64"/>
    <w:rsid w:val="007C2FCC"/>
    <w:rsid w:val="007C3A2C"/>
    <w:rsid w:val="007C4190"/>
    <w:rsid w:val="007C46A9"/>
    <w:rsid w:val="007C4C46"/>
    <w:rsid w:val="007C4FE9"/>
    <w:rsid w:val="007C5414"/>
    <w:rsid w:val="007C606C"/>
    <w:rsid w:val="007C6A2D"/>
    <w:rsid w:val="007C6A44"/>
    <w:rsid w:val="007C6F81"/>
    <w:rsid w:val="007C7402"/>
    <w:rsid w:val="007C7D55"/>
    <w:rsid w:val="007C7E6B"/>
    <w:rsid w:val="007D0119"/>
    <w:rsid w:val="007D03E6"/>
    <w:rsid w:val="007D05E5"/>
    <w:rsid w:val="007D082E"/>
    <w:rsid w:val="007D0B68"/>
    <w:rsid w:val="007D0E42"/>
    <w:rsid w:val="007D1473"/>
    <w:rsid w:val="007D1645"/>
    <w:rsid w:val="007D2655"/>
    <w:rsid w:val="007D28C4"/>
    <w:rsid w:val="007D2E88"/>
    <w:rsid w:val="007D3BBD"/>
    <w:rsid w:val="007D3FB6"/>
    <w:rsid w:val="007D413D"/>
    <w:rsid w:val="007D4374"/>
    <w:rsid w:val="007D4A74"/>
    <w:rsid w:val="007D4BB0"/>
    <w:rsid w:val="007D4CC7"/>
    <w:rsid w:val="007D5004"/>
    <w:rsid w:val="007D5096"/>
    <w:rsid w:val="007D56C9"/>
    <w:rsid w:val="007D578F"/>
    <w:rsid w:val="007D61AA"/>
    <w:rsid w:val="007D6406"/>
    <w:rsid w:val="007D680E"/>
    <w:rsid w:val="007D6A53"/>
    <w:rsid w:val="007D6ABB"/>
    <w:rsid w:val="007D6FBA"/>
    <w:rsid w:val="007D70B9"/>
    <w:rsid w:val="007D7484"/>
    <w:rsid w:val="007D759B"/>
    <w:rsid w:val="007D7876"/>
    <w:rsid w:val="007D7902"/>
    <w:rsid w:val="007D7BB6"/>
    <w:rsid w:val="007E00B5"/>
    <w:rsid w:val="007E0938"/>
    <w:rsid w:val="007E098E"/>
    <w:rsid w:val="007E0BFE"/>
    <w:rsid w:val="007E10B4"/>
    <w:rsid w:val="007E1BB5"/>
    <w:rsid w:val="007E1F0C"/>
    <w:rsid w:val="007E1F74"/>
    <w:rsid w:val="007E2242"/>
    <w:rsid w:val="007E2A75"/>
    <w:rsid w:val="007E2BED"/>
    <w:rsid w:val="007E2DE2"/>
    <w:rsid w:val="007E2DFA"/>
    <w:rsid w:val="007E2F0E"/>
    <w:rsid w:val="007E30A2"/>
    <w:rsid w:val="007E3648"/>
    <w:rsid w:val="007E3750"/>
    <w:rsid w:val="007E3BDB"/>
    <w:rsid w:val="007E3CA6"/>
    <w:rsid w:val="007E3F83"/>
    <w:rsid w:val="007E40B9"/>
    <w:rsid w:val="007E4177"/>
    <w:rsid w:val="007E49D3"/>
    <w:rsid w:val="007E5015"/>
    <w:rsid w:val="007E5466"/>
    <w:rsid w:val="007E5C63"/>
    <w:rsid w:val="007E60E0"/>
    <w:rsid w:val="007E6238"/>
    <w:rsid w:val="007E63BB"/>
    <w:rsid w:val="007E6F92"/>
    <w:rsid w:val="007E780B"/>
    <w:rsid w:val="007E7883"/>
    <w:rsid w:val="007E78AD"/>
    <w:rsid w:val="007E7ADF"/>
    <w:rsid w:val="007E7BD0"/>
    <w:rsid w:val="007E7ECB"/>
    <w:rsid w:val="007E7EEF"/>
    <w:rsid w:val="007F0237"/>
    <w:rsid w:val="007F0244"/>
    <w:rsid w:val="007F06BC"/>
    <w:rsid w:val="007F0A52"/>
    <w:rsid w:val="007F0AD9"/>
    <w:rsid w:val="007F1428"/>
    <w:rsid w:val="007F19DC"/>
    <w:rsid w:val="007F25F5"/>
    <w:rsid w:val="007F303B"/>
    <w:rsid w:val="007F3108"/>
    <w:rsid w:val="007F3755"/>
    <w:rsid w:val="007F37DC"/>
    <w:rsid w:val="007F3B58"/>
    <w:rsid w:val="007F3D28"/>
    <w:rsid w:val="007F413B"/>
    <w:rsid w:val="007F4303"/>
    <w:rsid w:val="007F47F6"/>
    <w:rsid w:val="007F4C7B"/>
    <w:rsid w:val="007F4CD6"/>
    <w:rsid w:val="007F4EAD"/>
    <w:rsid w:val="007F4F65"/>
    <w:rsid w:val="007F5543"/>
    <w:rsid w:val="007F5708"/>
    <w:rsid w:val="007F5F01"/>
    <w:rsid w:val="007F5F5D"/>
    <w:rsid w:val="007F5FED"/>
    <w:rsid w:val="007F6099"/>
    <w:rsid w:val="007F68D1"/>
    <w:rsid w:val="007F6D54"/>
    <w:rsid w:val="007F6E7B"/>
    <w:rsid w:val="007F6EF0"/>
    <w:rsid w:val="007F7286"/>
    <w:rsid w:val="007F74D7"/>
    <w:rsid w:val="007F77DA"/>
    <w:rsid w:val="007F7CF4"/>
    <w:rsid w:val="00800643"/>
    <w:rsid w:val="008006DC"/>
    <w:rsid w:val="0080082D"/>
    <w:rsid w:val="00800A74"/>
    <w:rsid w:val="00801178"/>
    <w:rsid w:val="008011A3"/>
    <w:rsid w:val="00801224"/>
    <w:rsid w:val="00801441"/>
    <w:rsid w:val="00801BF6"/>
    <w:rsid w:val="00801F1B"/>
    <w:rsid w:val="008021C7"/>
    <w:rsid w:val="00802653"/>
    <w:rsid w:val="0080265D"/>
    <w:rsid w:val="00802694"/>
    <w:rsid w:val="008026E6"/>
    <w:rsid w:val="0080285E"/>
    <w:rsid w:val="00802FAF"/>
    <w:rsid w:val="00802FF2"/>
    <w:rsid w:val="00803A39"/>
    <w:rsid w:val="00803BEE"/>
    <w:rsid w:val="00803DEC"/>
    <w:rsid w:val="00803FC0"/>
    <w:rsid w:val="00804168"/>
    <w:rsid w:val="0080432A"/>
    <w:rsid w:val="008043FB"/>
    <w:rsid w:val="008044A9"/>
    <w:rsid w:val="00804639"/>
    <w:rsid w:val="008048A5"/>
    <w:rsid w:val="00805266"/>
    <w:rsid w:val="0080566D"/>
    <w:rsid w:val="0080588A"/>
    <w:rsid w:val="00805CB3"/>
    <w:rsid w:val="00805F74"/>
    <w:rsid w:val="0080601C"/>
    <w:rsid w:val="0080628B"/>
    <w:rsid w:val="0080634D"/>
    <w:rsid w:val="00806502"/>
    <w:rsid w:val="00806A68"/>
    <w:rsid w:val="00806AEC"/>
    <w:rsid w:val="00806B94"/>
    <w:rsid w:val="008077C9"/>
    <w:rsid w:val="00810275"/>
    <w:rsid w:val="00810B13"/>
    <w:rsid w:val="00810E8B"/>
    <w:rsid w:val="00810F1F"/>
    <w:rsid w:val="00810FAF"/>
    <w:rsid w:val="008111DF"/>
    <w:rsid w:val="0081122C"/>
    <w:rsid w:val="00811452"/>
    <w:rsid w:val="008114F2"/>
    <w:rsid w:val="008116AE"/>
    <w:rsid w:val="00811994"/>
    <w:rsid w:val="008120FA"/>
    <w:rsid w:val="008121FF"/>
    <w:rsid w:val="008125CD"/>
    <w:rsid w:val="008126F9"/>
    <w:rsid w:val="0081283A"/>
    <w:rsid w:val="00812D8C"/>
    <w:rsid w:val="00813291"/>
    <w:rsid w:val="00813A40"/>
    <w:rsid w:val="00813B7F"/>
    <w:rsid w:val="00813D8B"/>
    <w:rsid w:val="00813F8B"/>
    <w:rsid w:val="008143AF"/>
    <w:rsid w:val="00814449"/>
    <w:rsid w:val="00814508"/>
    <w:rsid w:val="0081454E"/>
    <w:rsid w:val="008149C9"/>
    <w:rsid w:val="00814A0B"/>
    <w:rsid w:val="00814B30"/>
    <w:rsid w:val="00814FC9"/>
    <w:rsid w:val="008153FB"/>
    <w:rsid w:val="00815A59"/>
    <w:rsid w:val="008163F0"/>
    <w:rsid w:val="00816673"/>
    <w:rsid w:val="008168BA"/>
    <w:rsid w:val="008168D6"/>
    <w:rsid w:val="00816AC4"/>
    <w:rsid w:val="00816C5C"/>
    <w:rsid w:val="00817026"/>
    <w:rsid w:val="00817069"/>
    <w:rsid w:val="0081779C"/>
    <w:rsid w:val="00817BDC"/>
    <w:rsid w:val="00817D33"/>
    <w:rsid w:val="008201D2"/>
    <w:rsid w:val="00820847"/>
    <w:rsid w:val="008208C9"/>
    <w:rsid w:val="00820E60"/>
    <w:rsid w:val="0082133D"/>
    <w:rsid w:val="0082175C"/>
    <w:rsid w:val="008219AB"/>
    <w:rsid w:val="00821C8F"/>
    <w:rsid w:val="00821DBD"/>
    <w:rsid w:val="00821E13"/>
    <w:rsid w:val="00822154"/>
    <w:rsid w:val="008223DA"/>
    <w:rsid w:val="00822778"/>
    <w:rsid w:val="00822A6E"/>
    <w:rsid w:val="00823191"/>
    <w:rsid w:val="008236D6"/>
    <w:rsid w:val="00823C88"/>
    <w:rsid w:val="00823C8C"/>
    <w:rsid w:val="00823E1A"/>
    <w:rsid w:val="00823E3E"/>
    <w:rsid w:val="00823F59"/>
    <w:rsid w:val="00823F9F"/>
    <w:rsid w:val="008240CA"/>
    <w:rsid w:val="0082410C"/>
    <w:rsid w:val="0082441C"/>
    <w:rsid w:val="00824B28"/>
    <w:rsid w:val="0082532A"/>
    <w:rsid w:val="008253A3"/>
    <w:rsid w:val="008253D2"/>
    <w:rsid w:val="0082599C"/>
    <w:rsid w:val="008259B0"/>
    <w:rsid w:val="00825B73"/>
    <w:rsid w:val="00825DBB"/>
    <w:rsid w:val="00825F2F"/>
    <w:rsid w:val="00825FC6"/>
    <w:rsid w:val="008261B1"/>
    <w:rsid w:val="00826436"/>
    <w:rsid w:val="00826516"/>
    <w:rsid w:val="0082723F"/>
    <w:rsid w:val="0082765D"/>
    <w:rsid w:val="0082777A"/>
    <w:rsid w:val="00827972"/>
    <w:rsid w:val="00827A9F"/>
    <w:rsid w:val="00830231"/>
    <w:rsid w:val="00830828"/>
    <w:rsid w:val="0083105B"/>
    <w:rsid w:val="00831389"/>
    <w:rsid w:val="00831558"/>
    <w:rsid w:val="00831593"/>
    <w:rsid w:val="008317EC"/>
    <w:rsid w:val="0083187D"/>
    <w:rsid w:val="00831AA5"/>
    <w:rsid w:val="00832DD7"/>
    <w:rsid w:val="00832DDE"/>
    <w:rsid w:val="00832FD7"/>
    <w:rsid w:val="00833216"/>
    <w:rsid w:val="00833923"/>
    <w:rsid w:val="00833AB2"/>
    <w:rsid w:val="00833D11"/>
    <w:rsid w:val="008342B8"/>
    <w:rsid w:val="008345F3"/>
    <w:rsid w:val="00834753"/>
    <w:rsid w:val="0083485F"/>
    <w:rsid w:val="00834876"/>
    <w:rsid w:val="0083532B"/>
    <w:rsid w:val="0083537D"/>
    <w:rsid w:val="00835ABE"/>
    <w:rsid w:val="00835B8C"/>
    <w:rsid w:val="00835D74"/>
    <w:rsid w:val="00835DF9"/>
    <w:rsid w:val="00835E0E"/>
    <w:rsid w:val="00835F30"/>
    <w:rsid w:val="00836177"/>
    <w:rsid w:val="00836184"/>
    <w:rsid w:val="008366E7"/>
    <w:rsid w:val="00836715"/>
    <w:rsid w:val="00836AE6"/>
    <w:rsid w:val="00836BFE"/>
    <w:rsid w:val="008370ED"/>
    <w:rsid w:val="00837197"/>
    <w:rsid w:val="00837E37"/>
    <w:rsid w:val="00837EEB"/>
    <w:rsid w:val="0084005A"/>
    <w:rsid w:val="00840849"/>
    <w:rsid w:val="00840851"/>
    <w:rsid w:val="00840E05"/>
    <w:rsid w:val="00840E95"/>
    <w:rsid w:val="00841053"/>
    <w:rsid w:val="0084121B"/>
    <w:rsid w:val="00841295"/>
    <w:rsid w:val="0084131D"/>
    <w:rsid w:val="008421FF"/>
    <w:rsid w:val="00842314"/>
    <w:rsid w:val="00842865"/>
    <w:rsid w:val="00842872"/>
    <w:rsid w:val="0084293E"/>
    <w:rsid w:val="00842B42"/>
    <w:rsid w:val="00842BA3"/>
    <w:rsid w:val="008430D9"/>
    <w:rsid w:val="008431C2"/>
    <w:rsid w:val="00843430"/>
    <w:rsid w:val="00843489"/>
    <w:rsid w:val="008439B4"/>
    <w:rsid w:val="00843C07"/>
    <w:rsid w:val="00843FD0"/>
    <w:rsid w:val="008446E8"/>
    <w:rsid w:val="00844B2C"/>
    <w:rsid w:val="0084542E"/>
    <w:rsid w:val="00845435"/>
    <w:rsid w:val="008454FB"/>
    <w:rsid w:val="008456F9"/>
    <w:rsid w:val="0084582A"/>
    <w:rsid w:val="00845947"/>
    <w:rsid w:val="00845BB4"/>
    <w:rsid w:val="008464DC"/>
    <w:rsid w:val="008468E3"/>
    <w:rsid w:val="0084691E"/>
    <w:rsid w:val="00846E78"/>
    <w:rsid w:val="00846F58"/>
    <w:rsid w:val="00847298"/>
    <w:rsid w:val="008472A5"/>
    <w:rsid w:val="008472E4"/>
    <w:rsid w:val="00847782"/>
    <w:rsid w:val="00847D4C"/>
    <w:rsid w:val="008508CB"/>
    <w:rsid w:val="0085109F"/>
    <w:rsid w:val="00851411"/>
    <w:rsid w:val="00851D78"/>
    <w:rsid w:val="008522F7"/>
    <w:rsid w:val="008524F4"/>
    <w:rsid w:val="00852853"/>
    <w:rsid w:val="00852BF4"/>
    <w:rsid w:val="00852E66"/>
    <w:rsid w:val="00853143"/>
    <w:rsid w:val="008531F3"/>
    <w:rsid w:val="0085335B"/>
    <w:rsid w:val="00853BF2"/>
    <w:rsid w:val="0085478E"/>
    <w:rsid w:val="00854AD7"/>
    <w:rsid w:val="00854E09"/>
    <w:rsid w:val="0085543D"/>
    <w:rsid w:val="008559CC"/>
    <w:rsid w:val="00855A73"/>
    <w:rsid w:val="00855D15"/>
    <w:rsid w:val="00856CEF"/>
    <w:rsid w:val="00856D5C"/>
    <w:rsid w:val="00856DDC"/>
    <w:rsid w:val="008570AD"/>
    <w:rsid w:val="00857375"/>
    <w:rsid w:val="0085739D"/>
    <w:rsid w:val="008575B4"/>
    <w:rsid w:val="00857799"/>
    <w:rsid w:val="00857A99"/>
    <w:rsid w:val="00857B55"/>
    <w:rsid w:val="00860253"/>
    <w:rsid w:val="0086050D"/>
    <w:rsid w:val="008605D9"/>
    <w:rsid w:val="008606BA"/>
    <w:rsid w:val="00860784"/>
    <w:rsid w:val="0086092A"/>
    <w:rsid w:val="0086107C"/>
    <w:rsid w:val="008621E2"/>
    <w:rsid w:val="008621F4"/>
    <w:rsid w:val="00862FAE"/>
    <w:rsid w:val="00863548"/>
    <w:rsid w:val="00863613"/>
    <w:rsid w:val="00863FF5"/>
    <w:rsid w:val="0086450D"/>
    <w:rsid w:val="00864611"/>
    <w:rsid w:val="00864AB8"/>
    <w:rsid w:val="00864ADA"/>
    <w:rsid w:val="00864D18"/>
    <w:rsid w:val="00864F44"/>
    <w:rsid w:val="00865166"/>
    <w:rsid w:val="00865759"/>
    <w:rsid w:val="0086595F"/>
    <w:rsid w:val="00865B7B"/>
    <w:rsid w:val="00865BB8"/>
    <w:rsid w:val="00865C50"/>
    <w:rsid w:val="00866531"/>
    <w:rsid w:val="008665EB"/>
    <w:rsid w:val="0086674A"/>
    <w:rsid w:val="0086703E"/>
    <w:rsid w:val="00867540"/>
    <w:rsid w:val="00867547"/>
    <w:rsid w:val="00867729"/>
    <w:rsid w:val="00867CA2"/>
    <w:rsid w:val="00867EE2"/>
    <w:rsid w:val="00867F11"/>
    <w:rsid w:val="0087024C"/>
    <w:rsid w:val="008702D1"/>
    <w:rsid w:val="00870377"/>
    <w:rsid w:val="008707B3"/>
    <w:rsid w:val="00870830"/>
    <w:rsid w:val="00870D0E"/>
    <w:rsid w:val="00870DAC"/>
    <w:rsid w:val="00870ED2"/>
    <w:rsid w:val="00871A9F"/>
    <w:rsid w:val="00872099"/>
    <w:rsid w:val="00872166"/>
    <w:rsid w:val="00872465"/>
    <w:rsid w:val="00872943"/>
    <w:rsid w:val="00872BFF"/>
    <w:rsid w:val="00872E68"/>
    <w:rsid w:val="00872F6A"/>
    <w:rsid w:val="00873186"/>
    <w:rsid w:val="0087345E"/>
    <w:rsid w:val="008735F1"/>
    <w:rsid w:val="00873792"/>
    <w:rsid w:val="00873E25"/>
    <w:rsid w:val="0087488A"/>
    <w:rsid w:val="00874AF0"/>
    <w:rsid w:val="00874C78"/>
    <w:rsid w:val="00875002"/>
    <w:rsid w:val="00875464"/>
    <w:rsid w:val="0087551D"/>
    <w:rsid w:val="008757F1"/>
    <w:rsid w:val="00875BCE"/>
    <w:rsid w:val="0087629E"/>
    <w:rsid w:val="00876749"/>
    <w:rsid w:val="0087694A"/>
    <w:rsid w:val="00876A3C"/>
    <w:rsid w:val="00876BF9"/>
    <w:rsid w:val="0087734B"/>
    <w:rsid w:val="0087770D"/>
    <w:rsid w:val="00877C29"/>
    <w:rsid w:val="00880331"/>
    <w:rsid w:val="00880842"/>
    <w:rsid w:val="00880DD8"/>
    <w:rsid w:val="008818F5"/>
    <w:rsid w:val="008823E7"/>
    <w:rsid w:val="00882B25"/>
    <w:rsid w:val="00882BE8"/>
    <w:rsid w:val="008831B9"/>
    <w:rsid w:val="00883236"/>
    <w:rsid w:val="008832B0"/>
    <w:rsid w:val="0088351D"/>
    <w:rsid w:val="00883BCB"/>
    <w:rsid w:val="00883BED"/>
    <w:rsid w:val="00883CDE"/>
    <w:rsid w:val="00883F12"/>
    <w:rsid w:val="008848B6"/>
    <w:rsid w:val="00884AEE"/>
    <w:rsid w:val="00884C3C"/>
    <w:rsid w:val="00884FDB"/>
    <w:rsid w:val="008855A9"/>
    <w:rsid w:val="008856A4"/>
    <w:rsid w:val="008857DB"/>
    <w:rsid w:val="00885BD7"/>
    <w:rsid w:val="00885E96"/>
    <w:rsid w:val="00886229"/>
    <w:rsid w:val="008862C7"/>
    <w:rsid w:val="0088659A"/>
    <w:rsid w:val="00886791"/>
    <w:rsid w:val="00886CFD"/>
    <w:rsid w:val="008871BF"/>
    <w:rsid w:val="0088738A"/>
    <w:rsid w:val="0088739B"/>
    <w:rsid w:val="00887952"/>
    <w:rsid w:val="00887CBF"/>
    <w:rsid w:val="00890082"/>
    <w:rsid w:val="008900B1"/>
    <w:rsid w:val="0089037C"/>
    <w:rsid w:val="00890747"/>
    <w:rsid w:val="00891074"/>
    <w:rsid w:val="00891156"/>
    <w:rsid w:val="008911FA"/>
    <w:rsid w:val="008915CA"/>
    <w:rsid w:val="00891B1C"/>
    <w:rsid w:val="008924C9"/>
    <w:rsid w:val="00892F64"/>
    <w:rsid w:val="008931E7"/>
    <w:rsid w:val="0089336C"/>
    <w:rsid w:val="00893618"/>
    <w:rsid w:val="0089387F"/>
    <w:rsid w:val="00893A82"/>
    <w:rsid w:val="00893B26"/>
    <w:rsid w:val="00893C30"/>
    <w:rsid w:val="00894233"/>
    <w:rsid w:val="00894478"/>
    <w:rsid w:val="00894635"/>
    <w:rsid w:val="0089469E"/>
    <w:rsid w:val="0089471C"/>
    <w:rsid w:val="00894A5A"/>
    <w:rsid w:val="0089562B"/>
    <w:rsid w:val="008957A1"/>
    <w:rsid w:val="00895EF9"/>
    <w:rsid w:val="008966EE"/>
    <w:rsid w:val="00896771"/>
    <w:rsid w:val="00896E7F"/>
    <w:rsid w:val="00897064"/>
    <w:rsid w:val="008979B9"/>
    <w:rsid w:val="008A0024"/>
    <w:rsid w:val="008A023E"/>
    <w:rsid w:val="008A06A3"/>
    <w:rsid w:val="008A1656"/>
    <w:rsid w:val="008A1B40"/>
    <w:rsid w:val="008A1E21"/>
    <w:rsid w:val="008A1E9A"/>
    <w:rsid w:val="008A22BF"/>
    <w:rsid w:val="008A2811"/>
    <w:rsid w:val="008A2C18"/>
    <w:rsid w:val="008A2CD1"/>
    <w:rsid w:val="008A2DB3"/>
    <w:rsid w:val="008A2E1C"/>
    <w:rsid w:val="008A32A0"/>
    <w:rsid w:val="008A34B6"/>
    <w:rsid w:val="008A355A"/>
    <w:rsid w:val="008A3573"/>
    <w:rsid w:val="008A3591"/>
    <w:rsid w:val="008A3C4A"/>
    <w:rsid w:val="008A3D51"/>
    <w:rsid w:val="008A3EE1"/>
    <w:rsid w:val="008A417F"/>
    <w:rsid w:val="008A43BA"/>
    <w:rsid w:val="008A4472"/>
    <w:rsid w:val="008A4646"/>
    <w:rsid w:val="008A46DD"/>
    <w:rsid w:val="008A4B3E"/>
    <w:rsid w:val="008A4B51"/>
    <w:rsid w:val="008A4EAF"/>
    <w:rsid w:val="008A5D13"/>
    <w:rsid w:val="008A5E63"/>
    <w:rsid w:val="008A62D3"/>
    <w:rsid w:val="008A63FA"/>
    <w:rsid w:val="008A649F"/>
    <w:rsid w:val="008A6917"/>
    <w:rsid w:val="008A6B40"/>
    <w:rsid w:val="008A6DB2"/>
    <w:rsid w:val="008A70B8"/>
    <w:rsid w:val="008A74B3"/>
    <w:rsid w:val="008A78A2"/>
    <w:rsid w:val="008A7B67"/>
    <w:rsid w:val="008A7F7A"/>
    <w:rsid w:val="008B06B9"/>
    <w:rsid w:val="008B0881"/>
    <w:rsid w:val="008B08FD"/>
    <w:rsid w:val="008B0AAC"/>
    <w:rsid w:val="008B0B9B"/>
    <w:rsid w:val="008B0C1B"/>
    <w:rsid w:val="008B0D1F"/>
    <w:rsid w:val="008B119E"/>
    <w:rsid w:val="008B154A"/>
    <w:rsid w:val="008B1825"/>
    <w:rsid w:val="008B1F22"/>
    <w:rsid w:val="008B20D4"/>
    <w:rsid w:val="008B2427"/>
    <w:rsid w:val="008B24AC"/>
    <w:rsid w:val="008B27C4"/>
    <w:rsid w:val="008B2F8E"/>
    <w:rsid w:val="008B3053"/>
    <w:rsid w:val="008B39DD"/>
    <w:rsid w:val="008B3B68"/>
    <w:rsid w:val="008B3C05"/>
    <w:rsid w:val="008B40C3"/>
    <w:rsid w:val="008B4310"/>
    <w:rsid w:val="008B468C"/>
    <w:rsid w:val="008B491C"/>
    <w:rsid w:val="008B4B57"/>
    <w:rsid w:val="008B509B"/>
    <w:rsid w:val="008B5156"/>
    <w:rsid w:val="008B5882"/>
    <w:rsid w:val="008B5D38"/>
    <w:rsid w:val="008B6119"/>
    <w:rsid w:val="008B6562"/>
    <w:rsid w:val="008B6585"/>
    <w:rsid w:val="008B65B4"/>
    <w:rsid w:val="008B6B8D"/>
    <w:rsid w:val="008B6F75"/>
    <w:rsid w:val="008B74AB"/>
    <w:rsid w:val="008B78D4"/>
    <w:rsid w:val="008B7B5B"/>
    <w:rsid w:val="008B7DB5"/>
    <w:rsid w:val="008B7EBD"/>
    <w:rsid w:val="008B7F44"/>
    <w:rsid w:val="008B7FE5"/>
    <w:rsid w:val="008C00AE"/>
    <w:rsid w:val="008C01D6"/>
    <w:rsid w:val="008C032B"/>
    <w:rsid w:val="008C0E2D"/>
    <w:rsid w:val="008C14F0"/>
    <w:rsid w:val="008C171A"/>
    <w:rsid w:val="008C1785"/>
    <w:rsid w:val="008C18DD"/>
    <w:rsid w:val="008C18F2"/>
    <w:rsid w:val="008C20E0"/>
    <w:rsid w:val="008C314C"/>
    <w:rsid w:val="008C3187"/>
    <w:rsid w:val="008C36DC"/>
    <w:rsid w:val="008C438D"/>
    <w:rsid w:val="008C441D"/>
    <w:rsid w:val="008C4689"/>
    <w:rsid w:val="008C469A"/>
    <w:rsid w:val="008C46CD"/>
    <w:rsid w:val="008C490B"/>
    <w:rsid w:val="008C4BC5"/>
    <w:rsid w:val="008C4D8A"/>
    <w:rsid w:val="008C51C1"/>
    <w:rsid w:val="008C54DD"/>
    <w:rsid w:val="008C54FA"/>
    <w:rsid w:val="008C57B1"/>
    <w:rsid w:val="008C5B86"/>
    <w:rsid w:val="008C5D47"/>
    <w:rsid w:val="008C5FA1"/>
    <w:rsid w:val="008C6515"/>
    <w:rsid w:val="008C67E8"/>
    <w:rsid w:val="008C69AA"/>
    <w:rsid w:val="008C71E1"/>
    <w:rsid w:val="008C796A"/>
    <w:rsid w:val="008D014F"/>
    <w:rsid w:val="008D080C"/>
    <w:rsid w:val="008D0A85"/>
    <w:rsid w:val="008D0C13"/>
    <w:rsid w:val="008D1130"/>
    <w:rsid w:val="008D15DD"/>
    <w:rsid w:val="008D16D5"/>
    <w:rsid w:val="008D1728"/>
    <w:rsid w:val="008D1B2E"/>
    <w:rsid w:val="008D1D8D"/>
    <w:rsid w:val="008D230A"/>
    <w:rsid w:val="008D259E"/>
    <w:rsid w:val="008D283A"/>
    <w:rsid w:val="008D2AB6"/>
    <w:rsid w:val="008D2C80"/>
    <w:rsid w:val="008D335F"/>
    <w:rsid w:val="008D3524"/>
    <w:rsid w:val="008D368F"/>
    <w:rsid w:val="008D3C4C"/>
    <w:rsid w:val="008D3FE5"/>
    <w:rsid w:val="008D4196"/>
    <w:rsid w:val="008D41FC"/>
    <w:rsid w:val="008D42BC"/>
    <w:rsid w:val="008D4525"/>
    <w:rsid w:val="008D4611"/>
    <w:rsid w:val="008D4AA9"/>
    <w:rsid w:val="008D4EA2"/>
    <w:rsid w:val="008D5166"/>
    <w:rsid w:val="008D53E2"/>
    <w:rsid w:val="008D541E"/>
    <w:rsid w:val="008D55BA"/>
    <w:rsid w:val="008D59C1"/>
    <w:rsid w:val="008D5EA6"/>
    <w:rsid w:val="008D637F"/>
    <w:rsid w:val="008D6A0A"/>
    <w:rsid w:val="008D6BA2"/>
    <w:rsid w:val="008D6F01"/>
    <w:rsid w:val="008D7161"/>
    <w:rsid w:val="008D72D8"/>
    <w:rsid w:val="008D7499"/>
    <w:rsid w:val="008D7571"/>
    <w:rsid w:val="008D782E"/>
    <w:rsid w:val="008D7DCB"/>
    <w:rsid w:val="008D7F16"/>
    <w:rsid w:val="008D7FD0"/>
    <w:rsid w:val="008E059D"/>
    <w:rsid w:val="008E087D"/>
    <w:rsid w:val="008E0AD7"/>
    <w:rsid w:val="008E0E59"/>
    <w:rsid w:val="008E0E8B"/>
    <w:rsid w:val="008E132B"/>
    <w:rsid w:val="008E1441"/>
    <w:rsid w:val="008E1B1D"/>
    <w:rsid w:val="008E2382"/>
    <w:rsid w:val="008E24B8"/>
    <w:rsid w:val="008E274C"/>
    <w:rsid w:val="008E3D5E"/>
    <w:rsid w:val="008E3D89"/>
    <w:rsid w:val="008E4003"/>
    <w:rsid w:val="008E40B8"/>
    <w:rsid w:val="008E4167"/>
    <w:rsid w:val="008E42CD"/>
    <w:rsid w:val="008E43A2"/>
    <w:rsid w:val="008E4B45"/>
    <w:rsid w:val="008E4D97"/>
    <w:rsid w:val="008E4F9A"/>
    <w:rsid w:val="008E4FD7"/>
    <w:rsid w:val="008E52D3"/>
    <w:rsid w:val="008E53C4"/>
    <w:rsid w:val="008E57B2"/>
    <w:rsid w:val="008E5A6F"/>
    <w:rsid w:val="008E5D41"/>
    <w:rsid w:val="008E5E16"/>
    <w:rsid w:val="008E6021"/>
    <w:rsid w:val="008E6434"/>
    <w:rsid w:val="008E643A"/>
    <w:rsid w:val="008E6459"/>
    <w:rsid w:val="008E6B1C"/>
    <w:rsid w:val="008E6FE4"/>
    <w:rsid w:val="008E7004"/>
    <w:rsid w:val="008E71FF"/>
    <w:rsid w:val="008E7F38"/>
    <w:rsid w:val="008F0530"/>
    <w:rsid w:val="008F074C"/>
    <w:rsid w:val="008F077C"/>
    <w:rsid w:val="008F0B32"/>
    <w:rsid w:val="008F0E59"/>
    <w:rsid w:val="008F12A4"/>
    <w:rsid w:val="008F13BA"/>
    <w:rsid w:val="008F1569"/>
    <w:rsid w:val="008F1749"/>
    <w:rsid w:val="008F1B66"/>
    <w:rsid w:val="008F1DED"/>
    <w:rsid w:val="008F1EF5"/>
    <w:rsid w:val="008F1FE8"/>
    <w:rsid w:val="008F24F8"/>
    <w:rsid w:val="008F2702"/>
    <w:rsid w:val="008F2CA7"/>
    <w:rsid w:val="008F2D2E"/>
    <w:rsid w:val="008F3044"/>
    <w:rsid w:val="008F337D"/>
    <w:rsid w:val="008F356E"/>
    <w:rsid w:val="008F3746"/>
    <w:rsid w:val="008F38A9"/>
    <w:rsid w:val="008F3AA6"/>
    <w:rsid w:val="008F3C22"/>
    <w:rsid w:val="008F3E3E"/>
    <w:rsid w:val="008F40F7"/>
    <w:rsid w:val="008F427A"/>
    <w:rsid w:val="008F4C3A"/>
    <w:rsid w:val="008F4C50"/>
    <w:rsid w:val="008F523C"/>
    <w:rsid w:val="008F5286"/>
    <w:rsid w:val="008F5CE6"/>
    <w:rsid w:val="008F60F0"/>
    <w:rsid w:val="008F707D"/>
    <w:rsid w:val="008F70D4"/>
    <w:rsid w:val="008F7E14"/>
    <w:rsid w:val="008F7F49"/>
    <w:rsid w:val="008F7F82"/>
    <w:rsid w:val="00900093"/>
    <w:rsid w:val="009000D7"/>
    <w:rsid w:val="0090011D"/>
    <w:rsid w:val="009001E9"/>
    <w:rsid w:val="0090026A"/>
    <w:rsid w:val="0090028B"/>
    <w:rsid w:val="00900672"/>
    <w:rsid w:val="00900BB9"/>
    <w:rsid w:val="00900CA9"/>
    <w:rsid w:val="00900CB6"/>
    <w:rsid w:val="0090125F"/>
    <w:rsid w:val="0090144B"/>
    <w:rsid w:val="00901E85"/>
    <w:rsid w:val="009026A2"/>
    <w:rsid w:val="0090276F"/>
    <w:rsid w:val="009029C4"/>
    <w:rsid w:val="009029C9"/>
    <w:rsid w:val="00902A32"/>
    <w:rsid w:val="00902F73"/>
    <w:rsid w:val="009037B1"/>
    <w:rsid w:val="00903934"/>
    <w:rsid w:val="009039FE"/>
    <w:rsid w:val="009041DA"/>
    <w:rsid w:val="0090484D"/>
    <w:rsid w:val="0090559D"/>
    <w:rsid w:val="00905FBD"/>
    <w:rsid w:val="009062E9"/>
    <w:rsid w:val="009063D6"/>
    <w:rsid w:val="009065DC"/>
    <w:rsid w:val="009067F1"/>
    <w:rsid w:val="00906B21"/>
    <w:rsid w:val="00906C7E"/>
    <w:rsid w:val="00906FD0"/>
    <w:rsid w:val="00907177"/>
    <w:rsid w:val="0090775C"/>
    <w:rsid w:val="009102A2"/>
    <w:rsid w:val="0091042D"/>
    <w:rsid w:val="00910785"/>
    <w:rsid w:val="009108B0"/>
    <w:rsid w:val="00911CB0"/>
    <w:rsid w:val="00911E6A"/>
    <w:rsid w:val="00912E24"/>
    <w:rsid w:val="00913238"/>
    <w:rsid w:val="00913BE7"/>
    <w:rsid w:val="009142E6"/>
    <w:rsid w:val="009143EC"/>
    <w:rsid w:val="0091440E"/>
    <w:rsid w:val="00914631"/>
    <w:rsid w:val="009146D3"/>
    <w:rsid w:val="0091475F"/>
    <w:rsid w:val="00914EE3"/>
    <w:rsid w:val="00914EF0"/>
    <w:rsid w:val="00915124"/>
    <w:rsid w:val="009155DC"/>
    <w:rsid w:val="00915722"/>
    <w:rsid w:val="00915F33"/>
    <w:rsid w:val="00916170"/>
    <w:rsid w:val="00916865"/>
    <w:rsid w:val="009168F8"/>
    <w:rsid w:val="009172C6"/>
    <w:rsid w:val="00917C7F"/>
    <w:rsid w:val="00917D8A"/>
    <w:rsid w:val="0092047A"/>
    <w:rsid w:val="009204AE"/>
    <w:rsid w:val="009206E6"/>
    <w:rsid w:val="009207E6"/>
    <w:rsid w:val="00920A2B"/>
    <w:rsid w:val="00920E72"/>
    <w:rsid w:val="00920F48"/>
    <w:rsid w:val="00920F7C"/>
    <w:rsid w:val="00921437"/>
    <w:rsid w:val="00921654"/>
    <w:rsid w:val="0092175E"/>
    <w:rsid w:val="009218E2"/>
    <w:rsid w:val="00921A82"/>
    <w:rsid w:val="00921EA9"/>
    <w:rsid w:val="00921F97"/>
    <w:rsid w:val="00922193"/>
    <w:rsid w:val="009224C9"/>
    <w:rsid w:val="009224F2"/>
    <w:rsid w:val="00922634"/>
    <w:rsid w:val="00922638"/>
    <w:rsid w:val="00922721"/>
    <w:rsid w:val="00922800"/>
    <w:rsid w:val="00922897"/>
    <w:rsid w:val="009229D8"/>
    <w:rsid w:val="00922D4A"/>
    <w:rsid w:val="00922F63"/>
    <w:rsid w:val="0092388B"/>
    <w:rsid w:val="00923B21"/>
    <w:rsid w:val="00923B7E"/>
    <w:rsid w:val="00923E5F"/>
    <w:rsid w:val="0092403F"/>
    <w:rsid w:val="00924885"/>
    <w:rsid w:val="00924D32"/>
    <w:rsid w:val="0092522F"/>
    <w:rsid w:val="0092592F"/>
    <w:rsid w:val="00925940"/>
    <w:rsid w:val="00925A01"/>
    <w:rsid w:val="00925A6E"/>
    <w:rsid w:val="00925A83"/>
    <w:rsid w:val="00925B33"/>
    <w:rsid w:val="00925BB4"/>
    <w:rsid w:val="00925C50"/>
    <w:rsid w:val="0092601B"/>
    <w:rsid w:val="009263DA"/>
    <w:rsid w:val="009264C0"/>
    <w:rsid w:val="00926870"/>
    <w:rsid w:val="009275B0"/>
    <w:rsid w:val="009277EC"/>
    <w:rsid w:val="00927C88"/>
    <w:rsid w:val="00930047"/>
    <w:rsid w:val="00930A0D"/>
    <w:rsid w:val="00930D1B"/>
    <w:rsid w:val="00931526"/>
    <w:rsid w:val="00931AD3"/>
    <w:rsid w:val="00932036"/>
    <w:rsid w:val="009326C3"/>
    <w:rsid w:val="00932A3A"/>
    <w:rsid w:val="00932A59"/>
    <w:rsid w:val="00932C71"/>
    <w:rsid w:val="00932CEA"/>
    <w:rsid w:val="0093362F"/>
    <w:rsid w:val="00933E46"/>
    <w:rsid w:val="00933F45"/>
    <w:rsid w:val="0093408D"/>
    <w:rsid w:val="009344E0"/>
    <w:rsid w:val="00934A0B"/>
    <w:rsid w:val="00934C23"/>
    <w:rsid w:val="00935165"/>
    <w:rsid w:val="009351C7"/>
    <w:rsid w:val="00935362"/>
    <w:rsid w:val="009355E7"/>
    <w:rsid w:val="00935737"/>
    <w:rsid w:val="009358B6"/>
    <w:rsid w:val="009358D7"/>
    <w:rsid w:val="00935E9B"/>
    <w:rsid w:val="0093649E"/>
    <w:rsid w:val="00936B63"/>
    <w:rsid w:val="00936F33"/>
    <w:rsid w:val="00937411"/>
    <w:rsid w:val="009409A1"/>
    <w:rsid w:val="00940B1C"/>
    <w:rsid w:val="00940E8A"/>
    <w:rsid w:val="009415F8"/>
    <w:rsid w:val="00941EC5"/>
    <w:rsid w:val="0094274F"/>
    <w:rsid w:val="009427D8"/>
    <w:rsid w:val="00942917"/>
    <w:rsid w:val="00942C78"/>
    <w:rsid w:val="00942E09"/>
    <w:rsid w:val="0094391D"/>
    <w:rsid w:val="00943AE7"/>
    <w:rsid w:val="00943B06"/>
    <w:rsid w:val="00943B52"/>
    <w:rsid w:val="00943C46"/>
    <w:rsid w:val="00943C92"/>
    <w:rsid w:val="009440D1"/>
    <w:rsid w:val="0094441F"/>
    <w:rsid w:val="009446CA"/>
    <w:rsid w:val="009446E1"/>
    <w:rsid w:val="00944A39"/>
    <w:rsid w:val="00945641"/>
    <w:rsid w:val="00945DE5"/>
    <w:rsid w:val="00945E03"/>
    <w:rsid w:val="00945EF9"/>
    <w:rsid w:val="009460CE"/>
    <w:rsid w:val="00946C56"/>
    <w:rsid w:val="00950495"/>
    <w:rsid w:val="0095088D"/>
    <w:rsid w:val="00950E71"/>
    <w:rsid w:val="00950EE0"/>
    <w:rsid w:val="00950F7D"/>
    <w:rsid w:val="00951AB3"/>
    <w:rsid w:val="00951AB6"/>
    <w:rsid w:val="00951E1D"/>
    <w:rsid w:val="009520D3"/>
    <w:rsid w:val="009520E1"/>
    <w:rsid w:val="00952380"/>
    <w:rsid w:val="00952A61"/>
    <w:rsid w:val="00952D71"/>
    <w:rsid w:val="00953216"/>
    <w:rsid w:val="00953927"/>
    <w:rsid w:val="00953D43"/>
    <w:rsid w:val="009547E9"/>
    <w:rsid w:val="00954F06"/>
    <w:rsid w:val="0095511F"/>
    <w:rsid w:val="009552EB"/>
    <w:rsid w:val="009552F0"/>
    <w:rsid w:val="0095554F"/>
    <w:rsid w:val="0095557E"/>
    <w:rsid w:val="00955714"/>
    <w:rsid w:val="009557A4"/>
    <w:rsid w:val="00955805"/>
    <w:rsid w:val="00955816"/>
    <w:rsid w:val="00955F77"/>
    <w:rsid w:val="00956110"/>
    <w:rsid w:val="00956354"/>
    <w:rsid w:val="00956596"/>
    <w:rsid w:val="00956D42"/>
    <w:rsid w:val="00956D5B"/>
    <w:rsid w:val="0095737F"/>
    <w:rsid w:val="009576B4"/>
    <w:rsid w:val="00957824"/>
    <w:rsid w:val="009578A0"/>
    <w:rsid w:val="00957D04"/>
    <w:rsid w:val="00960092"/>
    <w:rsid w:val="009609FE"/>
    <w:rsid w:val="00960ABA"/>
    <w:rsid w:val="00960D27"/>
    <w:rsid w:val="00960E4C"/>
    <w:rsid w:val="009611B5"/>
    <w:rsid w:val="00961344"/>
    <w:rsid w:val="009614F8"/>
    <w:rsid w:val="0096168D"/>
    <w:rsid w:val="009618AB"/>
    <w:rsid w:val="00961934"/>
    <w:rsid w:val="00961AEC"/>
    <w:rsid w:val="0096248F"/>
    <w:rsid w:val="00963631"/>
    <w:rsid w:val="00963818"/>
    <w:rsid w:val="00963865"/>
    <w:rsid w:val="00963A9E"/>
    <w:rsid w:val="00963E21"/>
    <w:rsid w:val="0096406A"/>
    <w:rsid w:val="00964082"/>
    <w:rsid w:val="0096432B"/>
    <w:rsid w:val="00964BEE"/>
    <w:rsid w:val="00964D80"/>
    <w:rsid w:val="00965067"/>
    <w:rsid w:val="009651F3"/>
    <w:rsid w:val="0096538E"/>
    <w:rsid w:val="009653BA"/>
    <w:rsid w:val="009657B4"/>
    <w:rsid w:val="00965D65"/>
    <w:rsid w:val="00965DC6"/>
    <w:rsid w:val="00966314"/>
    <w:rsid w:val="00966DCE"/>
    <w:rsid w:val="00967177"/>
    <w:rsid w:val="0096748D"/>
    <w:rsid w:val="00967625"/>
    <w:rsid w:val="00967681"/>
    <w:rsid w:val="00967AC7"/>
    <w:rsid w:val="00967CC2"/>
    <w:rsid w:val="00967FDA"/>
    <w:rsid w:val="0097006A"/>
    <w:rsid w:val="009705EB"/>
    <w:rsid w:val="00970CFA"/>
    <w:rsid w:val="009711EB"/>
    <w:rsid w:val="00971311"/>
    <w:rsid w:val="0097198B"/>
    <w:rsid w:val="0097228B"/>
    <w:rsid w:val="009722DC"/>
    <w:rsid w:val="00972AC2"/>
    <w:rsid w:val="00972F6F"/>
    <w:rsid w:val="00973236"/>
    <w:rsid w:val="00973239"/>
    <w:rsid w:val="00973663"/>
    <w:rsid w:val="00973754"/>
    <w:rsid w:val="009739D8"/>
    <w:rsid w:val="00973E7C"/>
    <w:rsid w:val="00973F0F"/>
    <w:rsid w:val="00974090"/>
    <w:rsid w:val="009740C4"/>
    <w:rsid w:val="00974329"/>
    <w:rsid w:val="00974893"/>
    <w:rsid w:val="00974E65"/>
    <w:rsid w:val="0097541F"/>
    <w:rsid w:val="00975592"/>
    <w:rsid w:val="009758D6"/>
    <w:rsid w:val="00975C4D"/>
    <w:rsid w:val="00975C67"/>
    <w:rsid w:val="009766BE"/>
    <w:rsid w:val="00976854"/>
    <w:rsid w:val="00976C32"/>
    <w:rsid w:val="009773B2"/>
    <w:rsid w:val="0097761E"/>
    <w:rsid w:val="0097768F"/>
    <w:rsid w:val="00977A2F"/>
    <w:rsid w:val="00980095"/>
    <w:rsid w:val="0098036A"/>
    <w:rsid w:val="00980440"/>
    <w:rsid w:val="00980507"/>
    <w:rsid w:val="009805EE"/>
    <w:rsid w:val="0098071F"/>
    <w:rsid w:val="009808D9"/>
    <w:rsid w:val="00980C62"/>
    <w:rsid w:val="0098129E"/>
    <w:rsid w:val="00981B7C"/>
    <w:rsid w:val="00981CD7"/>
    <w:rsid w:val="00982071"/>
    <w:rsid w:val="009822F3"/>
    <w:rsid w:val="00982321"/>
    <w:rsid w:val="00982AD2"/>
    <w:rsid w:val="00982C59"/>
    <w:rsid w:val="00982C95"/>
    <w:rsid w:val="009830C2"/>
    <w:rsid w:val="0098319F"/>
    <w:rsid w:val="009831CC"/>
    <w:rsid w:val="009834E3"/>
    <w:rsid w:val="00983820"/>
    <w:rsid w:val="009840B7"/>
    <w:rsid w:val="00984311"/>
    <w:rsid w:val="009848C9"/>
    <w:rsid w:val="00984975"/>
    <w:rsid w:val="009849E9"/>
    <w:rsid w:val="00984ADC"/>
    <w:rsid w:val="00985249"/>
    <w:rsid w:val="00985458"/>
    <w:rsid w:val="009857F5"/>
    <w:rsid w:val="00985C7D"/>
    <w:rsid w:val="00985CD2"/>
    <w:rsid w:val="0098654A"/>
    <w:rsid w:val="00986D7B"/>
    <w:rsid w:val="0098793E"/>
    <w:rsid w:val="00990801"/>
    <w:rsid w:val="00990B52"/>
    <w:rsid w:val="00990F15"/>
    <w:rsid w:val="00990F52"/>
    <w:rsid w:val="009910C0"/>
    <w:rsid w:val="009916B5"/>
    <w:rsid w:val="009919A8"/>
    <w:rsid w:val="009919C4"/>
    <w:rsid w:val="00991B21"/>
    <w:rsid w:val="00991FB7"/>
    <w:rsid w:val="00992032"/>
    <w:rsid w:val="009932EA"/>
    <w:rsid w:val="0099377B"/>
    <w:rsid w:val="00993963"/>
    <w:rsid w:val="00993F96"/>
    <w:rsid w:val="0099435F"/>
    <w:rsid w:val="00994F18"/>
    <w:rsid w:val="009951C1"/>
    <w:rsid w:val="0099535F"/>
    <w:rsid w:val="00995BB9"/>
    <w:rsid w:val="00995F36"/>
    <w:rsid w:val="009968F2"/>
    <w:rsid w:val="00996B5B"/>
    <w:rsid w:val="009970DC"/>
    <w:rsid w:val="00997163"/>
    <w:rsid w:val="00997612"/>
    <w:rsid w:val="00997630"/>
    <w:rsid w:val="00997928"/>
    <w:rsid w:val="0099793C"/>
    <w:rsid w:val="009A0BAC"/>
    <w:rsid w:val="009A143B"/>
    <w:rsid w:val="009A20F8"/>
    <w:rsid w:val="009A22F3"/>
    <w:rsid w:val="009A2718"/>
    <w:rsid w:val="009A2B83"/>
    <w:rsid w:val="009A2BE2"/>
    <w:rsid w:val="009A2ECF"/>
    <w:rsid w:val="009A39C9"/>
    <w:rsid w:val="009A3A83"/>
    <w:rsid w:val="009A3B50"/>
    <w:rsid w:val="009A3E20"/>
    <w:rsid w:val="009A3E87"/>
    <w:rsid w:val="009A5010"/>
    <w:rsid w:val="009A50FF"/>
    <w:rsid w:val="009A66AE"/>
    <w:rsid w:val="009A6917"/>
    <w:rsid w:val="009A696F"/>
    <w:rsid w:val="009A703D"/>
    <w:rsid w:val="009A7377"/>
    <w:rsid w:val="009A76E3"/>
    <w:rsid w:val="009A7872"/>
    <w:rsid w:val="009A7DFD"/>
    <w:rsid w:val="009B00B6"/>
    <w:rsid w:val="009B056C"/>
    <w:rsid w:val="009B0590"/>
    <w:rsid w:val="009B05BB"/>
    <w:rsid w:val="009B09AE"/>
    <w:rsid w:val="009B0D8C"/>
    <w:rsid w:val="009B0F95"/>
    <w:rsid w:val="009B0FB8"/>
    <w:rsid w:val="009B14A3"/>
    <w:rsid w:val="009B14A7"/>
    <w:rsid w:val="009B16A0"/>
    <w:rsid w:val="009B1AA5"/>
    <w:rsid w:val="009B1D4A"/>
    <w:rsid w:val="009B1E07"/>
    <w:rsid w:val="009B1E71"/>
    <w:rsid w:val="009B2162"/>
    <w:rsid w:val="009B24BE"/>
    <w:rsid w:val="009B2B23"/>
    <w:rsid w:val="009B2D75"/>
    <w:rsid w:val="009B3042"/>
    <w:rsid w:val="009B34B5"/>
    <w:rsid w:val="009B363F"/>
    <w:rsid w:val="009B3CA9"/>
    <w:rsid w:val="009B3DED"/>
    <w:rsid w:val="009B429E"/>
    <w:rsid w:val="009B48DC"/>
    <w:rsid w:val="009B4AA6"/>
    <w:rsid w:val="009B4DD5"/>
    <w:rsid w:val="009B50CC"/>
    <w:rsid w:val="009B53A1"/>
    <w:rsid w:val="009B5731"/>
    <w:rsid w:val="009B58A4"/>
    <w:rsid w:val="009B5D40"/>
    <w:rsid w:val="009B5DCE"/>
    <w:rsid w:val="009B5E2A"/>
    <w:rsid w:val="009B64E7"/>
    <w:rsid w:val="009B7070"/>
    <w:rsid w:val="009B7693"/>
    <w:rsid w:val="009B7868"/>
    <w:rsid w:val="009B79B4"/>
    <w:rsid w:val="009B7B59"/>
    <w:rsid w:val="009B7CB4"/>
    <w:rsid w:val="009C042A"/>
    <w:rsid w:val="009C0520"/>
    <w:rsid w:val="009C059C"/>
    <w:rsid w:val="009C06D8"/>
    <w:rsid w:val="009C0B0B"/>
    <w:rsid w:val="009C16F4"/>
    <w:rsid w:val="009C1814"/>
    <w:rsid w:val="009C1988"/>
    <w:rsid w:val="009C1A25"/>
    <w:rsid w:val="009C1FD4"/>
    <w:rsid w:val="009C210F"/>
    <w:rsid w:val="009C2238"/>
    <w:rsid w:val="009C2AFD"/>
    <w:rsid w:val="009C2DAB"/>
    <w:rsid w:val="009C2F2A"/>
    <w:rsid w:val="009C3505"/>
    <w:rsid w:val="009C364C"/>
    <w:rsid w:val="009C3A63"/>
    <w:rsid w:val="009C3C8F"/>
    <w:rsid w:val="009C3D38"/>
    <w:rsid w:val="009C43AB"/>
    <w:rsid w:val="009C4875"/>
    <w:rsid w:val="009C4F93"/>
    <w:rsid w:val="009C50BA"/>
    <w:rsid w:val="009C5527"/>
    <w:rsid w:val="009C5947"/>
    <w:rsid w:val="009C594F"/>
    <w:rsid w:val="009C59A7"/>
    <w:rsid w:val="009C5A25"/>
    <w:rsid w:val="009C60D4"/>
    <w:rsid w:val="009C6305"/>
    <w:rsid w:val="009C6580"/>
    <w:rsid w:val="009C69F8"/>
    <w:rsid w:val="009C6D1D"/>
    <w:rsid w:val="009C71E3"/>
    <w:rsid w:val="009C74DE"/>
    <w:rsid w:val="009C7575"/>
    <w:rsid w:val="009D0A03"/>
    <w:rsid w:val="009D0B90"/>
    <w:rsid w:val="009D0E02"/>
    <w:rsid w:val="009D1614"/>
    <w:rsid w:val="009D1643"/>
    <w:rsid w:val="009D16D7"/>
    <w:rsid w:val="009D179D"/>
    <w:rsid w:val="009D18CB"/>
    <w:rsid w:val="009D22D8"/>
    <w:rsid w:val="009D2791"/>
    <w:rsid w:val="009D2B6C"/>
    <w:rsid w:val="009D2E4E"/>
    <w:rsid w:val="009D2ED1"/>
    <w:rsid w:val="009D2F31"/>
    <w:rsid w:val="009D3877"/>
    <w:rsid w:val="009D4063"/>
    <w:rsid w:val="009D456C"/>
    <w:rsid w:val="009D4906"/>
    <w:rsid w:val="009D4C11"/>
    <w:rsid w:val="009D5468"/>
    <w:rsid w:val="009D567D"/>
    <w:rsid w:val="009D56AA"/>
    <w:rsid w:val="009D5893"/>
    <w:rsid w:val="009D596C"/>
    <w:rsid w:val="009D65EF"/>
    <w:rsid w:val="009D6748"/>
    <w:rsid w:val="009D6947"/>
    <w:rsid w:val="009D6C64"/>
    <w:rsid w:val="009D6DC3"/>
    <w:rsid w:val="009D76DD"/>
    <w:rsid w:val="009D7B4D"/>
    <w:rsid w:val="009D7C94"/>
    <w:rsid w:val="009D7E4F"/>
    <w:rsid w:val="009E005B"/>
    <w:rsid w:val="009E0362"/>
    <w:rsid w:val="009E079B"/>
    <w:rsid w:val="009E0C83"/>
    <w:rsid w:val="009E1508"/>
    <w:rsid w:val="009E167C"/>
    <w:rsid w:val="009E18C2"/>
    <w:rsid w:val="009E18D0"/>
    <w:rsid w:val="009E195C"/>
    <w:rsid w:val="009E242A"/>
    <w:rsid w:val="009E26AE"/>
    <w:rsid w:val="009E272A"/>
    <w:rsid w:val="009E297C"/>
    <w:rsid w:val="009E2B79"/>
    <w:rsid w:val="009E31BF"/>
    <w:rsid w:val="009E355B"/>
    <w:rsid w:val="009E37F4"/>
    <w:rsid w:val="009E38AC"/>
    <w:rsid w:val="009E39E2"/>
    <w:rsid w:val="009E3A21"/>
    <w:rsid w:val="009E3C93"/>
    <w:rsid w:val="009E3E13"/>
    <w:rsid w:val="009E3F8B"/>
    <w:rsid w:val="009E4116"/>
    <w:rsid w:val="009E4143"/>
    <w:rsid w:val="009E41D1"/>
    <w:rsid w:val="009E42FB"/>
    <w:rsid w:val="009E4778"/>
    <w:rsid w:val="009E4936"/>
    <w:rsid w:val="009E4950"/>
    <w:rsid w:val="009E49CC"/>
    <w:rsid w:val="009E4A32"/>
    <w:rsid w:val="009E4B6E"/>
    <w:rsid w:val="009E4D35"/>
    <w:rsid w:val="009E523C"/>
    <w:rsid w:val="009E532D"/>
    <w:rsid w:val="009E55FA"/>
    <w:rsid w:val="009E5856"/>
    <w:rsid w:val="009E5CBF"/>
    <w:rsid w:val="009E5D55"/>
    <w:rsid w:val="009E6067"/>
    <w:rsid w:val="009E6411"/>
    <w:rsid w:val="009E6905"/>
    <w:rsid w:val="009E6A8F"/>
    <w:rsid w:val="009E6CC7"/>
    <w:rsid w:val="009E6D71"/>
    <w:rsid w:val="009E6E03"/>
    <w:rsid w:val="009E6E9C"/>
    <w:rsid w:val="009E754D"/>
    <w:rsid w:val="009E7BC5"/>
    <w:rsid w:val="009E7FCD"/>
    <w:rsid w:val="009F0136"/>
    <w:rsid w:val="009F01B3"/>
    <w:rsid w:val="009F07C4"/>
    <w:rsid w:val="009F087C"/>
    <w:rsid w:val="009F09FC"/>
    <w:rsid w:val="009F107E"/>
    <w:rsid w:val="009F17E7"/>
    <w:rsid w:val="009F1E5D"/>
    <w:rsid w:val="009F258C"/>
    <w:rsid w:val="009F27CE"/>
    <w:rsid w:val="009F2BC9"/>
    <w:rsid w:val="009F2D9B"/>
    <w:rsid w:val="009F2EE3"/>
    <w:rsid w:val="009F3294"/>
    <w:rsid w:val="009F35C0"/>
    <w:rsid w:val="009F369E"/>
    <w:rsid w:val="009F3AE4"/>
    <w:rsid w:val="009F433C"/>
    <w:rsid w:val="009F4676"/>
    <w:rsid w:val="009F47C3"/>
    <w:rsid w:val="009F4A9B"/>
    <w:rsid w:val="009F5400"/>
    <w:rsid w:val="009F5474"/>
    <w:rsid w:val="009F56E0"/>
    <w:rsid w:val="009F5D84"/>
    <w:rsid w:val="009F5F55"/>
    <w:rsid w:val="009F623F"/>
    <w:rsid w:val="009F6561"/>
    <w:rsid w:val="009F7050"/>
    <w:rsid w:val="009F71F1"/>
    <w:rsid w:val="009F7354"/>
    <w:rsid w:val="009F7610"/>
    <w:rsid w:val="009F7832"/>
    <w:rsid w:val="009F7D69"/>
    <w:rsid w:val="009F7F5A"/>
    <w:rsid w:val="00A00083"/>
    <w:rsid w:val="00A00249"/>
    <w:rsid w:val="00A003FA"/>
    <w:rsid w:val="00A00A68"/>
    <w:rsid w:val="00A00B3D"/>
    <w:rsid w:val="00A0135F"/>
    <w:rsid w:val="00A01B7B"/>
    <w:rsid w:val="00A01EC1"/>
    <w:rsid w:val="00A024A6"/>
    <w:rsid w:val="00A02850"/>
    <w:rsid w:val="00A02917"/>
    <w:rsid w:val="00A03001"/>
    <w:rsid w:val="00A03336"/>
    <w:rsid w:val="00A03674"/>
    <w:rsid w:val="00A03DB9"/>
    <w:rsid w:val="00A046DA"/>
    <w:rsid w:val="00A04718"/>
    <w:rsid w:val="00A04890"/>
    <w:rsid w:val="00A0516C"/>
    <w:rsid w:val="00A05B65"/>
    <w:rsid w:val="00A05D5C"/>
    <w:rsid w:val="00A05E1B"/>
    <w:rsid w:val="00A05FC7"/>
    <w:rsid w:val="00A07ADF"/>
    <w:rsid w:val="00A10E1C"/>
    <w:rsid w:val="00A111C5"/>
    <w:rsid w:val="00A11292"/>
    <w:rsid w:val="00A11426"/>
    <w:rsid w:val="00A115F2"/>
    <w:rsid w:val="00A11AD0"/>
    <w:rsid w:val="00A11D90"/>
    <w:rsid w:val="00A11F5F"/>
    <w:rsid w:val="00A12273"/>
    <w:rsid w:val="00A1260E"/>
    <w:rsid w:val="00A12EA3"/>
    <w:rsid w:val="00A13256"/>
    <w:rsid w:val="00A13263"/>
    <w:rsid w:val="00A13486"/>
    <w:rsid w:val="00A13743"/>
    <w:rsid w:val="00A13930"/>
    <w:rsid w:val="00A13C60"/>
    <w:rsid w:val="00A13C98"/>
    <w:rsid w:val="00A1416B"/>
    <w:rsid w:val="00A14242"/>
    <w:rsid w:val="00A144BE"/>
    <w:rsid w:val="00A14671"/>
    <w:rsid w:val="00A14917"/>
    <w:rsid w:val="00A14DD5"/>
    <w:rsid w:val="00A15626"/>
    <w:rsid w:val="00A15678"/>
    <w:rsid w:val="00A15AF4"/>
    <w:rsid w:val="00A15E42"/>
    <w:rsid w:val="00A16541"/>
    <w:rsid w:val="00A169D1"/>
    <w:rsid w:val="00A174F6"/>
    <w:rsid w:val="00A2021E"/>
    <w:rsid w:val="00A2092D"/>
    <w:rsid w:val="00A2130F"/>
    <w:rsid w:val="00A213FB"/>
    <w:rsid w:val="00A21524"/>
    <w:rsid w:val="00A219A7"/>
    <w:rsid w:val="00A21C6E"/>
    <w:rsid w:val="00A21ECE"/>
    <w:rsid w:val="00A21F0D"/>
    <w:rsid w:val="00A21F15"/>
    <w:rsid w:val="00A222F0"/>
    <w:rsid w:val="00A2236F"/>
    <w:rsid w:val="00A22960"/>
    <w:rsid w:val="00A22E8C"/>
    <w:rsid w:val="00A23C50"/>
    <w:rsid w:val="00A241DA"/>
    <w:rsid w:val="00A24413"/>
    <w:rsid w:val="00A24652"/>
    <w:rsid w:val="00A24859"/>
    <w:rsid w:val="00A24AE6"/>
    <w:rsid w:val="00A24B84"/>
    <w:rsid w:val="00A24BC9"/>
    <w:rsid w:val="00A2507C"/>
    <w:rsid w:val="00A252D6"/>
    <w:rsid w:val="00A25543"/>
    <w:rsid w:val="00A2558A"/>
    <w:rsid w:val="00A2564A"/>
    <w:rsid w:val="00A25986"/>
    <w:rsid w:val="00A26246"/>
    <w:rsid w:val="00A263EB"/>
    <w:rsid w:val="00A2672A"/>
    <w:rsid w:val="00A26946"/>
    <w:rsid w:val="00A26D60"/>
    <w:rsid w:val="00A2723D"/>
    <w:rsid w:val="00A2737E"/>
    <w:rsid w:val="00A27519"/>
    <w:rsid w:val="00A2792C"/>
    <w:rsid w:val="00A27AE1"/>
    <w:rsid w:val="00A307F5"/>
    <w:rsid w:val="00A30C4E"/>
    <w:rsid w:val="00A312D9"/>
    <w:rsid w:val="00A31434"/>
    <w:rsid w:val="00A3196F"/>
    <w:rsid w:val="00A31D28"/>
    <w:rsid w:val="00A3213C"/>
    <w:rsid w:val="00A324A4"/>
    <w:rsid w:val="00A32631"/>
    <w:rsid w:val="00A3276F"/>
    <w:rsid w:val="00A32DA4"/>
    <w:rsid w:val="00A32FD6"/>
    <w:rsid w:val="00A332FC"/>
    <w:rsid w:val="00A33371"/>
    <w:rsid w:val="00A33721"/>
    <w:rsid w:val="00A33750"/>
    <w:rsid w:val="00A346CB"/>
    <w:rsid w:val="00A349F7"/>
    <w:rsid w:val="00A34E94"/>
    <w:rsid w:val="00A353A3"/>
    <w:rsid w:val="00A353C9"/>
    <w:rsid w:val="00A359F6"/>
    <w:rsid w:val="00A36164"/>
    <w:rsid w:val="00A36295"/>
    <w:rsid w:val="00A365F8"/>
    <w:rsid w:val="00A36D0F"/>
    <w:rsid w:val="00A36F78"/>
    <w:rsid w:val="00A372FF"/>
    <w:rsid w:val="00A37684"/>
    <w:rsid w:val="00A37A1E"/>
    <w:rsid w:val="00A37F9D"/>
    <w:rsid w:val="00A40550"/>
    <w:rsid w:val="00A4083A"/>
    <w:rsid w:val="00A4089C"/>
    <w:rsid w:val="00A40A0A"/>
    <w:rsid w:val="00A40EEE"/>
    <w:rsid w:val="00A41F23"/>
    <w:rsid w:val="00A41F7F"/>
    <w:rsid w:val="00A423B1"/>
    <w:rsid w:val="00A423FC"/>
    <w:rsid w:val="00A42513"/>
    <w:rsid w:val="00A42A2F"/>
    <w:rsid w:val="00A42B62"/>
    <w:rsid w:val="00A42CA9"/>
    <w:rsid w:val="00A430C6"/>
    <w:rsid w:val="00A4343F"/>
    <w:rsid w:val="00A439EF"/>
    <w:rsid w:val="00A43C3C"/>
    <w:rsid w:val="00A43CC7"/>
    <w:rsid w:val="00A44260"/>
    <w:rsid w:val="00A44482"/>
    <w:rsid w:val="00A44657"/>
    <w:rsid w:val="00A44FB8"/>
    <w:rsid w:val="00A44FCD"/>
    <w:rsid w:val="00A44FE4"/>
    <w:rsid w:val="00A45ECD"/>
    <w:rsid w:val="00A46656"/>
    <w:rsid w:val="00A467E3"/>
    <w:rsid w:val="00A46C0F"/>
    <w:rsid w:val="00A46E43"/>
    <w:rsid w:val="00A4717E"/>
    <w:rsid w:val="00A47660"/>
    <w:rsid w:val="00A4792E"/>
    <w:rsid w:val="00A47B00"/>
    <w:rsid w:val="00A47B46"/>
    <w:rsid w:val="00A47DBB"/>
    <w:rsid w:val="00A50941"/>
    <w:rsid w:val="00A509B5"/>
    <w:rsid w:val="00A50A62"/>
    <w:rsid w:val="00A50FB3"/>
    <w:rsid w:val="00A5152C"/>
    <w:rsid w:val="00A515F2"/>
    <w:rsid w:val="00A51AFE"/>
    <w:rsid w:val="00A51CC5"/>
    <w:rsid w:val="00A51F9A"/>
    <w:rsid w:val="00A523EE"/>
    <w:rsid w:val="00A525A8"/>
    <w:rsid w:val="00A527F5"/>
    <w:rsid w:val="00A52813"/>
    <w:rsid w:val="00A5285E"/>
    <w:rsid w:val="00A528DF"/>
    <w:rsid w:val="00A52C88"/>
    <w:rsid w:val="00A53197"/>
    <w:rsid w:val="00A533CF"/>
    <w:rsid w:val="00A5344B"/>
    <w:rsid w:val="00A5344D"/>
    <w:rsid w:val="00A53C53"/>
    <w:rsid w:val="00A5414D"/>
    <w:rsid w:val="00A54499"/>
    <w:rsid w:val="00A54A12"/>
    <w:rsid w:val="00A54CBC"/>
    <w:rsid w:val="00A54DD0"/>
    <w:rsid w:val="00A551A0"/>
    <w:rsid w:val="00A55A77"/>
    <w:rsid w:val="00A55C04"/>
    <w:rsid w:val="00A55FB8"/>
    <w:rsid w:val="00A56099"/>
    <w:rsid w:val="00A5631E"/>
    <w:rsid w:val="00A56352"/>
    <w:rsid w:val="00A5642E"/>
    <w:rsid w:val="00A56FDA"/>
    <w:rsid w:val="00A5708E"/>
    <w:rsid w:val="00A57132"/>
    <w:rsid w:val="00A572BE"/>
    <w:rsid w:val="00A5754C"/>
    <w:rsid w:val="00A5760C"/>
    <w:rsid w:val="00A57A41"/>
    <w:rsid w:val="00A57DA8"/>
    <w:rsid w:val="00A57E77"/>
    <w:rsid w:val="00A57F3D"/>
    <w:rsid w:val="00A57F8B"/>
    <w:rsid w:val="00A6040F"/>
    <w:rsid w:val="00A6073A"/>
    <w:rsid w:val="00A608C1"/>
    <w:rsid w:val="00A609A5"/>
    <w:rsid w:val="00A60D23"/>
    <w:rsid w:val="00A618CD"/>
    <w:rsid w:val="00A61A46"/>
    <w:rsid w:val="00A61CA1"/>
    <w:rsid w:val="00A62526"/>
    <w:rsid w:val="00A62BDE"/>
    <w:rsid w:val="00A63107"/>
    <w:rsid w:val="00A63416"/>
    <w:rsid w:val="00A64475"/>
    <w:rsid w:val="00A644BD"/>
    <w:rsid w:val="00A64615"/>
    <w:rsid w:val="00A6481F"/>
    <w:rsid w:val="00A64A79"/>
    <w:rsid w:val="00A64B4B"/>
    <w:rsid w:val="00A64D16"/>
    <w:rsid w:val="00A650D8"/>
    <w:rsid w:val="00A65283"/>
    <w:rsid w:val="00A6529C"/>
    <w:rsid w:val="00A658A2"/>
    <w:rsid w:val="00A65A2D"/>
    <w:rsid w:val="00A65A3E"/>
    <w:rsid w:val="00A65BF9"/>
    <w:rsid w:val="00A660D6"/>
    <w:rsid w:val="00A6634E"/>
    <w:rsid w:val="00A667CD"/>
    <w:rsid w:val="00A66BB4"/>
    <w:rsid w:val="00A66D07"/>
    <w:rsid w:val="00A670C8"/>
    <w:rsid w:val="00A67458"/>
    <w:rsid w:val="00A67511"/>
    <w:rsid w:val="00A67B4E"/>
    <w:rsid w:val="00A67B6C"/>
    <w:rsid w:val="00A67B8C"/>
    <w:rsid w:val="00A67C7A"/>
    <w:rsid w:val="00A7028F"/>
    <w:rsid w:val="00A7038A"/>
    <w:rsid w:val="00A71281"/>
    <w:rsid w:val="00A717DB"/>
    <w:rsid w:val="00A71831"/>
    <w:rsid w:val="00A7222C"/>
    <w:rsid w:val="00A727E4"/>
    <w:rsid w:val="00A72F28"/>
    <w:rsid w:val="00A73319"/>
    <w:rsid w:val="00A7393F"/>
    <w:rsid w:val="00A73C90"/>
    <w:rsid w:val="00A73E07"/>
    <w:rsid w:val="00A73E7F"/>
    <w:rsid w:val="00A7410D"/>
    <w:rsid w:val="00A74239"/>
    <w:rsid w:val="00A74924"/>
    <w:rsid w:val="00A74D73"/>
    <w:rsid w:val="00A75880"/>
    <w:rsid w:val="00A759C8"/>
    <w:rsid w:val="00A75F53"/>
    <w:rsid w:val="00A76055"/>
    <w:rsid w:val="00A765A6"/>
    <w:rsid w:val="00A76A6C"/>
    <w:rsid w:val="00A77E5C"/>
    <w:rsid w:val="00A8008D"/>
    <w:rsid w:val="00A8068C"/>
    <w:rsid w:val="00A80C8C"/>
    <w:rsid w:val="00A814BD"/>
    <w:rsid w:val="00A81603"/>
    <w:rsid w:val="00A81C0C"/>
    <w:rsid w:val="00A82287"/>
    <w:rsid w:val="00A82644"/>
    <w:rsid w:val="00A829A7"/>
    <w:rsid w:val="00A82CBC"/>
    <w:rsid w:val="00A82D7F"/>
    <w:rsid w:val="00A83007"/>
    <w:rsid w:val="00A8404E"/>
    <w:rsid w:val="00A841A3"/>
    <w:rsid w:val="00A842D7"/>
    <w:rsid w:val="00A84637"/>
    <w:rsid w:val="00A84BAB"/>
    <w:rsid w:val="00A84DDE"/>
    <w:rsid w:val="00A86322"/>
    <w:rsid w:val="00A863F4"/>
    <w:rsid w:val="00A86A95"/>
    <w:rsid w:val="00A8707A"/>
    <w:rsid w:val="00A87EB6"/>
    <w:rsid w:val="00A87EF1"/>
    <w:rsid w:val="00A87FC5"/>
    <w:rsid w:val="00A87FD5"/>
    <w:rsid w:val="00A90704"/>
    <w:rsid w:val="00A90793"/>
    <w:rsid w:val="00A90854"/>
    <w:rsid w:val="00A90FA9"/>
    <w:rsid w:val="00A91097"/>
    <w:rsid w:val="00A913B9"/>
    <w:rsid w:val="00A915DC"/>
    <w:rsid w:val="00A91602"/>
    <w:rsid w:val="00A9168D"/>
    <w:rsid w:val="00A917F8"/>
    <w:rsid w:val="00A91864"/>
    <w:rsid w:val="00A91D8C"/>
    <w:rsid w:val="00A92801"/>
    <w:rsid w:val="00A92A04"/>
    <w:rsid w:val="00A92BBF"/>
    <w:rsid w:val="00A92DD8"/>
    <w:rsid w:val="00A92E26"/>
    <w:rsid w:val="00A93169"/>
    <w:rsid w:val="00A93C6C"/>
    <w:rsid w:val="00A93C92"/>
    <w:rsid w:val="00A9433A"/>
    <w:rsid w:val="00A946F0"/>
    <w:rsid w:val="00A94AEB"/>
    <w:rsid w:val="00A94AEF"/>
    <w:rsid w:val="00A94CF9"/>
    <w:rsid w:val="00A94ED3"/>
    <w:rsid w:val="00A9509C"/>
    <w:rsid w:val="00A95EC6"/>
    <w:rsid w:val="00A96122"/>
    <w:rsid w:val="00A9633C"/>
    <w:rsid w:val="00A9652F"/>
    <w:rsid w:val="00A96623"/>
    <w:rsid w:val="00A966A0"/>
    <w:rsid w:val="00A966A3"/>
    <w:rsid w:val="00A97147"/>
    <w:rsid w:val="00A9762F"/>
    <w:rsid w:val="00A97A66"/>
    <w:rsid w:val="00A97CFD"/>
    <w:rsid w:val="00AA0885"/>
    <w:rsid w:val="00AA10D0"/>
    <w:rsid w:val="00AA12B6"/>
    <w:rsid w:val="00AA1468"/>
    <w:rsid w:val="00AA1516"/>
    <w:rsid w:val="00AA1ADE"/>
    <w:rsid w:val="00AA1AF7"/>
    <w:rsid w:val="00AA1D11"/>
    <w:rsid w:val="00AA1EAD"/>
    <w:rsid w:val="00AA1F98"/>
    <w:rsid w:val="00AA24CC"/>
    <w:rsid w:val="00AA296A"/>
    <w:rsid w:val="00AA2975"/>
    <w:rsid w:val="00AA2A85"/>
    <w:rsid w:val="00AA2B2F"/>
    <w:rsid w:val="00AA2C4C"/>
    <w:rsid w:val="00AA2CDE"/>
    <w:rsid w:val="00AA2D11"/>
    <w:rsid w:val="00AA3370"/>
    <w:rsid w:val="00AA384A"/>
    <w:rsid w:val="00AA3A19"/>
    <w:rsid w:val="00AA3DA9"/>
    <w:rsid w:val="00AA3FFE"/>
    <w:rsid w:val="00AA48F6"/>
    <w:rsid w:val="00AA4AF8"/>
    <w:rsid w:val="00AA4F39"/>
    <w:rsid w:val="00AA4F5B"/>
    <w:rsid w:val="00AA534D"/>
    <w:rsid w:val="00AA5434"/>
    <w:rsid w:val="00AA56BA"/>
    <w:rsid w:val="00AA5876"/>
    <w:rsid w:val="00AA5B00"/>
    <w:rsid w:val="00AA5C29"/>
    <w:rsid w:val="00AA5F29"/>
    <w:rsid w:val="00AA607D"/>
    <w:rsid w:val="00AA6658"/>
    <w:rsid w:val="00AA6C41"/>
    <w:rsid w:val="00AA6DED"/>
    <w:rsid w:val="00AA7C79"/>
    <w:rsid w:val="00AA7EA3"/>
    <w:rsid w:val="00AB019C"/>
    <w:rsid w:val="00AB0587"/>
    <w:rsid w:val="00AB0A01"/>
    <w:rsid w:val="00AB12BC"/>
    <w:rsid w:val="00AB154F"/>
    <w:rsid w:val="00AB1740"/>
    <w:rsid w:val="00AB1D5A"/>
    <w:rsid w:val="00AB21FB"/>
    <w:rsid w:val="00AB221F"/>
    <w:rsid w:val="00AB27EE"/>
    <w:rsid w:val="00AB2CFA"/>
    <w:rsid w:val="00AB2D8F"/>
    <w:rsid w:val="00AB33F6"/>
    <w:rsid w:val="00AB3671"/>
    <w:rsid w:val="00AB407F"/>
    <w:rsid w:val="00AB40CE"/>
    <w:rsid w:val="00AB40F1"/>
    <w:rsid w:val="00AB427D"/>
    <w:rsid w:val="00AB4FE8"/>
    <w:rsid w:val="00AB5B8C"/>
    <w:rsid w:val="00AB66BF"/>
    <w:rsid w:val="00AB6B6E"/>
    <w:rsid w:val="00AB6D24"/>
    <w:rsid w:val="00AB77A1"/>
    <w:rsid w:val="00AB7C40"/>
    <w:rsid w:val="00AC027C"/>
    <w:rsid w:val="00AC0B1A"/>
    <w:rsid w:val="00AC0E27"/>
    <w:rsid w:val="00AC197E"/>
    <w:rsid w:val="00AC1BDB"/>
    <w:rsid w:val="00AC1BDD"/>
    <w:rsid w:val="00AC1E46"/>
    <w:rsid w:val="00AC218A"/>
    <w:rsid w:val="00AC2FBA"/>
    <w:rsid w:val="00AC3055"/>
    <w:rsid w:val="00AC313E"/>
    <w:rsid w:val="00AC3204"/>
    <w:rsid w:val="00AC39A5"/>
    <w:rsid w:val="00AC41CA"/>
    <w:rsid w:val="00AC42CD"/>
    <w:rsid w:val="00AC4444"/>
    <w:rsid w:val="00AC444E"/>
    <w:rsid w:val="00AC44AF"/>
    <w:rsid w:val="00AC4631"/>
    <w:rsid w:val="00AC4698"/>
    <w:rsid w:val="00AC4A4E"/>
    <w:rsid w:val="00AC4DDC"/>
    <w:rsid w:val="00AC4FB3"/>
    <w:rsid w:val="00AC50A9"/>
    <w:rsid w:val="00AC5276"/>
    <w:rsid w:val="00AC52A7"/>
    <w:rsid w:val="00AC532D"/>
    <w:rsid w:val="00AC5961"/>
    <w:rsid w:val="00AC5CEA"/>
    <w:rsid w:val="00AC61DE"/>
    <w:rsid w:val="00AC61E5"/>
    <w:rsid w:val="00AC6652"/>
    <w:rsid w:val="00AC66AD"/>
    <w:rsid w:val="00AC6992"/>
    <w:rsid w:val="00AC7080"/>
    <w:rsid w:val="00AC757E"/>
    <w:rsid w:val="00AC77A2"/>
    <w:rsid w:val="00AC77B6"/>
    <w:rsid w:val="00AC79D8"/>
    <w:rsid w:val="00AC7A13"/>
    <w:rsid w:val="00AC7AC7"/>
    <w:rsid w:val="00AD0550"/>
    <w:rsid w:val="00AD0A00"/>
    <w:rsid w:val="00AD0D27"/>
    <w:rsid w:val="00AD0FC1"/>
    <w:rsid w:val="00AD0FF6"/>
    <w:rsid w:val="00AD10BB"/>
    <w:rsid w:val="00AD1375"/>
    <w:rsid w:val="00AD147B"/>
    <w:rsid w:val="00AD15AD"/>
    <w:rsid w:val="00AD2431"/>
    <w:rsid w:val="00AD2BCA"/>
    <w:rsid w:val="00AD2C52"/>
    <w:rsid w:val="00AD2ED1"/>
    <w:rsid w:val="00AD2FA8"/>
    <w:rsid w:val="00AD32A3"/>
    <w:rsid w:val="00AD346D"/>
    <w:rsid w:val="00AD369E"/>
    <w:rsid w:val="00AD3713"/>
    <w:rsid w:val="00AD37E2"/>
    <w:rsid w:val="00AD3E51"/>
    <w:rsid w:val="00AD4158"/>
    <w:rsid w:val="00AD419A"/>
    <w:rsid w:val="00AD41B5"/>
    <w:rsid w:val="00AD4662"/>
    <w:rsid w:val="00AD4854"/>
    <w:rsid w:val="00AD4881"/>
    <w:rsid w:val="00AD4DB2"/>
    <w:rsid w:val="00AD4F00"/>
    <w:rsid w:val="00AD5355"/>
    <w:rsid w:val="00AD5560"/>
    <w:rsid w:val="00AD5678"/>
    <w:rsid w:val="00AD58DE"/>
    <w:rsid w:val="00AD5A98"/>
    <w:rsid w:val="00AD5FC5"/>
    <w:rsid w:val="00AD662A"/>
    <w:rsid w:val="00AD6826"/>
    <w:rsid w:val="00AD6882"/>
    <w:rsid w:val="00AD696D"/>
    <w:rsid w:val="00AD6A6A"/>
    <w:rsid w:val="00AD76AE"/>
    <w:rsid w:val="00AD7779"/>
    <w:rsid w:val="00AD78E3"/>
    <w:rsid w:val="00AD7C53"/>
    <w:rsid w:val="00AE01D3"/>
    <w:rsid w:val="00AE0831"/>
    <w:rsid w:val="00AE0FE2"/>
    <w:rsid w:val="00AE13E4"/>
    <w:rsid w:val="00AE1580"/>
    <w:rsid w:val="00AE168E"/>
    <w:rsid w:val="00AE1B94"/>
    <w:rsid w:val="00AE1BAB"/>
    <w:rsid w:val="00AE1E03"/>
    <w:rsid w:val="00AE1F80"/>
    <w:rsid w:val="00AE2649"/>
    <w:rsid w:val="00AE2D80"/>
    <w:rsid w:val="00AE2E95"/>
    <w:rsid w:val="00AE30BF"/>
    <w:rsid w:val="00AE35D8"/>
    <w:rsid w:val="00AE3D00"/>
    <w:rsid w:val="00AE3E02"/>
    <w:rsid w:val="00AE4250"/>
    <w:rsid w:val="00AE464A"/>
    <w:rsid w:val="00AE4A53"/>
    <w:rsid w:val="00AE54E7"/>
    <w:rsid w:val="00AE5CCC"/>
    <w:rsid w:val="00AE60C8"/>
    <w:rsid w:val="00AE717B"/>
    <w:rsid w:val="00AE71A0"/>
    <w:rsid w:val="00AE732C"/>
    <w:rsid w:val="00AE74E4"/>
    <w:rsid w:val="00AE7CE1"/>
    <w:rsid w:val="00AE7DD6"/>
    <w:rsid w:val="00AE7DED"/>
    <w:rsid w:val="00AF0553"/>
    <w:rsid w:val="00AF055F"/>
    <w:rsid w:val="00AF05CB"/>
    <w:rsid w:val="00AF06A0"/>
    <w:rsid w:val="00AF06D8"/>
    <w:rsid w:val="00AF0C5E"/>
    <w:rsid w:val="00AF0FA8"/>
    <w:rsid w:val="00AF13F1"/>
    <w:rsid w:val="00AF15F0"/>
    <w:rsid w:val="00AF1A04"/>
    <w:rsid w:val="00AF1A6D"/>
    <w:rsid w:val="00AF2B5E"/>
    <w:rsid w:val="00AF2C8C"/>
    <w:rsid w:val="00AF2F27"/>
    <w:rsid w:val="00AF373A"/>
    <w:rsid w:val="00AF4172"/>
    <w:rsid w:val="00AF46CD"/>
    <w:rsid w:val="00AF46F2"/>
    <w:rsid w:val="00AF486E"/>
    <w:rsid w:val="00AF48E2"/>
    <w:rsid w:val="00AF56A0"/>
    <w:rsid w:val="00AF5783"/>
    <w:rsid w:val="00AF5C41"/>
    <w:rsid w:val="00AF698A"/>
    <w:rsid w:val="00AF6AEC"/>
    <w:rsid w:val="00AF6F72"/>
    <w:rsid w:val="00AF737F"/>
    <w:rsid w:val="00AF744D"/>
    <w:rsid w:val="00AF75D9"/>
    <w:rsid w:val="00B005AD"/>
    <w:rsid w:val="00B00805"/>
    <w:rsid w:val="00B00813"/>
    <w:rsid w:val="00B00C72"/>
    <w:rsid w:val="00B00D01"/>
    <w:rsid w:val="00B010F6"/>
    <w:rsid w:val="00B01534"/>
    <w:rsid w:val="00B017E7"/>
    <w:rsid w:val="00B01937"/>
    <w:rsid w:val="00B02985"/>
    <w:rsid w:val="00B02BDA"/>
    <w:rsid w:val="00B02CEF"/>
    <w:rsid w:val="00B02FB1"/>
    <w:rsid w:val="00B038DB"/>
    <w:rsid w:val="00B03BFD"/>
    <w:rsid w:val="00B03D11"/>
    <w:rsid w:val="00B0407E"/>
    <w:rsid w:val="00B04197"/>
    <w:rsid w:val="00B049E1"/>
    <w:rsid w:val="00B04F19"/>
    <w:rsid w:val="00B05D77"/>
    <w:rsid w:val="00B060F8"/>
    <w:rsid w:val="00B061D3"/>
    <w:rsid w:val="00B06551"/>
    <w:rsid w:val="00B06772"/>
    <w:rsid w:val="00B06972"/>
    <w:rsid w:val="00B06F66"/>
    <w:rsid w:val="00B070C7"/>
    <w:rsid w:val="00B07775"/>
    <w:rsid w:val="00B07A47"/>
    <w:rsid w:val="00B107EC"/>
    <w:rsid w:val="00B10AE4"/>
    <w:rsid w:val="00B11076"/>
    <w:rsid w:val="00B110E4"/>
    <w:rsid w:val="00B112CF"/>
    <w:rsid w:val="00B112F1"/>
    <w:rsid w:val="00B11380"/>
    <w:rsid w:val="00B11858"/>
    <w:rsid w:val="00B11B62"/>
    <w:rsid w:val="00B11D82"/>
    <w:rsid w:val="00B11DE1"/>
    <w:rsid w:val="00B12179"/>
    <w:rsid w:val="00B1256B"/>
    <w:rsid w:val="00B12CAB"/>
    <w:rsid w:val="00B130CE"/>
    <w:rsid w:val="00B130EF"/>
    <w:rsid w:val="00B13202"/>
    <w:rsid w:val="00B13209"/>
    <w:rsid w:val="00B13336"/>
    <w:rsid w:val="00B1367D"/>
    <w:rsid w:val="00B13B1A"/>
    <w:rsid w:val="00B13BE8"/>
    <w:rsid w:val="00B13EFB"/>
    <w:rsid w:val="00B13F22"/>
    <w:rsid w:val="00B140BA"/>
    <w:rsid w:val="00B14559"/>
    <w:rsid w:val="00B14612"/>
    <w:rsid w:val="00B146DE"/>
    <w:rsid w:val="00B14C23"/>
    <w:rsid w:val="00B15166"/>
    <w:rsid w:val="00B1531C"/>
    <w:rsid w:val="00B15414"/>
    <w:rsid w:val="00B15744"/>
    <w:rsid w:val="00B15803"/>
    <w:rsid w:val="00B15C9F"/>
    <w:rsid w:val="00B16B8A"/>
    <w:rsid w:val="00B16D39"/>
    <w:rsid w:val="00B16E0F"/>
    <w:rsid w:val="00B16F7B"/>
    <w:rsid w:val="00B20666"/>
    <w:rsid w:val="00B20BAD"/>
    <w:rsid w:val="00B20C2E"/>
    <w:rsid w:val="00B2156B"/>
    <w:rsid w:val="00B21B76"/>
    <w:rsid w:val="00B21D2E"/>
    <w:rsid w:val="00B22344"/>
    <w:rsid w:val="00B22906"/>
    <w:rsid w:val="00B22FCE"/>
    <w:rsid w:val="00B230A5"/>
    <w:rsid w:val="00B231B0"/>
    <w:rsid w:val="00B236D6"/>
    <w:rsid w:val="00B2370E"/>
    <w:rsid w:val="00B23A72"/>
    <w:rsid w:val="00B23BE5"/>
    <w:rsid w:val="00B23C62"/>
    <w:rsid w:val="00B23D50"/>
    <w:rsid w:val="00B23E55"/>
    <w:rsid w:val="00B2480A"/>
    <w:rsid w:val="00B24BC1"/>
    <w:rsid w:val="00B25423"/>
    <w:rsid w:val="00B25505"/>
    <w:rsid w:val="00B257BB"/>
    <w:rsid w:val="00B25808"/>
    <w:rsid w:val="00B25929"/>
    <w:rsid w:val="00B25AEE"/>
    <w:rsid w:val="00B25CEA"/>
    <w:rsid w:val="00B26641"/>
    <w:rsid w:val="00B266C5"/>
    <w:rsid w:val="00B266CF"/>
    <w:rsid w:val="00B26B41"/>
    <w:rsid w:val="00B26B8C"/>
    <w:rsid w:val="00B2743D"/>
    <w:rsid w:val="00B279F8"/>
    <w:rsid w:val="00B27B5F"/>
    <w:rsid w:val="00B305EF"/>
    <w:rsid w:val="00B307A3"/>
    <w:rsid w:val="00B3086B"/>
    <w:rsid w:val="00B30BA0"/>
    <w:rsid w:val="00B31054"/>
    <w:rsid w:val="00B31B91"/>
    <w:rsid w:val="00B31BEE"/>
    <w:rsid w:val="00B3209D"/>
    <w:rsid w:val="00B32217"/>
    <w:rsid w:val="00B326E5"/>
    <w:rsid w:val="00B32967"/>
    <w:rsid w:val="00B32D6E"/>
    <w:rsid w:val="00B3302E"/>
    <w:rsid w:val="00B332B4"/>
    <w:rsid w:val="00B33B6A"/>
    <w:rsid w:val="00B34499"/>
    <w:rsid w:val="00B34B2F"/>
    <w:rsid w:val="00B3522E"/>
    <w:rsid w:val="00B3557D"/>
    <w:rsid w:val="00B35807"/>
    <w:rsid w:val="00B35E8D"/>
    <w:rsid w:val="00B362BE"/>
    <w:rsid w:val="00B367EF"/>
    <w:rsid w:val="00B36903"/>
    <w:rsid w:val="00B36BAB"/>
    <w:rsid w:val="00B36C7B"/>
    <w:rsid w:val="00B36DBC"/>
    <w:rsid w:val="00B36EB7"/>
    <w:rsid w:val="00B36FFE"/>
    <w:rsid w:val="00B370A1"/>
    <w:rsid w:val="00B37504"/>
    <w:rsid w:val="00B377DA"/>
    <w:rsid w:val="00B40082"/>
    <w:rsid w:val="00B4054C"/>
    <w:rsid w:val="00B40616"/>
    <w:rsid w:val="00B41031"/>
    <w:rsid w:val="00B41108"/>
    <w:rsid w:val="00B413C0"/>
    <w:rsid w:val="00B416CC"/>
    <w:rsid w:val="00B41A48"/>
    <w:rsid w:val="00B422B7"/>
    <w:rsid w:val="00B42523"/>
    <w:rsid w:val="00B4283A"/>
    <w:rsid w:val="00B42F9E"/>
    <w:rsid w:val="00B4316D"/>
    <w:rsid w:val="00B4396B"/>
    <w:rsid w:val="00B43B9E"/>
    <w:rsid w:val="00B43CD1"/>
    <w:rsid w:val="00B43D69"/>
    <w:rsid w:val="00B440B2"/>
    <w:rsid w:val="00B44250"/>
    <w:rsid w:val="00B44651"/>
    <w:rsid w:val="00B44E36"/>
    <w:rsid w:val="00B44F8C"/>
    <w:rsid w:val="00B4519F"/>
    <w:rsid w:val="00B45608"/>
    <w:rsid w:val="00B45B3E"/>
    <w:rsid w:val="00B45D12"/>
    <w:rsid w:val="00B45E8F"/>
    <w:rsid w:val="00B45F4E"/>
    <w:rsid w:val="00B45FD2"/>
    <w:rsid w:val="00B46560"/>
    <w:rsid w:val="00B46828"/>
    <w:rsid w:val="00B46C21"/>
    <w:rsid w:val="00B46E82"/>
    <w:rsid w:val="00B46F09"/>
    <w:rsid w:val="00B4720A"/>
    <w:rsid w:val="00B473C6"/>
    <w:rsid w:val="00B47532"/>
    <w:rsid w:val="00B47834"/>
    <w:rsid w:val="00B478F1"/>
    <w:rsid w:val="00B47BF2"/>
    <w:rsid w:val="00B47CF6"/>
    <w:rsid w:val="00B50135"/>
    <w:rsid w:val="00B50387"/>
    <w:rsid w:val="00B507D4"/>
    <w:rsid w:val="00B50815"/>
    <w:rsid w:val="00B50EB5"/>
    <w:rsid w:val="00B50F26"/>
    <w:rsid w:val="00B51B50"/>
    <w:rsid w:val="00B52890"/>
    <w:rsid w:val="00B528C2"/>
    <w:rsid w:val="00B5298D"/>
    <w:rsid w:val="00B52B13"/>
    <w:rsid w:val="00B52C06"/>
    <w:rsid w:val="00B52E60"/>
    <w:rsid w:val="00B52F6F"/>
    <w:rsid w:val="00B53066"/>
    <w:rsid w:val="00B530CA"/>
    <w:rsid w:val="00B53297"/>
    <w:rsid w:val="00B532B7"/>
    <w:rsid w:val="00B534CB"/>
    <w:rsid w:val="00B539D1"/>
    <w:rsid w:val="00B53E36"/>
    <w:rsid w:val="00B53EED"/>
    <w:rsid w:val="00B54668"/>
    <w:rsid w:val="00B55161"/>
    <w:rsid w:val="00B553A2"/>
    <w:rsid w:val="00B555AB"/>
    <w:rsid w:val="00B5605C"/>
    <w:rsid w:val="00B5639D"/>
    <w:rsid w:val="00B56AEF"/>
    <w:rsid w:val="00B57019"/>
    <w:rsid w:val="00B57727"/>
    <w:rsid w:val="00B5791F"/>
    <w:rsid w:val="00B57ABA"/>
    <w:rsid w:val="00B60109"/>
    <w:rsid w:val="00B60112"/>
    <w:rsid w:val="00B60218"/>
    <w:rsid w:val="00B60463"/>
    <w:rsid w:val="00B60581"/>
    <w:rsid w:val="00B608CA"/>
    <w:rsid w:val="00B60EA1"/>
    <w:rsid w:val="00B615AC"/>
    <w:rsid w:val="00B61963"/>
    <w:rsid w:val="00B61C04"/>
    <w:rsid w:val="00B622A0"/>
    <w:rsid w:val="00B62425"/>
    <w:rsid w:val="00B6293C"/>
    <w:rsid w:val="00B629BE"/>
    <w:rsid w:val="00B632D3"/>
    <w:rsid w:val="00B63586"/>
    <w:rsid w:val="00B63B09"/>
    <w:rsid w:val="00B63BB8"/>
    <w:rsid w:val="00B63C69"/>
    <w:rsid w:val="00B64A46"/>
    <w:rsid w:val="00B65007"/>
    <w:rsid w:val="00B6524B"/>
    <w:rsid w:val="00B65303"/>
    <w:rsid w:val="00B656C1"/>
    <w:rsid w:val="00B65950"/>
    <w:rsid w:val="00B66166"/>
    <w:rsid w:val="00B6671C"/>
    <w:rsid w:val="00B6689C"/>
    <w:rsid w:val="00B66E08"/>
    <w:rsid w:val="00B66E0F"/>
    <w:rsid w:val="00B67146"/>
    <w:rsid w:val="00B67271"/>
    <w:rsid w:val="00B67391"/>
    <w:rsid w:val="00B67554"/>
    <w:rsid w:val="00B67629"/>
    <w:rsid w:val="00B70500"/>
    <w:rsid w:val="00B7071D"/>
    <w:rsid w:val="00B70959"/>
    <w:rsid w:val="00B70B9D"/>
    <w:rsid w:val="00B70BD4"/>
    <w:rsid w:val="00B70CEA"/>
    <w:rsid w:val="00B70DD3"/>
    <w:rsid w:val="00B71371"/>
    <w:rsid w:val="00B71AB7"/>
    <w:rsid w:val="00B71B2D"/>
    <w:rsid w:val="00B71B42"/>
    <w:rsid w:val="00B71D05"/>
    <w:rsid w:val="00B71E1A"/>
    <w:rsid w:val="00B71F3E"/>
    <w:rsid w:val="00B71FE1"/>
    <w:rsid w:val="00B72130"/>
    <w:rsid w:val="00B723A9"/>
    <w:rsid w:val="00B724FC"/>
    <w:rsid w:val="00B72A12"/>
    <w:rsid w:val="00B72D64"/>
    <w:rsid w:val="00B734B3"/>
    <w:rsid w:val="00B73630"/>
    <w:rsid w:val="00B73A33"/>
    <w:rsid w:val="00B73D88"/>
    <w:rsid w:val="00B73ED0"/>
    <w:rsid w:val="00B74018"/>
    <w:rsid w:val="00B743C6"/>
    <w:rsid w:val="00B747C1"/>
    <w:rsid w:val="00B74E21"/>
    <w:rsid w:val="00B75435"/>
    <w:rsid w:val="00B759EF"/>
    <w:rsid w:val="00B75A39"/>
    <w:rsid w:val="00B75A69"/>
    <w:rsid w:val="00B75A70"/>
    <w:rsid w:val="00B76273"/>
    <w:rsid w:val="00B76346"/>
    <w:rsid w:val="00B764BD"/>
    <w:rsid w:val="00B765C5"/>
    <w:rsid w:val="00B76801"/>
    <w:rsid w:val="00B77BDF"/>
    <w:rsid w:val="00B77C23"/>
    <w:rsid w:val="00B806F1"/>
    <w:rsid w:val="00B815B1"/>
    <w:rsid w:val="00B81626"/>
    <w:rsid w:val="00B8183B"/>
    <w:rsid w:val="00B81D57"/>
    <w:rsid w:val="00B828CD"/>
    <w:rsid w:val="00B82C71"/>
    <w:rsid w:val="00B83681"/>
    <w:rsid w:val="00B8395F"/>
    <w:rsid w:val="00B8418A"/>
    <w:rsid w:val="00B847A7"/>
    <w:rsid w:val="00B84E53"/>
    <w:rsid w:val="00B85026"/>
    <w:rsid w:val="00B85154"/>
    <w:rsid w:val="00B8540C"/>
    <w:rsid w:val="00B854A8"/>
    <w:rsid w:val="00B85ABF"/>
    <w:rsid w:val="00B85B31"/>
    <w:rsid w:val="00B85ED7"/>
    <w:rsid w:val="00B8620A"/>
    <w:rsid w:val="00B86271"/>
    <w:rsid w:val="00B86332"/>
    <w:rsid w:val="00B86503"/>
    <w:rsid w:val="00B865A1"/>
    <w:rsid w:val="00B86890"/>
    <w:rsid w:val="00B86A59"/>
    <w:rsid w:val="00B86B76"/>
    <w:rsid w:val="00B86E4F"/>
    <w:rsid w:val="00B8718C"/>
    <w:rsid w:val="00B87946"/>
    <w:rsid w:val="00B87B45"/>
    <w:rsid w:val="00B90CF3"/>
    <w:rsid w:val="00B90F90"/>
    <w:rsid w:val="00B9105D"/>
    <w:rsid w:val="00B91337"/>
    <w:rsid w:val="00B91517"/>
    <w:rsid w:val="00B915D3"/>
    <w:rsid w:val="00B92011"/>
    <w:rsid w:val="00B9228E"/>
    <w:rsid w:val="00B92C7B"/>
    <w:rsid w:val="00B92FD9"/>
    <w:rsid w:val="00B93150"/>
    <w:rsid w:val="00B931E2"/>
    <w:rsid w:val="00B93C8A"/>
    <w:rsid w:val="00B93DA4"/>
    <w:rsid w:val="00B9420B"/>
    <w:rsid w:val="00B94370"/>
    <w:rsid w:val="00B94699"/>
    <w:rsid w:val="00B94965"/>
    <w:rsid w:val="00B94C23"/>
    <w:rsid w:val="00B95AE1"/>
    <w:rsid w:val="00B95C21"/>
    <w:rsid w:val="00B95F22"/>
    <w:rsid w:val="00B960EB"/>
    <w:rsid w:val="00B9618B"/>
    <w:rsid w:val="00B9696E"/>
    <w:rsid w:val="00B96BA0"/>
    <w:rsid w:val="00B977ED"/>
    <w:rsid w:val="00B97835"/>
    <w:rsid w:val="00B97CB5"/>
    <w:rsid w:val="00B97D13"/>
    <w:rsid w:val="00B97DCB"/>
    <w:rsid w:val="00BA04C4"/>
    <w:rsid w:val="00BA05ED"/>
    <w:rsid w:val="00BA06F2"/>
    <w:rsid w:val="00BA0939"/>
    <w:rsid w:val="00BA0B5C"/>
    <w:rsid w:val="00BA15EB"/>
    <w:rsid w:val="00BA18FA"/>
    <w:rsid w:val="00BA1A07"/>
    <w:rsid w:val="00BA2879"/>
    <w:rsid w:val="00BA2B17"/>
    <w:rsid w:val="00BA2DF0"/>
    <w:rsid w:val="00BA308F"/>
    <w:rsid w:val="00BA388E"/>
    <w:rsid w:val="00BA3EBF"/>
    <w:rsid w:val="00BA4AD2"/>
    <w:rsid w:val="00BA4C64"/>
    <w:rsid w:val="00BA4FFD"/>
    <w:rsid w:val="00BA5145"/>
    <w:rsid w:val="00BA51CC"/>
    <w:rsid w:val="00BA5447"/>
    <w:rsid w:val="00BA5482"/>
    <w:rsid w:val="00BA5936"/>
    <w:rsid w:val="00BA5C04"/>
    <w:rsid w:val="00BA5FE2"/>
    <w:rsid w:val="00BA616B"/>
    <w:rsid w:val="00BA62FD"/>
    <w:rsid w:val="00BA6357"/>
    <w:rsid w:val="00BA648D"/>
    <w:rsid w:val="00BA65E6"/>
    <w:rsid w:val="00BA661B"/>
    <w:rsid w:val="00BA6645"/>
    <w:rsid w:val="00BA71E2"/>
    <w:rsid w:val="00BA73C3"/>
    <w:rsid w:val="00BA7882"/>
    <w:rsid w:val="00BA7A78"/>
    <w:rsid w:val="00BA7BA1"/>
    <w:rsid w:val="00BA7C82"/>
    <w:rsid w:val="00BB00CA"/>
    <w:rsid w:val="00BB03C4"/>
    <w:rsid w:val="00BB0451"/>
    <w:rsid w:val="00BB0BD2"/>
    <w:rsid w:val="00BB0E81"/>
    <w:rsid w:val="00BB108C"/>
    <w:rsid w:val="00BB119D"/>
    <w:rsid w:val="00BB12AF"/>
    <w:rsid w:val="00BB1692"/>
    <w:rsid w:val="00BB16FC"/>
    <w:rsid w:val="00BB1C38"/>
    <w:rsid w:val="00BB1C4A"/>
    <w:rsid w:val="00BB1DB5"/>
    <w:rsid w:val="00BB2233"/>
    <w:rsid w:val="00BB263F"/>
    <w:rsid w:val="00BB27C4"/>
    <w:rsid w:val="00BB2A18"/>
    <w:rsid w:val="00BB2DB7"/>
    <w:rsid w:val="00BB2DDB"/>
    <w:rsid w:val="00BB34CC"/>
    <w:rsid w:val="00BB3CD7"/>
    <w:rsid w:val="00BB3E52"/>
    <w:rsid w:val="00BB432B"/>
    <w:rsid w:val="00BB44EB"/>
    <w:rsid w:val="00BB4549"/>
    <w:rsid w:val="00BB456B"/>
    <w:rsid w:val="00BB49E5"/>
    <w:rsid w:val="00BB508D"/>
    <w:rsid w:val="00BB51BF"/>
    <w:rsid w:val="00BB5370"/>
    <w:rsid w:val="00BB5431"/>
    <w:rsid w:val="00BB5628"/>
    <w:rsid w:val="00BB58C2"/>
    <w:rsid w:val="00BB6080"/>
    <w:rsid w:val="00BB60BE"/>
    <w:rsid w:val="00BB60C2"/>
    <w:rsid w:val="00BB6500"/>
    <w:rsid w:val="00BB6A6F"/>
    <w:rsid w:val="00BB6E63"/>
    <w:rsid w:val="00BB6F70"/>
    <w:rsid w:val="00BB6FCB"/>
    <w:rsid w:val="00BB7249"/>
    <w:rsid w:val="00BB73D3"/>
    <w:rsid w:val="00BB74D5"/>
    <w:rsid w:val="00BB7990"/>
    <w:rsid w:val="00BB7BC8"/>
    <w:rsid w:val="00BC0374"/>
    <w:rsid w:val="00BC0987"/>
    <w:rsid w:val="00BC1224"/>
    <w:rsid w:val="00BC143E"/>
    <w:rsid w:val="00BC153A"/>
    <w:rsid w:val="00BC1577"/>
    <w:rsid w:val="00BC1578"/>
    <w:rsid w:val="00BC157E"/>
    <w:rsid w:val="00BC1DBB"/>
    <w:rsid w:val="00BC2362"/>
    <w:rsid w:val="00BC2906"/>
    <w:rsid w:val="00BC2A48"/>
    <w:rsid w:val="00BC2BB0"/>
    <w:rsid w:val="00BC30D8"/>
    <w:rsid w:val="00BC36CC"/>
    <w:rsid w:val="00BC3B5C"/>
    <w:rsid w:val="00BC3FCC"/>
    <w:rsid w:val="00BC40C5"/>
    <w:rsid w:val="00BC47C6"/>
    <w:rsid w:val="00BC494B"/>
    <w:rsid w:val="00BC538B"/>
    <w:rsid w:val="00BC5B57"/>
    <w:rsid w:val="00BC5DB4"/>
    <w:rsid w:val="00BC5ED2"/>
    <w:rsid w:val="00BC5EF1"/>
    <w:rsid w:val="00BC5F74"/>
    <w:rsid w:val="00BC6282"/>
    <w:rsid w:val="00BC6CD2"/>
    <w:rsid w:val="00BC6CD6"/>
    <w:rsid w:val="00BC6E07"/>
    <w:rsid w:val="00BC718D"/>
    <w:rsid w:val="00BC765A"/>
    <w:rsid w:val="00BC7CAB"/>
    <w:rsid w:val="00BC7E25"/>
    <w:rsid w:val="00BD0035"/>
    <w:rsid w:val="00BD07D3"/>
    <w:rsid w:val="00BD0CF7"/>
    <w:rsid w:val="00BD0E3A"/>
    <w:rsid w:val="00BD0F0D"/>
    <w:rsid w:val="00BD0F93"/>
    <w:rsid w:val="00BD1065"/>
    <w:rsid w:val="00BD131E"/>
    <w:rsid w:val="00BD1C2F"/>
    <w:rsid w:val="00BD1DAB"/>
    <w:rsid w:val="00BD1DC8"/>
    <w:rsid w:val="00BD1EB4"/>
    <w:rsid w:val="00BD1FFC"/>
    <w:rsid w:val="00BD2669"/>
    <w:rsid w:val="00BD2E2A"/>
    <w:rsid w:val="00BD2E5B"/>
    <w:rsid w:val="00BD34B7"/>
    <w:rsid w:val="00BD359A"/>
    <w:rsid w:val="00BD3865"/>
    <w:rsid w:val="00BD3A70"/>
    <w:rsid w:val="00BD3ECC"/>
    <w:rsid w:val="00BD417E"/>
    <w:rsid w:val="00BD485A"/>
    <w:rsid w:val="00BD4E9A"/>
    <w:rsid w:val="00BD56C9"/>
    <w:rsid w:val="00BD6EE9"/>
    <w:rsid w:val="00BD701E"/>
    <w:rsid w:val="00BD716D"/>
    <w:rsid w:val="00BD7545"/>
    <w:rsid w:val="00BD7B09"/>
    <w:rsid w:val="00BD7BCC"/>
    <w:rsid w:val="00BD7BDD"/>
    <w:rsid w:val="00BD7E72"/>
    <w:rsid w:val="00BE0309"/>
    <w:rsid w:val="00BE046D"/>
    <w:rsid w:val="00BE04C5"/>
    <w:rsid w:val="00BE0D70"/>
    <w:rsid w:val="00BE1201"/>
    <w:rsid w:val="00BE1BAA"/>
    <w:rsid w:val="00BE1EBB"/>
    <w:rsid w:val="00BE1F37"/>
    <w:rsid w:val="00BE2218"/>
    <w:rsid w:val="00BE233B"/>
    <w:rsid w:val="00BE2432"/>
    <w:rsid w:val="00BE2469"/>
    <w:rsid w:val="00BE2DF8"/>
    <w:rsid w:val="00BE2F90"/>
    <w:rsid w:val="00BE32B1"/>
    <w:rsid w:val="00BE35C0"/>
    <w:rsid w:val="00BE35C7"/>
    <w:rsid w:val="00BE35FC"/>
    <w:rsid w:val="00BE3888"/>
    <w:rsid w:val="00BE56DB"/>
    <w:rsid w:val="00BE5AA9"/>
    <w:rsid w:val="00BE6231"/>
    <w:rsid w:val="00BE627B"/>
    <w:rsid w:val="00BE6351"/>
    <w:rsid w:val="00BE6465"/>
    <w:rsid w:val="00BE65BD"/>
    <w:rsid w:val="00BE65E3"/>
    <w:rsid w:val="00BE67EE"/>
    <w:rsid w:val="00BE685B"/>
    <w:rsid w:val="00BE6CF4"/>
    <w:rsid w:val="00BE6E04"/>
    <w:rsid w:val="00BE6EA1"/>
    <w:rsid w:val="00BE7018"/>
    <w:rsid w:val="00BE7053"/>
    <w:rsid w:val="00BE75ED"/>
    <w:rsid w:val="00BE7B3E"/>
    <w:rsid w:val="00BF082B"/>
    <w:rsid w:val="00BF085D"/>
    <w:rsid w:val="00BF08B0"/>
    <w:rsid w:val="00BF0B02"/>
    <w:rsid w:val="00BF0FD0"/>
    <w:rsid w:val="00BF10F5"/>
    <w:rsid w:val="00BF1547"/>
    <w:rsid w:val="00BF1720"/>
    <w:rsid w:val="00BF1C26"/>
    <w:rsid w:val="00BF212B"/>
    <w:rsid w:val="00BF24F8"/>
    <w:rsid w:val="00BF25E8"/>
    <w:rsid w:val="00BF2ACE"/>
    <w:rsid w:val="00BF2AE3"/>
    <w:rsid w:val="00BF2B4F"/>
    <w:rsid w:val="00BF2BB1"/>
    <w:rsid w:val="00BF2C60"/>
    <w:rsid w:val="00BF2C99"/>
    <w:rsid w:val="00BF3181"/>
    <w:rsid w:val="00BF31F1"/>
    <w:rsid w:val="00BF33ED"/>
    <w:rsid w:val="00BF3EC5"/>
    <w:rsid w:val="00BF3F54"/>
    <w:rsid w:val="00BF3FA5"/>
    <w:rsid w:val="00BF4155"/>
    <w:rsid w:val="00BF4AF5"/>
    <w:rsid w:val="00BF4E80"/>
    <w:rsid w:val="00BF58A6"/>
    <w:rsid w:val="00BF5A77"/>
    <w:rsid w:val="00BF5B94"/>
    <w:rsid w:val="00BF5D69"/>
    <w:rsid w:val="00BF5E0A"/>
    <w:rsid w:val="00BF5F11"/>
    <w:rsid w:val="00BF6B66"/>
    <w:rsid w:val="00BF6E1C"/>
    <w:rsid w:val="00BF6F89"/>
    <w:rsid w:val="00BF72C1"/>
    <w:rsid w:val="00BF742D"/>
    <w:rsid w:val="00BF746C"/>
    <w:rsid w:val="00BF749B"/>
    <w:rsid w:val="00BF7546"/>
    <w:rsid w:val="00BF7730"/>
    <w:rsid w:val="00BF7943"/>
    <w:rsid w:val="00BF7CE4"/>
    <w:rsid w:val="00BF7D76"/>
    <w:rsid w:val="00C001AB"/>
    <w:rsid w:val="00C004B1"/>
    <w:rsid w:val="00C005A4"/>
    <w:rsid w:val="00C00A86"/>
    <w:rsid w:val="00C01171"/>
    <w:rsid w:val="00C0118B"/>
    <w:rsid w:val="00C011CB"/>
    <w:rsid w:val="00C0141C"/>
    <w:rsid w:val="00C016BA"/>
    <w:rsid w:val="00C020C2"/>
    <w:rsid w:val="00C0222F"/>
    <w:rsid w:val="00C024B0"/>
    <w:rsid w:val="00C028B4"/>
    <w:rsid w:val="00C028E7"/>
    <w:rsid w:val="00C02AD4"/>
    <w:rsid w:val="00C03153"/>
    <w:rsid w:val="00C035B7"/>
    <w:rsid w:val="00C03790"/>
    <w:rsid w:val="00C038FC"/>
    <w:rsid w:val="00C03C65"/>
    <w:rsid w:val="00C03F38"/>
    <w:rsid w:val="00C04248"/>
    <w:rsid w:val="00C04487"/>
    <w:rsid w:val="00C04CAE"/>
    <w:rsid w:val="00C04EBF"/>
    <w:rsid w:val="00C05579"/>
    <w:rsid w:val="00C0557B"/>
    <w:rsid w:val="00C055BD"/>
    <w:rsid w:val="00C05DBE"/>
    <w:rsid w:val="00C05E60"/>
    <w:rsid w:val="00C06624"/>
    <w:rsid w:val="00C06856"/>
    <w:rsid w:val="00C06863"/>
    <w:rsid w:val="00C0694F"/>
    <w:rsid w:val="00C06B69"/>
    <w:rsid w:val="00C071CD"/>
    <w:rsid w:val="00C10015"/>
    <w:rsid w:val="00C101DB"/>
    <w:rsid w:val="00C107D5"/>
    <w:rsid w:val="00C1142C"/>
    <w:rsid w:val="00C11792"/>
    <w:rsid w:val="00C11946"/>
    <w:rsid w:val="00C1238E"/>
    <w:rsid w:val="00C126D5"/>
    <w:rsid w:val="00C13627"/>
    <w:rsid w:val="00C13D28"/>
    <w:rsid w:val="00C13EDD"/>
    <w:rsid w:val="00C13FCD"/>
    <w:rsid w:val="00C14284"/>
    <w:rsid w:val="00C14379"/>
    <w:rsid w:val="00C14B49"/>
    <w:rsid w:val="00C15188"/>
    <w:rsid w:val="00C15572"/>
    <w:rsid w:val="00C15744"/>
    <w:rsid w:val="00C16DFA"/>
    <w:rsid w:val="00C17473"/>
    <w:rsid w:val="00C17548"/>
    <w:rsid w:val="00C17DAC"/>
    <w:rsid w:val="00C17E79"/>
    <w:rsid w:val="00C2013F"/>
    <w:rsid w:val="00C20324"/>
    <w:rsid w:val="00C2074D"/>
    <w:rsid w:val="00C209F9"/>
    <w:rsid w:val="00C20D27"/>
    <w:rsid w:val="00C20D4D"/>
    <w:rsid w:val="00C2107A"/>
    <w:rsid w:val="00C21356"/>
    <w:rsid w:val="00C21773"/>
    <w:rsid w:val="00C218EE"/>
    <w:rsid w:val="00C21A5F"/>
    <w:rsid w:val="00C21CC8"/>
    <w:rsid w:val="00C21F1B"/>
    <w:rsid w:val="00C22104"/>
    <w:rsid w:val="00C223E4"/>
    <w:rsid w:val="00C229D6"/>
    <w:rsid w:val="00C22AC8"/>
    <w:rsid w:val="00C231C3"/>
    <w:rsid w:val="00C236CA"/>
    <w:rsid w:val="00C23C94"/>
    <w:rsid w:val="00C23CC1"/>
    <w:rsid w:val="00C241C9"/>
    <w:rsid w:val="00C244D6"/>
    <w:rsid w:val="00C24953"/>
    <w:rsid w:val="00C25268"/>
    <w:rsid w:val="00C25435"/>
    <w:rsid w:val="00C2599C"/>
    <w:rsid w:val="00C25B9E"/>
    <w:rsid w:val="00C25C32"/>
    <w:rsid w:val="00C25D94"/>
    <w:rsid w:val="00C25FD9"/>
    <w:rsid w:val="00C261DE"/>
    <w:rsid w:val="00C26904"/>
    <w:rsid w:val="00C26BED"/>
    <w:rsid w:val="00C2790B"/>
    <w:rsid w:val="00C27AC1"/>
    <w:rsid w:val="00C27DBC"/>
    <w:rsid w:val="00C27E82"/>
    <w:rsid w:val="00C300C0"/>
    <w:rsid w:val="00C30331"/>
    <w:rsid w:val="00C3063E"/>
    <w:rsid w:val="00C30B87"/>
    <w:rsid w:val="00C30FCB"/>
    <w:rsid w:val="00C31F7E"/>
    <w:rsid w:val="00C32699"/>
    <w:rsid w:val="00C32828"/>
    <w:rsid w:val="00C32E77"/>
    <w:rsid w:val="00C32FB5"/>
    <w:rsid w:val="00C33138"/>
    <w:rsid w:val="00C3331D"/>
    <w:rsid w:val="00C33806"/>
    <w:rsid w:val="00C33865"/>
    <w:rsid w:val="00C33B43"/>
    <w:rsid w:val="00C33C41"/>
    <w:rsid w:val="00C34090"/>
    <w:rsid w:val="00C34217"/>
    <w:rsid w:val="00C344AA"/>
    <w:rsid w:val="00C3460E"/>
    <w:rsid w:val="00C34831"/>
    <w:rsid w:val="00C3499D"/>
    <w:rsid w:val="00C349A1"/>
    <w:rsid w:val="00C349CA"/>
    <w:rsid w:val="00C34CAC"/>
    <w:rsid w:val="00C35004"/>
    <w:rsid w:val="00C3570C"/>
    <w:rsid w:val="00C359DD"/>
    <w:rsid w:val="00C35E7B"/>
    <w:rsid w:val="00C366F2"/>
    <w:rsid w:val="00C36B53"/>
    <w:rsid w:val="00C36F7F"/>
    <w:rsid w:val="00C372F2"/>
    <w:rsid w:val="00C376D9"/>
    <w:rsid w:val="00C37B4B"/>
    <w:rsid w:val="00C40532"/>
    <w:rsid w:val="00C40B8A"/>
    <w:rsid w:val="00C414C5"/>
    <w:rsid w:val="00C415A3"/>
    <w:rsid w:val="00C4175B"/>
    <w:rsid w:val="00C41895"/>
    <w:rsid w:val="00C418A0"/>
    <w:rsid w:val="00C4192C"/>
    <w:rsid w:val="00C41FE5"/>
    <w:rsid w:val="00C42BD1"/>
    <w:rsid w:val="00C42D4D"/>
    <w:rsid w:val="00C42F8E"/>
    <w:rsid w:val="00C43D78"/>
    <w:rsid w:val="00C44215"/>
    <w:rsid w:val="00C447AF"/>
    <w:rsid w:val="00C44901"/>
    <w:rsid w:val="00C44C6D"/>
    <w:rsid w:val="00C45200"/>
    <w:rsid w:val="00C45293"/>
    <w:rsid w:val="00C453AC"/>
    <w:rsid w:val="00C45516"/>
    <w:rsid w:val="00C457F9"/>
    <w:rsid w:val="00C459CA"/>
    <w:rsid w:val="00C45AA0"/>
    <w:rsid w:val="00C46238"/>
    <w:rsid w:val="00C4659B"/>
    <w:rsid w:val="00C475C7"/>
    <w:rsid w:val="00C47615"/>
    <w:rsid w:val="00C477B5"/>
    <w:rsid w:val="00C477D6"/>
    <w:rsid w:val="00C47E4E"/>
    <w:rsid w:val="00C47F85"/>
    <w:rsid w:val="00C50006"/>
    <w:rsid w:val="00C505C1"/>
    <w:rsid w:val="00C509C6"/>
    <w:rsid w:val="00C50F91"/>
    <w:rsid w:val="00C5119C"/>
    <w:rsid w:val="00C515AF"/>
    <w:rsid w:val="00C51928"/>
    <w:rsid w:val="00C51976"/>
    <w:rsid w:val="00C51F4D"/>
    <w:rsid w:val="00C52238"/>
    <w:rsid w:val="00C522B4"/>
    <w:rsid w:val="00C523CB"/>
    <w:rsid w:val="00C5281A"/>
    <w:rsid w:val="00C528E5"/>
    <w:rsid w:val="00C52B0F"/>
    <w:rsid w:val="00C52C92"/>
    <w:rsid w:val="00C52EA4"/>
    <w:rsid w:val="00C534E3"/>
    <w:rsid w:val="00C535D5"/>
    <w:rsid w:val="00C537C7"/>
    <w:rsid w:val="00C53D55"/>
    <w:rsid w:val="00C54067"/>
    <w:rsid w:val="00C541A4"/>
    <w:rsid w:val="00C548F4"/>
    <w:rsid w:val="00C54A5D"/>
    <w:rsid w:val="00C54FA0"/>
    <w:rsid w:val="00C55177"/>
    <w:rsid w:val="00C552E4"/>
    <w:rsid w:val="00C55559"/>
    <w:rsid w:val="00C55569"/>
    <w:rsid w:val="00C5565A"/>
    <w:rsid w:val="00C5587E"/>
    <w:rsid w:val="00C55BC2"/>
    <w:rsid w:val="00C55BCC"/>
    <w:rsid w:val="00C562E4"/>
    <w:rsid w:val="00C5692E"/>
    <w:rsid w:val="00C56A23"/>
    <w:rsid w:val="00C56B58"/>
    <w:rsid w:val="00C5701F"/>
    <w:rsid w:val="00C5705D"/>
    <w:rsid w:val="00C5722A"/>
    <w:rsid w:val="00C57507"/>
    <w:rsid w:val="00C578B8"/>
    <w:rsid w:val="00C57A81"/>
    <w:rsid w:val="00C602EA"/>
    <w:rsid w:val="00C60603"/>
    <w:rsid w:val="00C60695"/>
    <w:rsid w:val="00C607DF"/>
    <w:rsid w:val="00C60C7F"/>
    <w:rsid w:val="00C60CB0"/>
    <w:rsid w:val="00C60D92"/>
    <w:rsid w:val="00C61096"/>
    <w:rsid w:val="00C6117A"/>
    <w:rsid w:val="00C61602"/>
    <w:rsid w:val="00C617FC"/>
    <w:rsid w:val="00C618AD"/>
    <w:rsid w:val="00C61A70"/>
    <w:rsid w:val="00C61E06"/>
    <w:rsid w:val="00C61E6C"/>
    <w:rsid w:val="00C61ED1"/>
    <w:rsid w:val="00C62237"/>
    <w:rsid w:val="00C62C98"/>
    <w:rsid w:val="00C63002"/>
    <w:rsid w:val="00C634C3"/>
    <w:rsid w:val="00C63717"/>
    <w:rsid w:val="00C63C3A"/>
    <w:rsid w:val="00C63D28"/>
    <w:rsid w:val="00C63DCF"/>
    <w:rsid w:val="00C65010"/>
    <w:rsid w:val="00C65256"/>
    <w:rsid w:val="00C653BD"/>
    <w:rsid w:val="00C65779"/>
    <w:rsid w:val="00C65EC1"/>
    <w:rsid w:val="00C66548"/>
    <w:rsid w:val="00C6664D"/>
    <w:rsid w:val="00C66EE7"/>
    <w:rsid w:val="00C66EED"/>
    <w:rsid w:val="00C6752E"/>
    <w:rsid w:val="00C6780C"/>
    <w:rsid w:val="00C678FC"/>
    <w:rsid w:val="00C67D27"/>
    <w:rsid w:val="00C7047D"/>
    <w:rsid w:val="00C70508"/>
    <w:rsid w:val="00C705F5"/>
    <w:rsid w:val="00C707E4"/>
    <w:rsid w:val="00C709D5"/>
    <w:rsid w:val="00C70C6F"/>
    <w:rsid w:val="00C70D4F"/>
    <w:rsid w:val="00C71259"/>
    <w:rsid w:val="00C712D2"/>
    <w:rsid w:val="00C7152E"/>
    <w:rsid w:val="00C71953"/>
    <w:rsid w:val="00C71ACB"/>
    <w:rsid w:val="00C7259A"/>
    <w:rsid w:val="00C72638"/>
    <w:rsid w:val="00C72850"/>
    <w:rsid w:val="00C72C9F"/>
    <w:rsid w:val="00C72F43"/>
    <w:rsid w:val="00C7309C"/>
    <w:rsid w:val="00C731AC"/>
    <w:rsid w:val="00C73283"/>
    <w:rsid w:val="00C732AF"/>
    <w:rsid w:val="00C7335D"/>
    <w:rsid w:val="00C736F7"/>
    <w:rsid w:val="00C73DFB"/>
    <w:rsid w:val="00C74B87"/>
    <w:rsid w:val="00C74DD4"/>
    <w:rsid w:val="00C74F84"/>
    <w:rsid w:val="00C758E8"/>
    <w:rsid w:val="00C7593C"/>
    <w:rsid w:val="00C760A4"/>
    <w:rsid w:val="00C7617F"/>
    <w:rsid w:val="00C76304"/>
    <w:rsid w:val="00C7639A"/>
    <w:rsid w:val="00C7652F"/>
    <w:rsid w:val="00C76B70"/>
    <w:rsid w:val="00C77653"/>
    <w:rsid w:val="00C7769C"/>
    <w:rsid w:val="00C80304"/>
    <w:rsid w:val="00C80E32"/>
    <w:rsid w:val="00C8120D"/>
    <w:rsid w:val="00C812E0"/>
    <w:rsid w:val="00C81FEE"/>
    <w:rsid w:val="00C820A2"/>
    <w:rsid w:val="00C820D5"/>
    <w:rsid w:val="00C82164"/>
    <w:rsid w:val="00C823F5"/>
    <w:rsid w:val="00C825D7"/>
    <w:rsid w:val="00C82DCD"/>
    <w:rsid w:val="00C8314C"/>
    <w:rsid w:val="00C8317A"/>
    <w:rsid w:val="00C832E6"/>
    <w:rsid w:val="00C83551"/>
    <w:rsid w:val="00C83ED4"/>
    <w:rsid w:val="00C84088"/>
    <w:rsid w:val="00C841C8"/>
    <w:rsid w:val="00C842D1"/>
    <w:rsid w:val="00C850D9"/>
    <w:rsid w:val="00C851C0"/>
    <w:rsid w:val="00C85584"/>
    <w:rsid w:val="00C857F4"/>
    <w:rsid w:val="00C85862"/>
    <w:rsid w:val="00C85C06"/>
    <w:rsid w:val="00C85F79"/>
    <w:rsid w:val="00C86213"/>
    <w:rsid w:val="00C8656E"/>
    <w:rsid w:val="00C8682F"/>
    <w:rsid w:val="00C86880"/>
    <w:rsid w:val="00C874BB"/>
    <w:rsid w:val="00C879D0"/>
    <w:rsid w:val="00C87C13"/>
    <w:rsid w:val="00C87EF0"/>
    <w:rsid w:val="00C90170"/>
    <w:rsid w:val="00C90200"/>
    <w:rsid w:val="00C903A7"/>
    <w:rsid w:val="00C904FC"/>
    <w:rsid w:val="00C9059A"/>
    <w:rsid w:val="00C9106B"/>
    <w:rsid w:val="00C91324"/>
    <w:rsid w:val="00C91770"/>
    <w:rsid w:val="00C917F6"/>
    <w:rsid w:val="00C9189E"/>
    <w:rsid w:val="00C91ED7"/>
    <w:rsid w:val="00C921A2"/>
    <w:rsid w:val="00C92374"/>
    <w:rsid w:val="00C92463"/>
    <w:rsid w:val="00C928FD"/>
    <w:rsid w:val="00C92B77"/>
    <w:rsid w:val="00C92EC4"/>
    <w:rsid w:val="00C92FA2"/>
    <w:rsid w:val="00C93074"/>
    <w:rsid w:val="00C936FE"/>
    <w:rsid w:val="00C93F02"/>
    <w:rsid w:val="00C940F9"/>
    <w:rsid w:val="00C945DB"/>
    <w:rsid w:val="00C9482C"/>
    <w:rsid w:val="00C94CD3"/>
    <w:rsid w:val="00C94CEA"/>
    <w:rsid w:val="00C95247"/>
    <w:rsid w:val="00C95418"/>
    <w:rsid w:val="00C957AF"/>
    <w:rsid w:val="00C95F5A"/>
    <w:rsid w:val="00C96CD8"/>
    <w:rsid w:val="00C96E37"/>
    <w:rsid w:val="00C97224"/>
    <w:rsid w:val="00C9725F"/>
    <w:rsid w:val="00C974F7"/>
    <w:rsid w:val="00C9771C"/>
    <w:rsid w:val="00C97C24"/>
    <w:rsid w:val="00C97F5A"/>
    <w:rsid w:val="00CA020C"/>
    <w:rsid w:val="00CA1520"/>
    <w:rsid w:val="00CA189B"/>
    <w:rsid w:val="00CA18EA"/>
    <w:rsid w:val="00CA1D9D"/>
    <w:rsid w:val="00CA1F5A"/>
    <w:rsid w:val="00CA2462"/>
    <w:rsid w:val="00CA2947"/>
    <w:rsid w:val="00CA2F8C"/>
    <w:rsid w:val="00CA334D"/>
    <w:rsid w:val="00CA348B"/>
    <w:rsid w:val="00CA37A2"/>
    <w:rsid w:val="00CA455A"/>
    <w:rsid w:val="00CA4924"/>
    <w:rsid w:val="00CA4A65"/>
    <w:rsid w:val="00CA4A7B"/>
    <w:rsid w:val="00CA4CDE"/>
    <w:rsid w:val="00CA4D6F"/>
    <w:rsid w:val="00CA4F10"/>
    <w:rsid w:val="00CA555A"/>
    <w:rsid w:val="00CA57F3"/>
    <w:rsid w:val="00CA582E"/>
    <w:rsid w:val="00CA5CEB"/>
    <w:rsid w:val="00CA6739"/>
    <w:rsid w:val="00CA6B00"/>
    <w:rsid w:val="00CA6BA4"/>
    <w:rsid w:val="00CA6C08"/>
    <w:rsid w:val="00CA6E93"/>
    <w:rsid w:val="00CA71F5"/>
    <w:rsid w:val="00CA7A44"/>
    <w:rsid w:val="00CA7CBC"/>
    <w:rsid w:val="00CB0664"/>
    <w:rsid w:val="00CB0DB5"/>
    <w:rsid w:val="00CB0EA8"/>
    <w:rsid w:val="00CB1116"/>
    <w:rsid w:val="00CB2160"/>
    <w:rsid w:val="00CB21DB"/>
    <w:rsid w:val="00CB22D3"/>
    <w:rsid w:val="00CB25F4"/>
    <w:rsid w:val="00CB2645"/>
    <w:rsid w:val="00CB2B68"/>
    <w:rsid w:val="00CB2EFD"/>
    <w:rsid w:val="00CB30B6"/>
    <w:rsid w:val="00CB3A50"/>
    <w:rsid w:val="00CB3A7A"/>
    <w:rsid w:val="00CB3E0F"/>
    <w:rsid w:val="00CB3F6C"/>
    <w:rsid w:val="00CB450B"/>
    <w:rsid w:val="00CB47AF"/>
    <w:rsid w:val="00CB4A63"/>
    <w:rsid w:val="00CB5286"/>
    <w:rsid w:val="00CB553C"/>
    <w:rsid w:val="00CB5608"/>
    <w:rsid w:val="00CB5690"/>
    <w:rsid w:val="00CB56C2"/>
    <w:rsid w:val="00CB578A"/>
    <w:rsid w:val="00CB5FC7"/>
    <w:rsid w:val="00CB6B62"/>
    <w:rsid w:val="00CB6D6D"/>
    <w:rsid w:val="00CB6E58"/>
    <w:rsid w:val="00CB7407"/>
    <w:rsid w:val="00CB74F9"/>
    <w:rsid w:val="00CB7A91"/>
    <w:rsid w:val="00CC0042"/>
    <w:rsid w:val="00CC02C7"/>
    <w:rsid w:val="00CC06F3"/>
    <w:rsid w:val="00CC06FF"/>
    <w:rsid w:val="00CC096A"/>
    <w:rsid w:val="00CC09FC"/>
    <w:rsid w:val="00CC0DB3"/>
    <w:rsid w:val="00CC1293"/>
    <w:rsid w:val="00CC1428"/>
    <w:rsid w:val="00CC1AE4"/>
    <w:rsid w:val="00CC1DE4"/>
    <w:rsid w:val="00CC1FCB"/>
    <w:rsid w:val="00CC1FF6"/>
    <w:rsid w:val="00CC21FF"/>
    <w:rsid w:val="00CC2287"/>
    <w:rsid w:val="00CC262B"/>
    <w:rsid w:val="00CC2C38"/>
    <w:rsid w:val="00CC2D5A"/>
    <w:rsid w:val="00CC2F1A"/>
    <w:rsid w:val="00CC3015"/>
    <w:rsid w:val="00CC32C1"/>
    <w:rsid w:val="00CC3564"/>
    <w:rsid w:val="00CC467C"/>
    <w:rsid w:val="00CC5565"/>
    <w:rsid w:val="00CC56C8"/>
    <w:rsid w:val="00CC56E0"/>
    <w:rsid w:val="00CC59F1"/>
    <w:rsid w:val="00CC5A4A"/>
    <w:rsid w:val="00CC5B27"/>
    <w:rsid w:val="00CC5BA4"/>
    <w:rsid w:val="00CC673C"/>
    <w:rsid w:val="00CC680E"/>
    <w:rsid w:val="00CC688F"/>
    <w:rsid w:val="00CC6C49"/>
    <w:rsid w:val="00CC7258"/>
    <w:rsid w:val="00CC72EA"/>
    <w:rsid w:val="00CC742F"/>
    <w:rsid w:val="00CC77DC"/>
    <w:rsid w:val="00CC7B23"/>
    <w:rsid w:val="00CC7CBE"/>
    <w:rsid w:val="00CC7CE3"/>
    <w:rsid w:val="00CC7E74"/>
    <w:rsid w:val="00CD0074"/>
    <w:rsid w:val="00CD0537"/>
    <w:rsid w:val="00CD0B26"/>
    <w:rsid w:val="00CD10D0"/>
    <w:rsid w:val="00CD1372"/>
    <w:rsid w:val="00CD13B8"/>
    <w:rsid w:val="00CD14BE"/>
    <w:rsid w:val="00CD16A7"/>
    <w:rsid w:val="00CD16B2"/>
    <w:rsid w:val="00CD1A4E"/>
    <w:rsid w:val="00CD1CD6"/>
    <w:rsid w:val="00CD2146"/>
    <w:rsid w:val="00CD2D7A"/>
    <w:rsid w:val="00CD2E65"/>
    <w:rsid w:val="00CD32EF"/>
    <w:rsid w:val="00CD382D"/>
    <w:rsid w:val="00CD3BE4"/>
    <w:rsid w:val="00CD4417"/>
    <w:rsid w:val="00CD4484"/>
    <w:rsid w:val="00CD4A54"/>
    <w:rsid w:val="00CD4AD3"/>
    <w:rsid w:val="00CD5052"/>
    <w:rsid w:val="00CD58FC"/>
    <w:rsid w:val="00CD64D9"/>
    <w:rsid w:val="00CD666D"/>
    <w:rsid w:val="00CD68C2"/>
    <w:rsid w:val="00CD6BBA"/>
    <w:rsid w:val="00CD6D84"/>
    <w:rsid w:val="00CD6DE4"/>
    <w:rsid w:val="00CD7B40"/>
    <w:rsid w:val="00CD7C08"/>
    <w:rsid w:val="00CE0665"/>
    <w:rsid w:val="00CE0BFD"/>
    <w:rsid w:val="00CE0F5D"/>
    <w:rsid w:val="00CE1292"/>
    <w:rsid w:val="00CE1913"/>
    <w:rsid w:val="00CE1AB4"/>
    <w:rsid w:val="00CE1EFB"/>
    <w:rsid w:val="00CE2440"/>
    <w:rsid w:val="00CE28A0"/>
    <w:rsid w:val="00CE2C46"/>
    <w:rsid w:val="00CE2CE9"/>
    <w:rsid w:val="00CE30DB"/>
    <w:rsid w:val="00CE352F"/>
    <w:rsid w:val="00CE361E"/>
    <w:rsid w:val="00CE382B"/>
    <w:rsid w:val="00CE4FBE"/>
    <w:rsid w:val="00CE53BA"/>
    <w:rsid w:val="00CE598B"/>
    <w:rsid w:val="00CE5DFC"/>
    <w:rsid w:val="00CE5EDC"/>
    <w:rsid w:val="00CE6371"/>
    <w:rsid w:val="00CE63D4"/>
    <w:rsid w:val="00CE68D6"/>
    <w:rsid w:val="00CE6955"/>
    <w:rsid w:val="00CE6EE5"/>
    <w:rsid w:val="00CE709D"/>
    <w:rsid w:val="00CE7449"/>
    <w:rsid w:val="00CE75BF"/>
    <w:rsid w:val="00CE75E1"/>
    <w:rsid w:val="00CE7621"/>
    <w:rsid w:val="00CE76E2"/>
    <w:rsid w:val="00CE77CE"/>
    <w:rsid w:val="00CE7A23"/>
    <w:rsid w:val="00CF15AC"/>
    <w:rsid w:val="00CF1909"/>
    <w:rsid w:val="00CF1931"/>
    <w:rsid w:val="00CF1A13"/>
    <w:rsid w:val="00CF202A"/>
    <w:rsid w:val="00CF26D9"/>
    <w:rsid w:val="00CF27F0"/>
    <w:rsid w:val="00CF290C"/>
    <w:rsid w:val="00CF35B1"/>
    <w:rsid w:val="00CF3699"/>
    <w:rsid w:val="00CF3CBE"/>
    <w:rsid w:val="00CF400F"/>
    <w:rsid w:val="00CF4096"/>
    <w:rsid w:val="00CF49C9"/>
    <w:rsid w:val="00CF4A1C"/>
    <w:rsid w:val="00CF4DEF"/>
    <w:rsid w:val="00CF54D7"/>
    <w:rsid w:val="00CF56FC"/>
    <w:rsid w:val="00CF5A30"/>
    <w:rsid w:val="00CF5A69"/>
    <w:rsid w:val="00CF60F2"/>
    <w:rsid w:val="00CF628E"/>
    <w:rsid w:val="00CF6394"/>
    <w:rsid w:val="00CF6849"/>
    <w:rsid w:val="00CF68C1"/>
    <w:rsid w:val="00CF6C3C"/>
    <w:rsid w:val="00CF6DC4"/>
    <w:rsid w:val="00CF6EBB"/>
    <w:rsid w:val="00CF6FAC"/>
    <w:rsid w:val="00CF735B"/>
    <w:rsid w:val="00CF7590"/>
    <w:rsid w:val="00CF76D5"/>
    <w:rsid w:val="00CF777D"/>
    <w:rsid w:val="00CF78DA"/>
    <w:rsid w:val="00CF790D"/>
    <w:rsid w:val="00CF7A2C"/>
    <w:rsid w:val="00D000C5"/>
    <w:rsid w:val="00D00441"/>
    <w:rsid w:val="00D01240"/>
    <w:rsid w:val="00D0171C"/>
    <w:rsid w:val="00D018B1"/>
    <w:rsid w:val="00D01FC4"/>
    <w:rsid w:val="00D020BC"/>
    <w:rsid w:val="00D02506"/>
    <w:rsid w:val="00D025C9"/>
    <w:rsid w:val="00D027A6"/>
    <w:rsid w:val="00D034A1"/>
    <w:rsid w:val="00D03726"/>
    <w:rsid w:val="00D03AB8"/>
    <w:rsid w:val="00D03BBB"/>
    <w:rsid w:val="00D0413C"/>
    <w:rsid w:val="00D04246"/>
    <w:rsid w:val="00D04AA9"/>
    <w:rsid w:val="00D05063"/>
    <w:rsid w:val="00D05594"/>
    <w:rsid w:val="00D055E9"/>
    <w:rsid w:val="00D05AAC"/>
    <w:rsid w:val="00D06555"/>
    <w:rsid w:val="00D0665D"/>
    <w:rsid w:val="00D06B08"/>
    <w:rsid w:val="00D06BF0"/>
    <w:rsid w:val="00D06F2F"/>
    <w:rsid w:val="00D070C1"/>
    <w:rsid w:val="00D072B1"/>
    <w:rsid w:val="00D0733C"/>
    <w:rsid w:val="00D07763"/>
    <w:rsid w:val="00D07BFD"/>
    <w:rsid w:val="00D07CAD"/>
    <w:rsid w:val="00D11C1F"/>
    <w:rsid w:val="00D11D5C"/>
    <w:rsid w:val="00D12206"/>
    <w:rsid w:val="00D124D7"/>
    <w:rsid w:val="00D124FF"/>
    <w:rsid w:val="00D1272E"/>
    <w:rsid w:val="00D12833"/>
    <w:rsid w:val="00D12A63"/>
    <w:rsid w:val="00D12A87"/>
    <w:rsid w:val="00D12B84"/>
    <w:rsid w:val="00D12F96"/>
    <w:rsid w:val="00D1311B"/>
    <w:rsid w:val="00D13C09"/>
    <w:rsid w:val="00D13D16"/>
    <w:rsid w:val="00D13EB6"/>
    <w:rsid w:val="00D14080"/>
    <w:rsid w:val="00D14250"/>
    <w:rsid w:val="00D14832"/>
    <w:rsid w:val="00D14AB3"/>
    <w:rsid w:val="00D153F1"/>
    <w:rsid w:val="00D15425"/>
    <w:rsid w:val="00D159B4"/>
    <w:rsid w:val="00D15A55"/>
    <w:rsid w:val="00D15D65"/>
    <w:rsid w:val="00D165DF"/>
    <w:rsid w:val="00D167EF"/>
    <w:rsid w:val="00D16822"/>
    <w:rsid w:val="00D16A02"/>
    <w:rsid w:val="00D173A9"/>
    <w:rsid w:val="00D173F8"/>
    <w:rsid w:val="00D178BA"/>
    <w:rsid w:val="00D17C05"/>
    <w:rsid w:val="00D201DD"/>
    <w:rsid w:val="00D20210"/>
    <w:rsid w:val="00D204CE"/>
    <w:rsid w:val="00D20B3C"/>
    <w:rsid w:val="00D20C94"/>
    <w:rsid w:val="00D20DBD"/>
    <w:rsid w:val="00D21199"/>
    <w:rsid w:val="00D21754"/>
    <w:rsid w:val="00D217E6"/>
    <w:rsid w:val="00D21F1F"/>
    <w:rsid w:val="00D223CE"/>
    <w:rsid w:val="00D2286B"/>
    <w:rsid w:val="00D2348C"/>
    <w:rsid w:val="00D23700"/>
    <w:rsid w:val="00D240E8"/>
    <w:rsid w:val="00D2458A"/>
    <w:rsid w:val="00D24674"/>
    <w:rsid w:val="00D2473A"/>
    <w:rsid w:val="00D24D52"/>
    <w:rsid w:val="00D2532D"/>
    <w:rsid w:val="00D2568D"/>
    <w:rsid w:val="00D258C0"/>
    <w:rsid w:val="00D25A01"/>
    <w:rsid w:val="00D25BF4"/>
    <w:rsid w:val="00D262B7"/>
    <w:rsid w:val="00D26458"/>
    <w:rsid w:val="00D2657C"/>
    <w:rsid w:val="00D26D79"/>
    <w:rsid w:val="00D26F72"/>
    <w:rsid w:val="00D27B58"/>
    <w:rsid w:val="00D27D78"/>
    <w:rsid w:val="00D3012D"/>
    <w:rsid w:val="00D303D9"/>
    <w:rsid w:val="00D3058D"/>
    <w:rsid w:val="00D305B9"/>
    <w:rsid w:val="00D30869"/>
    <w:rsid w:val="00D30961"/>
    <w:rsid w:val="00D3118B"/>
    <w:rsid w:val="00D3140F"/>
    <w:rsid w:val="00D315A0"/>
    <w:rsid w:val="00D31605"/>
    <w:rsid w:val="00D31AE0"/>
    <w:rsid w:val="00D32597"/>
    <w:rsid w:val="00D32631"/>
    <w:rsid w:val="00D3273D"/>
    <w:rsid w:val="00D32EC5"/>
    <w:rsid w:val="00D3346C"/>
    <w:rsid w:val="00D33907"/>
    <w:rsid w:val="00D33CC0"/>
    <w:rsid w:val="00D346B2"/>
    <w:rsid w:val="00D346C8"/>
    <w:rsid w:val="00D34926"/>
    <w:rsid w:val="00D35368"/>
    <w:rsid w:val="00D35CA8"/>
    <w:rsid w:val="00D35E69"/>
    <w:rsid w:val="00D366B1"/>
    <w:rsid w:val="00D36B8D"/>
    <w:rsid w:val="00D37C88"/>
    <w:rsid w:val="00D37D43"/>
    <w:rsid w:val="00D37E92"/>
    <w:rsid w:val="00D37F30"/>
    <w:rsid w:val="00D40249"/>
    <w:rsid w:val="00D40413"/>
    <w:rsid w:val="00D4098F"/>
    <w:rsid w:val="00D40BAE"/>
    <w:rsid w:val="00D41850"/>
    <w:rsid w:val="00D41888"/>
    <w:rsid w:val="00D418C6"/>
    <w:rsid w:val="00D41E71"/>
    <w:rsid w:val="00D4208A"/>
    <w:rsid w:val="00D42288"/>
    <w:rsid w:val="00D423DE"/>
    <w:rsid w:val="00D42485"/>
    <w:rsid w:val="00D42552"/>
    <w:rsid w:val="00D429EC"/>
    <w:rsid w:val="00D43291"/>
    <w:rsid w:val="00D43F43"/>
    <w:rsid w:val="00D44098"/>
    <w:rsid w:val="00D4412F"/>
    <w:rsid w:val="00D4450D"/>
    <w:rsid w:val="00D44730"/>
    <w:rsid w:val="00D44787"/>
    <w:rsid w:val="00D44874"/>
    <w:rsid w:val="00D4510C"/>
    <w:rsid w:val="00D45171"/>
    <w:rsid w:val="00D45457"/>
    <w:rsid w:val="00D454B1"/>
    <w:rsid w:val="00D456D8"/>
    <w:rsid w:val="00D45CD7"/>
    <w:rsid w:val="00D45F8D"/>
    <w:rsid w:val="00D4623C"/>
    <w:rsid w:val="00D4632E"/>
    <w:rsid w:val="00D46A10"/>
    <w:rsid w:val="00D46BE2"/>
    <w:rsid w:val="00D46D63"/>
    <w:rsid w:val="00D47023"/>
    <w:rsid w:val="00D47139"/>
    <w:rsid w:val="00D47443"/>
    <w:rsid w:val="00D4775E"/>
    <w:rsid w:val="00D50298"/>
    <w:rsid w:val="00D50680"/>
    <w:rsid w:val="00D50916"/>
    <w:rsid w:val="00D51321"/>
    <w:rsid w:val="00D516B6"/>
    <w:rsid w:val="00D51D98"/>
    <w:rsid w:val="00D52985"/>
    <w:rsid w:val="00D52B08"/>
    <w:rsid w:val="00D52F7A"/>
    <w:rsid w:val="00D53371"/>
    <w:rsid w:val="00D533FC"/>
    <w:rsid w:val="00D53BB1"/>
    <w:rsid w:val="00D53D55"/>
    <w:rsid w:val="00D541DB"/>
    <w:rsid w:val="00D5458C"/>
    <w:rsid w:val="00D545E2"/>
    <w:rsid w:val="00D54706"/>
    <w:rsid w:val="00D55480"/>
    <w:rsid w:val="00D55737"/>
    <w:rsid w:val="00D56465"/>
    <w:rsid w:val="00D56D33"/>
    <w:rsid w:val="00D56E7F"/>
    <w:rsid w:val="00D57202"/>
    <w:rsid w:val="00D5728A"/>
    <w:rsid w:val="00D572B2"/>
    <w:rsid w:val="00D574AE"/>
    <w:rsid w:val="00D57C88"/>
    <w:rsid w:val="00D6140E"/>
    <w:rsid w:val="00D61487"/>
    <w:rsid w:val="00D61957"/>
    <w:rsid w:val="00D61C63"/>
    <w:rsid w:val="00D61E37"/>
    <w:rsid w:val="00D6251F"/>
    <w:rsid w:val="00D62596"/>
    <w:rsid w:val="00D627BC"/>
    <w:rsid w:val="00D628B4"/>
    <w:rsid w:val="00D62A6C"/>
    <w:rsid w:val="00D62C6C"/>
    <w:rsid w:val="00D639CC"/>
    <w:rsid w:val="00D640F3"/>
    <w:rsid w:val="00D64177"/>
    <w:rsid w:val="00D645F3"/>
    <w:rsid w:val="00D64910"/>
    <w:rsid w:val="00D64F6D"/>
    <w:rsid w:val="00D6503A"/>
    <w:rsid w:val="00D65F2E"/>
    <w:rsid w:val="00D665F5"/>
    <w:rsid w:val="00D67274"/>
    <w:rsid w:val="00D67F7E"/>
    <w:rsid w:val="00D7000D"/>
    <w:rsid w:val="00D71082"/>
    <w:rsid w:val="00D711FD"/>
    <w:rsid w:val="00D713FD"/>
    <w:rsid w:val="00D71C9D"/>
    <w:rsid w:val="00D72236"/>
    <w:rsid w:val="00D724B8"/>
    <w:rsid w:val="00D72550"/>
    <w:rsid w:val="00D72AAF"/>
    <w:rsid w:val="00D72E6E"/>
    <w:rsid w:val="00D72F33"/>
    <w:rsid w:val="00D73C2A"/>
    <w:rsid w:val="00D73D12"/>
    <w:rsid w:val="00D73EFD"/>
    <w:rsid w:val="00D74315"/>
    <w:rsid w:val="00D746EC"/>
    <w:rsid w:val="00D74AD5"/>
    <w:rsid w:val="00D75014"/>
    <w:rsid w:val="00D7553B"/>
    <w:rsid w:val="00D756A0"/>
    <w:rsid w:val="00D757C4"/>
    <w:rsid w:val="00D75C31"/>
    <w:rsid w:val="00D75E81"/>
    <w:rsid w:val="00D760FD"/>
    <w:rsid w:val="00D76E7C"/>
    <w:rsid w:val="00D7766C"/>
    <w:rsid w:val="00D77F97"/>
    <w:rsid w:val="00D802E3"/>
    <w:rsid w:val="00D80323"/>
    <w:rsid w:val="00D80682"/>
    <w:rsid w:val="00D80B7C"/>
    <w:rsid w:val="00D81021"/>
    <w:rsid w:val="00D815D5"/>
    <w:rsid w:val="00D817A2"/>
    <w:rsid w:val="00D82447"/>
    <w:rsid w:val="00D82580"/>
    <w:rsid w:val="00D82732"/>
    <w:rsid w:val="00D829A4"/>
    <w:rsid w:val="00D82A71"/>
    <w:rsid w:val="00D82CA4"/>
    <w:rsid w:val="00D83152"/>
    <w:rsid w:val="00D83418"/>
    <w:rsid w:val="00D834A2"/>
    <w:rsid w:val="00D8373A"/>
    <w:rsid w:val="00D841EC"/>
    <w:rsid w:val="00D84263"/>
    <w:rsid w:val="00D847E2"/>
    <w:rsid w:val="00D848FA"/>
    <w:rsid w:val="00D84F34"/>
    <w:rsid w:val="00D856AC"/>
    <w:rsid w:val="00D859E1"/>
    <w:rsid w:val="00D8631C"/>
    <w:rsid w:val="00D869DB"/>
    <w:rsid w:val="00D86D93"/>
    <w:rsid w:val="00D86E79"/>
    <w:rsid w:val="00D86EDA"/>
    <w:rsid w:val="00D87252"/>
    <w:rsid w:val="00D8770F"/>
    <w:rsid w:val="00D87A7D"/>
    <w:rsid w:val="00D87CDD"/>
    <w:rsid w:val="00D9034E"/>
    <w:rsid w:val="00D903BA"/>
    <w:rsid w:val="00D9080F"/>
    <w:rsid w:val="00D90900"/>
    <w:rsid w:val="00D90985"/>
    <w:rsid w:val="00D90ADB"/>
    <w:rsid w:val="00D91498"/>
    <w:rsid w:val="00D917EF"/>
    <w:rsid w:val="00D919E8"/>
    <w:rsid w:val="00D9278F"/>
    <w:rsid w:val="00D92C45"/>
    <w:rsid w:val="00D92CD1"/>
    <w:rsid w:val="00D934CE"/>
    <w:rsid w:val="00D936D9"/>
    <w:rsid w:val="00D937B4"/>
    <w:rsid w:val="00D93C6F"/>
    <w:rsid w:val="00D940A5"/>
    <w:rsid w:val="00D940FB"/>
    <w:rsid w:val="00D947EC"/>
    <w:rsid w:val="00D94BF8"/>
    <w:rsid w:val="00D94EF5"/>
    <w:rsid w:val="00D94F1E"/>
    <w:rsid w:val="00D95C98"/>
    <w:rsid w:val="00D95E77"/>
    <w:rsid w:val="00D95F5E"/>
    <w:rsid w:val="00D96064"/>
    <w:rsid w:val="00D960EF"/>
    <w:rsid w:val="00D9659A"/>
    <w:rsid w:val="00D96E00"/>
    <w:rsid w:val="00D9733A"/>
    <w:rsid w:val="00D97454"/>
    <w:rsid w:val="00D979BC"/>
    <w:rsid w:val="00D979E6"/>
    <w:rsid w:val="00D97BC4"/>
    <w:rsid w:val="00DA0082"/>
    <w:rsid w:val="00DA00F4"/>
    <w:rsid w:val="00DA0618"/>
    <w:rsid w:val="00DA12C5"/>
    <w:rsid w:val="00DA17FB"/>
    <w:rsid w:val="00DA1A2B"/>
    <w:rsid w:val="00DA2285"/>
    <w:rsid w:val="00DA22FC"/>
    <w:rsid w:val="00DA2421"/>
    <w:rsid w:val="00DA263E"/>
    <w:rsid w:val="00DA28C3"/>
    <w:rsid w:val="00DA2985"/>
    <w:rsid w:val="00DA2A14"/>
    <w:rsid w:val="00DA2B70"/>
    <w:rsid w:val="00DA2B92"/>
    <w:rsid w:val="00DA2C62"/>
    <w:rsid w:val="00DA2D93"/>
    <w:rsid w:val="00DA300F"/>
    <w:rsid w:val="00DA3125"/>
    <w:rsid w:val="00DA3292"/>
    <w:rsid w:val="00DA34EC"/>
    <w:rsid w:val="00DA3DD0"/>
    <w:rsid w:val="00DA4525"/>
    <w:rsid w:val="00DA46DD"/>
    <w:rsid w:val="00DA4942"/>
    <w:rsid w:val="00DA4F52"/>
    <w:rsid w:val="00DA5648"/>
    <w:rsid w:val="00DA599A"/>
    <w:rsid w:val="00DA5A6B"/>
    <w:rsid w:val="00DA6140"/>
    <w:rsid w:val="00DA651E"/>
    <w:rsid w:val="00DA6984"/>
    <w:rsid w:val="00DA698E"/>
    <w:rsid w:val="00DA6D21"/>
    <w:rsid w:val="00DA72DF"/>
    <w:rsid w:val="00DA765C"/>
    <w:rsid w:val="00DA76FE"/>
    <w:rsid w:val="00DA7B5F"/>
    <w:rsid w:val="00DB0669"/>
    <w:rsid w:val="00DB07B3"/>
    <w:rsid w:val="00DB0CFE"/>
    <w:rsid w:val="00DB10EE"/>
    <w:rsid w:val="00DB178C"/>
    <w:rsid w:val="00DB1A39"/>
    <w:rsid w:val="00DB1B24"/>
    <w:rsid w:val="00DB2041"/>
    <w:rsid w:val="00DB20DC"/>
    <w:rsid w:val="00DB2596"/>
    <w:rsid w:val="00DB25CF"/>
    <w:rsid w:val="00DB27B8"/>
    <w:rsid w:val="00DB2D0F"/>
    <w:rsid w:val="00DB3240"/>
    <w:rsid w:val="00DB3330"/>
    <w:rsid w:val="00DB4086"/>
    <w:rsid w:val="00DB43A2"/>
    <w:rsid w:val="00DB4B1B"/>
    <w:rsid w:val="00DB4CFB"/>
    <w:rsid w:val="00DB4FB1"/>
    <w:rsid w:val="00DB528C"/>
    <w:rsid w:val="00DB5C6B"/>
    <w:rsid w:val="00DB5E4C"/>
    <w:rsid w:val="00DB62BB"/>
    <w:rsid w:val="00DB6661"/>
    <w:rsid w:val="00DB69EF"/>
    <w:rsid w:val="00DB6EAE"/>
    <w:rsid w:val="00DB6EC2"/>
    <w:rsid w:val="00DB7595"/>
    <w:rsid w:val="00DB7839"/>
    <w:rsid w:val="00DB783B"/>
    <w:rsid w:val="00DB7BCA"/>
    <w:rsid w:val="00DB7DC6"/>
    <w:rsid w:val="00DB7FC6"/>
    <w:rsid w:val="00DB7FD2"/>
    <w:rsid w:val="00DC011A"/>
    <w:rsid w:val="00DC0970"/>
    <w:rsid w:val="00DC0AA9"/>
    <w:rsid w:val="00DC186C"/>
    <w:rsid w:val="00DC1A34"/>
    <w:rsid w:val="00DC1B8E"/>
    <w:rsid w:val="00DC1F93"/>
    <w:rsid w:val="00DC1F9C"/>
    <w:rsid w:val="00DC23CD"/>
    <w:rsid w:val="00DC2446"/>
    <w:rsid w:val="00DC25F4"/>
    <w:rsid w:val="00DC2DDB"/>
    <w:rsid w:val="00DC2DFA"/>
    <w:rsid w:val="00DC36DB"/>
    <w:rsid w:val="00DC37E7"/>
    <w:rsid w:val="00DC3C45"/>
    <w:rsid w:val="00DC4008"/>
    <w:rsid w:val="00DC4381"/>
    <w:rsid w:val="00DC450A"/>
    <w:rsid w:val="00DC4819"/>
    <w:rsid w:val="00DC48BF"/>
    <w:rsid w:val="00DC4DB0"/>
    <w:rsid w:val="00DC52D0"/>
    <w:rsid w:val="00DC58E3"/>
    <w:rsid w:val="00DC5B3E"/>
    <w:rsid w:val="00DC5B70"/>
    <w:rsid w:val="00DC5BF4"/>
    <w:rsid w:val="00DC5C98"/>
    <w:rsid w:val="00DC66B4"/>
    <w:rsid w:val="00DC695D"/>
    <w:rsid w:val="00DC6E9E"/>
    <w:rsid w:val="00DC7237"/>
    <w:rsid w:val="00DC7388"/>
    <w:rsid w:val="00DC75F2"/>
    <w:rsid w:val="00DC7626"/>
    <w:rsid w:val="00DD0491"/>
    <w:rsid w:val="00DD04CC"/>
    <w:rsid w:val="00DD0793"/>
    <w:rsid w:val="00DD0A80"/>
    <w:rsid w:val="00DD0AA7"/>
    <w:rsid w:val="00DD12E0"/>
    <w:rsid w:val="00DD12EA"/>
    <w:rsid w:val="00DD19B6"/>
    <w:rsid w:val="00DD1A15"/>
    <w:rsid w:val="00DD1BE3"/>
    <w:rsid w:val="00DD1E68"/>
    <w:rsid w:val="00DD2284"/>
    <w:rsid w:val="00DD23C4"/>
    <w:rsid w:val="00DD25C3"/>
    <w:rsid w:val="00DD2776"/>
    <w:rsid w:val="00DD2AA2"/>
    <w:rsid w:val="00DD2AA5"/>
    <w:rsid w:val="00DD2EEC"/>
    <w:rsid w:val="00DD3188"/>
    <w:rsid w:val="00DD32A9"/>
    <w:rsid w:val="00DD32B4"/>
    <w:rsid w:val="00DD3355"/>
    <w:rsid w:val="00DD33E9"/>
    <w:rsid w:val="00DD3656"/>
    <w:rsid w:val="00DD3D70"/>
    <w:rsid w:val="00DD411D"/>
    <w:rsid w:val="00DD41A1"/>
    <w:rsid w:val="00DD4321"/>
    <w:rsid w:val="00DD48EB"/>
    <w:rsid w:val="00DD4B5A"/>
    <w:rsid w:val="00DD50F3"/>
    <w:rsid w:val="00DD54D2"/>
    <w:rsid w:val="00DD649E"/>
    <w:rsid w:val="00DD79AB"/>
    <w:rsid w:val="00DE0065"/>
    <w:rsid w:val="00DE0195"/>
    <w:rsid w:val="00DE087D"/>
    <w:rsid w:val="00DE0C83"/>
    <w:rsid w:val="00DE0DDA"/>
    <w:rsid w:val="00DE125A"/>
    <w:rsid w:val="00DE131D"/>
    <w:rsid w:val="00DE1E89"/>
    <w:rsid w:val="00DE2405"/>
    <w:rsid w:val="00DE2582"/>
    <w:rsid w:val="00DE2901"/>
    <w:rsid w:val="00DE2A25"/>
    <w:rsid w:val="00DE2C9B"/>
    <w:rsid w:val="00DE2EFE"/>
    <w:rsid w:val="00DE37F7"/>
    <w:rsid w:val="00DE381B"/>
    <w:rsid w:val="00DE420F"/>
    <w:rsid w:val="00DE4DD3"/>
    <w:rsid w:val="00DE4F49"/>
    <w:rsid w:val="00DE508F"/>
    <w:rsid w:val="00DE52D6"/>
    <w:rsid w:val="00DE5777"/>
    <w:rsid w:val="00DE59CE"/>
    <w:rsid w:val="00DE5AB5"/>
    <w:rsid w:val="00DE5E01"/>
    <w:rsid w:val="00DE61FA"/>
    <w:rsid w:val="00DE64ED"/>
    <w:rsid w:val="00DE668F"/>
    <w:rsid w:val="00DE674D"/>
    <w:rsid w:val="00DE6AFC"/>
    <w:rsid w:val="00DE6E14"/>
    <w:rsid w:val="00DE6F9D"/>
    <w:rsid w:val="00DE709A"/>
    <w:rsid w:val="00DE7279"/>
    <w:rsid w:val="00DE77EA"/>
    <w:rsid w:val="00DE79C2"/>
    <w:rsid w:val="00DE7AF7"/>
    <w:rsid w:val="00DE7C5E"/>
    <w:rsid w:val="00DF0B1B"/>
    <w:rsid w:val="00DF0BCE"/>
    <w:rsid w:val="00DF13B5"/>
    <w:rsid w:val="00DF13BF"/>
    <w:rsid w:val="00DF1752"/>
    <w:rsid w:val="00DF1BB3"/>
    <w:rsid w:val="00DF2164"/>
    <w:rsid w:val="00DF24D5"/>
    <w:rsid w:val="00DF2751"/>
    <w:rsid w:val="00DF27EC"/>
    <w:rsid w:val="00DF2A1E"/>
    <w:rsid w:val="00DF323F"/>
    <w:rsid w:val="00DF397B"/>
    <w:rsid w:val="00DF4039"/>
    <w:rsid w:val="00DF41D3"/>
    <w:rsid w:val="00DF4893"/>
    <w:rsid w:val="00DF4AB9"/>
    <w:rsid w:val="00DF500D"/>
    <w:rsid w:val="00DF55DA"/>
    <w:rsid w:val="00DF6829"/>
    <w:rsid w:val="00DF68DE"/>
    <w:rsid w:val="00DF6954"/>
    <w:rsid w:val="00DF6D84"/>
    <w:rsid w:val="00DF7378"/>
    <w:rsid w:val="00DF746B"/>
    <w:rsid w:val="00DF7729"/>
    <w:rsid w:val="00DF7D07"/>
    <w:rsid w:val="00DF7D9C"/>
    <w:rsid w:val="00E00022"/>
    <w:rsid w:val="00E00E16"/>
    <w:rsid w:val="00E00E62"/>
    <w:rsid w:val="00E015C8"/>
    <w:rsid w:val="00E01EDC"/>
    <w:rsid w:val="00E022BD"/>
    <w:rsid w:val="00E0239D"/>
    <w:rsid w:val="00E02655"/>
    <w:rsid w:val="00E0276D"/>
    <w:rsid w:val="00E027B7"/>
    <w:rsid w:val="00E02DB6"/>
    <w:rsid w:val="00E03468"/>
    <w:rsid w:val="00E03A64"/>
    <w:rsid w:val="00E04085"/>
    <w:rsid w:val="00E04B80"/>
    <w:rsid w:val="00E051B1"/>
    <w:rsid w:val="00E05D54"/>
    <w:rsid w:val="00E05E9F"/>
    <w:rsid w:val="00E05FCC"/>
    <w:rsid w:val="00E061FE"/>
    <w:rsid w:val="00E0634A"/>
    <w:rsid w:val="00E06875"/>
    <w:rsid w:val="00E06995"/>
    <w:rsid w:val="00E074C6"/>
    <w:rsid w:val="00E076BB"/>
    <w:rsid w:val="00E07943"/>
    <w:rsid w:val="00E07FB6"/>
    <w:rsid w:val="00E101B1"/>
    <w:rsid w:val="00E10D81"/>
    <w:rsid w:val="00E10FBA"/>
    <w:rsid w:val="00E111A4"/>
    <w:rsid w:val="00E11457"/>
    <w:rsid w:val="00E120F8"/>
    <w:rsid w:val="00E12913"/>
    <w:rsid w:val="00E12BE1"/>
    <w:rsid w:val="00E12C2F"/>
    <w:rsid w:val="00E12D2F"/>
    <w:rsid w:val="00E133FF"/>
    <w:rsid w:val="00E137DB"/>
    <w:rsid w:val="00E13F94"/>
    <w:rsid w:val="00E1492D"/>
    <w:rsid w:val="00E1494C"/>
    <w:rsid w:val="00E14E46"/>
    <w:rsid w:val="00E157EB"/>
    <w:rsid w:val="00E15C3A"/>
    <w:rsid w:val="00E15EC9"/>
    <w:rsid w:val="00E1619A"/>
    <w:rsid w:val="00E16272"/>
    <w:rsid w:val="00E16E36"/>
    <w:rsid w:val="00E16E6E"/>
    <w:rsid w:val="00E17014"/>
    <w:rsid w:val="00E17150"/>
    <w:rsid w:val="00E17257"/>
    <w:rsid w:val="00E172DF"/>
    <w:rsid w:val="00E17BC3"/>
    <w:rsid w:val="00E17BF7"/>
    <w:rsid w:val="00E17C12"/>
    <w:rsid w:val="00E17CD7"/>
    <w:rsid w:val="00E17F9C"/>
    <w:rsid w:val="00E20971"/>
    <w:rsid w:val="00E209D9"/>
    <w:rsid w:val="00E20A5F"/>
    <w:rsid w:val="00E21113"/>
    <w:rsid w:val="00E21317"/>
    <w:rsid w:val="00E2176B"/>
    <w:rsid w:val="00E21A12"/>
    <w:rsid w:val="00E21AE2"/>
    <w:rsid w:val="00E21D68"/>
    <w:rsid w:val="00E22157"/>
    <w:rsid w:val="00E22D12"/>
    <w:rsid w:val="00E22F60"/>
    <w:rsid w:val="00E2307C"/>
    <w:rsid w:val="00E232FD"/>
    <w:rsid w:val="00E23806"/>
    <w:rsid w:val="00E23986"/>
    <w:rsid w:val="00E23BF0"/>
    <w:rsid w:val="00E23C77"/>
    <w:rsid w:val="00E23CB5"/>
    <w:rsid w:val="00E23CFA"/>
    <w:rsid w:val="00E23E5E"/>
    <w:rsid w:val="00E24180"/>
    <w:rsid w:val="00E242D9"/>
    <w:rsid w:val="00E2450E"/>
    <w:rsid w:val="00E247CB"/>
    <w:rsid w:val="00E25044"/>
    <w:rsid w:val="00E251FF"/>
    <w:rsid w:val="00E25710"/>
    <w:rsid w:val="00E2659D"/>
    <w:rsid w:val="00E26819"/>
    <w:rsid w:val="00E26AAE"/>
    <w:rsid w:val="00E26B16"/>
    <w:rsid w:val="00E26CC6"/>
    <w:rsid w:val="00E26F67"/>
    <w:rsid w:val="00E27165"/>
    <w:rsid w:val="00E271E6"/>
    <w:rsid w:val="00E272B1"/>
    <w:rsid w:val="00E2764D"/>
    <w:rsid w:val="00E279B1"/>
    <w:rsid w:val="00E27B35"/>
    <w:rsid w:val="00E30084"/>
    <w:rsid w:val="00E30323"/>
    <w:rsid w:val="00E309CC"/>
    <w:rsid w:val="00E30E37"/>
    <w:rsid w:val="00E30EB5"/>
    <w:rsid w:val="00E310B0"/>
    <w:rsid w:val="00E312F5"/>
    <w:rsid w:val="00E31C23"/>
    <w:rsid w:val="00E31EE5"/>
    <w:rsid w:val="00E3238D"/>
    <w:rsid w:val="00E32500"/>
    <w:rsid w:val="00E327AA"/>
    <w:rsid w:val="00E33761"/>
    <w:rsid w:val="00E339D3"/>
    <w:rsid w:val="00E33E01"/>
    <w:rsid w:val="00E33F35"/>
    <w:rsid w:val="00E3402E"/>
    <w:rsid w:val="00E346C5"/>
    <w:rsid w:val="00E34712"/>
    <w:rsid w:val="00E347DC"/>
    <w:rsid w:val="00E34E59"/>
    <w:rsid w:val="00E34FE1"/>
    <w:rsid w:val="00E3502D"/>
    <w:rsid w:val="00E35560"/>
    <w:rsid w:val="00E356CD"/>
    <w:rsid w:val="00E3592D"/>
    <w:rsid w:val="00E367E7"/>
    <w:rsid w:val="00E36CB0"/>
    <w:rsid w:val="00E36D0D"/>
    <w:rsid w:val="00E36EFB"/>
    <w:rsid w:val="00E3758E"/>
    <w:rsid w:val="00E3760D"/>
    <w:rsid w:val="00E378E2"/>
    <w:rsid w:val="00E379DC"/>
    <w:rsid w:val="00E37BD1"/>
    <w:rsid w:val="00E37D6B"/>
    <w:rsid w:val="00E4025B"/>
    <w:rsid w:val="00E4050E"/>
    <w:rsid w:val="00E4052D"/>
    <w:rsid w:val="00E4054B"/>
    <w:rsid w:val="00E40710"/>
    <w:rsid w:val="00E408A6"/>
    <w:rsid w:val="00E40922"/>
    <w:rsid w:val="00E41399"/>
    <w:rsid w:val="00E4141A"/>
    <w:rsid w:val="00E414F4"/>
    <w:rsid w:val="00E41532"/>
    <w:rsid w:val="00E417B5"/>
    <w:rsid w:val="00E4205B"/>
    <w:rsid w:val="00E42826"/>
    <w:rsid w:val="00E4296A"/>
    <w:rsid w:val="00E42BA3"/>
    <w:rsid w:val="00E42BCF"/>
    <w:rsid w:val="00E4323A"/>
    <w:rsid w:val="00E433FC"/>
    <w:rsid w:val="00E4349E"/>
    <w:rsid w:val="00E436EF"/>
    <w:rsid w:val="00E43836"/>
    <w:rsid w:val="00E439D8"/>
    <w:rsid w:val="00E43CC8"/>
    <w:rsid w:val="00E43F10"/>
    <w:rsid w:val="00E44641"/>
    <w:rsid w:val="00E4548B"/>
    <w:rsid w:val="00E45749"/>
    <w:rsid w:val="00E458D7"/>
    <w:rsid w:val="00E458D8"/>
    <w:rsid w:val="00E461C5"/>
    <w:rsid w:val="00E463D6"/>
    <w:rsid w:val="00E46499"/>
    <w:rsid w:val="00E466C7"/>
    <w:rsid w:val="00E466CA"/>
    <w:rsid w:val="00E46B1F"/>
    <w:rsid w:val="00E46DF1"/>
    <w:rsid w:val="00E46EAB"/>
    <w:rsid w:val="00E4721B"/>
    <w:rsid w:val="00E473F2"/>
    <w:rsid w:val="00E47F45"/>
    <w:rsid w:val="00E50341"/>
    <w:rsid w:val="00E50473"/>
    <w:rsid w:val="00E5064C"/>
    <w:rsid w:val="00E50E7E"/>
    <w:rsid w:val="00E51048"/>
    <w:rsid w:val="00E5108B"/>
    <w:rsid w:val="00E518A3"/>
    <w:rsid w:val="00E51AB1"/>
    <w:rsid w:val="00E51C74"/>
    <w:rsid w:val="00E5269C"/>
    <w:rsid w:val="00E52850"/>
    <w:rsid w:val="00E52EC1"/>
    <w:rsid w:val="00E53157"/>
    <w:rsid w:val="00E53CC3"/>
    <w:rsid w:val="00E53D66"/>
    <w:rsid w:val="00E53F43"/>
    <w:rsid w:val="00E541AC"/>
    <w:rsid w:val="00E54267"/>
    <w:rsid w:val="00E54335"/>
    <w:rsid w:val="00E54919"/>
    <w:rsid w:val="00E54D49"/>
    <w:rsid w:val="00E54D8B"/>
    <w:rsid w:val="00E5529C"/>
    <w:rsid w:val="00E556FE"/>
    <w:rsid w:val="00E558E0"/>
    <w:rsid w:val="00E55A3E"/>
    <w:rsid w:val="00E55B3F"/>
    <w:rsid w:val="00E55C82"/>
    <w:rsid w:val="00E55DAB"/>
    <w:rsid w:val="00E56F43"/>
    <w:rsid w:val="00E570B1"/>
    <w:rsid w:val="00E570FB"/>
    <w:rsid w:val="00E57584"/>
    <w:rsid w:val="00E5786F"/>
    <w:rsid w:val="00E57C2C"/>
    <w:rsid w:val="00E57EF1"/>
    <w:rsid w:val="00E6028A"/>
    <w:rsid w:val="00E60691"/>
    <w:rsid w:val="00E60836"/>
    <w:rsid w:val="00E60A4B"/>
    <w:rsid w:val="00E60EFD"/>
    <w:rsid w:val="00E61032"/>
    <w:rsid w:val="00E61348"/>
    <w:rsid w:val="00E6227D"/>
    <w:rsid w:val="00E622CA"/>
    <w:rsid w:val="00E6233C"/>
    <w:rsid w:val="00E62536"/>
    <w:rsid w:val="00E62AF8"/>
    <w:rsid w:val="00E62BBB"/>
    <w:rsid w:val="00E62CA1"/>
    <w:rsid w:val="00E62E2E"/>
    <w:rsid w:val="00E63338"/>
    <w:rsid w:val="00E63726"/>
    <w:rsid w:val="00E646C6"/>
    <w:rsid w:val="00E65850"/>
    <w:rsid w:val="00E65CCD"/>
    <w:rsid w:val="00E65D8C"/>
    <w:rsid w:val="00E66433"/>
    <w:rsid w:val="00E66F34"/>
    <w:rsid w:val="00E66FB2"/>
    <w:rsid w:val="00E671EF"/>
    <w:rsid w:val="00E67338"/>
    <w:rsid w:val="00E67F0B"/>
    <w:rsid w:val="00E67F53"/>
    <w:rsid w:val="00E70291"/>
    <w:rsid w:val="00E70BC4"/>
    <w:rsid w:val="00E70CFB"/>
    <w:rsid w:val="00E70E5E"/>
    <w:rsid w:val="00E70E95"/>
    <w:rsid w:val="00E70F30"/>
    <w:rsid w:val="00E711B1"/>
    <w:rsid w:val="00E7121B"/>
    <w:rsid w:val="00E71B47"/>
    <w:rsid w:val="00E71CE8"/>
    <w:rsid w:val="00E71E4B"/>
    <w:rsid w:val="00E71F9F"/>
    <w:rsid w:val="00E72269"/>
    <w:rsid w:val="00E72747"/>
    <w:rsid w:val="00E729F7"/>
    <w:rsid w:val="00E73493"/>
    <w:rsid w:val="00E73872"/>
    <w:rsid w:val="00E738BD"/>
    <w:rsid w:val="00E7390F"/>
    <w:rsid w:val="00E740DA"/>
    <w:rsid w:val="00E74742"/>
    <w:rsid w:val="00E747E7"/>
    <w:rsid w:val="00E74869"/>
    <w:rsid w:val="00E74AEC"/>
    <w:rsid w:val="00E75251"/>
    <w:rsid w:val="00E75602"/>
    <w:rsid w:val="00E75773"/>
    <w:rsid w:val="00E75C37"/>
    <w:rsid w:val="00E75F89"/>
    <w:rsid w:val="00E8007F"/>
    <w:rsid w:val="00E803B7"/>
    <w:rsid w:val="00E8098E"/>
    <w:rsid w:val="00E80BAA"/>
    <w:rsid w:val="00E80DC1"/>
    <w:rsid w:val="00E80E39"/>
    <w:rsid w:val="00E80FF7"/>
    <w:rsid w:val="00E81273"/>
    <w:rsid w:val="00E81313"/>
    <w:rsid w:val="00E81321"/>
    <w:rsid w:val="00E813D9"/>
    <w:rsid w:val="00E820CD"/>
    <w:rsid w:val="00E820E0"/>
    <w:rsid w:val="00E826BC"/>
    <w:rsid w:val="00E8297E"/>
    <w:rsid w:val="00E82E25"/>
    <w:rsid w:val="00E82F00"/>
    <w:rsid w:val="00E82FFA"/>
    <w:rsid w:val="00E83887"/>
    <w:rsid w:val="00E839F6"/>
    <w:rsid w:val="00E83D62"/>
    <w:rsid w:val="00E83F9C"/>
    <w:rsid w:val="00E84A68"/>
    <w:rsid w:val="00E84BD3"/>
    <w:rsid w:val="00E84C7C"/>
    <w:rsid w:val="00E84D03"/>
    <w:rsid w:val="00E850AC"/>
    <w:rsid w:val="00E851FE"/>
    <w:rsid w:val="00E85BFC"/>
    <w:rsid w:val="00E85D92"/>
    <w:rsid w:val="00E86046"/>
    <w:rsid w:val="00E8626B"/>
    <w:rsid w:val="00E863E7"/>
    <w:rsid w:val="00E86421"/>
    <w:rsid w:val="00E86498"/>
    <w:rsid w:val="00E867D8"/>
    <w:rsid w:val="00E86887"/>
    <w:rsid w:val="00E86A8F"/>
    <w:rsid w:val="00E86AE2"/>
    <w:rsid w:val="00E86BA9"/>
    <w:rsid w:val="00E86D12"/>
    <w:rsid w:val="00E879B1"/>
    <w:rsid w:val="00E90307"/>
    <w:rsid w:val="00E903A6"/>
    <w:rsid w:val="00E909D8"/>
    <w:rsid w:val="00E90A59"/>
    <w:rsid w:val="00E90ACF"/>
    <w:rsid w:val="00E911E3"/>
    <w:rsid w:val="00E9139D"/>
    <w:rsid w:val="00E9163D"/>
    <w:rsid w:val="00E91BB0"/>
    <w:rsid w:val="00E928D0"/>
    <w:rsid w:val="00E92E5E"/>
    <w:rsid w:val="00E92FBB"/>
    <w:rsid w:val="00E93265"/>
    <w:rsid w:val="00E9331D"/>
    <w:rsid w:val="00E934A7"/>
    <w:rsid w:val="00E93744"/>
    <w:rsid w:val="00E93AEA"/>
    <w:rsid w:val="00E93B40"/>
    <w:rsid w:val="00E952F4"/>
    <w:rsid w:val="00E95DF6"/>
    <w:rsid w:val="00E960B8"/>
    <w:rsid w:val="00E9669D"/>
    <w:rsid w:val="00E9680D"/>
    <w:rsid w:val="00E96906"/>
    <w:rsid w:val="00E96B3F"/>
    <w:rsid w:val="00E972E4"/>
    <w:rsid w:val="00E974BF"/>
    <w:rsid w:val="00E974E0"/>
    <w:rsid w:val="00E97AA4"/>
    <w:rsid w:val="00EA0225"/>
    <w:rsid w:val="00EA09B9"/>
    <w:rsid w:val="00EA0AC2"/>
    <w:rsid w:val="00EA1033"/>
    <w:rsid w:val="00EA10BA"/>
    <w:rsid w:val="00EA13CA"/>
    <w:rsid w:val="00EA1827"/>
    <w:rsid w:val="00EA2212"/>
    <w:rsid w:val="00EA2325"/>
    <w:rsid w:val="00EA23CC"/>
    <w:rsid w:val="00EA2757"/>
    <w:rsid w:val="00EA28EB"/>
    <w:rsid w:val="00EA291E"/>
    <w:rsid w:val="00EA2924"/>
    <w:rsid w:val="00EA29E0"/>
    <w:rsid w:val="00EA2F79"/>
    <w:rsid w:val="00EA3484"/>
    <w:rsid w:val="00EA3919"/>
    <w:rsid w:val="00EA3AD0"/>
    <w:rsid w:val="00EA3E53"/>
    <w:rsid w:val="00EA3E61"/>
    <w:rsid w:val="00EA413F"/>
    <w:rsid w:val="00EA4206"/>
    <w:rsid w:val="00EA4858"/>
    <w:rsid w:val="00EA4DAC"/>
    <w:rsid w:val="00EA5361"/>
    <w:rsid w:val="00EA54DE"/>
    <w:rsid w:val="00EA565F"/>
    <w:rsid w:val="00EA5B97"/>
    <w:rsid w:val="00EA6462"/>
    <w:rsid w:val="00EA67CB"/>
    <w:rsid w:val="00EA6DE3"/>
    <w:rsid w:val="00EA6F94"/>
    <w:rsid w:val="00EA749B"/>
    <w:rsid w:val="00EA7625"/>
    <w:rsid w:val="00EA774D"/>
    <w:rsid w:val="00EA7EA2"/>
    <w:rsid w:val="00EB0F01"/>
    <w:rsid w:val="00EB0F89"/>
    <w:rsid w:val="00EB104B"/>
    <w:rsid w:val="00EB1349"/>
    <w:rsid w:val="00EB1929"/>
    <w:rsid w:val="00EB1966"/>
    <w:rsid w:val="00EB23B9"/>
    <w:rsid w:val="00EB2429"/>
    <w:rsid w:val="00EB2AE2"/>
    <w:rsid w:val="00EB392D"/>
    <w:rsid w:val="00EB39F2"/>
    <w:rsid w:val="00EB3B89"/>
    <w:rsid w:val="00EB404D"/>
    <w:rsid w:val="00EB4BDB"/>
    <w:rsid w:val="00EB51E4"/>
    <w:rsid w:val="00EB5205"/>
    <w:rsid w:val="00EB579D"/>
    <w:rsid w:val="00EB62FE"/>
    <w:rsid w:val="00EB6A7F"/>
    <w:rsid w:val="00EB6D2D"/>
    <w:rsid w:val="00EB7267"/>
    <w:rsid w:val="00EB7649"/>
    <w:rsid w:val="00EB7714"/>
    <w:rsid w:val="00EB782E"/>
    <w:rsid w:val="00EB79BF"/>
    <w:rsid w:val="00EB7E21"/>
    <w:rsid w:val="00EC05D7"/>
    <w:rsid w:val="00EC0BCD"/>
    <w:rsid w:val="00EC0BE8"/>
    <w:rsid w:val="00EC0D49"/>
    <w:rsid w:val="00EC11C9"/>
    <w:rsid w:val="00EC1282"/>
    <w:rsid w:val="00EC161A"/>
    <w:rsid w:val="00EC186A"/>
    <w:rsid w:val="00EC1A8B"/>
    <w:rsid w:val="00EC1AA9"/>
    <w:rsid w:val="00EC1F83"/>
    <w:rsid w:val="00EC2048"/>
    <w:rsid w:val="00EC223F"/>
    <w:rsid w:val="00EC2A8F"/>
    <w:rsid w:val="00EC2AE3"/>
    <w:rsid w:val="00EC2C6B"/>
    <w:rsid w:val="00EC2D56"/>
    <w:rsid w:val="00EC2EA1"/>
    <w:rsid w:val="00EC2EF5"/>
    <w:rsid w:val="00EC30E7"/>
    <w:rsid w:val="00EC315B"/>
    <w:rsid w:val="00EC322E"/>
    <w:rsid w:val="00EC36D0"/>
    <w:rsid w:val="00EC39F7"/>
    <w:rsid w:val="00EC3D70"/>
    <w:rsid w:val="00EC4057"/>
    <w:rsid w:val="00EC40E9"/>
    <w:rsid w:val="00EC42CE"/>
    <w:rsid w:val="00EC481A"/>
    <w:rsid w:val="00EC4940"/>
    <w:rsid w:val="00EC4C09"/>
    <w:rsid w:val="00EC4E10"/>
    <w:rsid w:val="00EC58BE"/>
    <w:rsid w:val="00EC5C58"/>
    <w:rsid w:val="00EC5F46"/>
    <w:rsid w:val="00EC61F9"/>
    <w:rsid w:val="00EC6794"/>
    <w:rsid w:val="00EC6B8E"/>
    <w:rsid w:val="00EC6BBA"/>
    <w:rsid w:val="00EC6C15"/>
    <w:rsid w:val="00EC6C47"/>
    <w:rsid w:val="00EC6D11"/>
    <w:rsid w:val="00EC76DA"/>
    <w:rsid w:val="00ED004B"/>
    <w:rsid w:val="00ED00EE"/>
    <w:rsid w:val="00ED0308"/>
    <w:rsid w:val="00ED0DFD"/>
    <w:rsid w:val="00ED0FD8"/>
    <w:rsid w:val="00ED19AA"/>
    <w:rsid w:val="00ED1A4C"/>
    <w:rsid w:val="00ED2184"/>
    <w:rsid w:val="00ED277E"/>
    <w:rsid w:val="00ED2A07"/>
    <w:rsid w:val="00ED3784"/>
    <w:rsid w:val="00ED3832"/>
    <w:rsid w:val="00ED3AEB"/>
    <w:rsid w:val="00ED407D"/>
    <w:rsid w:val="00ED4865"/>
    <w:rsid w:val="00ED4C5D"/>
    <w:rsid w:val="00ED4CD9"/>
    <w:rsid w:val="00ED4D7D"/>
    <w:rsid w:val="00ED4DA6"/>
    <w:rsid w:val="00ED50E3"/>
    <w:rsid w:val="00ED529F"/>
    <w:rsid w:val="00ED554E"/>
    <w:rsid w:val="00ED5566"/>
    <w:rsid w:val="00ED55D8"/>
    <w:rsid w:val="00ED573E"/>
    <w:rsid w:val="00ED5AB0"/>
    <w:rsid w:val="00ED6524"/>
    <w:rsid w:val="00ED66BA"/>
    <w:rsid w:val="00ED6AF5"/>
    <w:rsid w:val="00ED7144"/>
    <w:rsid w:val="00ED71EC"/>
    <w:rsid w:val="00ED724B"/>
    <w:rsid w:val="00ED751B"/>
    <w:rsid w:val="00ED77A6"/>
    <w:rsid w:val="00ED7BFB"/>
    <w:rsid w:val="00EE0662"/>
    <w:rsid w:val="00EE0D55"/>
    <w:rsid w:val="00EE1965"/>
    <w:rsid w:val="00EE1AB5"/>
    <w:rsid w:val="00EE1DA4"/>
    <w:rsid w:val="00EE1F7D"/>
    <w:rsid w:val="00EE20E8"/>
    <w:rsid w:val="00EE24A8"/>
    <w:rsid w:val="00EE25F6"/>
    <w:rsid w:val="00EE2A25"/>
    <w:rsid w:val="00EE2CBC"/>
    <w:rsid w:val="00EE2F52"/>
    <w:rsid w:val="00EE32AC"/>
    <w:rsid w:val="00EE34E5"/>
    <w:rsid w:val="00EE358D"/>
    <w:rsid w:val="00EE3FDA"/>
    <w:rsid w:val="00EE4403"/>
    <w:rsid w:val="00EE48DF"/>
    <w:rsid w:val="00EE4943"/>
    <w:rsid w:val="00EE49D4"/>
    <w:rsid w:val="00EE49E4"/>
    <w:rsid w:val="00EE4BC0"/>
    <w:rsid w:val="00EE58C7"/>
    <w:rsid w:val="00EE5C52"/>
    <w:rsid w:val="00EE5DD0"/>
    <w:rsid w:val="00EE5F07"/>
    <w:rsid w:val="00EE5F1F"/>
    <w:rsid w:val="00EE66A3"/>
    <w:rsid w:val="00EE6715"/>
    <w:rsid w:val="00EE6D70"/>
    <w:rsid w:val="00EE76B8"/>
    <w:rsid w:val="00EE7A14"/>
    <w:rsid w:val="00EE7EE1"/>
    <w:rsid w:val="00EF12BE"/>
    <w:rsid w:val="00EF16A5"/>
    <w:rsid w:val="00EF1729"/>
    <w:rsid w:val="00EF1747"/>
    <w:rsid w:val="00EF1B94"/>
    <w:rsid w:val="00EF1CDE"/>
    <w:rsid w:val="00EF220E"/>
    <w:rsid w:val="00EF2897"/>
    <w:rsid w:val="00EF29EE"/>
    <w:rsid w:val="00EF32B6"/>
    <w:rsid w:val="00EF3637"/>
    <w:rsid w:val="00EF399B"/>
    <w:rsid w:val="00EF3CC0"/>
    <w:rsid w:val="00EF43DB"/>
    <w:rsid w:val="00EF43FE"/>
    <w:rsid w:val="00EF4687"/>
    <w:rsid w:val="00EF4D43"/>
    <w:rsid w:val="00EF4D6B"/>
    <w:rsid w:val="00EF4DD8"/>
    <w:rsid w:val="00EF50B7"/>
    <w:rsid w:val="00EF559F"/>
    <w:rsid w:val="00EF59C9"/>
    <w:rsid w:val="00EF6018"/>
    <w:rsid w:val="00EF64A8"/>
    <w:rsid w:val="00EF6569"/>
    <w:rsid w:val="00EF69D6"/>
    <w:rsid w:val="00EF6D56"/>
    <w:rsid w:val="00EF7499"/>
    <w:rsid w:val="00EF7667"/>
    <w:rsid w:val="00EF7749"/>
    <w:rsid w:val="00EF782E"/>
    <w:rsid w:val="00EF79D8"/>
    <w:rsid w:val="00F00201"/>
    <w:rsid w:val="00F002D6"/>
    <w:rsid w:val="00F0074A"/>
    <w:rsid w:val="00F0097D"/>
    <w:rsid w:val="00F00AC4"/>
    <w:rsid w:val="00F00C07"/>
    <w:rsid w:val="00F00EBE"/>
    <w:rsid w:val="00F013F1"/>
    <w:rsid w:val="00F0144C"/>
    <w:rsid w:val="00F014CA"/>
    <w:rsid w:val="00F014EB"/>
    <w:rsid w:val="00F01708"/>
    <w:rsid w:val="00F01DE7"/>
    <w:rsid w:val="00F0211C"/>
    <w:rsid w:val="00F02488"/>
    <w:rsid w:val="00F02A20"/>
    <w:rsid w:val="00F02BD7"/>
    <w:rsid w:val="00F02F23"/>
    <w:rsid w:val="00F031DC"/>
    <w:rsid w:val="00F0357C"/>
    <w:rsid w:val="00F0362F"/>
    <w:rsid w:val="00F03D34"/>
    <w:rsid w:val="00F03DF2"/>
    <w:rsid w:val="00F047A2"/>
    <w:rsid w:val="00F04824"/>
    <w:rsid w:val="00F04BF0"/>
    <w:rsid w:val="00F04C0A"/>
    <w:rsid w:val="00F055D5"/>
    <w:rsid w:val="00F0570B"/>
    <w:rsid w:val="00F05763"/>
    <w:rsid w:val="00F05E79"/>
    <w:rsid w:val="00F05F5E"/>
    <w:rsid w:val="00F061C6"/>
    <w:rsid w:val="00F06228"/>
    <w:rsid w:val="00F0624F"/>
    <w:rsid w:val="00F06539"/>
    <w:rsid w:val="00F0684C"/>
    <w:rsid w:val="00F0697D"/>
    <w:rsid w:val="00F06C49"/>
    <w:rsid w:val="00F06C8C"/>
    <w:rsid w:val="00F06EE8"/>
    <w:rsid w:val="00F07137"/>
    <w:rsid w:val="00F07186"/>
    <w:rsid w:val="00F072E5"/>
    <w:rsid w:val="00F07BF1"/>
    <w:rsid w:val="00F100F9"/>
    <w:rsid w:val="00F1063A"/>
    <w:rsid w:val="00F10907"/>
    <w:rsid w:val="00F10E96"/>
    <w:rsid w:val="00F10F50"/>
    <w:rsid w:val="00F110FC"/>
    <w:rsid w:val="00F11627"/>
    <w:rsid w:val="00F1165F"/>
    <w:rsid w:val="00F11C89"/>
    <w:rsid w:val="00F11E93"/>
    <w:rsid w:val="00F12093"/>
    <w:rsid w:val="00F127B6"/>
    <w:rsid w:val="00F128A1"/>
    <w:rsid w:val="00F12A1F"/>
    <w:rsid w:val="00F12F1D"/>
    <w:rsid w:val="00F13127"/>
    <w:rsid w:val="00F131A0"/>
    <w:rsid w:val="00F1320C"/>
    <w:rsid w:val="00F1352E"/>
    <w:rsid w:val="00F1353A"/>
    <w:rsid w:val="00F13965"/>
    <w:rsid w:val="00F1421B"/>
    <w:rsid w:val="00F145C0"/>
    <w:rsid w:val="00F148CE"/>
    <w:rsid w:val="00F1537B"/>
    <w:rsid w:val="00F15391"/>
    <w:rsid w:val="00F155DF"/>
    <w:rsid w:val="00F15747"/>
    <w:rsid w:val="00F15990"/>
    <w:rsid w:val="00F159A8"/>
    <w:rsid w:val="00F15B53"/>
    <w:rsid w:val="00F16057"/>
    <w:rsid w:val="00F1610E"/>
    <w:rsid w:val="00F16BB3"/>
    <w:rsid w:val="00F17106"/>
    <w:rsid w:val="00F17354"/>
    <w:rsid w:val="00F20054"/>
    <w:rsid w:val="00F20257"/>
    <w:rsid w:val="00F20558"/>
    <w:rsid w:val="00F2101C"/>
    <w:rsid w:val="00F210E3"/>
    <w:rsid w:val="00F21160"/>
    <w:rsid w:val="00F21487"/>
    <w:rsid w:val="00F21A09"/>
    <w:rsid w:val="00F21C5B"/>
    <w:rsid w:val="00F22076"/>
    <w:rsid w:val="00F220E1"/>
    <w:rsid w:val="00F222BA"/>
    <w:rsid w:val="00F2233C"/>
    <w:rsid w:val="00F2256B"/>
    <w:rsid w:val="00F229D8"/>
    <w:rsid w:val="00F22B83"/>
    <w:rsid w:val="00F22C03"/>
    <w:rsid w:val="00F22ED6"/>
    <w:rsid w:val="00F23851"/>
    <w:rsid w:val="00F24394"/>
    <w:rsid w:val="00F24B38"/>
    <w:rsid w:val="00F256A2"/>
    <w:rsid w:val="00F25CF1"/>
    <w:rsid w:val="00F25E49"/>
    <w:rsid w:val="00F26205"/>
    <w:rsid w:val="00F262B7"/>
    <w:rsid w:val="00F26903"/>
    <w:rsid w:val="00F269D3"/>
    <w:rsid w:val="00F26DFC"/>
    <w:rsid w:val="00F26FEE"/>
    <w:rsid w:val="00F2738E"/>
    <w:rsid w:val="00F275A0"/>
    <w:rsid w:val="00F27728"/>
    <w:rsid w:val="00F27B28"/>
    <w:rsid w:val="00F306F2"/>
    <w:rsid w:val="00F30B6B"/>
    <w:rsid w:val="00F31081"/>
    <w:rsid w:val="00F310F9"/>
    <w:rsid w:val="00F31153"/>
    <w:rsid w:val="00F318F7"/>
    <w:rsid w:val="00F32612"/>
    <w:rsid w:val="00F32B2A"/>
    <w:rsid w:val="00F32B75"/>
    <w:rsid w:val="00F32E84"/>
    <w:rsid w:val="00F32FF2"/>
    <w:rsid w:val="00F33912"/>
    <w:rsid w:val="00F33947"/>
    <w:rsid w:val="00F33D71"/>
    <w:rsid w:val="00F3401D"/>
    <w:rsid w:val="00F34444"/>
    <w:rsid w:val="00F34673"/>
    <w:rsid w:val="00F34B35"/>
    <w:rsid w:val="00F35278"/>
    <w:rsid w:val="00F352BC"/>
    <w:rsid w:val="00F35AE7"/>
    <w:rsid w:val="00F35D15"/>
    <w:rsid w:val="00F35F53"/>
    <w:rsid w:val="00F360A7"/>
    <w:rsid w:val="00F360D6"/>
    <w:rsid w:val="00F3656C"/>
    <w:rsid w:val="00F366BD"/>
    <w:rsid w:val="00F36C2E"/>
    <w:rsid w:val="00F37237"/>
    <w:rsid w:val="00F376A5"/>
    <w:rsid w:val="00F37722"/>
    <w:rsid w:val="00F37C18"/>
    <w:rsid w:val="00F4067E"/>
    <w:rsid w:val="00F408AE"/>
    <w:rsid w:val="00F40EAE"/>
    <w:rsid w:val="00F40F03"/>
    <w:rsid w:val="00F41425"/>
    <w:rsid w:val="00F41CEC"/>
    <w:rsid w:val="00F428E3"/>
    <w:rsid w:val="00F42B73"/>
    <w:rsid w:val="00F42E86"/>
    <w:rsid w:val="00F430C5"/>
    <w:rsid w:val="00F43695"/>
    <w:rsid w:val="00F43841"/>
    <w:rsid w:val="00F4392E"/>
    <w:rsid w:val="00F43EAB"/>
    <w:rsid w:val="00F441F8"/>
    <w:rsid w:val="00F44561"/>
    <w:rsid w:val="00F4465A"/>
    <w:rsid w:val="00F44F6D"/>
    <w:rsid w:val="00F457BB"/>
    <w:rsid w:val="00F45C48"/>
    <w:rsid w:val="00F45C7D"/>
    <w:rsid w:val="00F46481"/>
    <w:rsid w:val="00F464B6"/>
    <w:rsid w:val="00F46B28"/>
    <w:rsid w:val="00F46C2F"/>
    <w:rsid w:val="00F47393"/>
    <w:rsid w:val="00F473C9"/>
    <w:rsid w:val="00F50E90"/>
    <w:rsid w:val="00F510A7"/>
    <w:rsid w:val="00F51616"/>
    <w:rsid w:val="00F5165F"/>
    <w:rsid w:val="00F51875"/>
    <w:rsid w:val="00F51978"/>
    <w:rsid w:val="00F52009"/>
    <w:rsid w:val="00F52497"/>
    <w:rsid w:val="00F5274F"/>
    <w:rsid w:val="00F52A69"/>
    <w:rsid w:val="00F52D63"/>
    <w:rsid w:val="00F52E50"/>
    <w:rsid w:val="00F52E5A"/>
    <w:rsid w:val="00F53402"/>
    <w:rsid w:val="00F5371E"/>
    <w:rsid w:val="00F53788"/>
    <w:rsid w:val="00F53856"/>
    <w:rsid w:val="00F53C2D"/>
    <w:rsid w:val="00F53FE3"/>
    <w:rsid w:val="00F542AE"/>
    <w:rsid w:val="00F542DD"/>
    <w:rsid w:val="00F5498F"/>
    <w:rsid w:val="00F551D4"/>
    <w:rsid w:val="00F55460"/>
    <w:rsid w:val="00F55CCB"/>
    <w:rsid w:val="00F562F7"/>
    <w:rsid w:val="00F56AAD"/>
    <w:rsid w:val="00F571AE"/>
    <w:rsid w:val="00F57384"/>
    <w:rsid w:val="00F5749A"/>
    <w:rsid w:val="00F5766D"/>
    <w:rsid w:val="00F6010D"/>
    <w:rsid w:val="00F6038B"/>
    <w:rsid w:val="00F60991"/>
    <w:rsid w:val="00F6129C"/>
    <w:rsid w:val="00F61B1F"/>
    <w:rsid w:val="00F61DAF"/>
    <w:rsid w:val="00F62168"/>
    <w:rsid w:val="00F621C1"/>
    <w:rsid w:val="00F62294"/>
    <w:rsid w:val="00F62921"/>
    <w:rsid w:val="00F62AB8"/>
    <w:rsid w:val="00F63679"/>
    <w:rsid w:val="00F637C3"/>
    <w:rsid w:val="00F63802"/>
    <w:rsid w:val="00F63DE0"/>
    <w:rsid w:val="00F64276"/>
    <w:rsid w:val="00F64E15"/>
    <w:rsid w:val="00F64F0F"/>
    <w:rsid w:val="00F65BCA"/>
    <w:rsid w:val="00F65C1D"/>
    <w:rsid w:val="00F65D48"/>
    <w:rsid w:val="00F65EA8"/>
    <w:rsid w:val="00F65ED5"/>
    <w:rsid w:val="00F66079"/>
    <w:rsid w:val="00F665E7"/>
    <w:rsid w:val="00F6679E"/>
    <w:rsid w:val="00F66AF2"/>
    <w:rsid w:val="00F66EF8"/>
    <w:rsid w:val="00F66FC5"/>
    <w:rsid w:val="00F67ADE"/>
    <w:rsid w:val="00F7004B"/>
    <w:rsid w:val="00F70334"/>
    <w:rsid w:val="00F7046B"/>
    <w:rsid w:val="00F7049A"/>
    <w:rsid w:val="00F704D2"/>
    <w:rsid w:val="00F7054A"/>
    <w:rsid w:val="00F70807"/>
    <w:rsid w:val="00F70B5C"/>
    <w:rsid w:val="00F7138A"/>
    <w:rsid w:val="00F717C8"/>
    <w:rsid w:val="00F71D9E"/>
    <w:rsid w:val="00F71FEC"/>
    <w:rsid w:val="00F722F7"/>
    <w:rsid w:val="00F727D6"/>
    <w:rsid w:val="00F72A80"/>
    <w:rsid w:val="00F72AEE"/>
    <w:rsid w:val="00F72D01"/>
    <w:rsid w:val="00F72F88"/>
    <w:rsid w:val="00F73066"/>
    <w:rsid w:val="00F7335A"/>
    <w:rsid w:val="00F73767"/>
    <w:rsid w:val="00F73B69"/>
    <w:rsid w:val="00F7427F"/>
    <w:rsid w:val="00F743C4"/>
    <w:rsid w:val="00F743F5"/>
    <w:rsid w:val="00F744F0"/>
    <w:rsid w:val="00F74A70"/>
    <w:rsid w:val="00F75708"/>
    <w:rsid w:val="00F762FE"/>
    <w:rsid w:val="00F76F57"/>
    <w:rsid w:val="00F77264"/>
    <w:rsid w:val="00F77502"/>
    <w:rsid w:val="00F77557"/>
    <w:rsid w:val="00F77788"/>
    <w:rsid w:val="00F777E1"/>
    <w:rsid w:val="00F77B6D"/>
    <w:rsid w:val="00F80223"/>
    <w:rsid w:val="00F8055A"/>
    <w:rsid w:val="00F81501"/>
    <w:rsid w:val="00F822A6"/>
    <w:rsid w:val="00F8253D"/>
    <w:rsid w:val="00F82A51"/>
    <w:rsid w:val="00F82B0E"/>
    <w:rsid w:val="00F834A8"/>
    <w:rsid w:val="00F8354E"/>
    <w:rsid w:val="00F83899"/>
    <w:rsid w:val="00F83C9A"/>
    <w:rsid w:val="00F83FCB"/>
    <w:rsid w:val="00F84189"/>
    <w:rsid w:val="00F844B7"/>
    <w:rsid w:val="00F84F54"/>
    <w:rsid w:val="00F852EA"/>
    <w:rsid w:val="00F8539D"/>
    <w:rsid w:val="00F85436"/>
    <w:rsid w:val="00F8586E"/>
    <w:rsid w:val="00F85D2C"/>
    <w:rsid w:val="00F85E34"/>
    <w:rsid w:val="00F85FBD"/>
    <w:rsid w:val="00F8635A"/>
    <w:rsid w:val="00F86965"/>
    <w:rsid w:val="00F86972"/>
    <w:rsid w:val="00F86FB5"/>
    <w:rsid w:val="00F87293"/>
    <w:rsid w:val="00F8729E"/>
    <w:rsid w:val="00F87793"/>
    <w:rsid w:val="00F903B3"/>
    <w:rsid w:val="00F90C90"/>
    <w:rsid w:val="00F9123B"/>
    <w:rsid w:val="00F91487"/>
    <w:rsid w:val="00F91B8B"/>
    <w:rsid w:val="00F91C26"/>
    <w:rsid w:val="00F92335"/>
    <w:rsid w:val="00F923EA"/>
    <w:rsid w:val="00F925CC"/>
    <w:rsid w:val="00F92AF2"/>
    <w:rsid w:val="00F92CBF"/>
    <w:rsid w:val="00F92DC1"/>
    <w:rsid w:val="00F92E8C"/>
    <w:rsid w:val="00F933B0"/>
    <w:rsid w:val="00F936D9"/>
    <w:rsid w:val="00F937D8"/>
    <w:rsid w:val="00F9440D"/>
    <w:rsid w:val="00F94829"/>
    <w:rsid w:val="00F9487C"/>
    <w:rsid w:val="00F94946"/>
    <w:rsid w:val="00F95510"/>
    <w:rsid w:val="00F9576F"/>
    <w:rsid w:val="00F95965"/>
    <w:rsid w:val="00F95B82"/>
    <w:rsid w:val="00F95CA4"/>
    <w:rsid w:val="00F962B8"/>
    <w:rsid w:val="00F965B1"/>
    <w:rsid w:val="00F967A1"/>
    <w:rsid w:val="00F969D6"/>
    <w:rsid w:val="00F96D89"/>
    <w:rsid w:val="00F97287"/>
    <w:rsid w:val="00F97612"/>
    <w:rsid w:val="00F97A1D"/>
    <w:rsid w:val="00F97B91"/>
    <w:rsid w:val="00F97FFB"/>
    <w:rsid w:val="00FA01E1"/>
    <w:rsid w:val="00FA0360"/>
    <w:rsid w:val="00FA03B5"/>
    <w:rsid w:val="00FA0901"/>
    <w:rsid w:val="00FA0F4D"/>
    <w:rsid w:val="00FA13A6"/>
    <w:rsid w:val="00FA1A02"/>
    <w:rsid w:val="00FA2CA9"/>
    <w:rsid w:val="00FA302D"/>
    <w:rsid w:val="00FA3074"/>
    <w:rsid w:val="00FA37C1"/>
    <w:rsid w:val="00FA38FB"/>
    <w:rsid w:val="00FA3A5F"/>
    <w:rsid w:val="00FA3B3D"/>
    <w:rsid w:val="00FA3C50"/>
    <w:rsid w:val="00FA3D97"/>
    <w:rsid w:val="00FA3ECD"/>
    <w:rsid w:val="00FA3FEF"/>
    <w:rsid w:val="00FA46A2"/>
    <w:rsid w:val="00FA46EB"/>
    <w:rsid w:val="00FA481D"/>
    <w:rsid w:val="00FA488D"/>
    <w:rsid w:val="00FA4C1D"/>
    <w:rsid w:val="00FA50A8"/>
    <w:rsid w:val="00FA517C"/>
    <w:rsid w:val="00FA5501"/>
    <w:rsid w:val="00FA5776"/>
    <w:rsid w:val="00FA5841"/>
    <w:rsid w:val="00FA58B8"/>
    <w:rsid w:val="00FA5BAD"/>
    <w:rsid w:val="00FA5BAE"/>
    <w:rsid w:val="00FA5EB7"/>
    <w:rsid w:val="00FA6516"/>
    <w:rsid w:val="00FA65FA"/>
    <w:rsid w:val="00FA66D2"/>
    <w:rsid w:val="00FA681B"/>
    <w:rsid w:val="00FA6AD7"/>
    <w:rsid w:val="00FA74AB"/>
    <w:rsid w:val="00FA75C4"/>
    <w:rsid w:val="00FA7881"/>
    <w:rsid w:val="00FA7FB2"/>
    <w:rsid w:val="00FB004E"/>
    <w:rsid w:val="00FB00DC"/>
    <w:rsid w:val="00FB05D1"/>
    <w:rsid w:val="00FB0E81"/>
    <w:rsid w:val="00FB0F14"/>
    <w:rsid w:val="00FB25D6"/>
    <w:rsid w:val="00FB265E"/>
    <w:rsid w:val="00FB278D"/>
    <w:rsid w:val="00FB2DB1"/>
    <w:rsid w:val="00FB3184"/>
    <w:rsid w:val="00FB33DF"/>
    <w:rsid w:val="00FB34A6"/>
    <w:rsid w:val="00FB3EA5"/>
    <w:rsid w:val="00FB4275"/>
    <w:rsid w:val="00FB45C4"/>
    <w:rsid w:val="00FB491F"/>
    <w:rsid w:val="00FB4F05"/>
    <w:rsid w:val="00FB52DC"/>
    <w:rsid w:val="00FB55F7"/>
    <w:rsid w:val="00FB569C"/>
    <w:rsid w:val="00FB57EA"/>
    <w:rsid w:val="00FB5A07"/>
    <w:rsid w:val="00FB5FF8"/>
    <w:rsid w:val="00FB66E1"/>
    <w:rsid w:val="00FB6727"/>
    <w:rsid w:val="00FB6B74"/>
    <w:rsid w:val="00FB6FE5"/>
    <w:rsid w:val="00FB70C0"/>
    <w:rsid w:val="00FB72E7"/>
    <w:rsid w:val="00FB7882"/>
    <w:rsid w:val="00FB7DE3"/>
    <w:rsid w:val="00FC0279"/>
    <w:rsid w:val="00FC0542"/>
    <w:rsid w:val="00FC0A5C"/>
    <w:rsid w:val="00FC0E66"/>
    <w:rsid w:val="00FC0F09"/>
    <w:rsid w:val="00FC0FDF"/>
    <w:rsid w:val="00FC1C42"/>
    <w:rsid w:val="00FC244B"/>
    <w:rsid w:val="00FC274E"/>
    <w:rsid w:val="00FC287E"/>
    <w:rsid w:val="00FC29AF"/>
    <w:rsid w:val="00FC2A98"/>
    <w:rsid w:val="00FC30C1"/>
    <w:rsid w:val="00FC3681"/>
    <w:rsid w:val="00FC38A5"/>
    <w:rsid w:val="00FC3C9D"/>
    <w:rsid w:val="00FC3FE8"/>
    <w:rsid w:val="00FC41D8"/>
    <w:rsid w:val="00FC4860"/>
    <w:rsid w:val="00FC49FF"/>
    <w:rsid w:val="00FC526A"/>
    <w:rsid w:val="00FC5BE3"/>
    <w:rsid w:val="00FC5D01"/>
    <w:rsid w:val="00FC60A9"/>
    <w:rsid w:val="00FC6194"/>
    <w:rsid w:val="00FC6865"/>
    <w:rsid w:val="00FC6909"/>
    <w:rsid w:val="00FC6CDF"/>
    <w:rsid w:val="00FC7021"/>
    <w:rsid w:val="00FC73D8"/>
    <w:rsid w:val="00FC7A4D"/>
    <w:rsid w:val="00FC7E37"/>
    <w:rsid w:val="00FD00E3"/>
    <w:rsid w:val="00FD016C"/>
    <w:rsid w:val="00FD0206"/>
    <w:rsid w:val="00FD03DE"/>
    <w:rsid w:val="00FD05F9"/>
    <w:rsid w:val="00FD0B88"/>
    <w:rsid w:val="00FD0F6E"/>
    <w:rsid w:val="00FD1548"/>
    <w:rsid w:val="00FD15EE"/>
    <w:rsid w:val="00FD1A24"/>
    <w:rsid w:val="00FD1DCE"/>
    <w:rsid w:val="00FD23D5"/>
    <w:rsid w:val="00FD268C"/>
    <w:rsid w:val="00FD2C96"/>
    <w:rsid w:val="00FD2E36"/>
    <w:rsid w:val="00FD3355"/>
    <w:rsid w:val="00FD372E"/>
    <w:rsid w:val="00FD392E"/>
    <w:rsid w:val="00FD3B93"/>
    <w:rsid w:val="00FD4333"/>
    <w:rsid w:val="00FD4635"/>
    <w:rsid w:val="00FD4AEA"/>
    <w:rsid w:val="00FD4D9F"/>
    <w:rsid w:val="00FD4DE4"/>
    <w:rsid w:val="00FD52AA"/>
    <w:rsid w:val="00FD552F"/>
    <w:rsid w:val="00FD5945"/>
    <w:rsid w:val="00FD5952"/>
    <w:rsid w:val="00FD5DDA"/>
    <w:rsid w:val="00FD6272"/>
    <w:rsid w:val="00FD6C15"/>
    <w:rsid w:val="00FD750B"/>
    <w:rsid w:val="00FD755D"/>
    <w:rsid w:val="00FD781C"/>
    <w:rsid w:val="00FE0562"/>
    <w:rsid w:val="00FE0953"/>
    <w:rsid w:val="00FE1491"/>
    <w:rsid w:val="00FE1759"/>
    <w:rsid w:val="00FE1859"/>
    <w:rsid w:val="00FE1A38"/>
    <w:rsid w:val="00FE1D07"/>
    <w:rsid w:val="00FE242E"/>
    <w:rsid w:val="00FE2463"/>
    <w:rsid w:val="00FE2E6A"/>
    <w:rsid w:val="00FE3084"/>
    <w:rsid w:val="00FE30D3"/>
    <w:rsid w:val="00FE35BF"/>
    <w:rsid w:val="00FE37E8"/>
    <w:rsid w:val="00FE3D8C"/>
    <w:rsid w:val="00FE42ED"/>
    <w:rsid w:val="00FE4356"/>
    <w:rsid w:val="00FE4402"/>
    <w:rsid w:val="00FE49B0"/>
    <w:rsid w:val="00FE4BB1"/>
    <w:rsid w:val="00FE5208"/>
    <w:rsid w:val="00FE54DE"/>
    <w:rsid w:val="00FE56D2"/>
    <w:rsid w:val="00FE5F98"/>
    <w:rsid w:val="00FE6161"/>
    <w:rsid w:val="00FE619C"/>
    <w:rsid w:val="00FE6645"/>
    <w:rsid w:val="00FE68F9"/>
    <w:rsid w:val="00FE6945"/>
    <w:rsid w:val="00FE6967"/>
    <w:rsid w:val="00FE69C8"/>
    <w:rsid w:val="00FE74A9"/>
    <w:rsid w:val="00FE76C2"/>
    <w:rsid w:val="00FE7804"/>
    <w:rsid w:val="00FF0566"/>
    <w:rsid w:val="00FF07F2"/>
    <w:rsid w:val="00FF0AF1"/>
    <w:rsid w:val="00FF0BD7"/>
    <w:rsid w:val="00FF1179"/>
    <w:rsid w:val="00FF1C30"/>
    <w:rsid w:val="00FF1F2B"/>
    <w:rsid w:val="00FF2016"/>
    <w:rsid w:val="00FF21F4"/>
    <w:rsid w:val="00FF237D"/>
    <w:rsid w:val="00FF2698"/>
    <w:rsid w:val="00FF28DA"/>
    <w:rsid w:val="00FF2925"/>
    <w:rsid w:val="00FF29A2"/>
    <w:rsid w:val="00FF2AA1"/>
    <w:rsid w:val="00FF354F"/>
    <w:rsid w:val="00FF3B44"/>
    <w:rsid w:val="00FF3B8E"/>
    <w:rsid w:val="00FF3D67"/>
    <w:rsid w:val="00FF3DDE"/>
    <w:rsid w:val="00FF4311"/>
    <w:rsid w:val="00FF48E2"/>
    <w:rsid w:val="00FF4BEC"/>
    <w:rsid w:val="00FF50CC"/>
    <w:rsid w:val="00FF5586"/>
    <w:rsid w:val="00FF5690"/>
    <w:rsid w:val="00FF5D25"/>
    <w:rsid w:val="00FF5EDF"/>
    <w:rsid w:val="00FF5F46"/>
    <w:rsid w:val="00FF6691"/>
    <w:rsid w:val="00FF6A16"/>
    <w:rsid w:val="00FF75E2"/>
    <w:rsid w:val="00FF7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D5B"/>
    <w:pPr>
      <w:spacing w:line="360" w:lineRule="atLeast"/>
      <w:jc w:val="both"/>
    </w:pPr>
    <w:rPr>
      <w:rFonts w:ascii="Times New Roman CYR" w:eastAsia="Times New Roman" w:hAnsi="Times New Roman CYR"/>
      <w:sz w:val="28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95E77"/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6C7D5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C7D5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007F8B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07F8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C82164"/>
    <w:pPr>
      <w:spacing w:line="240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rsid w:val="0038670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704"/>
    <w:rPr>
      <w:rFonts w:ascii="Times New Roman CYR" w:hAnsi="Times New Roman CYR" w:cs="Times New Roman"/>
      <w:sz w:val="28"/>
    </w:rPr>
  </w:style>
  <w:style w:type="paragraph" w:styleId="Footer">
    <w:name w:val="footer"/>
    <w:basedOn w:val="Normal"/>
    <w:link w:val="FooterChar"/>
    <w:uiPriority w:val="99"/>
    <w:semiHidden/>
    <w:rsid w:val="0038670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86704"/>
    <w:rPr>
      <w:rFonts w:ascii="Times New Roman CYR" w:hAnsi="Times New Roman CYR" w:cs="Times New Roman"/>
      <w:sz w:val="28"/>
    </w:rPr>
  </w:style>
  <w:style w:type="paragraph" w:customStyle="1" w:styleId="ConsNormal">
    <w:name w:val="ConsNormal"/>
    <w:uiPriority w:val="99"/>
    <w:rsid w:val="001468F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267458"/>
    <w:pPr>
      <w:spacing w:line="240" w:lineRule="auto"/>
      <w:jc w:val="left"/>
    </w:pPr>
    <w:rPr>
      <w:rFonts w:ascii="Verdana" w:eastAsia="Calibri" w:hAnsi="Verdana" w:cs="Verdana"/>
      <w:sz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D3B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1D5A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59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2100</TotalTime>
  <Pages>10</Pages>
  <Words>4218</Words>
  <Characters>24043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moskalevaev</dc:creator>
  <cp:keywords/>
  <dc:description/>
  <cp:lastModifiedBy>Пользователь</cp:lastModifiedBy>
  <cp:revision>146</cp:revision>
  <cp:lastPrinted>2021-01-25T10:42:00Z</cp:lastPrinted>
  <dcterms:created xsi:type="dcterms:W3CDTF">2013-09-24T03:00:00Z</dcterms:created>
  <dcterms:modified xsi:type="dcterms:W3CDTF">2021-01-26T10:02:00Z</dcterms:modified>
</cp:coreProperties>
</file>