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959" w:rsidRDefault="00F16959" w:rsidP="00E56225">
      <w:pPr>
        <w:ind w:left="5387"/>
        <w:jc w:val="both"/>
      </w:pPr>
      <w:r>
        <w:t>Приложение к постановлению Администрации Тарского муниципального района Омской области от 16 февраля 2022 года № 71</w:t>
      </w:r>
    </w:p>
    <w:p w:rsidR="00F16959" w:rsidRDefault="00F16959" w:rsidP="00E56225">
      <w:pPr>
        <w:ind w:left="5387"/>
        <w:jc w:val="both"/>
      </w:pPr>
    </w:p>
    <w:p w:rsidR="00F16959" w:rsidRPr="00E56225" w:rsidRDefault="00F16959" w:rsidP="00E56225">
      <w:pPr>
        <w:ind w:left="5387"/>
        <w:jc w:val="both"/>
      </w:pPr>
      <w:r>
        <w:t>«</w:t>
      </w:r>
      <w:r w:rsidRPr="00E56225">
        <w:t>Приложение № 5 к муниципальной программе</w:t>
      </w:r>
      <w:r>
        <w:t xml:space="preserve"> </w:t>
      </w:r>
      <w:r w:rsidRPr="00E56225">
        <w:t xml:space="preserve">Тарского муниципального района Омской области «Развитие социально-культурной сферы Тарского муниципального района Омской области» на 2020 – 2025 годы </w:t>
      </w:r>
    </w:p>
    <w:p w:rsidR="00F16959" w:rsidRPr="00E56225" w:rsidRDefault="00F16959" w:rsidP="002E264E">
      <w:pPr>
        <w:widowControl w:val="0"/>
        <w:tabs>
          <w:tab w:val="center" w:pos="4677"/>
          <w:tab w:val="right" w:pos="9355"/>
        </w:tabs>
        <w:autoSpaceDE w:val="0"/>
        <w:autoSpaceDN w:val="0"/>
        <w:adjustRightInd w:val="0"/>
        <w:jc w:val="both"/>
      </w:pPr>
    </w:p>
    <w:p w:rsidR="00F16959" w:rsidRPr="00E56225" w:rsidRDefault="00F16959" w:rsidP="002E264E">
      <w:pPr>
        <w:widowControl w:val="0"/>
        <w:tabs>
          <w:tab w:val="center" w:pos="4677"/>
          <w:tab w:val="right" w:pos="9355"/>
        </w:tabs>
        <w:autoSpaceDE w:val="0"/>
        <w:autoSpaceDN w:val="0"/>
        <w:adjustRightInd w:val="0"/>
        <w:jc w:val="both"/>
      </w:pPr>
    </w:p>
    <w:p w:rsidR="00F16959" w:rsidRPr="00E56225" w:rsidRDefault="00F16959" w:rsidP="002867B2">
      <w:pPr>
        <w:jc w:val="center"/>
      </w:pPr>
      <w:r w:rsidRPr="00E56225">
        <w:t>Подпрограмма</w:t>
      </w:r>
    </w:p>
    <w:p w:rsidR="00F16959" w:rsidRPr="00E56225" w:rsidRDefault="00F16959" w:rsidP="00432173">
      <w:pPr>
        <w:widowControl w:val="0"/>
        <w:tabs>
          <w:tab w:val="center" w:pos="4677"/>
          <w:tab w:val="right" w:pos="9355"/>
        </w:tabs>
        <w:autoSpaceDE w:val="0"/>
        <w:autoSpaceDN w:val="0"/>
        <w:adjustRightInd w:val="0"/>
        <w:jc w:val="center"/>
      </w:pPr>
      <w:r w:rsidRPr="00E56225">
        <w:t>«Развитие культуры и туризма Тарского муниципального района»</w:t>
      </w:r>
    </w:p>
    <w:p w:rsidR="00F16959" w:rsidRPr="00E56225" w:rsidRDefault="00F16959" w:rsidP="002867B2">
      <w:pPr>
        <w:spacing w:line="240" w:lineRule="atLeast"/>
        <w:jc w:val="center"/>
      </w:pPr>
      <w:r w:rsidRPr="00E56225">
        <w:t>Раздел 1. Паспорт</w:t>
      </w:r>
    </w:p>
    <w:p w:rsidR="00F16959" w:rsidRPr="00E56225" w:rsidRDefault="00F16959" w:rsidP="00E56225">
      <w:pPr>
        <w:widowControl w:val="0"/>
        <w:tabs>
          <w:tab w:val="center" w:pos="4677"/>
          <w:tab w:val="right" w:pos="9355"/>
        </w:tabs>
        <w:autoSpaceDE w:val="0"/>
        <w:autoSpaceDN w:val="0"/>
        <w:adjustRightInd w:val="0"/>
        <w:jc w:val="center"/>
      </w:pPr>
      <w:r w:rsidRPr="00E56225">
        <w:t>подпрограммы «Развитие культуры и туризма Тарского муниципального района»</w:t>
      </w:r>
    </w:p>
    <w:p w:rsidR="00F16959" w:rsidRPr="00E56225" w:rsidRDefault="00F16959" w:rsidP="002867B2">
      <w:pPr>
        <w:widowControl w:val="0"/>
        <w:tabs>
          <w:tab w:val="center" w:pos="4677"/>
          <w:tab w:val="right" w:pos="9355"/>
        </w:tabs>
        <w:autoSpaceDE w:val="0"/>
        <w:autoSpaceDN w:val="0"/>
        <w:adjustRightInd w:val="0"/>
        <w:jc w:val="cente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686"/>
        <w:gridCol w:w="5670"/>
      </w:tblGrid>
      <w:tr w:rsidR="00F16959" w:rsidRPr="00E56225" w:rsidTr="00E56225">
        <w:tc>
          <w:tcPr>
            <w:tcW w:w="3686" w:type="dxa"/>
            <w:vAlign w:val="center"/>
          </w:tcPr>
          <w:p w:rsidR="00F16959" w:rsidRPr="00E56225" w:rsidRDefault="00F16959" w:rsidP="00CC0646">
            <w:pPr>
              <w:widowControl w:val="0"/>
              <w:autoSpaceDE w:val="0"/>
              <w:autoSpaceDN w:val="0"/>
              <w:adjustRightInd w:val="0"/>
              <w:outlineLvl w:val="2"/>
            </w:pPr>
            <w:r w:rsidRPr="00E56225">
              <w:t>Наименование муниципальной программы Тарского муниципального района Омской области (далее – муниципальная программа)</w:t>
            </w:r>
          </w:p>
        </w:tc>
        <w:tc>
          <w:tcPr>
            <w:tcW w:w="5670" w:type="dxa"/>
          </w:tcPr>
          <w:p w:rsidR="00F16959" w:rsidRPr="00E56225" w:rsidRDefault="00F16959" w:rsidP="00F04781">
            <w:pPr>
              <w:widowControl w:val="0"/>
              <w:autoSpaceDE w:val="0"/>
              <w:autoSpaceDN w:val="0"/>
              <w:adjustRightInd w:val="0"/>
              <w:outlineLvl w:val="2"/>
            </w:pPr>
            <w:r>
              <w:t>«</w:t>
            </w:r>
            <w:r w:rsidRPr="00E56225">
              <w:t xml:space="preserve">Развитие социально-культурной сферы </w:t>
            </w:r>
            <w:r>
              <w:t>Тарского муниципального района»</w:t>
            </w:r>
            <w:r w:rsidRPr="00E56225">
              <w:t xml:space="preserve"> (далее – муниципальная программа)</w:t>
            </w:r>
          </w:p>
        </w:tc>
      </w:tr>
      <w:tr w:rsidR="00F16959" w:rsidRPr="00E56225" w:rsidTr="00E56225">
        <w:tc>
          <w:tcPr>
            <w:tcW w:w="3686" w:type="dxa"/>
            <w:vAlign w:val="center"/>
          </w:tcPr>
          <w:p w:rsidR="00F16959" w:rsidRPr="00E56225" w:rsidRDefault="00F16959" w:rsidP="00CC0646">
            <w:pPr>
              <w:widowControl w:val="0"/>
              <w:autoSpaceDE w:val="0"/>
              <w:autoSpaceDN w:val="0"/>
              <w:adjustRightInd w:val="0"/>
              <w:outlineLvl w:val="2"/>
            </w:pPr>
            <w:r w:rsidRPr="00E56225">
              <w:t>Наименование подпрограммы муниципальной программы Тарского муниципального района (далее</w:t>
            </w:r>
            <w:r>
              <w:t xml:space="preserve"> </w:t>
            </w:r>
            <w:r w:rsidRPr="00E56225">
              <w:t>–подпрограмма)</w:t>
            </w:r>
          </w:p>
        </w:tc>
        <w:tc>
          <w:tcPr>
            <w:tcW w:w="5670" w:type="dxa"/>
          </w:tcPr>
          <w:p w:rsidR="00F16959" w:rsidRPr="00E56225" w:rsidRDefault="00F16959" w:rsidP="00F04781">
            <w:pPr>
              <w:widowControl w:val="0"/>
              <w:autoSpaceDE w:val="0"/>
              <w:autoSpaceDN w:val="0"/>
              <w:adjustRightInd w:val="0"/>
              <w:outlineLvl w:val="2"/>
            </w:pPr>
            <w:r w:rsidRPr="00E56225">
              <w:t>«Развитие культуры и туризма Тарского муниципального района» (далее – подпрограмма)</w:t>
            </w:r>
          </w:p>
        </w:tc>
      </w:tr>
      <w:tr w:rsidR="00F16959" w:rsidRPr="00E56225" w:rsidTr="00E56225">
        <w:tc>
          <w:tcPr>
            <w:tcW w:w="3686" w:type="dxa"/>
          </w:tcPr>
          <w:p w:rsidR="00F16959" w:rsidRPr="00E56225" w:rsidRDefault="00F16959" w:rsidP="00CC0646">
            <w:pPr>
              <w:autoSpaceDE w:val="0"/>
              <w:autoSpaceDN w:val="0"/>
              <w:adjustRightInd w:val="0"/>
              <w:jc w:val="both"/>
            </w:pPr>
            <w:r w:rsidRPr="00E56225">
              <w:t xml:space="preserve">Наименование структурного (отраслевого, исполнительно-распорядительного) органа Тарского муниципального района Омской области, являющегося соисполнителем муниципальной программы </w:t>
            </w:r>
          </w:p>
        </w:tc>
        <w:tc>
          <w:tcPr>
            <w:tcW w:w="5670" w:type="dxa"/>
          </w:tcPr>
          <w:p w:rsidR="00F16959" w:rsidRPr="00E56225" w:rsidRDefault="00F16959" w:rsidP="00CC0646">
            <w:pPr>
              <w:pStyle w:val="ConsPlusCell"/>
              <w:jc w:val="both"/>
              <w:rPr>
                <w:sz w:val="24"/>
                <w:szCs w:val="24"/>
              </w:rPr>
            </w:pPr>
            <w:r w:rsidRPr="00E56225">
              <w:rPr>
                <w:sz w:val="24"/>
                <w:szCs w:val="24"/>
              </w:rPr>
              <w:t>Комитет культуры и искусства Администрации Тарского муниципального района</w:t>
            </w:r>
          </w:p>
        </w:tc>
      </w:tr>
      <w:tr w:rsidR="00F16959" w:rsidRPr="00E56225" w:rsidTr="00E56225">
        <w:tc>
          <w:tcPr>
            <w:tcW w:w="3686" w:type="dxa"/>
          </w:tcPr>
          <w:p w:rsidR="00F16959" w:rsidRPr="00E56225" w:rsidRDefault="00F16959" w:rsidP="00720835">
            <w:pPr>
              <w:autoSpaceDE w:val="0"/>
              <w:autoSpaceDN w:val="0"/>
              <w:adjustRightInd w:val="0"/>
              <w:jc w:val="both"/>
            </w:pPr>
            <w:r w:rsidRPr="00E56225">
              <w:t xml:space="preserve">Наименование структурного (отраслевого, исполнительно-распорядительного) органа Тарского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670" w:type="dxa"/>
          </w:tcPr>
          <w:p w:rsidR="00F16959" w:rsidRPr="00E56225" w:rsidRDefault="00F16959" w:rsidP="00720835">
            <w:pPr>
              <w:pStyle w:val="ConsPlusCell"/>
              <w:jc w:val="both"/>
              <w:rPr>
                <w:sz w:val="24"/>
                <w:szCs w:val="24"/>
              </w:rPr>
            </w:pPr>
            <w:r w:rsidRPr="00E56225">
              <w:rPr>
                <w:sz w:val="24"/>
                <w:szCs w:val="24"/>
              </w:rPr>
              <w:t>Комитет культуры и искусства Администрации Тарского муниципального района</w:t>
            </w:r>
          </w:p>
        </w:tc>
      </w:tr>
      <w:tr w:rsidR="00F16959" w:rsidRPr="00E56225" w:rsidTr="00E56225">
        <w:tc>
          <w:tcPr>
            <w:tcW w:w="3686" w:type="dxa"/>
          </w:tcPr>
          <w:p w:rsidR="00F16959" w:rsidRPr="00E56225" w:rsidRDefault="00F16959" w:rsidP="00720835">
            <w:pPr>
              <w:autoSpaceDE w:val="0"/>
              <w:autoSpaceDN w:val="0"/>
              <w:adjustRightInd w:val="0"/>
              <w:jc w:val="both"/>
            </w:pPr>
            <w:r w:rsidRPr="00E56225">
              <w:t>Наименование структурного (отраслевого, исполнительно-распорядительного) органа Тарского муниципального района Омской области, являющегося исполнителем</w:t>
            </w:r>
            <w:r>
              <w:t xml:space="preserve"> </w:t>
            </w:r>
            <w:r w:rsidRPr="00E56225">
              <w:t>мероприятия</w:t>
            </w:r>
          </w:p>
        </w:tc>
        <w:tc>
          <w:tcPr>
            <w:tcW w:w="5670" w:type="dxa"/>
          </w:tcPr>
          <w:p w:rsidR="00F16959" w:rsidRPr="00E56225" w:rsidRDefault="00F16959" w:rsidP="00720835">
            <w:pPr>
              <w:pStyle w:val="ConsPlusCell"/>
              <w:jc w:val="both"/>
              <w:rPr>
                <w:sz w:val="24"/>
                <w:szCs w:val="24"/>
              </w:rPr>
            </w:pPr>
            <w:r w:rsidRPr="00E56225">
              <w:rPr>
                <w:sz w:val="24"/>
                <w:szCs w:val="24"/>
              </w:rPr>
              <w:t>Комитет культуры и искусства Администрации Тарского муниципального района</w:t>
            </w:r>
          </w:p>
        </w:tc>
      </w:tr>
      <w:tr w:rsidR="00F16959" w:rsidRPr="00E56225" w:rsidTr="00E56225">
        <w:tc>
          <w:tcPr>
            <w:tcW w:w="3686" w:type="dxa"/>
          </w:tcPr>
          <w:p w:rsidR="00F16959" w:rsidRPr="00E56225" w:rsidRDefault="00F16959" w:rsidP="00CC0646">
            <w:pPr>
              <w:autoSpaceDE w:val="0"/>
              <w:autoSpaceDN w:val="0"/>
              <w:adjustRightInd w:val="0"/>
              <w:jc w:val="both"/>
            </w:pPr>
            <w:r w:rsidRPr="00E56225">
              <w:t xml:space="preserve">Сроки реализации </w:t>
            </w:r>
          </w:p>
          <w:p w:rsidR="00F16959" w:rsidRPr="00E56225" w:rsidRDefault="00F16959" w:rsidP="00CC0646">
            <w:pPr>
              <w:autoSpaceDE w:val="0"/>
              <w:autoSpaceDN w:val="0"/>
              <w:adjustRightInd w:val="0"/>
              <w:jc w:val="both"/>
            </w:pPr>
            <w:r w:rsidRPr="00E56225">
              <w:t>подпрограммы</w:t>
            </w:r>
          </w:p>
        </w:tc>
        <w:tc>
          <w:tcPr>
            <w:tcW w:w="5670" w:type="dxa"/>
          </w:tcPr>
          <w:p w:rsidR="00F16959" w:rsidRPr="00E56225" w:rsidRDefault="00F16959" w:rsidP="008C73FA">
            <w:pPr>
              <w:pStyle w:val="ConsPlusCell"/>
              <w:jc w:val="both"/>
              <w:rPr>
                <w:sz w:val="24"/>
                <w:szCs w:val="24"/>
              </w:rPr>
            </w:pPr>
            <w:r w:rsidRPr="00E56225">
              <w:rPr>
                <w:sz w:val="24"/>
                <w:szCs w:val="24"/>
              </w:rPr>
              <w:t>Сроки реализации подпрограммы: 2020 – 2025 годы. Отдельные этапы ее реализации не выделяются</w:t>
            </w:r>
          </w:p>
        </w:tc>
      </w:tr>
      <w:tr w:rsidR="00F16959" w:rsidRPr="00E56225" w:rsidTr="00E56225">
        <w:trPr>
          <w:trHeight w:val="401"/>
        </w:trPr>
        <w:tc>
          <w:tcPr>
            <w:tcW w:w="3686" w:type="dxa"/>
          </w:tcPr>
          <w:p w:rsidR="00F16959" w:rsidRPr="00E56225" w:rsidRDefault="00F16959" w:rsidP="00CC0646">
            <w:pPr>
              <w:jc w:val="both"/>
            </w:pPr>
            <w:r w:rsidRPr="00E56225">
              <w:t>Цель подпрограммы</w:t>
            </w:r>
          </w:p>
        </w:tc>
        <w:tc>
          <w:tcPr>
            <w:tcW w:w="5670" w:type="dxa"/>
          </w:tcPr>
          <w:p w:rsidR="00F16959" w:rsidRPr="00E56225" w:rsidRDefault="00F16959" w:rsidP="00B45B2A">
            <w:pPr>
              <w:pStyle w:val="Default"/>
              <w:jc w:val="both"/>
              <w:rPr>
                <w:color w:val="auto"/>
              </w:rPr>
            </w:pPr>
            <w:r w:rsidRPr="00E56225">
              <w:rPr>
                <w:color w:val="auto"/>
              </w:rPr>
              <w:t>Создание</w:t>
            </w:r>
            <w:r>
              <w:rPr>
                <w:color w:val="auto"/>
              </w:rPr>
              <w:t xml:space="preserve"> </w:t>
            </w:r>
            <w:r w:rsidRPr="00E56225">
              <w:rPr>
                <w:color w:val="auto"/>
              </w:rPr>
              <w:t>условий для формирования гармонично развитой личности, реализации каждым человеком его творческого потенциала; укрепления единства российского общества и гражданской идентичности, передачи от поколения к поколению традиционных для российского общества ценностей, норм, традиций и обычаев; сохранения исторического и культурного наследия; обеспечения гражданам доступа к знаниям, информации и культурным ценностям; популяризации туристской привлекательности Тарского района.</w:t>
            </w:r>
          </w:p>
        </w:tc>
      </w:tr>
      <w:tr w:rsidR="00F16959" w:rsidRPr="00E56225" w:rsidTr="00E56225">
        <w:trPr>
          <w:trHeight w:val="328"/>
        </w:trPr>
        <w:tc>
          <w:tcPr>
            <w:tcW w:w="3686" w:type="dxa"/>
          </w:tcPr>
          <w:p w:rsidR="00F16959" w:rsidRPr="00E56225" w:rsidRDefault="00F16959" w:rsidP="00CC0646">
            <w:pPr>
              <w:jc w:val="both"/>
            </w:pPr>
            <w:r w:rsidRPr="00E56225">
              <w:t>Задачи подпрограммы</w:t>
            </w:r>
          </w:p>
        </w:tc>
        <w:tc>
          <w:tcPr>
            <w:tcW w:w="5670" w:type="dxa"/>
          </w:tcPr>
          <w:p w:rsidR="00F16959" w:rsidRPr="00E56225" w:rsidRDefault="00F16959" w:rsidP="009171BB">
            <w:pPr>
              <w:pStyle w:val="ConsPlusNormal"/>
              <w:widowControl/>
              <w:ind w:firstLine="0"/>
              <w:jc w:val="both"/>
              <w:rPr>
                <w:rFonts w:ascii="Times New Roman" w:hAnsi="Times New Roman" w:cs="Times New Roman"/>
                <w:sz w:val="24"/>
                <w:szCs w:val="24"/>
              </w:rPr>
            </w:pPr>
            <w:r w:rsidRPr="00E56225">
              <w:rPr>
                <w:rFonts w:ascii="Times New Roman" w:hAnsi="Times New Roman" w:cs="Times New Roman"/>
                <w:sz w:val="24"/>
                <w:szCs w:val="24"/>
              </w:rPr>
              <w:t>Создание условий для развития дополнительного образования детей, самодеятельного художественного творчества и досуга населения, доступа населения к информационным ресурсам, объектам культурного наследия и музейным фондам.</w:t>
            </w:r>
          </w:p>
          <w:p w:rsidR="00F16959" w:rsidRPr="00E56225" w:rsidRDefault="00F16959" w:rsidP="0070020F">
            <w:pPr>
              <w:pStyle w:val="ConsPlusNormal"/>
              <w:widowControl/>
              <w:ind w:firstLine="0"/>
              <w:jc w:val="both"/>
              <w:rPr>
                <w:rFonts w:ascii="Times New Roman" w:hAnsi="Times New Roman" w:cs="Times New Roman"/>
                <w:sz w:val="24"/>
                <w:szCs w:val="24"/>
              </w:rPr>
            </w:pPr>
            <w:r w:rsidRPr="00E56225">
              <w:rPr>
                <w:rFonts w:ascii="Times New Roman" w:hAnsi="Times New Roman" w:cs="Times New Roman"/>
                <w:sz w:val="24"/>
                <w:szCs w:val="24"/>
              </w:rPr>
              <w:t xml:space="preserve">Создание условий для популяризации туристской привлекательности Тарского района. </w:t>
            </w:r>
          </w:p>
          <w:p w:rsidR="00F16959" w:rsidRPr="00E56225" w:rsidRDefault="00F16959" w:rsidP="0070020F">
            <w:pPr>
              <w:pStyle w:val="ConsPlusNormal"/>
              <w:widowControl/>
              <w:ind w:firstLine="0"/>
              <w:jc w:val="both"/>
              <w:rPr>
                <w:rFonts w:ascii="Times New Roman" w:hAnsi="Times New Roman" w:cs="Times New Roman"/>
                <w:sz w:val="24"/>
                <w:szCs w:val="24"/>
              </w:rPr>
            </w:pPr>
            <w:r w:rsidRPr="00E56225">
              <w:rPr>
                <w:rFonts w:ascii="Times New Roman" w:hAnsi="Times New Roman" w:cs="Times New Roman"/>
                <w:sz w:val="24"/>
                <w:szCs w:val="24"/>
              </w:rPr>
              <w:t>Развитие кадрового потенциала отрасли культуры.</w:t>
            </w:r>
          </w:p>
          <w:p w:rsidR="00F16959" w:rsidRPr="00E56225" w:rsidRDefault="00F16959" w:rsidP="00CC0646">
            <w:pPr>
              <w:jc w:val="both"/>
            </w:pPr>
            <w:r w:rsidRPr="00E56225">
              <w:t>Сохранение, развитие и обновление</w:t>
            </w:r>
            <w:r>
              <w:t xml:space="preserve"> </w:t>
            </w:r>
            <w:r w:rsidRPr="00E56225">
              <w:t>материально-технической базы учреждений культуры.</w:t>
            </w:r>
          </w:p>
          <w:p w:rsidR="00F16959" w:rsidRPr="00E56225" w:rsidRDefault="00F16959" w:rsidP="00CC0646">
            <w:pPr>
              <w:jc w:val="both"/>
            </w:pPr>
            <w:r w:rsidRPr="00E56225">
              <w:t xml:space="preserve"> Создание безопасных условий для пребывания посетителей в учреждениях культуры и обеспечение сохранности фондов и коллекций</w:t>
            </w:r>
          </w:p>
        </w:tc>
      </w:tr>
      <w:tr w:rsidR="00F16959" w:rsidRPr="00E56225" w:rsidTr="00E56225">
        <w:trPr>
          <w:trHeight w:val="386"/>
        </w:trPr>
        <w:tc>
          <w:tcPr>
            <w:tcW w:w="3686" w:type="dxa"/>
          </w:tcPr>
          <w:p w:rsidR="00F16959" w:rsidRPr="00E56225" w:rsidRDefault="00F16959" w:rsidP="00CC0646">
            <w:pPr>
              <w:autoSpaceDE w:val="0"/>
              <w:autoSpaceDN w:val="0"/>
              <w:adjustRightInd w:val="0"/>
              <w:jc w:val="both"/>
            </w:pPr>
            <w:r w:rsidRPr="00E56225">
              <w:t>Перечень основных мероприятий и (или) ведомственных целевых программ</w:t>
            </w:r>
          </w:p>
        </w:tc>
        <w:tc>
          <w:tcPr>
            <w:tcW w:w="5670" w:type="dxa"/>
          </w:tcPr>
          <w:p w:rsidR="00F16959" w:rsidRPr="00E56225" w:rsidRDefault="00F16959" w:rsidP="006D0E35">
            <w:pPr>
              <w:jc w:val="both"/>
            </w:pPr>
            <w:r w:rsidRPr="00E56225">
              <w:t>-Создание благоприятных условий для укрепления единого культурного пространства и сохранения культурного наследия Тарского района</w:t>
            </w:r>
          </w:p>
          <w:p w:rsidR="00F16959" w:rsidRPr="00E56225" w:rsidRDefault="00F16959" w:rsidP="006D0E35">
            <w:pPr>
              <w:jc w:val="both"/>
            </w:pPr>
            <w:r w:rsidRPr="00E56225">
              <w:t>-Реализация проекта "Туризм"</w:t>
            </w:r>
          </w:p>
          <w:p w:rsidR="00F16959" w:rsidRPr="00E56225" w:rsidRDefault="00F16959" w:rsidP="006D0E35">
            <w:pPr>
              <w:jc w:val="both"/>
            </w:pPr>
            <w:r w:rsidRPr="00E56225">
              <w:t>-Развитие кадрового потенциала и социальной поддержки работников культуры</w:t>
            </w:r>
          </w:p>
          <w:p w:rsidR="00F16959" w:rsidRPr="00E56225" w:rsidRDefault="00F16959" w:rsidP="006D0E35">
            <w:pPr>
              <w:jc w:val="both"/>
            </w:pPr>
            <w:r w:rsidRPr="00E56225">
              <w:t>-Поддержка, развитие и обновление содержания работы учреждений культуры</w:t>
            </w:r>
          </w:p>
          <w:p w:rsidR="00F16959" w:rsidRPr="00E56225" w:rsidRDefault="00F16959" w:rsidP="006D0E35">
            <w:pPr>
              <w:jc w:val="both"/>
            </w:pPr>
            <w:r w:rsidRPr="00E56225">
              <w:t>-Обеспечение безопасности в учреждениях культуры</w:t>
            </w:r>
          </w:p>
        </w:tc>
      </w:tr>
      <w:tr w:rsidR="00F16959" w:rsidRPr="00E56225" w:rsidTr="00E56225">
        <w:trPr>
          <w:trHeight w:val="701"/>
        </w:trPr>
        <w:tc>
          <w:tcPr>
            <w:tcW w:w="3686" w:type="dxa"/>
          </w:tcPr>
          <w:p w:rsidR="00F16959" w:rsidRPr="00E56225" w:rsidRDefault="00F16959" w:rsidP="00CC0646">
            <w:pPr>
              <w:jc w:val="both"/>
            </w:pPr>
            <w:r w:rsidRPr="00E56225">
              <w:t xml:space="preserve">Объемы и источники финансирования </w:t>
            </w:r>
          </w:p>
          <w:p w:rsidR="00F16959" w:rsidRPr="00E56225" w:rsidRDefault="00F16959" w:rsidP="00CC0646">
            <w:pPr>
              <w:jc w:val="both"/>
            </w:pPr>
            <w:r w:rsidRPr="00E56225">
              <w:t>подпрограммы в целом и по годам ее реализации</w:t>
            </w:r>
          </w:p>
        </w:tc>
        <w:tc>
          <w:tcPr>
            <w:tcW w:w="5670" w:type="dxa"/>
          </w:tcPr>
          <w:p w:rsidR="00F16959" w:rsidRPr="00E56225" w:rsidRDefault="00F16959" w:rsidP="003E6021">
            <w:pPr>
              <w:jc w:val="both"/>
            </w:pPr>
            <w:r w:rsidRPr="00E56225">
              <w:t>Общий объем финансирования подпрограммы составляет 969 397 155,15 рублей в ценах соответствующих лет, в том числе:</w:t>
            </w:r>
          </w:p>
          <w:p w:rsidR="00F16959" w:rsidRPr="00E56225" w:rsidRDefault="00F16959" w:rsidP="003E6021">
            <w:pPr>
              <w:jc w:val="both"/>
            </w:pPr>
            <w:r w:rsidRPr="00E56225">
              <w:t>- в 2020 году – 206 695 228,62 рублей;</w:t>
            </w:r>
          </w:p>
          <w:p w:rsidR="00F16959" w:rsidRPr="00E56225" w:rsidRDefault="00F16959" w:rsidP="003E6021">
            <w:pPr>
              <w:jc w:val="both"/>
            </w:pPr>
            <w:r w:rsidRPr="00E56225">
              <w:t>- в 2021 году – 334 143 473,89 рублей;</w:t>
            </w:r>
          </w:p>
          <w:p w:rsidR="00F16959" w:rsidRPr="00E56225" w:rsidRDefault="00F16959" w:rsidP="003E6021">
            <w:pPr>
              <w:jc w:val="both"/>
            </w:pPr>
            <w:r w:rsidRPr="00E56225">
              <w:t>- в 2022 году –113 396 596,30</w:t>
            </w:r>
            <w:r>
              <w:t xml:space="preserve"> </w:t>
            </w:r>
            <w:r w:rsidRPr="00E56225">
              <w:t>рублей;</w:t>
            </w:r>
          </w:p>
          <w:p w:rsidR="00F16959" w:rsidRPr="00E56225" w:rsidRDefault="00F16959" w:rsidP="003E6021">
            <w:pPr>
              <w:jc w:val="both"/>
            </w:pPr>
            <w:r w:rsidRPr="00E56225">
              <w:t>- в 2023 году –105 585 990,28</w:t>
            </w:r>
            <w:r>
              <w:t xml:space="preserve"> </w:t>
            </w:r>
            <w:r w:rsidRPr="00E56225">
              <w:t>рублей;</w:t>
            </w:r>
          </w:p>
          <w:p w:rsidR="00F16959" w:rsidRPr="00E56225" w:rsidRDefault="00F16959" w:rsidP="003E6021">
            <w:pPr>
              <w:jc w:val="both"/>
            </w:pPr>
            <w:r w:rsidRPr="00E56225">
              <w:t>- в 2024 году –96 053 353,28</w:t>
            </w:r>
            <w:r>
              <w:t xml:space="preserve"> </w:t>
            </w:r>
            <w:r w:rsidRPr="00E56225">
              <w:t>рублей;</w:t>
            </w:r>
          </w:p>
          <w:p w:rsidR="00F16959" w:rsidRPr="00E56225" w:rsidRDefault="00F16959" w:rsidP="003E6021">
            <w:pPr>
              <w:jc w:val="both"/>
            </w:pPr>
            <w:r w:rsidRPr="00E56225">
              <w:t>- в 2025 году –113 422 512,78</w:t>
            </w:r>
            <w:r>
              <w:t xml:space="preserve"> </w:t>
            </w:r>
            <w:r w:rsidRPr="00E56225">
              <w:t>рублей.</w:t>
            </w:r>
          </w:p>
        </w:tc>
      </w:tr>
      <w:tr w:rsidR="00F16959" w:rsidRPr="00E56225" w:rsidTr="00E56225">
        <w:trPr>
          <w:trHeight w:val="701"/>
        </w:trPr>
        <w:tc>
          <w:tcPr>
            <w:tcW w:w="3686" w:type="dxa"/>
          </w:tcPr>
          <w:p w:rsidR="00F16959" w:rsidRPr="00E56225" w:rsidRDefault="00F16959" w:rsidP="00202D66">
            <w:pPr>
              <w:widowControl w:val="0"/>
              <w:autoSpaceDE w:val="0"/>
              <w:autoSpaceDN w:val="0"/>
              <w:adjustRightInd w:val="0"/>
              <w:outlineLvl w:val="1"/>
            </w:pPr>
            <w:r w:rsidRPr="00E56225">
              <w:t>Ожидаемые результаты реализации подпрограммы (по годам и итогам реализации)</w:t>
            </w:r>
          </w:p>
        </w:tc>
        <w:tc>
          <w:tcPr>
            <w:tcW w:w="5670" w:type="dxa"/>
          </w:tcPr>
          <w:p w:rsidR="00F16959" w:rsidRPr="00E56225" w:rsidRDefault="00F16959" w:rsidP="00202D66">
            <w:pPr>
              <w:widowControl w:val="0"/>
              <w:autoSpaceDE w:val="0"/>
              <w:autoSpaceDN w:val="0"/>
              <w:adjustRightInd w:val="0"/>
              <w:jc w:val="both"/>
            </w:pPr>
            <w:r w:rsidRPr="00E56225">
              <w:t>1. Увеличение доли детей, обучающихся в ДШИ, привлекаемых к участию в творческих мероприятиях международного, всероссийского и регионального значения, от общего числа детей, обучающихся в ДШИ:</w:t>
            </w:r>
          </w:p>
          <w:p w:rsidR="00F16959" w:rsidRPr="00E56225" w:rsidRDefault="00F16959" w:rsidP="00202D66">
            <w:pPr>
              <w:jc w:val="both"/>
            </w:pPr>
            <w:r w:rsidRPr="00E56225">
              <w:t>- в 2020 году – 72,5 процента;</w:t>
            </w:r>
          </w:p>
          <w:p w:rsidR="00F16959" w:rsidRPr="00E56225" w:rsidRDefault="00F16959" w:rsidP="00202D66">
            <w:pPr>
              <w:jc w:val="both"/>
            </w:pPr>
            <w:r w:rsidRPr="00E56225">
              <w:t>- в 2021 году – 74,0 процента;</w:t>
            </w:r>
          </w:p>
          <w:p w:rsidR="00F16959" w:rsidRPr="00E56225" w:rsidRDefault="00F16959" w:rsidP="00202D66">
            <w:pPr>
              <w:jc w:val="both"/>
            </w:pPr>
            <w:r w:rsidRPr="00E56225">
              <w:t>- в 2022 году – 75,5 процента;</w:t>
            </w:r>
          </w:p>
          <w:p w:rsidR="00F16959" w:rsidRPr="00E56225" w:rsidRDefault="00F16959" w:rsidP="00202D66">
            <w:pPr>
              <w:jc w:val="both"/>
            </w:pPr>
            <w:r w:rsidRPr="00E56225">
              <w:t>- в 2023 году – 78,0 процентов;</w:t>
            </w:r>
          </w:p>
          <w:p w:rsidR="00F16959" w:rsidRPr="00E56225" w:rsidRDefault="00F16959" w:rsidP="00202D66">
            <w:pPr>
              <w:jc w:val="both"/>
            </w:pPr>
            <w:r w:rsidRPr="00E56225">
              <w:t>- в 2024 году – 78,5 процентов;</w:t>
            </w:r>
          </w:p>
          <w:p w:rsidR="00F16959" w:rsidRPr="00E56225" w:rsidRDefault="00F16959" w:rsidP="00202D66">
            <w:pPr>
              <w:jc w:val="both"/>
            </w:pPr>
            <w:r w:rsidRPr="00E56225">
              <w:t>- в 2025 году – 80,0 процентов.</w:t>
            </w:r>
          </w:p>
          <w:p w:rsidR="00F16959" w:rsidRPr="00E56225" w:rsidRDefault="00F16959" w:rsidP="00202D66">
            <w:pPr>
              <w:widowControl w:val="0"/>
              <w:autoSpaceDE w:val="0"/>
              <w:autoSpaceDN w:val="0"/>
              <w:adjustRightInd w:val="0"/>
              <w:jc w:val="both"/>
            </w:pPr>
            <w:r w:rsidRPr="00E56225">
              <w:t>2. Увеличение посещаемости</w:t>
            </w:r>
            <w:r>
              <w:t xml:space="preserve"> </w:t>
            </w:r>
            <w:r w:rsidRPr="00E56225">
              <w:t>музейных учреждений Тарского муниципального района в расчете на 1 жителя:</w:t>
            </w:r>
          </w:p>
          <w:p w:rsidR="00F16959" w:rsidRPr="00E56225" w:rsidRDefault="00F16959" w:rsidP="00202D66">
            <w:pPr>
              <w:jc w:val="both"/>
            </w:pPr>
            <w:r w:rsidRPr="00E56225">
              <w:t>- в 2020 году – 0,63 единиц;</w:t>
            </w:r>
          </w:p>
          <w:p w:rsidR="00F16959" w:rsidRPr="00E56225" w:rsidRDefault="00F16959" w:rsidP="00202D66">
            <w:pPr>
              <w:jc w:val="both"/>
            </w:pPr>
            <w:r w:rsidRPr="00E56225">
              <w:t>- в 2021 году – 0,70 единиц;</w:t>
            </w:r>
          </w:p>
          <w:p w:rsidR="00F16959" w:rsidRPr="00E56225" w:rsidRDefault="00F16959" w:rsidP="00202D66">
            <w:pPr>
              <w:jc w:val="both"/>
            </w:pPr>
            <w:r w:rsidRPr="00E56225">
              <w:t>- в 2022 году – 0,75 единиц;</w:t>
            </w:r>
          </w:p>
          <w:p w:rsidR="00F16959" w:rsidRPr="00E56225" w:rsidRDefault="00F16959" w:rsidP="00202D66">
            <w:pPr>
              <w:jc w:val="both"/>
            </w:pPr>
            <w:r w:rsidRPr="00E56225">
              <w:t>- в 2023 году – 0,80 единиц;</w:t>
            </w:r>
          </w:p>
          <w:p w:rsidR="00F16959" w:rsidRPr="00E56225" w:rsidRDefault="00F16959" w:rsidP="00202D66">
            <w:pPr>
              <w:jc w:val="both"/>
            </w:pPr>
            <w:r w:rsidRPr="00E56225">
              <w:t>- в 2024 году – 0,82 единиц;</w:t>
            </w:r>
          </w:p>
          <w:p w:rsidR="00F16959" w:rsidRPr="00E56225" w:rsidRDefault="00F16959" w:rsidP="00202D66">
            <w:pPr>
              <w:jc w:val="both"/>
            </w:pPr>
            <w:r w:rsidRPr="00E56225">
              <w:t>- в 2025 году – 0,85 единиц.</w:t>
            </w:r>
          </w:p>
          <w:p w:rsidR="00F16959" w:rsidRPr="00E56225" w:rsidRDefault="00F16959" w:rsidP="00202D66">
            <w:pPr>
              <w:widowControl w:val="0"/>
              <w:autoSpaceDE w:val="0"/>
              <w:autoSpaceDN w:val="0"/>
              <w:adjustRightInd w:val="0"/>
              <w:jc w:val="both"/>
            </w:pPr>
            <w:r w:rsidRPr="00E56225">
              <w:t>3. Увеличение доли населения Тарского района, занимающегося творческой деятельностью на непрофессиональной (любительской) основе:</w:t>
            </w:r>
          </w:p>
          <w:p w:rsidR="00F16959" w:rsidRPr="00E56225" w:rsidRDefault="00F16959" w:rsidP="00202D66">
            <w:pPr>
              <w:widowControl w:val="0"/>
              <w:autoSpaceDE w:val="0"/>
              <w:autoSpaceDN w:val="0"/>
              <w:adjustRightInd w:val="0"/>
              <w:jc w:val="both"/>
            </w:pPr>
            <w:r w:rsidRPr="00E56225">
              <w:t>- в 2020 году – 16,6 процентов;</w:t>
            </w:r>
          </w:p>
          <w:p w:rsidR="00F16959" w:rsidRPr="00E56225" w:rsidRDefault="00F16959" w:rsidP="00202D66">
            <w:pPr>
              <w:widowControl w:val="0"/>
              <w:autoSpaceDE w:val="0"/>
              <w:autoSpaceDN w:val="0"/>
              <w:adjustRightInd w:val="0"/>
              <w:jc w:val="both"/>
            </w:pPr>
            <w:r w:rsidRPr="00E56225">
              <w:t>- в 2021 году – 16,7 процентов;</w:t>
            </w:r>
          </w:p>
          <w:p w:rsidR="00F16959" w:rsidRPr="00E56225" w:rsidRDefault="00F16959" w:rsidP="00202D66">
            <w:pPr>
              <w:widowControl w:val="0"/>
              <w:autoSpaceDE w:val="0"/>
              <w:autoSpaceDN w:val="0"/>
              <w:adjustRightInd w:val="0"/>
              <w:jc w:val="both"/>
            </w:pPr>
            <w:r w:rsidRPr="00E56225">
              <w:t>- в 2022 году – 16,8 процентов;</w:t>
            </w:r>
          </w:p>
          <w:p w:rsidR="00F16959" w:rsidRPr="00E56225" w:rsidRDefault="00F16959" w:rsidP="00202D66">
            <w:pPr>
              <w:widowControl w:val="0"/>
              <w:autoSpaceDE w:val="0"/>
              <w:autoSpaceDN w:val="0"/>
              <w:adjustRightInd w:val="0"/>
              <w:jc w:val="both"/>
            </w:pPr>
            <w:r w:rsidRPr="00E56225">
              <w:t>- в 2023 году – 17,0 процентов;</w:t>
            </w:r>
          </w:p>
          <w:p w:rsidR="00F16959" w:rsidRPr="00E56225" w:rsidRDefault="00F16959" w:rsidP="00202D66">
            <w:pPr>
              <w:widowControl w:val="0"/>
              <w:autoSpaceDE w:val="0"/>
              <w:autoSpaceDN w:val="0"/>
              <w:adjustRightInd w:val="0"/>
              <w:jc w:val="both"/>
            </w:pPr>
            <w:r w:rsidRPr="00E56225">
              <w:t>- в 2024 году – 17,2 процента;</w:t>
            </w:r>
          </w:p>
          <w:p w:rsidR="00F16959" w:rsidRPr="00E56225" w:rsidRDefault="00F16959" w:rsidP="00202D66">
            <w:pPr>
              <w:widowControl w:val="0"/>
              <w:autoSpaceDE w:val="0"/>
              <w:autoSpaceDN w:val="0"/>
              <w:adjustRightInd w:val="0"/>
              <w:jc w:val="both"/>
            </w:pPr>
            <w:r w:rsidRPr="00E56225">
              <w:t>- в 2025 году – 17,5 процентов.</w:t>
            </w:r>
          </w:p>
          <w:p w:rsidR="00F16959" w:rsidRPr="00E56225" w:rsidRDefault="00F16959" w:rsidP="00202D66">
            <w:pPr>
              <w:widowControl w:val="0"/>
              <w:autoSpaceDE w:val="0"/>
              <w:autoSpaceDN w:val="0"/>
              <w:adjustRightInd w:val="0"/>
              <w:jc w:val="both"/>
            </w:pPr>
            <w:r w:rsidRPr="00E56225">
              <w:t>4. Увеличение объема доходов от платных туристских услуг, оказанных населению:</w:t>
            </w:r>
          </w:p>
          <w:p w:rsidR="00F16959" w:rsidRPr="00E56225" w:rsidRDefault="00F16959" w:rsidP="00202D66">
            <w:pPr>
              <w:widowControl w:val="0"/>
              <w:autoSpaceDE w:val="0"/>
              <w:autoSpaceDN w:val="0"/>
              <w:adjustRightInd w:val="0"/>
              <w:jc w:val="both"/>
            </w:pPr>
            <w:r w:rsidRPr="00E56225">
              <w:t>- в 2020 году – 100 тыс. рублей;</w:t>
            </w:r>
          </w:p>
          <w:p w:rsidR="00F16959" w:rsidRPr="00E56225" w:rsidRDefault="00F16959" w:rsidP="00202D66">
            <w:pPr>
              <w:widowControl w:val="0"/>
              <w:autoSpaceDE w:val="0"/>
              <w:autoSpaceDN w:val="0"/>
              <w:adjustRightInd w:val="0"/>
              <w:jc w:val="both"/>
            </w:pPr>
            <w:r w:rsidRPr="00E56225">
              <w:t>- в 2021 году – 110 тыс. рублей;</w:t>
            </w:r>
          </w:p>
          <w:p w:rsidR="00F16959" w:rsidRPr="00E56225" w:rsidRDefault="00F16959" w:rsidP="00202D66">
            <w:pPr>
              <w:widowControl w:val="0"/>
              <w:autoSpaceDE w:val="0"/>
              <w:autoSpaceDN w:val="0"/>
              <w:adjustRightInd w:val="0"/>
              <w:jc w:val="both"/>
            </w:pPr>
            <w:r w:rsidRPr="00E56225">
              <w:t>- в 2022 году – 115 тыс. рублей;</w:t>
            </w:r>
          </w:p>
          <w:p w:rsidR="00F16959" w:rsidRPr="00E56225" w:rsidRDefault="00F16959" w:rsidP="00202D66">
            <w:pPr>
              <w:widowControl w:val="0"/>
              <w:autoSpaceDE w:val="0"/>
              <w:autoSpaceDN w:val="0"/>
              <w:adjustRightInd w:val="0"/>
              <w:jc w:val="both"/>
            </w:pPr>
            <w:r w:rsidRPr="00E56225">
              <w:t>- в 2023 году – 120 тыс. рублей;</w:t>
            </w:r>
          </w:p>
          <w:p w:rsidR="00F16959" w:rsidRPr="00E56225" w:rsidRDefault="00F16959" w:rsidP="00202D66">
            <w:pPr>
              <w:widowControl w:val="0"/>
              <w:autoSpaceDE w:val="0"/>
              <w:autoSpaceDN w:val="0"/>
              <w:adjustRightInd w:val="0"/>
              <w:jc w:val="both"/>
            </w:pPr>
            <w:r w:rsidRPr="00E56225">
              <w:t>- в 2024 году – 125 тыс. рублей;</w:t>
            </w:r>
          </w:p>
          <w:p w:rsidR="00F16959" w:rsidRPr="00E56225" w:rsidRDefault="00F16959" w:rsidP="00202D66">
            <w:pPr>
              <w:widowControl w:val="0"/>
              <w:autoSpaceDE w:val="0"/>
              <w:autoSpaceDN w:val="0"/>
              <w:adjustRightInd w:val="0"/>
              <w:jc w:val="both"/>
            </w:pPr>
            <w:r w:rsidRPr="00E56225">
              <w:t>- в 2025 году – 130 тыс. рублей.</w:t>
            </w:r>
          </w:p>
          <w:p w:rsidR="00F16959" w:rsidRPr="00E56225" w:rsidRDefault="00F16959" w:rsidP="00202D66">
            <w:pPr>
              <w:widowControl w:val="0"/>
              <w:autoSpaceDE w:val="0"/>
              <w:autoSpaceDN w:val="0"/>
              <w:adjustRightInd w:val="0"/>
              <w:jc w:val="both"/>
            </w:pPr>
            <w:r w:rsidRPr="00E56225">
              <w:t>5. Увеличение доли руководителей и специалистов учреждений культуры, имеющих профильное образование</w:t>
            </w:r>
          </w:p>
          <w:p w:rsidR="00F16959" w:rsidRPr="00E56225" w:rsidRDefault="00F16959" w:rsidP="00202D66">
            <w:pPr>
              <w:widowControl w:val="0"/>
              <w:autoSpaceDE w:val="0"/>
              <w:autoSpaceDN w:val="0"/>
              <w:adjustRightInd w:val="0"/>
              <w:jc w:val="both"/>
            </w:pPr>
            <w:r w:rsidRPr="00E56225">
              <w:t>- в 2020 году – 50 процентов;</w:t>
            </w:r>
          </w:p>
          <w:p w:rsidR="00F16959" w:rsidRPr="00E56225" w:rsidRDefault="00F16959" w:rsidP="00202D66">
            <w:pPr>
              <w:widowControl w:val="0"/>
              <w:autoSpaceDE w:val="0"/>
              <w:autoSpaceDN w:val="0"/>
              <w:adjustRightInd w:val="0"/>
              <w:jc w:val="both"/>
            </w:pPr>
            <w:r w:rsidRPr="00E56225">
              <w:t>- в 2021 году – 51 процент;</w:t>
            </w:r>
          </w:p>
          <w:p w:rsidR="00F16959" w:rsidRPr="00E56225" w:rsidRDefault="00F16959" w:rsidP="00202D66">
            <w:pPr>
              <w:widowControl w:val="0"/>
              <w:autoSpaceDE w:val="0"/>
              <w:autoSpaceDN w:val="0"/>
              <w:adjustRightInd w:val="0"/>
              <w:jc w:val="both"/>
            </w:pPr>
            <w:r w:rsidRPr="00E56225">
              <w:t>- в 2022 году – 52 процента;</w:t>
            </w:r>
          </w:p>
          <w:p w:rsidR="00F16959" w:rsidRPr="00E56225" w:rsidRDefault="00F16959" w:rsidP="00202D66">
            <w:pPr>
              <w:widowControl w:val="0"/>
              <w:autoSpaceDE w:val="0"/>
              <w:autoSpaceDN w:val="0"/>
              <w:adjustRightInd w:val="0"/>
              <w:jc w:val="both"/>
            </w:pPr>
            <w:r w:rsidRPr="00E56225">
              <w:t>- в 2023 году – 53 процента;</w:t>
            </w:r>
          </w:p>
          <w:p w:rsidR="00F16959" w:rsidRPr="00E56225" w:rsidRDefault="00F16959" w:rsidP="00202D66">
            <w:pPr>
              <w:widowControl w:val="0"/>
              <w:autoSpaceDE w:val="0"/>
              <w:autoSpaceDN w:val="0"/>
              <w:adjustRightInd w:val="0"/>
              <w:jc w:val="both"/>
            </w:pPr>
            <w:r w:rsidRPr="00E56225">
              <w:t>- в 2024 году – 54 процента;</w:t>
            </w:r>
          </w:p>
          <w:p w:rsidR="00F16959" w:rsidRPr="00E56225" w:rsidRDefault="00F16959" w:rsidP="00750101">
            <w:pPr>
              <w:widowControl w:val="0"/>
              <w:autoSpaceDE w:val="0"/>
              <w:autoSpaceDN w:val="0"/>
              <w:adjustRightInd w:val="0"/>
              <w:jc w:val="both"/>
            </w:pPr>
            <w:r w:rsidRPr="00E56225">
              <w:t>- в 2025 году – 55 процентов.</w:t>
            </w:r>
          </w:p>
          <w:p w:rsidR="00F16959" w:rsidRPr="00E56225" w:rsidRDefault="00F16959" w:rsidP="002D17F3">
            <w:pPr>
              <w:jc w:val="both"/>
            </w:pPr>
            <w:r w:rsidRPr="00E56225">
              <w:t>6. Увеличение числа посещений общедоступных библиотек на 1000 жителей</w:t>
            </w:r>
          </w:p>
          <w:p w:rsidR="00F16959" w:rsidRPr="00E56225" w:rsidRDefault="00F16959" w:rsidP="00750101">
            <w:pPr>
              <w:widowControl w:val="0"/>
              <w:autoSpaceDE w:val="0"/>
              <w:autoSpaceDN w:val="0"/>
              <w:adjustRightInd w:val="0"/>
              <w:jc w:val="both"/>
            </w:pPr>
            <w:r w:rsidRPr="00E56225">
              <w:t>- в 2020 году – 7000 единиц;</w:t>
            </w:r>
          </w:p>
          <w:p w:rsidR="00F16959" w:rsidRPr="00E56225" w:rsidRDefault="00F16959" w:rsidP="00750101">
            <w:pPr>
              <w:widowControl w:val="0"/>
              <w:autoSpaceDE w:val="0"/>
              <w:autoSpaceDN w:val="0"/>
              <w:adjustRightInd w:val="0"/>
              <w:jc w:val="both"/>
            </w:pPr>
            <w:r w:rsidRPr="00E56225">
              <w:t>- в 2021 году – 7050 единиц;</w:t>
            </w:r>
          </w:p>
          <w:p w:rsidR="00F16959" w:rsidRPr="00E56225" w:rsidRDefault="00F16959" w:rsidP="00750101">
            <w:pPr>
              <w:widowControl w:val="0"/>
              <w:autoSpaceDE w:val="0"/>
              <w:autoSpaceDN w:val="0"/>
              <w:adjustRightInd w:val="0"/>
              <w:jc w:val="both"/>
            </w:pPr>
            <w:r w:rsidRPr="00E56225">
              <w:t>- в 2022 году – 7080 единиц;</w:t>
            </w:r>
          </w:p>
          <w:p w:rsidR="00F16959" w:rsidRPr="00E56225" w:rsidRDefault="00F16959" w:rsidP="00750101">
            <w:pPr>
              <w:widowControl w:val="0"/>
              <w:autoSpaceDE w:val="0"/>
              <w:autoSpaceDN w:val="0"/>
              <w:adjustRightInd w:val="0"/>
              <w:jc w:val="both"/>
            </w:pPr>
            <w:r w:rsidRPr="00E56225">
              <w:t>- в 2023 году –</w:t>
            </w:r>
            <w:r>
              <w:t xml:space="preserve"> </w:t>
            </w:r>
            <w:r w:rsidRPr="00E56225">
              <w:t>7085 единиц;</w:t>
            </w:r>
          </w:p>
          <w:p w:rsidR="00F16959" w:rsidRPr="00E56225" w:rsidRDefault="00F16959" w:rsidP="00750101">
            <w:pPr>
              <w:widowControl w:val="0"/>
              <w:autoSpaceDE w:val="0"/>
              <w:autoSpaceDN w:val="0"/>
              <w:adjustRightInd w:val="0"/>
              <w:jc w:val="both"/>
            </w:pPr>
            <w:r w:rsidRPr="00E56225">
              <w:t>- в 2024 году –</w:t>
            </w:r>
            <w:r>
              <w:t xml:space="preserve"> </w:t>
            </w:r>
            <w:r w:rsidRPr="00E56225">
              <w:t>7090 единиц</w:t>
            </w:r>
          </w:p>
          <w:p w:rsidR="00F16959" w:rsidRPr="00E56225" w:rsidRDefault="00F16959" w:rsidP="00750101">
            <w:pPr>
              <w:widowControl w:val="0"/>
              <w:autoSpaceDE w:val="0"/>
              <w:autoSpaceDN w:val="0"/>
              <w:adjustRightInd w:val="0"/>
              <w:jc w:val="both"/>
            </w:pPr>
            <w:r w:rsidRPr="00E56225">
              <w:t>- в 2025 году –</w:t>
            </w:r>
            <w:r>
              <w:t xml:space="preserve"> </w:t>
            </w:r>
            <w:r w:rsidRPr="00E56225">
              <w:t>7095 единиц</w:t>
            </w:r>
          </w:p>
          <w:p w:rsidR="00F16959" w:rsidRPr="00E56225" w:rsidRDefault="00F16959" w:rsidP="00750101">
            <w:pPr>
              <w:widowControl w:val="0"/>
              <w:autoSpaceDE w:val="0"/>
              <w:autoSpaceDN w:val="0"/>
              <w:adjustRightInd w:val="0"/>
              <w:jc w:val="both"/>
            </w:pPr>
            <w:r w:rsidRPr="00E56225">
              <w:t>7. Увеличение численности участников культурно-массовых мероприятий, проводимых на территории Тарского района Омской области:</w:t>
            </w:r>
          </w:p>
          <w:p w:rsidR="00F16959" w:rsidRPr="00E56225" w:rsidRDefault="00F16959" w:rsidP="00750101">
            <w:pPr>
              <w:jc w:val="both"/>
            </w:pPr>
            <w:r w:rsidRPr="00E56225">
              <w:t>- в 2020 году – 465000 человек;</w:t>
            </w:r>
          </w:p>
          <w:p w:rsidR="00F16959" w:rsidRPr="00E56225" w:rsidRDefault="00F16959" w:rsidP="00750101">
            <w:pPr>
              <w:jc w:val="both"/>
            </w:pPr>
            <w:r w:rsidRPr="00E56225">
              <w:t>- в 2021 году – 465100 человек;</w:t>
            </w:r>
          </w:p>
          <w:p w:rsidR="00F16959" w:rsidRPr="00E56225" w:rsidRDefault="00F16959" w:rsidP="00750101">
            <w:pPr>
              <w:jc w:val="both"/>
            </w:pPr>
            <w:r w:rsidRPr="00E56225">
              <w:t>- в 2022 году – 465200 человек;</w:t>
            </w:r>
          </w:p>
          <w:p w:rsidR="00F16959" w:rsidRPr="00E56225" w:rsidRDefault="00F16959" w:rsidP="00750101">
            <w:pPr>
              <w:jc w:val="both"/>
            </w:pPr>
            <w:r w:rsidRPr="00E56225">
              <w:t>- в 2023 году – 465300 человек;</w:t>
            </w:r>
          </w:p>
          <w:p w:rsidR="00F16959" w:rsidRPr="00E56225" w:rsidRDefault="00F16959" w:rsidP="00750101">
            <w:pPr>
              <w:jc w:val="both"/>
            </w:pPr>
            <w:r w:rsidRPr="00E56225">
              <w:t>- в 2024 году – 465400 человек;</w:t>
            </w:r>
          </w:p>
          <w:p w:rsidR="00F16959" w:rsidRPr="00E56225" w:rsidRDefault="00F16959" w:rsidP="00750101">
            <w:pPr>
              <w:jc w:val="both"/>
            </w:pPr>
            <w:r w:rsidRPr="00E56225">
              <w:t>- в 2025 году – 465500 человек.</w:t>
            </w:r>
          </w:p>
          <w:p w:rsidR="00F16959" w:rsidRPr="00E56225" w:rsidRDefault="00F16959" w:rsidP="00750101">
            <w:pPr>
              <w:widowControl w:val="0"/>
              <w:autoSpaceDE w:val="0"/>
              <w:autoSpaceDN w:val="0"/>
              <w:adjustRightInd w:val="0"/>
              <w:jc w:val="both"/>
            </w:pPr>
            <w:r w:rsidRPr="00E56225">
              <w:t>8. Сохранение уровня достижения целевых индикаторов основных мероприятий подпрограммы:</w:t>
            </w:r>
          </w:p>
          <w:p w:rsidR="00F16959" w:rsidRPr="00E56225" w:rsidRDefault="00F16959" w:rsidP="00750101">
            <w:pPr>
              <w:jc w:val="both"/>
            </w:pPr>
            <w:r w:rsidRPr="00E56225">
              <w:t>- в 2020 году – 100 процентов;</w:t>
            </w:r>
          </w:p>
          <w:p w:rsidR="00F16959" w:rsidRPr="00E56225" w:rsidRDefault="00F16959" w:rsidP="00750101">
            <w:pPr>
              <w:jc w:val="both"/>
            </w:pPr>
            <w:r w:rsidRPr="00E56225">
              <w:t>- в 2021 году – 100 процентов;</w:t>
            </w:r>
          </w:p>
          <w:p w:rsidR="00F16959" w:rsidRPr="00E56225" w:rsidRDefault="00F16959" w:rsidP="00750101">
            <w:pPr>
              <w:jc w:val="both"/>
            </w:pPr>
            <w:r w:rsidRPr="00E56225">
              <w:t>- в 2022 году – 100 процента;</w:t>
            </w:r>
          </w:p>
          <w:p w:rsidR="00F16959" w:rsidRPr="00E56225" w:rsidRDefault="00F16959" w:rsidP="00750101">
            <w:pPr>
              <w:jc w:val="both"/>
            </w:pPr>
            <w:r w:rsidRPr="00E56225">
              <w:t>- в 2023 году – 100 процентов;</w:t>
            </w:r>
          </w:p>
          <w:p w:rsidR="00F16959" w:rsidRPr="00E56225" w:rsidRDefault="00F16959" w:rsidP="00750101">
            <w:pPr>
              <w:jc w:val="both"/>
            </w:pPr>
            <w:r w:rsidRPr="00E56225">
              <w:t>- в 2024 году – 100 процентов;</w:t>
            </w:r>
          </w:p>
          <w:p w:rsidR="00F16959" w:rsidRPr="00E56225" w:rsidRDefault="00F16959" w:rsidP="001A6F79">
            <w:pPr>
              <w:jc w:val="both"/>
            </w:pPr>
            <w:r w:rsidRPr="00E56225">
              <w:t>- в 2025 году – 100 процентов.</w:t>
            </w:r>
          </w:p>
        </w:tc>
      </w:tr>
    </w:tbl>
    <w:p w:rsidR="00F16959" w:rsidRPr="00E56225" w:rsidRDefault="00F16959" w:rsidP="00AE6B6C">
      <w:pPr>
        <w:widowControl w:val="0"/>
        <w:autoSpaceDE w:val="0"/>
        <w:autoSpaceDN w:val="0"/>
        <w:adjustRightInd w:val="0"/>
        <w:jc w:val="center"/>
        <w:outlineLvl w:val="1"/>
      </w:pPr>
    </w:p>
    <w:p w:rsidR="00F16959" w:rsidRPr="00E56225" w:rsidRDefault="00F16959" w:rsidP="000D5F85">
      <w:pPr>
        <w:widowControl w:val="0"/>
        <w:autoSpaceDE w:val="0"/>
        <w:autoSpaceDN w:val="0"/>
        <w:adjustRightInd w:val="0"/>
        <w:jc w:val="center"/>
        <w:outlineLvl w:val="1"/>
      </w:pPr>
      <w:r w:rsidRPr="00E56225">
        <w:tab/>
        <w:t>2. Сфера социально-экономического развития Тарского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F16959" w:rsidRPr="00E56225" w:rsidRDefault="00F16959" w:rsidP="00AE6B6C">
      <w:pPr>
        <w:widowControl w:val="0"/>
        <w:autoSpaceDE w:val="0"/>
        <w:autoSpaceDN w:val="0"/>
        <w:adjustRightInd w:val="0"/>
        <w:jc w:val="both"/>
      </w:pPr>
    </w:p>
    <w:p w:rsidR="00F16959" w:rsidRPr="00E56225" w:rsidRDefault="00F16959" w:rsidP="00F3005A">
      <w:pPr>
        <w:widowControl w:val="0"/>
        <w:autoSpaceDE w:val="0"/>
        <w:autoSpaceDN w:val="0"/>
        <w:adjustRightInd w:val="0"/>
        <w:ind w:firstLine="720"/>
        <w:jc w:val="both"/>
      </w:pPr>
      <w:r w:rsidRPr="00E56225">
        <w:t>Реализация подпрограммы осуществляется в двух значимых сферах российской экономики: культура и туризм.</w:t>
      </w:r>
    </w:p>
    <w:p w:rsidR="00F16959" w:rsidRPr="00E56225" w:rsidRDefault="00F16959" w:rsidP="00432173">
      <w:pPr>
        <w:widowControl w:val="0"/>
        <w:autoSpaceDE w:val="0"/>
        <w:autoSpaceDN w:val="0"/>
        <w:adjustRightInd w:val="0"/>
        <w:ind w:firstLine="720"/>
        <w:jc w:val="both"/>
      </w:pPr>
      <w:r w:rsidRPr="00E56225">
        <w:t>Культура – важнейший ресурс, который</w:t>
      </w:r>
      <w:r>
        <w:t xml:space="preserve"> </w:t>
      </w:r>
      <w:r w:rsidRPr="00E56225">
        <w:t>является одним из ключевых элементов формирования привлекательных условий жизни современного общества. В последние годы сфера культуры получила признание в качестве одного из важнейших факторов социально-экономического развития, творческой самореализации личности, организации духовной жизни общества. Осознана роль культуры в формировании образа жизни и определении качества жизни. Ключевым понятием современного общества стала культурная среда, представляющая собой не отдельную область государственного регулирования, а сложную и многоуровневую систему, развитие которой может быть только комплексным, учитывающим множество смежных факторов и соединяющим усилия разных ведомств, общественных институтов и бизнеса.</w:t>
      </w:r>
    </w:p>
    <w:p w:rsidR="00F16959" w:rsidRPr="00E56225" w:rsidRDefault="00F16959" w:rsidP="00432173">
      <w:pPr>
        <w:widowControl w:val="0"/>
        <w:autoSpaceDE w:val="0"/>
        <w:autoSpaceDN w:val="0"/>
        <w:adjustRightInd w:val="0"/>
        <w:ind w:firstLine="720"/>
        <w:jc w:val="both"/>
      </w:pPr>
      <w:r w:rsidRPr="00E56225">
        <w:t>Тарский район Омской области может по праву гордиться своим значительным культурным потенциалом. Он обладает уникальным историко-культурным наследием и в последние годы все чаще становится центром проведения различных всероссийских и областных социально-культурных мероприятий, что позволяет говорить о положительной динамике культурного процесса в районе.</w:t>
      </w:r>
    </w:p>
    <w:p w:rsidR="00F16959" w:rsidRPr="00E56225" w:rsidRDefault="00F16959" w:rsidP="00432173">
      <w:pPr>
        <w:autoSpaceDE w:val="0"/>
        <w:autoSpaceDN w:val="0"/>
        <w:adjustRightInd w:val="0"/>
        <w:ind w:firstLine="720"/>
        <w:jc w:val="both"/>
      </w:pPr>
      <w:r w:rsidRPr="00E56225">
        <w:t xml:space="preserve"> Но поступательному развитию сферы культуры в районе, как и в целом в РФ, Омской области, препятствует ряд накопившихся за последние десятилетия проблем, в их числе:</w:t>
      </w:r>
    </w:p>
    <w:p w:rsidR="00F16959" w:rsidRPr="00E56225" w:rsidRDefault="00F16959" w:rsidP="00432173">
      <w:pPr>
        <w:autoSpaceDE w:val="0"/>
        <w:autoSpaceDN w:val="0"/>
        <w:adjustRightInd w:val="0"/>
        <w:ind w:firstLine="720"/>
        <w:jc w:val="both"/>
      </w:pPr>
      <w:r>
        <w:t xml:space="preserve"> </w:t>
      </w:r>
      <w:r w:rsidRPr="00E56225">
        <w:t>- наличие объектов культуры, нуждающихся в капитальном ремонте;</w:t>
      </w:r>
    </w:p>
    <w:p w:rsidR="00F16959" w:rsidRPr="00E56225" w:rsidRDefault="00F16959" w:rsidP="00432173">
      <w:pPr>
        <w:autoSpaceDE w:val="0"/>
        <w:autoSpaceDN w:val="0"/>
        <w:adjustRightInd w:val="0"/>
        <w:ind w:firstLine="720"/>
        <w:jc w:val="both"/>
      </w:pPr>
      <w:r w:rsidRPr="00E56225">
        <w:t>- износ имеющегося оборудования;</w:t>
      </w:r>
    </w:p>
    <w:p w:rsidR="00F16959" w:rsidRPr="00E56225" w:rsidRDefault="00F16959" w:rsidP="00432173">
      <w:pPr>
        <w:autoSpaceDE w:val="0"/>
        <w:autoSpaceDN w:val="0"/>
        <w:adjustRightInd w:val="0"/>
        <w:ind w:firstLine="720"/>
        <w:jc w:val="both"/>
      </w:pPr>
      <w:r>
        <w:t xml:space="preserve"> </w:t>
      </w:r>
      <w:r w:rsidRPr="00E56225">
        <w:t>- слабая материально-техническая база сельских учреждений культуры;</w:t>
      </w:r>
    </w:p>
    <w:p w:rsidR="00F16959" w:rsidRPr="00E56225" w:rsidRDefault="00F16959" w:rsidP="00432173">
      <w:pPr>
        <w:autoSpaceDE w:val="0"/>
        <w:autoSpaceDN w:val="0"/>
        <w:adjustRightInd w:val="0"/>
        <w:ind w:firstLine="720"/>
        <w:jc w:val="both"/>
      </w:pPr>
      <w:r>
        <w:t xml:space="preserve"> </w:t>
      </w:r>
      <w:r w:rsidRPr="00E56225">
        <w:t>- невысокий уровень качества предоставляемых услуг в сельской местности;</w:t>
      </w:r>
    </w:p>
    <w:p w:rsidR="00F16959" w:rsidRPr="00E56225" w:rsidRDefault="00F16959" w:rsidP="00432173">
      <w:pPr>
        <w:autoSpaceDE w:val="0"/>
        <w:autoSpaceDN w:val="0"/>
        <w:adjustRightInd w:val="0"/>
        <w:ind w:firstLine="720"/>
        <w:jc w:val="both"/>
      </w:pPr>
      <w:r w:rsidRPr="00E56225">
        <w:t>-</w:t>
      </w:r>
      <w:r w:rsidRPr="00E56225">
        <w:rPr>
          <w:lang w:val="en-US"/>
        </w:rPr>
        <w:t> </w:t>
      </w:r>
      <w:r w:rsidRPr="00E56225">
        <w:t>дефицит молодых квалифицированных кадров, специалистов культурно-досуговой деятельности на селе;</w:t>
      </w:r>
    </w:p>
    <w:p w:rsidR="00F16959" w:rsidRPr="00E56225" w:rsidRDefault="00F16959" w:rsidP="00432173">
      <w:pPr>
        <w:autoSpaceDE w:val="0"/>
        <w:autoSpaceDN w:val="0"/>
        <w:adjustRightInd w:val="0"/>
        <w:ind w:firstLine="720"/>
        <w:jc w:val="both"/>
      </w:pPr>
      <w:r>
        <w:t xml:space="preserve"> </w:t>
      </w:r>
      <w:r w:rsidRPr="00E56225">
        <w:t>- отсутствие системной организации государственно-частного партнерства и меценатства в области культуры и туризма.</w:t>
      </w:r>
    </w:p>
    <w:p w:rsidR="00F16959" w:rsidRPr="00E56225" w:rsidRDefault="00F16959" w:rsidP="00432173">
      <w:pPr>
        <w:autoSpaceDE w:val="0"/>
        <w:autoSpaceDN w:val="0"/>
        <w:adjustRightInd w:val="0"/>
        <w:ind w:firstLine="720"/>
        <w:jc w:val="both"/>
      </w:pPr>
      <w:r w:rsidRPr="00E56225">
        <w:t xml:space="preserve">Отрасль культуры объединяет деятельность по сохранению, использованию и популяризации объектов культурного наследия (памятников истории и культуры), находящихся в собственности Тарского муниципального района, развитию самодеятельного художественного творчества, библиотечного и музейного дела, художественного и музыкального образования, межнациональных и межконфессиональных отношений на территории Тарского района. </w:t>
      </w:r>
    </w:p>
    <w:p w:rsidR="00F16959" w:rsidRPr="00E56225" w:rsidRDefault="00F16959" w:rsidP="00F3005A">
      <w:pPr>
        <w:autoSpaceDE w:val="0"/>
        <w:autoSpaceDN w:val="0"/>
        <w:adjustRightInd w:val="0"/>
        <w:ind w:firstLine="720"/>
        <w:jc w:val="both"/>
      </w:pPr>
      <w:r w:rsidRPr="00E56225">
        <w:t>Сфера туризма представляет собой активную популяризацию</w:t>
      </w:r>
      <w:r>
        <w:t xml:space="preserve"> </w:t>
      </w:r>
      <w:r w:rsidRPr="00E56225">
        <w:t xml:space="preserve">въездного и внутреннего туризма. </w:t>
      </w:r>
    </w:p>
    <w:p w:rsidR="00F16959" w:rsidRPr="00E56225" w:rsidRDefault="00F16959" w:rsidP="00F3005A">
      <w:pPr>
        <w:widowControl w:val="0"/>
        <w:autoSpaceDE w:val="0"/>
        <w:autoSpaceDN w:val="0"/>
        <w:adjustRightInd w:val="0"/>
        <w:ind w:firstLine="720"/>
        <w:jc w:val="both"/>
      </w:pPr>
      <w:r w:rsidRPr="00E56225">
        <w:t>По состоянию на начало 2022 года отрасль культуры Тарского муниципального района составляет 68 учреждений. Это 1 Тарский историко-краеведческий музей с наличием 5 отделов в селах Литковка, Вставское, Ермаковка, Екатерининское, Пологрудово; 1 Тарский художественный музей; 30 общедоступных библиотек;</w:t>
      </w:r>
      <w:r>
        <w:t xml:space="preserve"> </w:t>
      </w:r>
      <w:r w:rsidRPr="00E56225">
        <w:t>31 стационарное</w:t>
      </w:r>
      <w:r>
        <w:t xml:space="preserve"> </w:t>
      </w:r>
      <w:r w:rsidRPr="00E56225">
        <w:t xml:space="preserve">культурно- досуговое учреждение, 1 киноцентр, 1 передвижной многофункциональный культурный центр «Автоклуб»; 1 предпрофессиональное образовательное учреждение; 1 Парк культуры и отдыха; 1 Центр финансово-экономического и хозяйственного обеспечения учреждений в сфере культуры (ЦФЭХО). </w:t>
      </w:r>
    </w:p>
    <w:p w:rsidR="00F16959" w:rsidRPr="00E56225" w:rsidRDefault="00F16959" w:rsidP="00F3005A">
      <w:pPr>
        <w:widowControl w:val="0"/>
        <w:autoSpaceDE w:val="0"/>
        <w:autoSpaceDN w:val="0"/>
        <w:adjustRightInd w:val="0"/>
        <w:ind w:firstLine="720"/>
        <w:jc w:val="both"/>
      </w:pPr>
      <w:r w:rsidRPr="00E56225">
        <w:t>В отрасли культуры работают более 400 человек, из которых 40 % работают в учреждениях культуры, расположенных на селе.</w:t>
      </w:r>
    </w:p>
    <w:p w:rsidR="00F16959" w:rsidRPr="00E56225" w:rsidRDefault="00F16959" w:rsidP="00CD0551">
      <w:pPr>
        <w:widowControl w:val="0"/>
        <w:autoSpaceDE w:val="0"/>
        <w:autoSpaceDN w:val="0"/>
        <w:adjustRightInd w:val="0"/>
        <w:ind w:firstLine="720"/>
        <w:jc w:val="both"/>
      </w:pPr>
      <w:r w:rsidRPr="00E56225">
        <w:t>В результате реализации указа Президента Российской Федерации от 7 мая 2012 г. № 597 «О мероприятиях по реализации государственной социальной политики» заработная плата работников учреждений культуры выросла с 9707 рублей в 2012 году до 24 612,80 рублей в 2021 году, педагогических работников муниципальных организаций дополнительного образования детей Тарского муниципального района Омской области до 30 900 рублей.</w:t>
      </w:r>
    </w:p>
    <w:p w:rsidR="00F16959" w:rsidRPr="00E56225" w:rsidRDefault="00F16959" w:rsidP="00A079CB">
      <w:pPr>
        <w:tabs>
          <w:tab w:val="left" w:pos="709"/>
        </w:tabs>
        <w:jc w:val="center"/>
      </w:pPr>
      <w:r w:rsidRPr="00E56225">
        <w:t>Сеть муниципальных учреждений культуры</w:t>
      </w:r>
    </w:p>
    <w:p w:rsidR="00F16959" w:rsidRPr="00E56225" w:rsidRDefault="00F16959" w:rsidP="00A079CB">
      <w:pPr>
        <w:tabs>
          <w:tab w:val="left" w:pos="709"/>
        </w:tabs>
        <w:jc w:val="center"/>
      </w:pPr>
      <w:r w:rsidRPr="00E56225">
        <w:t xml:space="preserve">на территории Тарского района Омской области </w:t>
      </w:r>
    </w:p>
    <w:p w:rsidR="00F16959" w:rsidRPr="00E56225" w:rsidRDefault="00F16959" w:rsidP="00A079CB">
      <w:pPr>
        <w:tabs>
          <w:tab w:val="left" w:pos="709"/>
        </w:tabs>
        <w:jc w:val="center"/>
      </w:pPr>
      <w:r w:rsidRPr="00E56225">
        <w:t>по состоянию на 01.01.2022 г.</w:t>
      </w:r>
    </w:p>
    <w:p w:rsidR="00F16959" w:rsidRPr="00E56225" w:rsidRDefault="00F16959" w:rsidP="00232624">
      <w:pPr>
        <w:tabs>
          <w:tab w:val="left" w:pos="709"/>
        </w:tabs>
        <w:rPr>
          <w:lang w:val="en-US"/>
        </w:rPr>
      </w:pPr>
    </w:p>
    <w:tbl>
      <w:tblPr>
        <w:tblW w:w="4639" w:type="pct"/>
        <w:jc w:val="center"/>
        <w:tblInd w:w="-1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6"/>
        <w:gridCol w:w="1477"/>
        <w:gridCol w:w="1476"/>
      </w:tblGrid>
      <w:tr w:rsidR="00F16959" w:rsidRPr="00E56225">
        <w:trPr>
          <w:jc w:val="center"/>
        </w:trPr>
        <w:tc>
          <w:tcPr>
            <w:tcW w:w="3337" w:type="pct"/>
            <w:vAlign w:val="center"/>
          </w:tcPr>
          <w:p w:rsidR="00F16959" w:rsidRPr="00E56225" w:rsidRDefault="00F16959" w:rsidP="00CC0646">
            <w:pPr>
              <w:widowControl w:val="0"/>
              <w:tabs>
                <w:tab w:val="left" w:pos="709"/>
              </w:tabs>
              <w:autoSpaceDE w:val="0"/>
              <w:autoSpaceDN w:val="0"/>
              <w:adjustRightInd w:val="0"/>
              <w:jc w:val="center"/>
            </w:pPr>
            <w:r w:rsidRPr="00E56225">
              <w:t>Вид учреждения культуры</w:t>
            </w:r>
          </w:p>
        </w:tc>
        <w:tc>
          <w:tcPr>
            <w:tcW w:w="832" w:type="pct"/>
          </w:tcPr>
          <w:p w:rsidR="00F16959" w:rsidRPr="00E56225" w:rsidRDefault="00F16959" w:rsidP="00CC0646">
            <w:pPr>
              <w:widowControl w:val="0"/>
              <w:tabs>
                <w:tab w:val="left" w:pos="709"/>
              </w:tabs>
              <w:autoSpaceDE w:val="0"/>
              <w:autoSpaceDN w:val="0"/>
              <w:adjustRightInd w:val="0"/>
              <w:jc w:val="center"/>
            </w:pPr>
            <w:r w:rsidRPr="00E56225">
              <w:t>всего</w:t>
            </w:r>
          </w:p>
        </w:tc>
        <w:tc>
          <w:tcPr>
            <w:tcW w:w="831" w:type="pct"/>
          </w:tcPr>
          <w:p w:rsidR="00F16959" w:rsidRPr="00E56225" w:rsidRDefault="00F16959" w:rsidP="00CC0646">
            <w:pPr>
              <w:widowControl w:val="0"/>
              <w:tabs>
                <w:tab w:val="left" w:pos="709"/>
              </w:tabs>
              <w:autoSpaceDE w:val="0"/>
              <w:autoSpaceDN w:val="0"/>
              <w:adjustRightInd w:val="0"/>
              <w:jc w:val="center"/>
            </w:pPr>
            <w:r w:rsidRPr="00E56225">
              <w:t>В т.ч. на селе</w:t>
            </w:r>
          </w:p>
        </w:tc>
      </w:tr>
      <w:tr w:rsidR="00F16959" w:rsidRPr="00E56225">
        <w:trPr>
          <w:jc w:val="center"/>
        </w:trPr>
        <w:tc>
          <w:tcPr>
            <w:tcW w:w="3337" w:type="pct"/>
          </w:tcPr>
          <w:p w:rsidR="00F16959" w:rsidRPr="00E56225" w:rsidRDefault="00F16959" w:rsidP="00CC0646">
            <w:pPr>
              <w:widowControl w:val="0"/>
              <w:tabs>
                <w:tab w:val="left" w:pos="709"/>
              </w:tabs>
              <w:autoSpaceDE w:val="0"/>
              <w:autoSpaceDN w:val="0"/>
              <w:adjustRightInd w:val="0"/>
            </w:pPr>
            <w:r w:rsidRPr="00E56225">
              <w:t>Музеи</w:t>
            </w:r>
          </w:p>
        </w:tc>
        <w:tc>
          <w:tcPr>
            <w:tcW w:w="832" w:type="pct"/>
          </w:tcPr>
          <w:p w:rsidR="00F16959" w:rsidRPr="00E56225" w:rsidRDefault="00F16959" w:rsidP="00CC0646">
            <w:pPr>
              <w:widowControl w:val="0"/>
              <w:tabs>
                <w:tab w:val="left" w:pos="709"/>
              </w:tabs>
              <w:autoSpaceDE w:val="0"/>
              <w:autoSpaceDN w:val="0"/>
              <w:adjustRightInd w:val="0"/>
              <w:jc w:val="center"/>
            </w:pPr>
            <w:r w:rsidRPr="00E56225">
              <w:t>2</w:t>
            </w:r>
          </w:p>
        </w:tc>
        <w:tc>
          <w:tcPr>
            <w:tcW w:w="831" w:type="pct"/>
          </w:tcPr>
          <w:p w:rsidR="00F16959" w:rsidRPr="00E56225" w:rsidRDefault="00F16959" w:rsidP="00CC0646">
            <w:pPr>
              <w:widowControl w:val="0"/>
              <w:tabs>
                <w:tab w:val="left" w:pos="709"/>
              </w:tabs>
              <w:autoSpaceDE w:val="0"/>
              <w:autoSpaceDN w:val="0"/>
              <w:adjustRightInd w:val="0"/>
              <w:jc w:val="center"/>
            </w:pPr>
            <w:r w:rsidRPr="00E56225">
              <w:t>5 отделов</w:t>
            </w:r>
          </w:p>
        </w:tc>
      </w:tr>
      <w:tr w:rsidR="00F16959" w:rsidRPr="00E56225">
        <w:trPr>
          <w:jc w:val="center"/>
        </w:trPr>
        <w:tc>
          <w:tcPr>
            <w:tcW w:w="3337" w:type="pct"/>
          </w:tcPr>
          <w:p w:rsidR="00F16959" w:rsidRPr="00E56225" w:rsidRDefault="00F16959" w:rsidP="00CC0646">
            <w:pPr>
              <w:widowControl w:val="0"/>
              <w:tabs>
                <w:tab w:val="left" w:pos="709"/>
              </w:tabs>
              <w:autoSpaceDE w:val="0"/>
              <w:autoSpaceDN w:val="0"/>
              <w:adjustRightInd w:val="0"/>
            </w:pPr>
            <w:r w:rsidRPr="00E56225">
              <w:t>Общедоступные библиотеки</w:t>
            </w:r>
          </w:p>
        </w:tc>
        <w:tc>
          <w:tcPr>
            <w:tcW w:w="832" w:type="pct"/>
          </w:tcPr>
          <w:p w:rsidR="00F16959" w:rsidRPr="00E56225" w:rsidRDefault="00F16959" w:rsidP="00CC0646">
            <w:pPr>
              <w:widowControl w:val="0"/>
              <w:tabs>
                <w:tab w:val="left" w:pos="709"/>
              </w:tabs>
              <w:autoSpaceDE w:val="0"/>
              <w:autoSpaceDN w:val="0"/>
              <w:adjustRightInd w:val="0"/>
              <w:jc w:val="center"/>
            </w:pPr>
            <w:r w:rsidRPr="00E56225">
              <w:t>30</w:t>
            </w:r>
          </w:p>
        </w:tc>
        <w:tc>
          <w:tcPr>
            <w:tcW w:w="831" w:type="pct"/>
          </w:tcPr>
          <w:p w:rsidR="00F16959" w:rsidRPr="00E56225" w:rsidRDefault="00F16959" w:rsidP="00CC0646">
            <w:pPr>
              <w:widowControl w:val="0"/>
              <w:tabs>
                <w:tab w:val="left" w:pos="709"/>
              </w:tabs>
              <w:autoSpaceDE w:val="0"/>
              <w:autoSpaceDN w:val="0"/>
              <w:adjustRightInd w:val="0"/>
              <w:jc w:val="center"/>
            </w:pPr>
            <w:r w:rsidRPr="00E56225">
              <w:t>26</w:t>
            </w:r>
          </w:p>
        </w:tc>
      </w:tr>
      <w:tr w:rsidR="00F16959" w:rsidRPr="00E56225">
        <w:trPr>
          <w:jc w:val="center"/>
        </w:trPr>
        <w:tc>
          <w:tcPr>
            <w:tcW w:w="3337" w:type="pct"/>
          </w:tcPr>
          <w:p w:rsidR="00F16959" w:rsidRPr="00E56225" w:rsidRDefault="00F16959" w:rsidP="00CC0646">
            <w:pPr>
              <w:widowControl w:val="0"/>
              <w:tabs>
                <w:tab w:val="left" w:pos="709"/>
              </w:tabs>
              <w:autoSpaceDE w:val="0"/>
              <w:autoSpaceDN w:val="0"/>
              <w:adjustRightInd w:val="0"/>
            </w:pPr>
            <w:r w:rsidRPr="00E56225">
              <w:t>Учреждения культурно-досугового типа</w:t>
            </w:r>
          </w:p>
        </w:tc>
        <w:tc>
          <w:tcPr>
            <w:tcW w:w="832" w:type="pct"/>
          </w:tcPr>
          <w:p w:rsidR="00F16959" w:rsidRPr="00E56225" w:rsidRDefault="00F16959" w:rsidP="00CC0646">
            <w:pPr>
              <w:widowControl w:val="0"/>
              <w:tabs>
                <w:tab w:val="left" w:pos="709"/>
              </w:tabs>
              <w:autoSpaceDE w:val="0"/>
              <w:autoSpaceDN w:val="0"/>
              <w:adjustRightInd w:val="0"/>
              <w:jc w:val="center"/>
            </w:pPr>
            <w:r w:rsidRPr="00E56225">
              <w:t>33</w:t>
            </w:r>
          </w:p>
        </w:tc>
        <w:tc>
          <w:tcPr>
            <w:tcW w:w="831" w:type="pct"/>
          </w:tcPr>
          <w:p w:rsidR="00F16959" w:rsidRPr="00E56225" w:rsidRDefault="00F16959" w:rsidP="00CC0646">
            <w:pPr>
              <w:widowControl w:val="0"/>
              <w:tabs>
                <w:tab w:val="left" w:pos="709"/>
              </w:tabs>
              <w:autoSpaceDE w:val="0"/>
              <w:autoSpaceDN w:val="0"/>
              <w:adjustRightInd w:val="0"/>
              <w:jc w:val="center"/>
            </w:pPr>
            <w:r w:rsidRPr="00E56225">
              <w:t>29</w:t>
            </w:r>
          </w:p>
        </w:tc>
      </w:tr>
      <w:tr w:rsidR="00F16959" w:rsidRPr="00E56225">
        <w:trPr>
          <w:jc w:val="center"/>
        </w:trPr>
        <w:tc>
          <w:tcPr>
            <w:tcW w:w="3337" w:type="pct"/>
          </w:tcPr>
          <w:p w:rsidR="00F16959" w:rsidRPr="00E56225" w:rsidRDefault="00F16959" w:rsidP="00CC0646">
            <w:pPr>
              <w:widowControl w:val="0"/>
              <w:tabs>
                <w:tab w:val="left" w:pos="709"/>
              </w:tabs>
              <w:autoSpaceDE w:val="0"/>
              <w:autoSpaceDN w:val="0"/>
              <w:adjustRightInd w:val="0"/>
            </w:pPr>
            <w:r w:rsidRPr="00E56225">
              <w:t>Образовательные учреждения</w:t>
            </w:r>
          </w:p>
        </w:tc>
        <w:tc>
          <w:tcPr>
            <w:tcW w:w="832" w:type="pct"/>
          </w:tcPr>
          <w:p w:rsidR="00F16959" w:rsidRPr="00E56225" w:rsidRDefault="00F16959" w:rsidP="00CC0646">
            <w:pPr>
              <w:widowControl w:val="0"/>
              <w:tabs>
                <w:tab w:val="left" w:pos="709"/>
              </w:tabs>
              <w:autoSpaceDE w:val="0"/>
              <w:autoSpaceDN w:val="0"/>
              <w:adjustRightInd w:val="0"/>
              <w:jc w:val="center"/>
            </w:pPr>
            <w:r w:rsidRPr="00E56225">
              <w:t>1</w:t>
            </w:r>
          </w:p>
        </w:tc>
        <w:tc>
          <w:tcPr>
            <w:tcW w:w="831" w:type="pct"/>
          </w:tcPr>
          <w:p w:rsidR="00F16959" w:rsidRPr="00E56225" w:rsidRDefault="00F16959" w:rsidP="00CC0646">
            <w:pPr>
              <w:widowControl w:val="0"/>
              <w:tabs>
                <w:tab w:val="left" w:pos="709"/>
              </w:tabs>
              <w:autoSpaceDE w:val="0"/>
              <w:autoSpaceDN w:val="0"/>
              <w:adjustRightInd w:val="0"/>
              <w:jc w:val="center"/>
            </w:pPr>
            <w:r w:rsidRPr="00E56225">
              <w:t>0</w:t>
            </w:r>
          </w:p>
        </w:tc>
      </w:tr>
      <w:tr w:rsidR="00F16959" w:rsidRPr="00E56225">
        <w:trPr>
          <w:jc w:val="center"/>
        </w:trPr>
        <w:tc>
          <w:tcPr>
            <w:tcW w:w="3337" w:type="pct"/>
          </w:tcPr>
          <w:p w:rsidR="00F16959" w:rsidRPr="00E56225" w:rsidRDefault="00F16959" w:rsidP="00CC0646">
            <w:pPr>
              <w:widowControl w:val="0"/>
              <w:tabs>
                <w:tab w:val="left" w:pos="709"/>
              </w:tabs>
              <w:autoSpaceDE w:val="0"/>
              <w:autoSpaceDN w:val="0"/>
              <w:adjustRightInd w:val="0"/>
            </w:pPr>
            <w:r w:rsidRPr="00E56225">
              <w:t>ЦФЭХО</w:t>
            </w:r>
          </w:p>
        </w:tc>
        <w:tc>
          <w:tcPr>
            <w:tcW w:w="832" w:type="pct"/>
          </w:tcPr>
          <w:p w:rsidR="00F16959" w:rsidRPr="00E56225" w:rsidRDefault="00F16959" w:rsidP="00CC0646">
            <w:pPr>
              <w:widowControl w:val="0"/>
              <w:tabs>
                <w:tab w:val="left" w:pos="709"/>
              </w:tabs>
              <w:autoSpaceDE w:val="0"/>
              <w:autoSpaceDN w:val="0"/>
              <w:adjustRightInd w:val="0"/>
              <w:jc w:val="center"/>
            </w:pPr>
            <w:r w:rsidRPr="00E56225">
              <w:t>1</w:t>
            </w:r>
          </w:p>
        </w:tc>
        <w:tc>
          <w:tcPr>
            <w:tcW w:w="831" w:type="pct"/>
          </w:tcPr>
          <w:p w:rsidR="00F16959" w:rsidRPr="00E56225" w:rsidRDefault="00F16959" w:rsidP="00CC0646">
            <w:pPr>
              <w:widowControl w:val="0"/>
              <w:tabs>
                <w:tab w:val="left" w:pos="709"/>
              </w:tabs>
              <w:autoSpaceDE w:val="0"/>
              <w:autoSpaceDN w:val="0"/>
              <w:adjustRightInd w:val="0"/>
              <w:jc w:val="center"/>
            </w:pPr>
            <w:r w:rsidRPr="00E56225">
              <w:t>0</w:t>
            </w:r>
          </w:p>
        </w:tc>
      </w:tr>
      <w:tr w:rsidR="00F16959" w:rsidRPr="00E56225">
        <w:trPr>
          <w:jc w:val="center"/>
        </w:trPr>
        <w:tc>
          <w:tcPr>
            <w:tcW w:w="3337" w:type="pct"/>
          </w:tcPr>
          <w:p w:rsidR="00F16959" w:rsidRPr="00E56225" w:rsidRDefault="00F16959" w:rsidP="00CC0646">
            <w:pPr>
              <w:widowControl w:val="0"/>
              <w:tabs>
                <w:tab w:val="left" w:pos="709"/>
              </w:tabs>
              <w:autoSpaceDE w:val="0"/>
              <w:autoSpaceDN w:val="0"/>
              <w:adjustRightInd w:val="0"/>
            </w:pPr>
            <w:r w:rsidRPr="00E56225">
              <w:t>ПКиО</w:t>
            </w:r>
          </w:p>
        </w:tc>
        <w:tc>
          <w:tcPr>
            <w:tcW w:w="832" w:type="pct"/>
          </w:tcPr>
          <w:p w:rsidR="00F16959" w:rsidRPr="00E56225" w:rsidRDefault="00F16959" w:rsidP="00CC0646">
            <w:pPr>
              <w:widowControl w:val="0"/>
              <w:tabs>
                <w:tab w:val="left" w:pos="709"/>
              </w:tabs>
              <w:autoSpaceDE w:val="0"/>
              <w:autoSpaceDN w:val="0"/>
              <w:adjustRightInd w:val="0"/>
              <w:jc w:val="center"/>
            </w:pPr>
            <w:r w:rsidRPr="00E56225">
              <w:t>1</w:t>
            </w:r>
          </w:p>
        </w:tc>
        <w:tc>
          <w:tcPr>
            <w:tcW w:w="831" w:type="pct"/>
          </w:tcPr>
          <w:p w:rsidR="00F16959" w:rsidRPr="00E56225" w:rsidRDefault="00F16959" w:rsidP="00CC0646">
            <w:pPr>
              <w:widowControl w:val="0"/>
              <w:tabs>
                <w:tab w:val="left" w:pos="709"/>
              </w:tabs>
              <w:autoSpaceDE w:val="0"/>
              <w:autoSpaceDN w:val="0"/>
              <w:adjustRightInd w:val="0"/>
              <w:jc w:val="center"/>
            </w:pPr>
            <w:r w:rsidRPr="00E56225">
              <w:t>0</w:t>
            </w:r>
          </w:p>
        </w:tc>
      </w:tr>
      <w:tr w:rsidR="00F16959" w:rsidRPr="00E56225">
        <w:trPr>
          <w:jc w:val="center"/>
        </w:trPr>
        <w:tc>
          <w:tcPr>
            <w:tcW w:w="3337" w:type="pct"/>
          </w:tcPr>
          <w:p w:rsidR="00F16959" w:rsidRPr="00E56225" w:rsidRDefault="00F16959" w:rsidP="00CC0646">
            <w:pPr>
              <w:widowControl w:val="0"/>
              <w:tabs>
                <w:tab w:val="left" w:pos="709"/>
              </w:tabs>
              <w:autoSpaceDE w:val="0"/>
              <w:autoSpaceDN w:val="0"/>
              <w:adjustRightInd w:val="0"/>
            </w:pPr>
            <w:r w:rsidRPr="00E56225">
              <w:t>Всего</w:t>
            </w:r>
          </w:p>
        </w:tc>
        <w:tc>
          <w:tcPr>
            <w:tcW w:w="832" w:type="pct"/>
          </w:tcPr>
          <w:p w:rsidR="00F16959" w:rsidRPr="00E56225" w:rsidRDefault="00F16959" w:rsidP="00CC0646">
            <w:pPr>
              <w:widowControl w:val="0"/>
              <w:tabs>
                <w:tab w:val="left" w:pos="709"/>
              </w:tabs>
              <w:autoSpaceDE w:val="0"/>
              <w:autoSpaceDN w:val="0"/>
              <w:adjustRightInd w:val="0"/>
              <w:jc w:val="center"/>
            </w:pPr>
            <w:r w:rsidRPr="00E56225">
              <w:t>68</w:t>
            </w:r>
          </w:p>
        </w:tc>
        <w:tc>
          <w:tcPr>
            <w:tcW w:w="831" w:type="pct"/>
          </w:tcPr>
          <w:p w:rsidR="00F16959" w:rsidRPr="00E56225" w:rsidRDefault="00F16959" w:rsidP="001305F8">
            <w:pPr>
              <w:widowControl w:val="0"/>
              <w:tabs>
                <w:tab w:val="left" w:pos="709"/>
              </w:tabs>
              <w:autoSpaceDE w:val="0"/>
              <w:autoSpaceDN w:val="0"/>
              <w:adjustRightInd w:val="0"/>
              <w:jc w:val="center"/>
            </w:pPr>
            <w:r w:rsidRPr="00E56225">
              <w:t>60</w:t>
            </w:r>
          </w:p>
        </w:tc>
      </w:tr>
    </w:tbl>
    <w:p w:rsidR="00F16959" w:rsidRPr="00E56225" w:rsidRDefault="00F16959" w:rsidP="007E1FC1">
      <w:pPr>
        <w:widowControl w:val="0"/>
        <w:autoSpaceDE w:val="0"/>
        <w:autoSpaceDN w:val="0"/>
        <w:adjustRightInd w:val="0"/>
        <w:ind w:firstLine="720"/>
        <w:jc w:val="both"/>
      </w:pPr>
    </w:p>
    <w:p w:rsidR="00F16959" w:rsidRPr="00E56225" w:rsidRDefault="00F16959" w:rsidP="00F3005A">
      <w:pPr>
        <w:widowControl w:val="0"/>
        <w:autoSpaceDE w:val="0"/>
        <w:autoSpaceDN w:val="0"/>
        <w:adjustRightInd w:val="0"/>
        <w:ind w:firstLine="720"/>
        <w:jc w:val="both"/>
      </w:pPr>
      <w:r w:rsidRPr="00E56225">
        <w:t>Большая часть учреждений культуры расположена в зданиях, построенных в 60-70- х годах прошлого века. 33 учреждений культуры расположены не в типовых, а в приспособленных помещениях. В настоящее время в капитальном ремонте зданий нуждаются 6 объектов. Продолжается реконструкция</w:t>
      </w:r>
      <w:r>
        <w:t xml:space="preserve"> </w:t>
      </w:r>
      <w:r w:rsidRPr="00E56225">
        <w:t>здания районного Дома культуры.</w:t>
      </w:r>
    </w:p>
    <w:p w:rsidR="00F16959" w:rsidRPr="00E56225" w:rsidRDefault="00F16959" w:rsidP="00F3005A">
      <w:pPr>
        <w:widowControl w:val="0"/>
        <w:autoSpaceDE w:val="0"/>
        <w:autoSpaceDN w:val="0"/>
        <w:adjustRightInd w:val="0"/>
        <w:ind w:firstLine="720"/>
        <w:jc w:val="both"/>
      </w:pPr>
      <w:r w:rsidRPr="00E56225">
        <w:t xml:space="preserve">В строительстве новых Домов культуры нуждаются Междуреченское и Мартюшевское сельские поселения. </w:t>
      </w:r>
    </w:p>
    <w:p w:rsidR="00F16959" w:rsidRPr="00E56225" w:rsidRDefault="00F16959" w:rsidP="00F3005A">
      <w:pPr>
        <w:widowControl w:val="0"/>
        <w:autoSpaceDE w:val="0"/>
        <w:autoSpaceDN w:val="0"/>
        <w:adjustRightInd w:val="0"/>
        <w:ind w:firstLine="720"/>
        <w:jc w:val="both"/>
      </w:pPr>
      <w:r w:rsidRPr="00E56225">
        <w:t>Обеспеченность учреждений культуры, находящихся в сельской местности, необходимым оборудованием, сценическими костюмами, обувью не удовлетворяет имеющихся потребностей.</w:t>
      </w:r>
    </w:p>
    <w:p w:rsidR="00F16959" w:rsidRPr="00E56225" w:rsidRDefault="00F16959" w:rsidP="00F3005A">
      <w:pPr>
        <w:widowControl w:val="0"/>
        <w:autoSpaceDE w:val="0"/>
        <w:autoSpaceDN w:val="0"/>
        <w:adjustRightInd w:val="0"/>
        <w:ind w:firstLine="720"/>
        <w:jc w:val="both"/>
      </w:pPr>
      <w:r w:rsidRPr="00E56225">
        <w:t>Отрицательно сказывается на качестве оказания услуг в сфере культуры, а также образовательного процесса в Тарской детской школе искусств недостаток современного оборудования.</w:t>
      </w:r>
    </w:p>
    <w:p w:rsidR="00F16959" w:rsidRPr="00E56225" w:rsidRDefault="00F16959" w:rsidP="00F3005A">
      <w:pPr>
        <w:widowControl w:val="0"/>
        <w:autoSpaceDE w:val="0"/>
        <w:autoSpaceDN w:val="0"/>
        <w:adjustRightInd w:val="0"/>
        <w:ind w:firstLine="720"/>
        <w:jc w:val="both"/>
      </w:pPr>
      <w:r w:rsidRPr="00E56225">
        <w:t>В обновлении нуждается</w:t>
      </w:r>
      <w:r>
        <w:t xml:space="preserve"> </w:t>
      </w:r>
      <w:r w:rsidRPr="00E56225">
        <w:t>компьютерное программное оборудование в библиотеках района.</w:t>
      </w:r>
    </w:p>
    <w:p w:rsidR="00F16959" w:rsidRPr="00E56225" w:rsidRDefault="00F16959" w:rsidP="00F3005A">
      <w:pPr>
        <w:widowControl w:val="0"/>
        <w:autoSpaceDE w:val="0"/>
        <w:autoSpaceDN w:val="0"/>
        <w:adjustRightInd w:val="0"/>
        <w:ind w:firstLine="720"/>
        <w:jc w:val="both"/>
      </w:pPr>
      <w:r w:rsidRPr="00E56225">
        <w:t>Острой является проблема обеспечения библиотек, особенно сельских, периодическими изданиями и книгоиздательской продукцией, а также высокоскоростным интернетом.</w:t>
      </w:r>
    </w:p>
    <w:p w:rsidR="00F16959" w:rsidRPr="00E56225" w:rsidRDefault="00F16959" w:rsidP="00F3005A">
      <w:pPr>
        <w:widowControl w:val="0"/>
        <w:autoSpaceDE w:val="0"/>
        <w:autoSpaceDN w:val="0"/>
        <w:adjustRightInd w:val="0"/>
        <w:ind w:firstLine="720"/>
        <w:jc w:val="both"/>
      </w:pPr>
      <w:r w:rsidRPr="00E56225">
        <w:t>Все более острой становится проблема дефицита</w:t>
      </w:r>
      <w:r>
        <w:t xml:space="preserve"> </w:t>
      </w:r>
      <w:r w:rsidRPr="00E56225">
        <w:t>квалифицированных кадров в отрасли, особенно специалистов культурно-досуговой деятельности. В Тарской детской школе искусств наблюдается ярко выраженная тенденция старения кадров.</w:t>
      </w:r>
    </w:p>
    <w:p w:rsidR="00F16959" w:rsidRPr="00E56225" w:rsidRDefault="00F16959" w:rsidP="00F3005A">
      <w:pPr>
        <w:widowControl w:val="0"/>
        <w:autoSpaceDE w:val="0"/>
        <w:autoSpaceDN w:val="0"/>
        <w:adjustRightInd w:val="0"/>
        <w:ind w:firstLine="720"/>
        <w:jc w:val="both"/>
      </w:pPr>
      <w:r w:rsidRPr="00E56225">
        <w:t>Обладая богатой историей, многовековыми традициями и живописными природными ландшафтами, Тарский район</w:t>
      </w:r>
      <w:r>
        <w:t xml:space="preserve"> </w:t>
      </w:r>
      <w:r w:rsidRPr="00E56225">
        <w:t xml:space="preserve">имеет возможности развивать различные формы туризма: деловой, событийный, культурно-познавательный, религиозный, рекреационный, активный, лечебно-оздоровительный, экологический, сельский. </w:t>
      </w:r>
    </w:p>
    <w:p w:rsidR="00F16959" w:rsidRPr="00E56225" w:rsidRDefault="00F16959" w:rsidP="00F3005A">
      <w:pPr>
        <w:ind w:firstLine="720"/>
        <w:jc w:val="both"/>
      </w:pPr>
      <w:r w:rsidRPr="00E56225">
        <w:t xml:space="preserve">На сегодня сложился ряд туристских маршрутов для жителей района и гостей, интересующихся историей и </w:t>
      </w:r>
      <w:r w:rsidRPr="00E56225">
        <w:rPr>
          <w:shd w:val="clear" w:color="auto" w:fill="FFFFFF"/>
        </w:rPr>
        <w:t>природой нашего края, но все они</w:t>
      </w:r>
      <w:r w:rsidRPr="00E56225">
        <w:t xml:space="preserve"> требуют доработки и презентации в форме актуальных, востребованных и доступных туристам рыночных предложений.</w:t>
      </w:r>
    </w:p>
    <w:p w:rsidR="00F16959" w:rsidRPr="00E56225" w:rsidRDefault="00F16959" w:rsidP="00F3005A">
      <w:pPr>
        <w:widowControl w:val="0"/>
        <w:autoSpaceDE w:val="0"/>
        <w:autoSpaceDN w:val="0"/>
        <w:adjustRightInd w:val="0"/>
        <w:ind w:firstLine="720"/>
        <w:jc w:val="both"/>
      </w:pPr>
      <w:r w:rsidRPr="00E56225">
        <w:t>Модернизация сфер культуры и туризма должна коснуться всех направлений, начиная от кадровой политики и заканчивая укреплением материальной базы и реализацией новых творческих инициатив.</w:t>
      </w:r>
    </w:p>
    <w:p w:rsidR="00F16959" w:rsidRPr="00E56225" w:rsidRDefault="00F16959" w:rsidP="00F3005A">
      <w:pPr>
        <w:widowControl w:val="0"/>
        <w:autoSpaceDE w:val="0"/>
        <w:autoSpaceDN w:val="0"/>
        <w:adjustRightInd w:val="0"/>
        <w:ind w:firstLine="720"/>
        <w:jc w:val="both"/>
      </w:pPr>
      <w:r w:rsidRPr="00E56225">
        <w:t>Безусловной составляющей повышения конкурентоспособности услуг сферы культуры Тарского района на внутреннем и внешних рынках является повышение качества предоставляемых услуг, обеспечение их необходимого многообразия. Решение этой задачи на современном этапе экономического развития общества во многом зависит от создания комфортных условий предоставления услуг населению в сфере культуры, обеспеченности организаций культуры современным оборудованием, развития информационных технологий, наличия необходимой инфраструктуры туризма.</w:t>
      </w:r>
    </w:p>
    <w:p w:rsidR="00F16959" w:rsidRPr="00E56225" w:rsidRDefault="00F16959" w:rsidP="00F3005A">
      <w:pPr>
        <w:widowControl w:val="0"/>
        <w:autoSpaceDE w:val="0"/>
        <w:autoSpaceDN w:val="0"/>
        <w:adjustRightInd w:val="0"/>
        <w:ind w:firstLine="720"/>
        <w:jc w:val="both"/>
      </w:pPr>
      <w:r w:rsidRPr="00E56225">
        <w:t>Многообразие и тесная взаимосвязь отдельных направлений деятельности в сферах культуры и туризма требует широкого взаимодействия органов государственной власти всех уровней, общественных объединений и других субъектов сфер культуры и туризма, обусловливает необходимость применения программно-целевых методов решения стоящих перед отраслями задач.</w:t>
      </w:r>
    </w:p>
    <w:p w:rsidR="00F16959" w:rsidRPr="00E56225" w:rsidRDefault="00F16959" w:rsidP="007A4086">
      <w:pPr>
        <w:widowControl w:val="0"/>
        <w:autoSpaceDE w:val="0"/>
        <w:autoSpaceDN w:val="0"/>
        <w:adjustRightInd w:val="0"/>
        <w:ind w:firstLine="720"/>
        <w:jc w:val="both"/>
      </w:pPr>
      <w:r w:rsidRPr="00E56225">
        <w:t>Для формирования положительного и привлекательного образа Тарского района требуется переход к качественно новому уровню функционирования отраслей культуры и туризма, включая библиотечное, музейное дело, концертную и гастрольную деятельность, традиционную народную культуру, сохранение и популяризацию объектов культурного наследия.</w:t>
      </w:r>
    </w:p>
    <w:p w:rsidR="00F16959" w:rsidRPr="00E56225" w:rsidRDefault="00F16959" w:rsidP="00F3005A">
      <w:pPr>
        <w:widowControl w:val="0"/>
        <w:autoSpaceDE w:val="0"/>
        <w:autoSpaceDN w:val="0"/>
        <w:adjustRightInd w:val="0"/>
        <w:ind w:firstLine="720"/>
        <w:jc w:val="both"/>
      </w:pPr>
      <w:r w:rsidRPr="00E56225">
        <w:t>Реализация данной подпрограммы сопряжена с рисками, которые могут препятствовать достижению запланированных результатов. К числу частично управляемых рисков относится дефицит в отраслях культуры</w:t>
      </w:r>
      <w:r>
        <w:t xml:space="preserve"> </w:t>
      </w:r>
      <w:r w:rsidRPr="00E56225">
        <w:t>и туризма высококвалифицированных кадров и механизмов управления, ориентированных на эффективность.</w:t>
      </w:r>
    </w:p>
    <w:p w:rsidR="00F16959" w:rsidRPr="00E56225" w:rsidRDefault="00F16959" w:rsidP="00F3005A">
      <w:pPr>
        <w:widowControl w:val="0"/>
        <w:autoSpaceDE w:val="0"/>
        <w:autoSpaceDN w:val="0"/>
        <w:adjustRightInd w:val="0"/>
        <w:ind w:firstLine="720"/>
        <w:jc w:val="both"/>
      </w:pPr>
      <w:r w:rsidRPr="00E56225">
        <w:t>Основными неуправляемыми рисками являются растущая нестабильность и неопределенность в российской</w:t>
      </w:r>
      <w:r>
        <w:t xml:space="preserve"> </w:t>
      </w:r>
      <w:r w:rsidRPr="00E56225">
        <w:t>экономике.</w:t>
      </w:r>
    </w:p>
    <w:p w:rsidR="00F16959" w:rsidRPr="00E56225" w:rsidRDefault="00F16959" w:rsidP="000E5DD7">
      <w:pPr>
        <w:widowControl w:val="0"/>
        <w:autoSpaceDE w:val="0"/>
        <w:autoSpaceDN w:val="0"/>
        <w:adjustRightInd w:val="0"/>
        <w:ind w:firstLine="2694"/>
        <w:jc w:val="both"/>
      </w:pPr>
    </w:p>
    <w:p w:rsidR="00F16959" w:rsidRPr="00E56225" w:rsidRDefault="00F16959" w:rsidP="000E5DD7">
      <w:pPr>
        <w:widowControl w:val="0"/>
        <w:autoSpaceDE w:val="0"/>
        <w:autoSpaceDN w:val="0"/>
        <w:adjustRightInd w:val="0"/>
        <w:ind w:firstLine="2694"/>
        <w:jc w:val="both"/>
      </w:pPr>
      <w:r w:rsidRPr="00E56225">
        <w:t>3. Цель и задачи подпрограммы</w:t>
      </w:r>
    </w:p>
    <w:p w:rsidR="00F16959" w:rsidRPr="00E56225" w:rsidRDefault="00F16959" w:rsidP="00166477">
      <w:pPr>
        <w:widowControl w:val="0"/>
        <w:autoSpaceDE w:val="0"/>
        <w:autoSpaceDN w:val="0"/>
        <w:adjustRightInd w:val="0"/>
        <w:jc w:val="center"/>
      </w:pPr>
    </w:p>
    <w:p w:rsidR="00F16959" w:rsidRPr="00E56225" w:rsidRDefault="00F16959" w:rsidP="00EE40B0">
      <w:pPr>
        <w:jc w:val="both"/>
      </w:pPr>
      <w:r w:rsidRPr="00E56225">
        <w:tab/>
        <w:t>Главной целью подпрограммы является создание</w:t>
      </w:r>
      <w:r>
        <w:t xml:space="preserve"> </w:t>
      </w:r>
      <w:r w:rsidRPr="00E56225">
        <w:t>условий для формирования гармонично развитой личности, реализации каждым человеком его творческого потенциала; укрепления единства российского общества и гражданской идентичности, передачи от поколения к поколению традиционных для российского общества ценностей, норм, традиций и обычаев; сохранения исторического и культурного наследия; обеспечения гражданам доступа к знаниям, информации и культурным ценностям; популяризации туристской привлекательности Тарского района.</w:t>
      </w:r>
    </w:p>
    <w:p w:rsidR="00F16959" w:rsidRPr="00E56225" w:rsidRDefault="00F16959" w:rsidP="00EE40B0">
      <w:pPr>
        <w:jc w:val="both"/>
        <w:rPr>
          <w:b/>
        </w:rPr>
      </w:pPr>
      <w:r w:rsidRPr="00E56225">
        <w:tab/>
        <w:t>Достижение данной цели предполагается посредством решения 5 взаимосвязанных и взаимодополняющих задач, отражающих установленные полномочия органов местного самоуправления в сферах культуры и туризма.</w:t>
      </w:r>
    </w:p>
    <w:p w:rsidR="00F16959" w:rsidRPr="00E56225" w:rsidRDefault="00F16959" w:rsidP="00574647">
      <w:pPr>
        <w:widowControl w:val="0"/>
        <w:autoSpaceDE w:val="0"/>
        <w:autoSpaceDN w:val="0"/>
        <w:adjustRightInd w:val="0"/>
        <w:ind w:firstLine="720"/>
        <w:jc w:val="both"/>
      </w:pPr>
      <w:r w:rsidRPr="00E56225">
        <w:t>Задачами подпрограммы являются:</w:t>
      </w:r>
    </w:p>
    <w:p w:rsidR="00F16959" w:rsidRPr="00E56225" w:rsidRDefault="00F16959" w:rsidP="000E2BA9">
      <w:pPr>
        <w:pStyle w:val="ConsPlusNormal"/>
        <w:widowControl/>
        <w:ind w:firstLine="708"/>
        <w:jc w:val="both"/>
        <w:rPr>
          <w:rFonts w:ascii="Times New Roman" w:hAnsi="Times New Roman" w:cs="Times New Roman"/>
          <w:sz w:val="24"/>
          <w:szCs w:val="24"/>
        </w:rPr>
      </w:pPr>
      <w:r w:rsidRPr="00E56225">
        <w:rPr>
          <w:rFonts w:ascii="Times New Roman" w:hAnsi="Times New Roman" w:cs="Times New Roman"/>
          <w:b/>
          <w:sz w:val="24"/>
          <w:szCs w:val="24"/>
        </w:rPr>
        <w:t xml:space="preserve"> </w:t>
      </w:r>
      <w:r w:rsidRPr="00E56225">
        <w:rPr>
          <w:rFonts w:ascii="Times New Roman" w:hAnsi="Times New Roman" w:cs="Times New Roman"/>
          <w:sz w:val="24"/>
          <w:szCs w:val="24"/>
        </w:rPr>
        <w:t>- создание условий для развития дополнительного общеобразовательного и предпрофессионального</w:t>
      </w:r>
      <w:r>
        <w:rPr>
          <w:rFonts w:ascii="Times New Roman" w:hAnsi="Times New Roman" w:cs="Times New Roman"/>
          <w:sz w:val="24"/>
          <w:szCs w:val="24"/>
        </w:rPr>
        <w:t xml:space="preserve"> </w:t>
      </w:r>
      <w:r w:rsidRPr="00E56225">
        <w:rPr>
          <w:rFonts w:ascii="Times New Roman" w:hAnsi="Times New Roman" w:cs="Times New Roman"/>
          <w:sz w:val="24"/>
          <w:szCs w:val="24"/>
        </w:rPr>
        <w:t>образования в сфере искусства, самодеятельного художественного творчества и досуга населения, доступа населения к информационным ресурсам, объектам культурного наследия и музейным фондам;</w:t>
      </w:r>
    </w:p>
    <w:p w:rsidR="00F16959" w:rsidRPr="00E56225" w:rsidRDefault="00F16959" w:rsidP="00191C2B">
      <w:pPr>
        <w:jc w:val="both"/>
        <w:rPr>
          <w:b/>
        </w:rPr>
      </w:pPr>
      <w:r w:rsidRPr="00E56225">
        <w:tab/>
        <w:t xml:space="preserve"> - создание условий для популяризации туристской привлекательности Тарского района;</w:t>
      </w:r>
    </w:p>
    <w:p w:rsidR="00F16959" w:rsidRPr="00E56225" w:rsidRDefault="00F16959" w:rsidP="00B22B02">
      <w:pPr>
        <w:pStyle w:val="ConsPlusNormal"/>
        <w:widowControl/>
        <w:ind w:firstLine="708"/>
        <w:jc w:val="both"/>
        <w:rPr>
          <w:rFonts w:ascii="Times New Roman" w:hAnsi="Times New Roman" w:cs="Times New Roman"/>
          <w:sz w:val="24"/>
          <w:szCs w:val="24"/>
        </w:rPr>
      </w:pPr>
      <w:r w:rsidRPr="00E56225">
        <w:rPr>
          <w:rFonts w:ascii="Times New Roman" w:hAnsi="Times New Roman" w:cs="Times New Roman"/>
          <w:sz w:val="24"/>
          <w:szCs w:val="24"/>
        </w:rPr>
        <w:t xml:space="preserve"> - развитие кадрового потенциала отрасли культуры;</w:t>
      </w:r>
    </w:p>
    <w:p w:rsidR="00F16959" w:rsidRPr="00E56225" w:rsidRDefault="00F16959" w:rsidP="009C2BC1">
      <w:pPr>
        <w:ind w:firstLine="708"/>
        <w:jc w:val="both"/>
      </w:pPr>
      <w:r w:rsidRPr="00E56225">
        <w:t xml:space="preserve"> - сохранение, развитие и обновление</w:t>
      </w:r>
      <w:r>
        <w:t xml:space="preserve"> </w:t>
      </w:r>
      <w:r w:rsidRPr="00E56225">
        <w:t>материально-технической базы учреждений культуры;</w:t>
      </w:r>
      <w:r>
        <w:t xml:space="preserve"> </w:t>
      </w:r>
    </w:p>
    <w:p w:rsidR="00F16959" w:rsidRPr="00E56225" w:rsidRDefault="00F16959" w:rsidP="00574647">
      <w:pPr>
        <w:pStyle w:val="ConsPlusNormal"/>
        <w:widowControl/>
        <w:ind w:firstLine="708"/>
        <w:jc w:val="both"/>
        <w:rPr>
          <w:rFonts w:ascii="Times New Roman" w:hAnsi="Times New Roman" w:cs="Times New Roman"/>
          <w:sz w:val="24"/>
          <w:szCs w:val="24"/>
        </w:rPr>
      </w:pPr>
      <w:r w:rsidRPr="00E56225">
        <w:rPr>
          <w:rFonts w:ascii="Times New Roman" w:hAnsi="Times New Roman" w:cs="Times New Roman"/>
          <w:sz w:val="24"/>
          <w:szCs w:val="24"/>
        </w:rPr>
        <w:t xml:space="preserve"> - создание безопасных условий для пребывания посетителей в учреждениях культуры и обеспечение сохранности фондов и коллекций.</w:t>
      </w:r>
    </w:p>
    <w:p w:rsidR="00F16959" w:rsidRPr="00E56225" w:rsidRDefault="00F16959" w:rsidP="00354299">
      <w:pPr>
        <w:ind w:firstLine="708"/>
        <w:jc w:val="both"/>
      </w:pPr>
    </w:p>
    <w:p w:rsidR="00F16959" w:rsidRPr="00E56225" w:rsidRDefault="00F16959" w:rsidP="00A23734">
      <w:pPr>
        <w:widowControl w:val="0"/>
        <w:autoSpaceDE w:val="0"/>
        <w:autoSpaceDN w:val="0"/>
        <w:adjustRightInd w:val="0"/>
        <w:jc w:val="center"/>
      </w:pPr>
      <w:r w:rsidRPr="00E56225">
        <w:t>4. Срок реализации подпрограммы</w:t>
      </w:r>
    </w:p>
    <w:p w:rsidR="00F16959" w:rsidRPr="00E56225" w:rsidRDefault="00F16959" w:rsidP="00A23734">
      <w:pPr>
        <w:widowControl w:val="0"/>
        <w:autoSpaceDE w:val="0"/>
        <w:autoSpaceDN w:val="0"/>
        <w:adjustRightInd w:val="0"/>
        <w:jc w:val="center"/>
        <w:rPr>
          <w:b/>
        </w:rPr>
      </w:pPr>
    </w:p>
    <w:p w:rsidR="00F16959" w:rsidRPr="00E56225" w:rsidRDefault="00F16959" w:rsidP="00AC66C1">
      <w:pPr>
        <w:widowControl w:val="0"/>
        <w:autoSpaceDE w:val="0"/>
        <w:autoSpaceDN w:val="0"/>
        <w:adjustRightInd w:val="0"/>
        <w:ind w:firstLine="720"/>
        <w:jc w:val="both"/>
      </w:pPr>
      <w:r w:rsidRPr="00E56225">
        <w:t>Реализация подпрограммы «Развитие культуры и туризма Тарского</w:t>
      </w:r>
      <w:r>
        <w:t xml:space="preserve"> </w:t>
      </w:r>
      <w:r w:rsidRPr="00E56225">
        <w:t>муниципального района» будет осуществляться в</w:t>
      </w:r>
      <w:r>
        <w:t xml:space="preserve"> </w:t>
      </w:r>
      <w:r w:rsidRPr="00E56225">
        <w:t>2020 – 2025 годы. Отдельные этапы ее реализации не выделяются.</w:t>
      </w:r>
    </w:p>
    <w:p w:rsidR="00F16959" w:rsidRPr="00E56225" w:rsidRDefault="00F16959" w:rsidP="00A23734">
      <w:pPr>
        <w:widowControl w:val="0"/>
        <w:autoSpaceDE w:val="0"/>
        <w:autoSpaceDN w:val="0"/>
        <w:adjustRightInd w:val="0"/>
        <w:jc w:val="center"/>
        <w:rPr>
          <w:b/>
        </w:rPr>
      </w:pPr>
    </w:p>
    <w:p w:rsidR="00F16959" w:rsidRPr="00E56225" w:rsidRDefault="00F16959" w:rsidP="00A23734">
      <w:pPr>
        <w:widowControl w:val="0"/>
        <w:autoSpaceDE w:val="0"/>
        <w:autoSpaceDN w:val="0"/>
        <w:adjustRightInd w:val="0"/>
        <w:jc w:val="center"/>
      </w:pPr>
      <w:r w:rsidRPr="00E56225">
        <w:t xml:space="preserve">5. Описание входящих в состав подпрограммы основных мероприятий </w:t>
      </w:r>
    </w:p>
    <w:p w:rsidR="00F16959" w:rsidRPr="00E56225" w:rsidRDefault="00F16959" w:rsidP="00354299">
      <w:pPr>
        <w:ind w:firstLine="708"/>
        <w:jc w:val="both"/>
      </w:pPr>
    </w:p>
    <w:p w:rsidR="00F16959" w:rsidRPr="00E56225" w:rsidRDefault="00F16959" w:rsidP="00354299">
      <w:pPr>
        <w:ind w:firstLine="708"/>
        <w:jc w:val="both"/>
      </w:pPr>
      <w:r w:rsidRPr="00E56225">
        <w:t>Для достижения цели и решения задач подпрограммы планируется выполнение следующих основных мероприятий:</w:t>
      </w:r>
    </w:p>
    <w:p w:rsidR="00F16959" w:rsidRPr="00E56225" w:rsidRDefault="00F16959" w:rsidP="00996C62">
      <w:pPr>
        <w:ind w:firstLine="708"/>
        <w:jc w:val="both"/>
      </w:pPr>
      <w:r w:rsidRPr="00E56225">
        <w:t>-создание благоприятных условий для укрепления единого культурного пространства и сохранения культурного наследия Тарского района;</w:t>
      </w:r>
    </w:p>
    <w:p w:rsidR="00F16959" w:rsidRPr="00E56225" w:rsidRDefault="00F16959" w:rsidP="00996C62">
      <w:pPr>
        <w:ind w:firstLine="708"/>
        <w:jc w:val="both"/>
      </w:pPr>
      <w:r w:rsidRPr="00E56225">
        <w:t>-реализация проекта «Туризм»;</w:t>
      </w:r>
    </w:p>
    <w:p w:rsidR="00F16959" w:rsidRPr="00E56225" w:rsidRDefault="00F16959" w:rsidP="00996C62">
      <w:pPr>
        <w:ind w:firstLine="708"/>
        <w:jc w:val="both"/>
      </w:pPr>
      <w:r w:rsidRPr="00E56225">
        <w:t>-развитие кадрового потенциала и социальная поддержка работников культуры;</w:t>
      </w:r>
    </w:p>
    <w:p w:rsidR="00F16959" w:rsidRPr="00E56225" w:rsidRDefault="00F16959" w:rsidP="00996C62">
      <w:pPr>
        <w:ind w:firstLine="708"/>
        <w:jc w:val="both"/>
      </w:pPr>
      <w:r w:rsidRPr="00E56225">
        <w:t>-поддержка, развитие и обновление содержания работы учреждений культуры;</w:t>
      </w:r>
    </w:p>
    <w:p w:rsidR="00F16959" w:rsidRPr="00E56225" w:rsidRDefault="00F16959" w:rsidP="00996C62">
      <w:pPr>
        <w:ind w:firstLine="708"/>
        <w:jc w:val="both"/>
      </w:pPr>
      <w:r w:rsidRPr="00E56225">
        <w:t>-обеспечение безопасности в учреждениях культуры.</w:t>
      </w:r>
    </w:p>
    <w:p w:rsidR="00F16959" w:rsidRPr="00E56225" w:rsidRDefault="00F16959" w:rsidP="00BA67D4">
      <w:pPr>
        <w:autoSpaceDE w:val="0"/>
        <w:autoSpaceDN w:val="0"/>
        <w:adjustRightInd w:val="0"/>
        <w:ind w:firstLine="720"/>
        <w:jc w:val="both"/>
      </w:pPr>
      <w:r w:rsidRPr="00E56225">
        <w:t>Основное мероприятие «Создание благоприятных условий для укрепления единого культурного пространства и сохранения культурного наследия Тарского района».</w:t>
      </w:r>
    </w:p>
    <w:p w:rsidR="00F16959" w:rsidRPr="00E56225" w:rsidRDefault="00F16959" w:rsidP="00BA67D4">
      <w:pPr>
        <w:autoSpaceDE w:val="0"/>
        <w:autoSpaceDN w:val="0"/>
        <w:adjustRightInd w:val="0"/>
        <w:ind w:firstLine="720"/>
        <w:jc w:val="both"/>
      </w:pPr>
      <w:r w:rsidRPr="00E56225">
        <w:t xml:space="preserve">Данное основное мероприятие направлено на обеспечение деятельности всех учреждений культуры по предоставлению муниципальных услуг населению Тарского района: </w:t>
      </w:r>
    </w:p>
    <w:p w:rsidR="00F16959" w:rsidRPr="00E56225" w:rsidRDefault="00F16959" w:rsidP="00BA67D4">
      <w:pPr>
        <w:autoSpaceDE w:val="0"/>
        <w:autoSpaceDN w:val="0"/>
        <w:adjustRightInd w:val="0"/>
        <w:ind w:firstLine="720"/>
        <w:jc w:val="both"/>
      </w:pPr>
      <w:r w:rsidRPr="00E56225">
        <w:t>-предоставление дополнительного образования детям, выявление и поддержка одаренных детей, обеспечение их участия в конкурсно-выставочной деятельности;</w:t>
      </w:r>
      <w:r>
        <w:t xml:space="preserve"> </w:t>
      </w:r>
    </w:p>
    <w:p w:rsidR="00F16959" w:rsidRPr="00E56225" w:rsidRDefault="00F16959" w:rsidP="00BA67D4">
      <w:pPr>
        <w:autoSpaceDE w:val="0"/>
        <w:autoSpaceDN w:val="0"/>
        <w:adjustRightInd w:val="0"/>
        <w:ind w:firstLine="720"/>
        <w:jc w:val="both"/>
      </w:pPr>
      <w:r w:rsidRPr="00E56225">
        <w:t xml:space="preserve">- организация деятельности клубных формирований и формирований самодеятельного народного творчества, проведение культурно-массовых мероприятий, направленных на гармонизацию межэтнических отношений, гражданско-патриотическое воспитание, мероприятий по поддержке и сохранению традиционной народной культуры, художественных ремесел, самодеятельного художественного творчества всех видов и жанров; проведение конкурсов, фестивалей, мероприятий, посвященных государственным, профессиональным праздникам; </w:t>
      </w:r>
    </w:p>
    <w:p w:rsidR="00F16959" w:rsidRPr="00E56225" w:rsidRDefault="00F16959" w:rsidP="00BA67D4">
      <w:pPr>
        <w:autoSpaceDE w:val="0"/>
        <w:autoSpaceDN w:val="0"/>
        <w:adjustRightInd w:val="0"/>
        <w:ind w:firstLine="720"/>
        <w:jc w:val="both"/>
      </w:pPr>
      <w:r w:rsidRPr="00E56225">
        <w:t>- комплекс мер по созданию условий для обеспечения широкого, без каких-либо ограничений, доступа каждого гражданина к региональным, национальным и мировым культурным ценностям через обновление библиотечных фондов, использование интернет-ресурсов;</w:t>
      </w:r>
    </w:p>
    <w:p w:rsidR="00F16959" w:rsidRPr="00E56225" w:rsidRDefault="00F16959" w:rsidP="00CC155C">
      <w:pPr>
        <w:autoSpaceDE w:val="0"/>
        <w:autoSpaceDN w:val="0"/>
        <w:adjustRightInd w:val="0"/>
        <w:ind w:firstLine="720"/>
        <w:jc w:val="both"/>
      </w:pPr>
      <w:r w:rsidRPr="00E56225">
        <w:t>- обеспечение доступа к</w:t>
      </w:r>
      <w:r>
        <w:t xml:space="preserve"> </w:t>
      </w:r>
      <w:r w:rsidRPr="00E56225">
        <w:t xml:space="preserve">музейным предметам и коллекциям через увеличение музейных выставочных проектов, совершенствование системы научно-просветительской и образовательной деятельности; </w:t>
      </w:r>
    </w:p>
    <w:p w:rsidR="00F16959" w:rsidRPr="00E56225" w:rsidRDefault="00F16959" w:rsidP="00CC155C">
      <w:pPr>
        <w:autoSpaceDE w:val="0"/>
        <w:autoSpaceDN w:val="0"/>
        <w:adjustRightInd w:val="0"/>
        <w:ind w:firstLine="720"/>
        <w:jc w:val="both"/>
      </w:pPr>
      <w:r w:rsidRPr="00E56225">
        <w:t xml:space="preserve"> - осуществление Комитетом культуры и искусства исполнительных и распорядительных функций в сфере культуры и туризма. </w:t>
      </w:r>
    </w:p>
    <w:p w:rsidR="00F16959" w:rsidRPr="00E56225" w:rsidRDefault="00F16959" w:rsidP="00BA67D4">
      <w:pPr>
        <w:ind w:firstLine="708"/>
        <w:jc w:val="center"/>
      </w:pPr>
    </w:p>
    <w:p w:rsidR="00F16959" w:rsidRPr="00E56225" w:rsidRDefault="00F16959" w:rsidP="00BA67D4">
      <w:pPr>
        <w:ind w:firstLine="708"/>
        <w:jc w:val="center"/>
      </w:pPr>
      <w:r w:rsidRPr="00E56225">
        <w:t>Основное мероприятие «Реализация проекта «Туризм»</w:t>
      </w:r>
    </w:p>
    <w:p w:rsidR="00F16959" w:rsidRPr="00E56225" w:rsidRDefault="00F16959" w:rsidP="00BA67D4">
      <w:pPr>
        <w:ind w:firstLine="708"/>
        <w:jc w:val="center"/>
      </w:pPr>
    </w:p>
    <w:p w:rsidR="00F16959" w:rsidRPr="00E56225" w:rsidRDefault="00F16959" w:rsidP="00BA67D4">
      <w:pPr>
        <w:ind w:firstLine="708"/>
        <w:jc w:val="both"/>
      </w:pPr>
      <w:r w:rsidRPr="00E56225">
        <w:t xml:space="preserve">В рамках реализации данного основного мероприятия предусматривается разработка туристских и экскурсионных маршрутов, организация и проведение мероприятий, проектов, изготовление сувенирной продукции, продвижение туристического продукта Тарского района через СМИ. </w:t>
      </w:r>
    </w:p>
    <w:p w:rsidR="00F16959" w:rsidRPr="00E56225" w:rsidRDefault="00F16959" w:rsidP="00BA67D4">
      <w:pPr>
        <w:ind w:firstLine="708"/>
        <w:jc w:val="both"/>
      </w:pPr>
    </w:p>
    <w:p w:rsidR="00F16959" w:rsidRPr="00E56225" w:rsidRDefault="00F16959" w:rsidP="00BD6FC6">
      <w:pPr>
        <w:ind w:firstLine="708"/>
        <w:jc w:val="center"/>
      </w:pPr>
      <w:r w:rsidRPr="00E56225">
        <w:t>Основное мероприятие «Развитие кадрового потенциала и социальная поддержка работников культуры»</w:t>
      </w:r>
    </w:p>
    <w:p w:rsidR="00F16959" w:rsidRPr="00E56225" w:rsidRDefault="00F16959" w:rsidP="00BD6FC6">
      <w:pPr>
        <w:ind w:firstLine="708"/>
        <w:jc w:val="center"/>
      </w:pPr>
    </w:p>
    <w:p w:rsidR="00F16959" w:rsidRPr="00E56225" w:rsidRDefault="00F16959" w:rsidP="00BD6FC6">
      <w:pPr>
        <w:ind w:firstLine="708"/>
        <w:jc w:val="both"/>
      </w:pPr>
      <w:r w:rsidRPr="00E56225">
        <w:t xml:space="preserve">В рамках указанного основного мероприятия предусмотрено повышение профессионального мастерства руководителей и специалистов; их участие в научно-практических конференциях, проблемных лабораториях, семинарах-совещаниях по вопросам развития отрасли культуры, выделение жилищной субсидии на приобретение жилья специалистам отрасли культуры, единовременные выплаты молодым специалистам отрасли, премии и стипендии лучшим работникам. </w:t>
      </w:r>
    </w:p>
    <w:p w:rsidR="00F16959" w:rsidRPr="00E56225" w:rsidRDefault="00F16959" w:rsidP="00BD6FC6">
      <w:pPr>
        <w:ind w:firstLine="708"/>
        <w:jc w:val="both"/>
        <w:rPr>
          <w:b/>
        </w:rPr>
      </w:pPr>
    </w:p>
    <w:p w:rsidR="00F16959" w:rsidRPr="00E56225" w:rsidRDefault="00F16959" w:rsidP="00BD6FC6">
      <w:pPr>
        <w:widowControl w:val="0"/>
        <w:autoSpaceDE w:val="0"/>
        <w:autoSpaceDN w:val="0"/>
        <w:adjustRightInd w:val="0"/>
        <w:ind w:firstLine="708"/>
        <w:jc w:val="center"/>
      </w:pPr>
      <w:r w:rsidRPr="00E56225">
        <w:t>Основное мероприятие «Поддержка, развитие и обновление содержания работы учреждений культуры»</w:t>
      </w:r>
    </w:p>
    <w:p w:rsidR="00F16959" w:rsidRPr="00E56225" w:rsidRDefault="00F16959" w:rsidP="00BD6FC6">
      <w:pPr>
        <w:widowControl w:val="0"/>
        <w:autoSpaceDE w:val="0"/>
        <w:autoSpaceDN w:val="0"/>
        <w:adjustRightInd w:val="0"/>
        <w:ind w:firstLine="708"/>
        <w:jc w:val="center"/>
      </w:pPr>
    </w:p>
    <w:p w:rsidR="00F16959" w:rsidRPr="00E56225" w:rsidRDefault="00F16959" w:rsidP="00BD6FC6">
      <w:pPr>
        <w:widowControl w:val="0"/>
        <w:autoSpaceDE w:val="0"/>
        <w:autoSpaceDN w:val="0"/>
        <w:adjustRightInd w:val="0"/>
        <w:ind w:firstLine="708"/>
        <w:jc w:val="both"/>
      </w:pPr>
      <w:r w:rsidRPr="00E56225">
        <w:t>Данное основное мероприятие включает в себя комплекс мер, направленных на выполнение реконструкции и ремонтных работ в учреждениях культуры, обновление их материально-технической базы, включая обновление компьютерного оборудования и программного оснащения, обеспечение бесперебойного доступа к сети «Интернет».</w:t>
      </w:r>
    </w:p>
    <w:p w:rsidR="00F16959" w:rsidRPr="00E56225" w:rsidRDefault="00F16959" w:rsidP="00BD6FC6">
      <w:pPr>
        <w:widowControl w:val="0"/>
        <w:autoSpaceDE w:val="0"/>
        <w:autoSpaceDN w:val="0"/>
        <w:adjustRightInd w:val="0"/>
        <w:ind w:firstLine="708"/>
        <w:jc w:val="both"/>
      </w:pPr>
    </w:p>
    <w:p w:rsidR="00F16959" w:rsidRPr="00E56225" w:rsidRDefault="00F16959" w:rsidP="0038473F">
      <w:pPr>
        <w:widowControl w:val="0"/>
        <w:autoSpaceDE w:val="0"/>
        <w:autoSpaceDN w:val="0"/>
        <w:adjustRightInd w:val="0"/>
        <w:jc w:val="center"/>
      </w:pPr>
      <w:r w:rsidRPr="00E56225">
        <w:t xml:space="preserve">Основное мероприятие «Обеспечение безопасности </w:t>
      </w:r>
    </w:p>
    <w:p w:rsidR="00F16959" w:rsidRPr="00E56225" w:rsidRDefault="00F16959" w:rsidP="0038473F">
      <w:pPr>
        <w:widowControl w:val="0"/>
        <w:autoSpaceDE w:val="0"/>
        <w:autoSpaceDN w:val="0"/>
        <w:adjustRightInd w:val="0"/>
        <w:jc w:val="center"/>
      </w:pPr>
      <w:r w:rsidRPr="00E56225">
        <w:t>в учреждениях культуры»</w:t>
      </w:r>
    </w:p>
    <w:p w:rsidR="00F16959" w:rsidRPr="00E56225" w:rsidRDefault="00F16959" w:rsidP="0038473F">
      <w:pPr>
        <w:widowControl w:val="0"/>
        <w:autoSpaceDE w:val="0"/>
        <w:autoSpaceDN w:val="0"/>
        <w:adjustRightInd w:val="0"/>
        <w:jc w:val="center"/>
      </w:pPr>
    </w:p>
    <w:p w:rsidR="00F16959" w:rsidRPr="00E56225" w:rsidRDefault="00F16959" w:rsidP="0038473F">
      <w:pPr>
        <w:widowControl w:val="0"/>
        <w:autoSpaceDE w:val="0"/>
        <w:autoSpaceDN w:val="0"/>
        <w:adjustRightInd w:val="0"/>
        <w:ind w:firstLine="708"/>
        <w:jc w:val="both"/>
        <w:rPr>
          <w:bCs/>
        </w:rPr>
      </w:pPr>
      <w:r w:rsidRPr="00E56225">
        <w:t>Реализация данного основного мероприятия включает в себя комплекс мероприятий, направленных на обеспечение безопасного пребывания людей в учреждениях культуры, сохранности фондов и коллекций</w:t>
      </w:r>
      <w:r>
        <w:t xml:space="preserve"> </w:t>
      </w:r>
      <w:r w:rsidRPr="00E56225">
        <w:t>через проведение специальной оценки условий труда рабочих мест, обновление</w:t>
      </w:r>
      <w:r>
        <w:t xml:space="preserve"> </w:t>
      </w:r>
      <w:r w:rsidRPr="00E56225">
        <w:rPr>
          <w:bCs/>
        </w:rPr>
        <w:t>планов эвакуации в соответствии с современными требованиями, пропитку перекрытий и отделочных материалов, устранение всех предписаний Госпожнадзора.</w:t>
      </w:r>
    </w:p>
    <w:p w:rsidR="00F16959" w:rsidRPr="00E56225" w:rsidRDefault="00F16959" w:rsidP="007335B1">
      <w:pPr>
        <w:widowControl w:val="0"/>
        <w:autoSpaceDE w:val="0"/>
        <w:autoSpaceDN w:val="0"/>
        <w:adjustRightInd w:val="0"/>
        <w:jc w:val="center"/>
        <w:rPr>
          <w:b/>
        </w:rPr>
      </w:pPr>
    </w:p>
    <w:p w:rsidR="00F16959" w:rsidRPr="00E56225" w:rsidRDefault="00F16959" w:rsidP="007335B1">
      <w:pPr>
        <w:widowControl w:val="0"/>
        <w:autoSpaceDE w:val="0"/>
        <w:autoSpaceDN w:val="0"/>
        <w:adjustRightInd w:val="0"/>
        <w:jc w:val="center"/>
      </w:pPr>
      <w:r w:rsidRPr="00E56225">
        <w:t>6. Описание мероприятий и целевых индикаторов их выполнения</w:t>
      </w:r>
    </w:p>
    <w:p w:rsidR="00F16959" w:rsidRPr="00E56225" w:rsidRDefault="00F16959" w:rsidP="007335B1">
      <w:pPr>
        <w:autoSpaceDE w:val="0"/>
        <w:autoSpaceDN w:val="0"/>
        <w:adjustRightInd w:val="0"/>
        <w:ind w:firstLine="720"/>
        <w:jc w:val="both"/>
      </w:pPr>
    </w:p>
    <w:p w:rsidR="00F16959" w:rsidRPr="00E56225" w:rsidRDefault="00F16959" w:rsidP="00356263">
      <w:pPr>
        <w:autoSpaceDE w:val="0"/>
        <w:autoSpaceDN w:val="0"/>
        <w:adjustRightInd w:val="0"/>
        <w:ind w:firstLine="720"/>
        <w:jc w:val="both"/>
      </w:pPr>
      <w:r w:rsidRPr="00E56225">
        <w:t>В рамках реализации основного мероприятия «Создание благоприятных условий для укрепления единого культурного пространства и сохранения культурного наследия Тарского района» планируется выполнение следующих мероприятий:</w:t>
      </w:r>
    </w:p>
    <w:p w:rsidR="00F16959" w:rsidRPr="00E56225" w:rsidRDefault="00F16959" w:rsidP="00356263">
      <w:pPr>
        <w:autoSpaceDE w:val="0"/>
        <w:autoSpaceDN w:val="0"/>
        <w:adjustRightInd w:val="0"/>
        <w:ind w:firstLine="720"/>
        <w:jc w:val="both"/>
      </w:pPr>
      <w:r w:rsidRPr="00E56225">
        <w:t>1)</w:t>
      </w:r>
      <w:r w:rsidRPr="00E56225">
        <w:tab/>
        <w:t>реализация дополнительных общеобразовательных предпрофессиональных программ в области искусства.</w:t>
      </w:r>
    </w:p>
    <w:p w:rsidR="00F16959" w:rsidRPr="00E56225" w:rsidRDefault="00F16959" w:rsidP="00357CB0">
      <w:pPr>
        <w:widowControl w:val="0"/>
        <w:autoSpaceDE w:val="0"/>
        <w:autoSpaceDN w:val="0"/>
        <w:adjustRightInd w:val="0"/>
        <w:ind w:firstLine="708"/>
        <w:jc w:val="both"/>
      </w:pPr>
      <w:r w:rsidRPr="00E56225">
        <w:t>Выполнение данного мероприятия предполагает предоставление музыкального, хореографического и художественного образования детям, проживающим в Тарском районе, участие детей, занимающихся в Тарской ДШИ в фестивалях, конкурсах, выставках международного, всероссийского, межрегионального и регионального уровней, премии и стипендии лучшим учащимся.</w:t>
      </w:r>
    </w:p>
    <w:p w:rsidR="00F16959" w:rsidRPr="00E56225" w:rsidRDefault="00F16959" w:rsidP="003E679C">
      <w:pPr>
        <w:widowControl w:val="0"/>
        <w:autoSpaceDE w:val="0"/>
        <w:autoSpaceDN w:val="0"/>
        <w:adjustRightInd w:val="0"/>
        <w:ind w:firstLine="708"/>
        <w:jc w:val="both"/>
      </w:pPr>
      <w:r w:rsidRPr="00E56225">
        <w:t>Для ежегодной оценки эффективности реализации данного мероприятия</w:t>
      </w:r>
      <w:r>
        <w:t xml:space="preserve"> </w:t>
      </w:r>
      <w:r w:rsidRPr="00E56225">
        <w:t>используется следующий целевой индикатор:</w:t>
      </w:r>
    </w:p>
    <w:p w:rsidR="00F16959" w:rsidRPr="00E56225" w:rsidRDefault="00F16959" w:rsidP="00232624">
      <w:pPr>
        <w:widowControl w:val="0"/>
        <w:autoSpaceDE w:val="0"/>
        <w:autoSpaceDN w:val="0"/>
        <w:adjustRightInd w:val="0"/>
        <w:ind w:firstLine="708"/>
        <w:jc w:val="both"/>
      </w:pPr>
      <w:r w:rsidRPr="00E56225">
        <w:t>- число обучающихся.</w:t>
      </w:r>
    </w:p>
    <w:p w:rsidR="00F16959" w:rsidRPr="00E56225" w:rsidRDefault="00F16959" w:rsidP="001B10BA">
      <w:pPr>
        <w:widowControl w:val="0"/>
        <w:autoSpaceDE w:val="0"/>
        <w:autoSpaceDN w:val="0"/>
        <w:adjustRightInd w:val="0"/>
        <w:ind w:firstLine="708"/>
        <w:jc w:val="both"/>
      </w:pPr>
      <w:r w:rsidRPr="00E56225">
        <w:t>Значение целевого индикатора определяется как общее количество учащихся Тарской детской школы искусств по состоянию на 1 января года, последующего за отчетным.</w:t>
      </w:r>
    </w:p>
    <w:p w:rsidR="00F16959" w:rsidRPr="00E56225" w:rsidRDefault="00F16959" w:rsidP="007342C4">
      <w:pPr>
        <w:widowControl w:val="0"/>
        <w:autoSpaceDE w:val="0"/>
        <w:autoSpaceDN w:val="0"/>
        <w:adjustRightInd w:val="0"/>
        <w:ind w:firstLine="708"/>
        <w:jc w:val="both"/>
      </w:pPr>
      <w:r w:rsidRPr="00E56225">
        <w:t>При расчете значения целевого индикатора используются данные отчета МБОУ ДО «Тарская детская школа искусств», предоставляемого в Комитет культуры и искусства.</w:t>
      </w:r>
    </w:p>
    <w:p w:rsidR="00F16959" w:rsidRPr="00E56225" w:rsidRDefault="00F16959" w:rsidP="007335B1">
      <w:pPr>
        <w:widowControl w:val="0"/>
        <w:autoSpaceDE w:val="0"/>
        <w:autoSpaceDN w:val="0"/>
        <w:adjustRightInd w:val="0"/>
        <w:ind w:firstLine="720"/>
        <w:jc w:val="both"/>
      </w:pPr>
      <w:r w:rsidRPr="00E56225">
        <w:t>2) организация деятельности клубных формирований и формирований самодеятельного народного творчества.</w:t>
      </w:r>
    </w:p>
    <w:p w:rsidR="00F16959" w:rsidRPr="00E56225" w:rsidRDefault="00F16959" w:rsidP="007335B1">
      <w:pPr>
        <w:widowControl w:val="0"/>
        <w:autoSpaceDE w:val="0"/>
        <w:autoSpaceDN w:val="0"/>
        <w:adjustRightInd w:val="0"/>
        <w:ind w:firstLine="720"/>
        <w:jc w:val="both"/>
      </w:pPr>
      <w:r w:rsidRPr="00E56225">
        <w:t>Выполнение данного мероприятия предусматривает осуществление деятельности культурно-досуговых учреждений района по предоставлению населению муниципальной услуги, включающей в себя деятельность коллективов художественной самодеятельности и любительских объединений, клубов по интересам; участие творческих коллективов в фестивалях и конкурсах различных уровней, организованных Министерством культуры Омской области; проведение культурно-досуговых мероприятий различной направленности для всех категорий населения, районных фестивалей и конкурсов, праздников народной культуры, юбилеев населенных пунктов.</w:t>
      </w:r>
    </w:p>
    <w:p w:rsidR="00F16959" w:rsidRPr="00E56225" w:rsidRDefault="00F16959" w:rsidP="00231E41">
      <w:pPr>
        <w:widowControl w:val="0"/>
        <w:autoSpaceDE w:val="0"/>
        <w:autoSpaceDN w:val="0"/>
        <w:adjustRightInd w:val="0"/>
        <w:ind w:firstLine="708"/>
        <w:jc w:val="both"/>
      </w:pPr>
      <w:r w:rsidRPr="00E56225">
        <w:t>Для ежегодной оценки эффективности реализации данного мероприятия</w:t>
      </w:r>
      <w:r>
        <w:t xml:space="preserve"> </w:t>
      </w:r>
      <w:r w:rsidRPr="00E56225">
        <w:t>используется следующий целевой индикатор:</w:t>
      </w:r>
    </w:p>
    <w:p w:rsidR="00F16959" w:rsidRPr="00E56225" w:rsidRDefault="00F16959" w:rsidP="00CF7953">
      <w:pPr>
        <w:pStyle w:val="msonormalcxspmiddlecxspmiddle"/>
        <w:spacing w:before="0" w:beforeAutospacing="0" w:after="0" w:afterAutospacing="0"/>
        <w:ind w:firstLine="708"/>
        <w:contextualSpacing/>
        <w:jc w:val="both"/>
      </w:pPr>
      <w:r w:rsidRPr="00E56225">
        <w:t>- доля населения, занимающегося творческой деятельностью на непрофессиональной основе.</w:t>
      </w:r>
    </w:p>
    <w:p w:rsidR="00F16959" w:rsidRPr="00E56225" w:rsidRDefault="00F16959" w:rsidP="000A6650">
      <w:pPr>
        <w:pStyle w:val="msonormalcxspmiddlecxspmiddle"/>
        <w:spacing w:before="0" w:beforeAutospacing="0" w:after="0" w:afterAutospacing="0"/>
        <w:ind w:firstLine="708"/>
        <w:contextualSpacing/>
        <w:jc w:val="both"/>
      </w:pPr>
      <w:r w:rsidRPr="00E56225">
        <w:t>Значение целевого индикатора рассчитывается как соотношение числа населения, занимающегося творческой деятельностью на непрофессиональной основе от общего числа жителей Тарского района.</w:t>
      </w:r>
      <w:r>
        <w:t xml:space="preserve"> </w:t>
      </w:r>
    </w:p>
    <w:p w:rsidR="00F16959" w:rsidRPr="00E56225" w:rsidRDefault="00F16959" w:rsidP="00231E41">
      <w:pPr>
        <w:widowControl w:val="0"/>
        <w:autoSpaceDE w:val="0"/>
        <w:autoSpaceDN w:val="0"/>
        <w:adjustRightInd w:val="0"/>
        <w:ind w:firstLine="708"/>
        <w:jc w:val="both"/>
      </w:pPr>
      <w:r w:rsidRPr="00E56225">
        <w:t>При расчете значения целевого индикатора используются данные форм федерального государственного статистического наблюдения, предоставляемые МБУК «Тарский КДЦ «Север» в Комитет культуры и искусства.</w:t>
      </w:r>
    </w:p>
    <w:p w:rsidR="00F16959" w:rsidRPr="00E56225" w:rsidRDefault="00F16959" w:rsidP="00FE3BC8">
      <w:pPr>
        <w:widowControl w:val="0"/>
        <w:autoSpaceDE w:val="0"/>
        <w:autoSpaceDN w:val="0"/>
        <w:adjustRightInd w:val="0"/>
        <w:ind w:firstLine="720"/>
        <w:jc w:val="both"/>
      </w:pPr>
      <w:r w:rsidRPr="00E56225">
        <w:t>3) публичный показ музейных предметов, музейных коллекций.</w:t>
      </w:r>
    </w:p>
    <w:p w:rsidR="00F16959" w:rsidRPr="00E56225" w:rsidRDefault="00F16959" w:rsidP="00C93839">
      <w:pPr>
        <w:widowControl w:val="0"/>
        <w:autoSpaceDE w:val="0"/>
        <w:autoSpaceDN w:val="0"/>
        <w:adjustRightInd w:val="0"/>
        <w:ind w:firstLine="720"/>
        <w:jc w:val="both"/>
        <w:outlineLvl w:val="3"/>
      </w:pPr>
      <w:r w:rsidRPr="00E56225">
        <w:t>Данное мероприятие предусматривает комплектование музейных коллекций новыми предметами, сохранение и популяризацию имеющихся фондовых предметов, создание условий для их сохранности и введение всех предметов основного фонда Тарского района в единый электронный каталог, реализацию экспозиционно-выставочных проектов, организацию и проведение научно-практических конференций, конкурсов, семинаров, круглых столов, популяризацию памятников культурно-исторического наследия.</w:t>
      </w:r>
    </w:p>
    <w:p w:rsidR="00F16959" w:rsidRPr="00E56225" w:rsidRDefault="00F16959" w:rsidP="009236E3">
      <w:pPr>
        <w:autoSpaceDE w:val="0"/>
        <w:autoSpaceDN w:val="0"/>
        <w:adjustRightInd w:val="0"/>
        <w:ind w:firstLine="708"/>
        <w:jc w:val="both"/>
      </w:pPr>
      <w:r w:rsidRPr="00E56225">
        <w:t>Для ежегодной оценки эффективности реализации данного мероприятия используется следующий целевой индикатор:</w:t>
      </w:r>
    </w:p>
    <w:p w:rsidR="00F16959" w:rsidRPr="00E56225" w:rsidRDefault="00F16959" w:rsidP="00FE3BC8">
      <w:pPr>
        <w:autoSpaceDE w:val="0"/>
        <w:autoSpaceDN w:val="0"/>
        <w:adjustRightInd w:val="0"/>
        <w:ind w:firstLine="720"/>
        <w:jc w:val="both"/>
      </w:pPr>
      <w:r w:rsidRPr="00E56225">
        <w:t>- число посетителей.</w:t>
      </w:r>
    </w:p>
    <w:p w:rsidR="00F16959" w:rsidRPr="00E56225" w:rsidRDefault="00F16959" w:rsidP="00FE3BC8">
      <w:pPr>
        <w:autoSpaceDE w:val="0"/>
        <w:autoSpaceDN w:val="0"/>
        <w:adjustRightInd w:val="0"/>
        <w:ind w:firstLine="720"/>
        <w:jc w:val="both"/>
      </w:pPr>
      <w:r w:rsidRPr="00E56225">
        <w:t>Значение целевого индикатора определяется как общее количество посетителей историко-краеведческого музея на отчетный период.</w:t>
      </w:r>
    </w:p>
    <w:p w:rsidR="00F16959" w:rsidRPr="00E56225" w:rsidRDefault="00F16959" w:rsidP="00FE3BC8">
      <w:pPr>
        <w:autoSpaceDE w:val="0"/>
        <w:autoSpaceDN w:val="0"/>
        <w:adjustRightInd w:val="0"/>
        <w:ind w:firstLine="720"/>
        <w:jc w:val="both"/>
      </w:pPr>
      <w:r w:rsidRPr="00E56225">
        <w:t>При расчете значения целевого индикатора используются данные форм федерального государственного статистического наблюдения, предоставляемые</w:t>
      </w:r>
      <w:r>
        <w:t xml:space="preserve"> </w:t>
      </w:r>
      <w:r w:rsidRPr="00E56225">
        <w:t>МБУК «Тарский историко-краеведческий музей» в Комитет культуры и искусства.</w:t>
      </w:r>
    </w:p>
    <w:p w:rsidR="00F16959" w:rsidRPr="00E56225" w:rsidRDefault="00F16959" w:rsidP="006D0417">
      <w:pPr>
        <w:widowControl w:val="0"/>
        <w:autoSpaceDE w:val="0"/>
        <w:autoSpaceDN w:val="0"/>
        <w:adjustRightInd w:val="0"/>
        <w:ind w:firstLine="708"/>
      </w:pPr>
      <w:r w:rsidRPr="00E56225">
        <w:t>4) библиотечное, библиографическое и информационное обслуживание пользователей библиотеки.</w:t>
      </w:r>
    </w:p>
    <w:p w:rsidR="00F16959" w:rsidRPr="00E56225" w:rsidRDefault="00F16959" w:rsidP="00C83CB4">
      <w:pPr>
        <w:ind w:firstLine="720"/>
        <w:jc w:val="both"/>
      </w:pPr>
      <w:r w:rsidRPr="00E56225">
        <w:t>Выполнение данного мероприятия предполагает модернизацию основной деятельности общедоступных библиотек Тарского района, в том числе внедрение систем электронных каталогов на базе OPAC для обеспечения удаленного доступа ко всем фондам библиотек Омской области, введение системы электронного читательского билета, внедрение системы радиочастотной идентификации библиотечного фонда (RFID-технологии), обеспечение бесперебойного доступа библиотек к сети «Интернет», создание модельных муниципальных библиотек в рамках реализации Национального проекта «Культура».</w:t>
      </w:r>
    </w:p>
    <w:p w:rsidR="00F16959" w:rsidRPr="00E56225" w:rsidRDefault="00F16959" w:rsidP="00324E4C">
      <w:pPr>
        <w:autoSpaceDE w:val="0"/>
        <w:autoSpaceDN w:val="0"/>
        <w:adjustRightInd w:val="0"/>
        <w:ind w:firstLine="720"/>
        <w:jc w:val="both"/>
      </w:pPr>
      <w:r w:rsidRPr="00E56225">
        <w:t>Также предполагается осуществление мер, направленных на комплектование и сохранение библиотечного фонда Тарского района, организацию и проведение районных научно-практических конференций, совещаний, лабораторий, семинаров, конкурсов, методических мероприятий по вопросам развития библиотечного дела.</w:t>
      </w:r>
    </w:p>
    <w:p w:rsidR="00F16959" w:rsidRPr="00E56225" w:rsidRDefault="00F16959" w:rsidP="00CC5B54">
      <w:pPr>
        <w:autoSpaceDE w:val="0"/>
        <w:autoSpaceDN w:val="0"/>
        <w:adjustRightInd w:val="0"/>
        <w:ind w:firstLine="720"/>
        <w:jc w:val="both"/>
      </w:pPr>
      <w:r w:rsidRPr="00E56225">
        <w:t>Для ежегодной оценки эффективности реализации данного мероприятия используется следующий целевой индикатор:</w:t>
      </w:r>
    </w:p>
    <w:p w:rsidR="00F16959" w:rsidRPr="00E56225" w:rsidRDefault="00F16959" w:rsidP="00CC5B54">
      <w:pPr>
        <w:autoSpaceDE w:val="0"/>
        <w:autoSpaceDN w:val="0"/>
        <w:adjustRightInd w:val="0"/>
        <w:ind w:firstLine="720"/>
        <w:jc w:val="both"/>
      </w:pPr>
      <w:r w:rsidRPr="00E56225">
        <w:t>-</w:t>
      </w:r>
      <w:r w:rsidRPr="00E56225">
        <w:rPr>
          <w:lang w:val="en-US"/>
        </w:rPr>
        <w:t> </w:t>
      </w:r>
      <w:r w:rsidRPr="00E56225">
        <w:t>число посещений библиотек.</w:t>
      </w:r>
    </w:p>
    <w:p w:rsidR="00F16959" w:rsidRPr="00E56225" w:rsidRDefault="00F16959" w:rsidP="00CC5B54">
      <w:pPr>
        <w:autoSpaceDE w:val="0"/>
        <w:autoSpaceDN w:val="0"/>
        <w:adjustRightInd w:val="0"/>
        <w:ind w:firstLine="720"/>
        <w:jc w:val="both"/>
      </w:pPr>
      <w:r w:rsidRPr="00E56225">
        <w:t xml:space="preserve"> Значение определяется как общее количество посетителей общедоступных библиотек Тарского района за отчетный период.</w:t>
      </w:r>
    </w:p>
    <w:p w:rsidR="00F16959" w:rsidRPr="00E56225" w:rsidRDefault="00F16959" w:rsidP="00324E4C">
      <w:pPr>
        <w:autoSpaceDE w:val="0"/>
        <w:autoSpaceDN w:val="0"/>
        <w:adjustRightInd w:val="0"/>
        <w:ind w:firstLine="720"/>
        <w:jc w:val="both"/>
      </w:pPr>
      <w:r w:rsidRPr="00E56225">
        <w:t>При расчете значения используются данные форм федерального государственного статистического наблюдения, предоставляемые МБУК «Тарская ЦБС» в Комитет культуры и искусства.</w:t>
      </w:r>
    </w:p>
    <w:p w:rsidR="00F16959" w:rsidRPr="00E56225" w:rsidRDefault="00F16959" w:rsidP="007335B1">
      <w:pPr>
        <w:widowControl w:val="0"/>
        <w:autoSpaceDE w:val="0"/>
        <w:autoSpaceDN w:val="0"/>
        <w:adjustRightInd w:val="0"/>
        <w:ind w:firstLine="720"/>
        <w:jc w:val="both"/>
      </w:pPr>
      <w:r w:rsidRPr="00E56225">
        <w:t>5) руководство и управление в сфере установленных функций</w:t>
      </w:r>
      <w:r>
        <w:t xml:space="preserve"> </w:t>
      </w:r>
      <w:r w:rsidRPr="00E56225">
        <w:t>органов местного самоуправления.</w:t>
      </w:r>
    </w:p>
    <w:p w:rsidR="00F16959" w:rsidRPr="00E56225" w:rsidRDefault="00F16959" w:rsidP="007335B1">
      <w:pPr>
        <w:widowControl w:val="0"/>
        <w:autoSpaceDE w:val="0"/>
        <w:autoSpaceDN w:val="0"/>
        <w:adjustRightInd w:val="0"/>
        <w:ind w:firstLine="720"/>
        <w:jc w:val="both"/>
      </w:pPr>
      <w:r w:rsidRPr="00E56225">
        <w:t>Данное мероприятие направлено на осуществление Комитетом культуры и искусства Администрации Тарского муниципального района Омской области основной деятельности в части осуществления исполнительных и распорядительных функций в сфере культуры и туризма, в том числе:</w:t>
      </w:r>
    </w:p>
    <w:p w:rsidR="00F16959" w:rsidRPr="00E56225" w:rsidRDefault="00F16959" w:rsidP="007335B1">
      <w:pPr>
        <w:widowControl w:val="0"/>
        <w:autoSpaceDE w:val="0"/>
        <w:autoSpaceDN w:val="0"/>
        <w:adjustRightInd w:val="0"/>
        <w:ind w:firstLine="720"/>
        <w:jc w:val="both"/>
      </w:pPr>
      <w:r w:rsidRPr="00E56225">
        <w:t>-взаимодействие с Министерством культуры Омской области, органами местного самоуправления Тарского муниципального района и поселений района, общественными и иными организациями по вопросам реализации государственной культурной политики;</w:t>
      </w:r>
    </w:p>
    <w:p w:rsidR="00F16959" w:rsidRPr="00E56225" w:rsidRDefault="00F16959" w:rsidP="007335B1">
      <w:pPr>
        <w:widowControl w:val="0"/>
        <w:autoSpaceDE w:val="0"/>
        <w:autoSpaceDN w:val="0"/>
        <w:adjustRightInd w:val="0"/>
        <w:ind w:firstLine="720"/>
        <w:jc w:val="both"/>
      </w:pPr>
      <w:r w:rsidRPr="00E56225">
        <w:t>-осуществление бюджетных полномочий главного распорядителя бюджетных средств, предусмотренных на сферу культуры;</w:t>
      </w:r>
    </w:p>
    <w:p w:rsidR="00F16959" w:rsidRPr="00E56225" w:rsidRDefault="00F16959" w:rsidP="007335B1">
      <w:pPr>
        <w:widowControl w:val="0"/>
        <w:autoSpaceDE w:val="0"/>
        <w:autoSpaceDN w:val="0"/>
        <w:adjustRightInd w:val="0"/>
        <w:ind w:firstLine="720"/>
        <w:jc w:val="both"/>
      </w:pPr>
      <w:r w:rsidRPr="00E56225">
        <w:t>- координацию деятельности муниципальных учреждений культуры;</w:t>
      </w:r>
    </w:p>
    <w:p w:rsidR="00F16959" w:rsidRPr="00E56225" w:rsidRDefault="00F16959" w:rsidP="00F308AE">
      <w:pPr>
        <w:autoSpaceDE w:val="0"/>
        <w:autoSpaceDN w:val="0"/>
        <w:adjustRightInd w:val="0"/>
        <w:ind w:firstLine="720"/>
        <w:jc w:val="both"/>
      </w:pPr>
      <w:r w:rsidRPr="00E56225">
        <w:t>- организацию ведения статистического учета в сфере культуры, характеризующего процессы в сфере культуры на территории Тарского муниципального района;</w:t>
      </w:r>
    </w:p>
    <w:p w:rsidR="00F16959" w:rsidRPr="00E56225" w:rsidRDefault="00F16959" w:rsidP="00F308AE">
      <w:pPr>
        <w:autoSpaceDE w:val="0"/>
        <w:autoSpaceDN w:val="0"/>
        <w:adjustRightInd w:val="0"/>
        <w:ind w:firstLine="720"/>
        <w:jc w:val="both"/>
      </w:pPr>
      <w:r w:rsidRPr="00E56225">
        <w:t>- подготовку сводных информационно-аналитических материалов по вопросам развития отраслей культуры</w:t>
      </w:r>
      <w:r>
        <w:t xml:space="preserve"> </w:t>
      </w:r>
      <w:r w:rsidRPr="00E56225">
        <w:t>и туризма;</w:t>
      </w:r>
    </w:p>
    <w:p w:rsidR="00F16959" w:rsidRPr="00E56225" w:rsidRDefault="00F16959" w:rsidP="00F308AE">
      <w:pPr>
        <w:autoSpaceDE w:val="0"/>
        <w:autoSpaceDN w:val="0"/>
        <w:adjustRightInd w:val="0"/>
        <w:ind w:firstLine="720"/>
        <w:jc w:val="both"/>
      </w:pPr>
      <w:r w:rsidRPr="00E56225">
        <w:t>- проведение информационно-разъяснительной работы в сфере культуры и туризма.</w:t>
      </w:r>
    </w:p>
    <w:p w:rsidR="00F16959" w:rsidRPr="00E56225" w:rsidRDefault="00F16959" w:rsidP="00F308AE">
      <w:pPr>
        <w:autoSpaceDE w:val="0"/>
        <w:autoSpaceDN w:val="0"/>
        <w:adjustRightInd w:val="0"/>
        <w:ind w:firstLine="720"/>
        <w:jc w:val="both"/>
      </w:pPr>
      <w:r w:rsidRPr="00E56225">
        <w:t>Для ежегодной оценки эффективности реализации данного мероприятия используется следующий целевой индикатор:</w:t>
      </w:r>
    </w:p>
    <w:p w:rsidR="00F16959" w:rsidRPr="00E56225" w:rsidRDefault="00F16959" w:rsidP="00F308AE">
      <w:pPr>
        <w:autoSpaceDE w:val="0"/>
        <w:autoSpaceDN w:val="0"/>
        <w:adjustRightInd w:val="0"/>
        <w:ind w:firstLine="720"/>
        <w:jc w:val="both"/>
      </w:pPr>
      <w:r w:rsidRPr="00E56225">
        <w:t>-уровень достижения целевых индикаторов основных мероприятий подпрограммы.</w:t>
      </w:r>
    </w:p>
    <w:p w:rsidR="00F16959" w:rsidRPr="00E56225" w:rsidRDefault="00F16959" w:rsidP="00F308AE">
      <w:pPr>
        <w:autoSpaceDE w:val="0"/>
        <w:autoSpaceDN w:val="0"/>
        <w:adjustRightInd w:val="0"/>
        <w:ind w:firstLine="720"/>
        <w:jc w:val="both"/>
      </w:pPr>
      <w:r w:rsidRPr="00E56225">
        <w:t>Значение целевого индикатора определяется в процентном отношении достигнутых результатов исполнения мероприятий подпрограммы от запланированных.</w:t>
      </w:r>
    </w:p>
    <w:p w:rsidR="00F16959" w:rsidRPr="00E56225" w:rsidRDefault="00F16959" w:rsidP="00303A62">
      <w:pPr>
        <w:widowControl w:val="0"/>
        <w:autoSpaceDE w:val="0"/>
        <w:autoSpaceDN w:val="0"/>
        <w:adjustRightInd w:val="0"/>
        <w:ind w:firstLine="720"/>
        <w:jc w:val="both"/>
      </w:pPr>
      <w:r w:rsidRPr="00E56225">
        <w:t>При расчете значения целевого индикатора используются данные отчетов, предоставляемые в Комитет культуры и искусства учреждениями культуры Тарского муниципального района.</w:t>
      </w:r>
    </w:p>
    <w:p w:rsidR="00F16959" w:rsidRPr="00E56225" w:rsidRDefault="00F16959" w:rsidP="00F308AE">
      <w:pPr>
        <w:widowControl w:val="0"/>
        <w:autoSpaceDE w:val="0"/>
        <w:autoSpaceDN w:val="0"/>
        <w:adjustRightInd w:val="0"/>
        <w:ind w:firstLine="720"/>
        <w:jc w:val="both"/>
      </w:pPr>
      <w:r w:rsidRPr="00E56225">
        <w:t>6) финансово-экономическое и хозяйственное обеспечение учреждений в сфере культуры.</w:t>
      </w:r>
    </w:p>
    <w:p w:rsidR="00F16959" w:rsidRPr="00E56225" w:rsidRDefault="00F16959" w:rsidP="00303A62">
      <w:pPr>
        <w:ind w:firstLine="709"/>
        <w:jc w:val="both"/>
      </w:pPr>
      <w:r w:rsidRPr="00E56225">
        <w:t>Данное мероприятие предусматривает средства на содержание деятельности</w:t>
      </w:r>
      <w:r w:rsidRPr="00E56225">
        <w:rPr>
          <w:bCs/>
        </w:rPr>
        <w:t xml:space="preserve"> муниципального казенного учреждения «Центр финансово-экономического и хозяйственного обеспечения учреждений в сфере культуры</w:t>
      </w:r>
      <w:r w:rsidRPr="00E56225">
        <w:t>»</w:t>
      </w:r>
      <w:r w:rsidRPr="00E56225">
        <w:rPr>
          <w:bCs/>
        </w:rPr>
        <w:t xml:space="preserve"> Тарского муниципального района Омской области</w:t>
      </w:r>
      <w:r w:rsidRPr="00E56225">
        <w:t xml:space="preserve"> в целях централизованного </w:t>
      </w:r>
      <w:r w:rsidRPr="00E56225">
        <w:rPr>
          <w:bCs/>
        </w:rPr>
        <w:t>финансово-экономического</w:t>
      </w:r>
      <w:r w:rsidRPr="00E56225">
        <w:t xml:space="preserve"> и хозяйственного обеспечения учреждений в сфере культуры Тар</w:t>
      </w:r>
      <w:r w:rsidRPr="00E56225">
        <w:rPr>
          <w:bCs/>
        </w:rPr>
        <w:t>ского</w:t>
      </w:r>
      <w:r w:rsidRPr="00E56225">
        <w:t xml:space="preserve"> муниципального района Омской области в части:</w:t>
      </w:r>
    </w:p>
    <w:p w:rsidR="00F16959" w:rsidRPr="00E56225" w:rsidRDefault="00F16959" w:rsidP="00303A62">
      <w:pPr>
        <w:ind w:firstLine="709"/>
        <w:jc w:val="both"/>
      </w:pPr>
      <w:r w:rsidRPr="00E56225">
        <w:t xml:space="preserve"> - организации и ведения централизованного бухгалтерского (бюджетного) и налогового учета и отчетности, хозяйственных операций в соответствии с требованиями законодательства Российской Федерации обслуживаемых организаций и отраслевого органа управления;</w:t>
      </w:r>
    </w:p>
    <w:p w:rsidR="00F16959" w:rsidRPr="00E56225" w:rsidRDefault="00F16959" w:rsidP="0022535F">
      <w:pPr>
        <w:ind w:firstLine="709"/>
        <w:jc w:val="both"/>
      </w:pPr>
      <w:r w:rsidRPr="00E56225">
        <w:t>- осуществления экономической деятельности</w:t>
      </w:r>
      <w:r w:rsidRPr="00E56225">
        <w:tab/>
        <w:t xml:space="preserve"> обслуживаемых организаций и отраслевого органа управления;</w:t>
      </w:r>
    </w:p>
    <w:p w:rsidR="00F16959" w:rsidRPr="00E56225" w:rsidRDefault="00F16959" w:rsidP="0022535F">
      <w:pPr>
        <w:ind w:firstLine="709"/>
        <w:jc w:val="both"/>
      </w:pPr>
      <w:r w:rsidRPr="00E56225">
        <w:t>- организации технического и транспортного обслуживания, ремонта, пожарной безопасности, гражданской обороны обслуживаемых организаций и отраслевого органа управления;</w:t>
      </w:r>
    </w:p>
    <w:p w:rsidR="00F16959" w:rsidRPr="00E56225" w:rsidRDefault="00F16959" w:rsidP="00F308AE">
      <w:pPr>
        <w:pStyle w:val="ConsPlusNormal"/>
        <w:widowControl/>
        <w:jc w:val="both"/>
        <w:rPr>
          <w:rFonts w:ascii="Times New Roman" w:hAnsi="Times New Roman" w:cs="Times New Roman"/>
          <w:sz w:val="24"/>
          <w:szCs w:val="24"/>
        </w:rPr>
      </w:pPr>
      <w:r w:rsidRPr="00E56225">
        <w:rPr>
          <w:rFonts w:ascii="Times New Roman" w:hAnsi="Times New Roman" w:cs="Times New Roman"/>
          <w:sz w:val="24"/>
          <w:szCs w:val="24"/>
        </w:rPr>
        <w:t>Для ежегодной оценки эффективности реализации данного мероприятия используется следующий целевой индикатор:</w:t>
      </w:r>
    </w:p>
    <w:p w:rsidR="00F16959" w:rsidRPr="00E56225" w:rsidRDefault="00F16959" w:rsidP="00F308AE">
      <w:pPr>
        <w:pStyle w:val="ConsPlusNormal"/>
        <w:widowControl/>
        <w:jc w:val="both"/>
        <w:rPr>
          <w:rFonts w:ascii="Times New Roman" w:hAnsi="Times New Roman" w:cs="Times New Roman"/>
          <w:sz w:val="24"/>
          <w:szCs w:val="24"/>
        </w:rPr>
      </w:pPr>
      <w:r w:rsidRPr="00E56225">
        <w:rPr>
          <w:rFonts w:ascii="Times New Roman" w:hAnsi="Times New Roman" w:cs="Times New Roman"/>
          <w:sz w:val="24"/>
          <w:szCs w:val="24"/>
        </w:rPr>
        <w:t>- уровень удовлетворенности обеспечением деятельности.</w:t>
      </w:r>
    </w:p>
    <w:p w:rsidR="00F16959" w:rsidRPr="00E56225" w:rsidRDefault="00F16959" w:rsidP="00F308AE">
      <w:pPr>
        <w:pStyle w:val="ConsPlusNormal"/>
        <w:widowControl/>
        <w:jc w:val="both"/>
        <w:rPr>
          <w:rFonts w:ascii="Times New Roman" w:hAnsi="Times New Roman" w:cs="Times New Roman"/>
          <w:sz w:val="24"/>
          <w:szCs w:val="24"/>
        </w:rPr>
      </w:pPr>
      <w:r w:rsidRPr="00E56225">
        <w:rPr>
          <w:rFonts w:ascii="Times New Roman" w:hAnsi="Times New Roman" w:cs="Times New Roman"/>
          <w:sz w:val="24"/>
          <w:szCs w:val="24"/>
        </w:rPr>
        <w:t>Значение целевого индикатора определяется как отношение числа опрошенных лиц, которым оказывались услуги, удовлетворенных качеством и доступностью услуг, к общему числу опрошенных лиц, умноженное на 100.</w:t>
      </w:r>
    </w:p>
    <w:p w:rsidR="00F16959" w:rsidRPr="00E56225" w:rsidRDefault="00F16959" w:rsidP="00975B94">
      <w:pPr>
        <w:widowControl w:val="0"/>
        <w:autoSpaceDE w:val="0"/>
        <w:autoSpaceDN w:val="0"/>
        <w:adjustRightInd w:val="0"/>
        <w:ind w:firstLine="720"/>
        <w:jc w:val="both"/>
      </w:pPr>
      <w:r w:rsidRPr="00E56225">
        <w:t>При расчете значения целевого индикатора используются данные мониторинга «Удовлетворенность населения услугами учреждений культуры»,</w:t>
      </w:r>
      <w:r>
        <w:t xml:space="preserve"> </w:t>
      </w:r>
      <w:r w:rsidRPr="00E56225">
        <w:t>предоставляемого в Комитет культуры и искусства.</w:t>
      </w:r>
      <w:r w:rsidRPr="00E56225">
        <w:rPr>
          <w:i/>
        </w:rPr>
        <w:t xml:space="preserve"> </w:t>
      </w:r>
    </w:p>
    <w:p w:rsidR="00F16959" w:rsidRPr="00E56225" w:rsidRDefault="00F16959" w:rsidP="00975B94">
      <w:pPr>
        <w:pStyle w:val="ConsPlusNormal"/>
        <w:widowControl/>
        <w:ind w:firstLine="708"/>
        <w:jc w:val="both"/>
        <w:rPr>
          <w:rFonts w:ascii="Times New Roman" w:hAnsi="Times New Roman" w:cs="Times New Roman"/>
          <w:sz w:val="24"/>
          <w:szCs w:val="24"/>
        </w:rPr>
      </w:pPr>
      <w:r w:rsidRPr="00E56225">
        <w:rPr>
          <w:rFonts w:ascii="Times New Roman" w:hAnsi="Times New Roman" w:cs="Times New Roman"/>
          <w:sz w:val="24"/>
          <w:szCs w:val="24"/>
        </w:rPr>
        <w:t>В рамках реализации основного мероприятия</w:t>
      </w:r>
      <w:r w:rsidRPr="00E56225">
        <w:rPr>
          <w:rFonts w:ascii="Times New Roman" w:hAnsi="Times New Roman" w:cs="Times New Roman"/>
          <w:b/>
          <w:sz w:val="24"/>
          <w:szCs w:val="24"/>
        </w:rPr>
        <w:t xml:space="preserve"> «</w:t>
      </w:r>
      <w:r w:rsidRPr="00E56225">
        <w:rPr>
          <w:rFonts w:ascii="Times New Roman" w:hAnsi="Times New Roman" w:cs="Times New Roman"/>
          <w:sz w:val="24"/>
          <w:szCs w:val="24"/>
        </w:rPr>
        <w:t>Реализация проекта «Туризм» планируется выполнение следующих мероприятий:</w:t>
      </w:r>
    </w:p>
    <w:p w:rsidR="00F16959" w:rsidRPr="00E56225" w:rsidRDefault="00F16959" w:rsidP="007335B1">
      <w:pPr>
        <w:ind w:firstLine="708"/>
        <w:jc w:val="both"/>
      </w:pPr>
      <w:r w:rsidRPr="00E56225">
        <w:t>1) организация и проведение культурно-познавательных и туристических мероприятий.</w:t>
      </w:r>
    </w:p>
    <w:p w:rsidR="00F16959" w:rsidRPr="00E56225" w:rsidRDefault="00F16959" w:rsidP="003921E3">
      <w:pPr>
        <w:ind w:firstLine="708"/>
        <w:jc w:val="both"/>
      </w:pPr>
      <w:r w:rsidRPr="00E56225">
        <w:t>Выполнение данного мероприятия предусматривает активизацию деятельности Комитета культуры и искусства, учреждений культуры по утверждению существующих и разработке новых туристских и экскурсионных маршрутов, организацию и проведение мероприятий, участию в конкурсах на предоставление субсидий из областного бюджета на создание и модернизацию туристских объектов, расположенных в Тарском районе, обеспечивающей инфраструктуры создаваемых туристских комплексов; повышение профессионального мастерства специалистов, задействованных в туристской индустрии, через участие в работе конференций, круглых столов, туристических слетах, прохождение стажировок и посещение мастер-классов.</w:t>
      </w:r>
    </w:p>
    <w:p w:rsidR="00F16959" w:rsidRPr="00E56225" w:rsidRDefault="00F16959" w:rsidP="00372FEB">
      <w:pPr>
        <w:pStyle w:val="ConsPlusNormal"/>
        <w:widowControl/>
        <w:jc w:val="both"/>
        <w:rPr>
          <w:rFonts w:ascii="Times New Roman" w:hAnsi="Times New Roman" w:cs="Times New Roman"/>
          <w:sz w:val="24"/>
          <w:szCs w:val="24"/>
        </w:rPr>
      </w:pPr>
      <w:r w:rsidRPr="00E56225">
        <w:rPr>
          <w:rFonts w:ascii="Times New Roman" w:hAnsi="Times New Roman" w:cs="Times New Roman"/>
          <w:sz w:val="24"/>
          <w:szCs w:val="24"/>
        </w:rPr>
        <w:t>Для ежегодной оценки эффективности реализации данного мероприятия используется следующий целевой индикатор:</w:t>
      </w:r>
    </w:p>
    <w:p w:rsidR="00F16959" w:rsidRPr="00E56225" w:rsidRDefault="00F16959" w:rsidP="007335B1">
      <w:pPr>
        <w:ind w:firstLine="708"/>
        <w:jc w:val="both"/>
      </w:pPr>
      <w:r w:rsidRPr="00E56225">
        <w:t>-количество проведенных мероприятий.</w:t>
      </w:r>
    </w:p>
    <w:p w:rsidR="00F16959" w:rsidRPr="00E56225" w:rsidRDefault="00F16959" w:rsidP="001A7A30">
      <w:pPr>
        <w:pStyle w:val="ConsPlusNormal"/>
        <w:widowControl/>
        <w:jc w:val="both"/>
        <w:rPr>
          <w:rFonts w:ascii="Times New Roman" w:hAnsi="Times New Roman" w:cs="Times New Roman"/>
          <w:sz w:val="24"/>
          <w:szCs w:val="24"/>
        </w:rPr>
      </w:pPr>
      <w:r w:rsidRPr="00E56225">
        <w:rPr>
          <w:rFonts w:ascii="Times New Roman" w:hAnsi="Times New Roman" w:cs="Times New Roman"/>
          <w:sz w:val="24"/>
          <w:szCs w:val="24"/>
        </w:rPr>
        <w:t>Значение целевого индикатора определяется как общее число мероприятий, проведенных для туристов, в указанный период.</w:t>
      </w:r>
    </w:p>
    <w:p w:rsidR="00F16959" w:rsidRPr="00E56225" w:rsidRDefault="00F16959" w:rsidP="001A7A30">
      <w:pPr>
        <w:widowControl w:val="0"/>
        <w:autoSpaceDE w:val="0"/>
        <w:autoSpaceDN w:val="0"/>
        <w:adjustRightInd w:val="0"/>
        <w:ind w:firstLine="720"/>
        <w:jc w:val="both"/>
      </w:pPr>
      <w:r w:rsidRPr="00E56225">
        <w:t>При расчете значения целевого индикатора используются отчетные данные учреждений культуры, предоставляемые в Комитет культуры и искусства.</w:t>
      </w:r>
    </w:p>
    <w:p w:rsidR="00F16959" w:rsidRPr="00E56225" w:rsidRDefault="00F16959" w:rsidP="00E3310D">
      <w:pPr>
        <w:jc w:val="both"/>
      </w:pPr>
      <w:r>
        <w:t xml:space="preserve"> </w:t>
      </w:r>
      <w:r w:rsidRPr="00E56225">
        <w:t>2) организация и проведение информационно-пропагандистской кампании по продвижению туристического продукта.</w:t>
      </w:r>
    </w:p>
    <w:p w:rsidR="00F16959" w:rsidRPr="00E56225" w:rsidRDefault="00F16959" w:rsidP="008406D9">
      <w:pPr>
        <w:ind w:firstLine="709"/>
        <w:jc w:val="both"/>
      </w:pPr>
      <w:r w:rsidRPr="00E56225">
        <w:t>Информация об истории Тарского района, туристических и событийных мероприятиях, проходящих на территории Тарского района, будет представлена на регулярно обновляющемся туристическом портале «Омское Прииртышье» (</w:t>
      </w:r>
      <w:hyperlink r:id="rId7" w:history="1">
        <w:r w:rsidRPr="00E56225">
          <w:rPr>
            <w:rStyle w:val="Hyperlink"/>
            <w:color w:val="auto"/>
          </w:rPr>
          <w:t>http://omsk-turinfo.</w:t>
        </w:r>
        <w:r w:rsidRPr="00E56225">
          <w:rPr>
            <w:rStyle w:val="Hyperlink"/>
            <w:color w:val="auto"/>
            <w:lang w:val="en-US"/>
          </w:rPr>
          <w:t>com</w:t>
        </w:r>
        <w:r w:rsidRPr="00E56225">
          <w:rPr>
            <w:rStyle w:val="Hyperlink"/>
            <w:color w:val="auto"/>
          </w:rPr>
          <w:t>/</w:t>
        </w:r>
      </w:hyperlink>
      <w:r w:rsidRPr="00E56225">
        <w:t>), на сайте Комитета культуры и искусства (</w:t>
      </w:r>
      <w:r w:rsidRPr="00E56225">
        <w:rPr>
          <w:lang w:val="en-US"/>
        </w:rPr>
        <w:t>kultt</w:t>
      </w:r>
      <w:r w:rsidRPr="00E56225">
        <w:t>.</w:t>
      </w:r>
      <w:r w:rsidRPr="00E56225">
        <w:rPr>
          <w:lang w:val="en-US"/>
        </w:rPr>
        <w:t>ru</w:t>
      </w:r>
      <w:r w:rsidRPr="00E56225">
        <w:t>)/</w:t>
      </w:r>
    </w:p>
    <w:p w:rsidR="00F16959" w:rsidRPr="00E56225" w:rsidRDefault="00F16959" w:rsidP="008406D9">
      <w:pPr>
        <w:ind w:firstLine="709"/>
        <w:jc w:val="both"/>
      </w:pPr>
      <w:r w:rsidRPr="00E56225">
        <w:t xml:space="preserve">Планируется проведение информационно-пропагандистской кампании и распространение социальной рекламы о туризме в Тарском районе на телевидении, в электронных и печатных средствах массовой информации на протяжении всего периода реализации основного мероприятия, изготовление сувенирной продукции. </w:t>
      </w:r>
    </w:p>
    <w:p w:rsidR="00F16959" w:rsidRPr="00E56225" w:rsidRDefault="00F16959" w:rsidP="008406D9">
      <w:pPr>
        <w:autoSpaceDE w:val="0"/>
        <w:autoSpaceDN w:val="0"/>
        <w:adjustRightInd w:val="0"/>
        <w:ind w:firstLine="709"/>
        <w:jc w:val="both"/>
      </w:pPr>
      <w:r w:rsidRPr="00E56225">
        <w:t>Для ежегодной оценки эффективности реализации данного мероприятия используется следующий целевой индикатор:</w:t>
      </w:r>
    </w:p>
    <w:p w:rsidR="00F16959" w:rsidRPr="00E56225" w:rsidRDefault="00F16959" w:rsidP="008406D9">
      <w:pPr>
        <w:widowControl w:val="0"/>
        <w:autoSpaceDE w:val="0"/>
        <w:autoSpaceDN w:val="0"/>
        <w:adjustRightInd w:val="0"/>
        <w:ind w:firstLine="709"/>
        <w:jc w:val="both"/>
      </w:pPr>
      <w:r w:rsidRPr="00E56225">
        <w:t>- количество мероприятий, направленных на продвижение туристских ресурсов Тарского района.</w:t>
      </w:r>
    </w:p>
    <w:p w:rsidR="00F16959" w:rsidRPr="00E56225" w:rsidRDefault="00F16959" w:rsidP="008406D9">
      <w:pPr>
        <w:autoSpaceDE w:val="0"/>
        <w:autoSpaceDN w:val="0"/>
        <w:adjustRightInd w:val="0"/>
        <w:ind w:firstLine="709"/>
        <w:jc w:val="both"/>
      </w:pPr>
      <w:r w:rsidRPr="00E56225">
        <w:t xml:space="preserve">Значение целевого индикатора определяется как общее количество мероприятий, направленных на продвижение туристских ресурсов Тарского района (публикации, изготовление и прокат видеороликов, печатной продукции, издание листовок и путеводителя «Приглашает Тарское Прииртышье», брошюры реестра малых средств размещения туристов). </w:t>
      </w:r>
    </w:p>
    <w:p w:rsidR="00F16959" w:rsidRPr="00E56225" w:rsidRDefault="00F16959" w:rsidP="00B400D2">
      <w:pPr>
        <w:widowControl w:val="0"/>
        <w:autoSpaceDE w:val="0"/>
        <w:autoSpaceDN w:val="0"/>
        <w:adjustRightInd w:val="0"/>
        <w:ind w:firstLine="720"/>
        <w:jc w:val="both"/>
      </w:pPr>
      <w:r w:rsidRPr="00E56225">
        <w:t>При расчете значения целевого индикатора используются отчетные данные учреждений культуры, предоставляемые в Комитет культуры и искусства.</w:t>
      </w:r>
    </w:p>
    <w:p w:rsidR="00F16959" w:rsidRPr="00E56225" w:rsidRDefault="00F16959" w:rsidP="00D53416">
      <w:pPr>
        <w:widowControl w:val="0"/>
        <w:autoSpaceDE w:val="0"/>
        <w:autoSpaceDN w:val="0"/>
        <w:adjustRightInd w:val="0"/>
        <w:ind w:firstLine="720"/>
        <w:jc w:val="both"/>
      </w:pPr>
      <w:r w:rsidRPr="00E56225">
        <w:t>Выполнение этих мероприятий будет способствовать:</w:t>
      </w:r>
    </w:p>
    <w:p w:rsidR="00F16959" w:rsidRPr="00E56225" w:rsidRDefault="00F16959" w:rsidP="00B400D2">
      <w:pPr>
        <w:widowControl w:val="0"/>
        <w:autoSpaceDE w:val="0"/>
        <w:autoSpaceDN w:val="0"/>
        <w:adjustRightInd w:val="0"/>
        <w:ind w:firstLine="720"/>
        <w:jc w:val="both"/>
      </w:pPr>
      <w:r w:rsidRPr="00E56225">
        <w:t>-увеличению</w:t>
      </w:r>
      <w:r w:rsidRPr="00E56225">
        <w:rPr>
          <w:bCs/>
        </w:rPr>
        <w:t xml:space="preserve"> объема доходов от платных туристских услуг, оказанных населению.</w:t>
      </w:r>
    </w:p>
    <w:p w:rsidR="00F16959" w:rsidRPr="00E56225" w:rsidRDefault="00F16959" w:rsidP="00D53416">
      <w:pPr>
        <w:widowControl w:val="0"/>
        <w:autoSpaceDE w:val="0"/>
        <w:autoSpaceDN w:val="0"/>
        <w:adjustRightInd w:val="0"/>
        <w:ind w:firstLine="720"/>
        <w:jc w:val="both"/>
        <w:rPr>
          <w:bCs/>
        </w:rPr>
      </w:pPr>
      <w:r w:rsidRPr="00E56225">
        <w:t>Значение данного целевого индикатора определяется как сумма средств, полученных от оказания платных туристских услуг населению.</w:t>
      </w:r>
    </w:p>
    <w:p w:rsidR="00F16959" w:rsidRPr="00E56225" w:rsidRDefault="00F16959" w:rsidP="00D53416">
      <w:pPr>
        <w:autoSpaceDE w:val="0"/>
        <w:autoSpaceDN w:val="0"/>
        <w:adjustRightInd w:val="0"/>
        <w:ind w:firstLine="720"/>
        <w:jc w:val="both"/>
      </w:pPr>
      <w:r w:rsidRPr="00E56225">
        <w:t>При расчете значения используются данные отчетов учреждений культуры Тарского муниципального района, предоставляемые в Комитет культуры и искусства.</w:t>
      </w:r>
    </w:p>
    <w:p w:rsidR="00F16959" w:rsidRPr="00E56225" w:rsidRDefault="00F16959" w:rsidP="008406D9">
      <w:pPr>
        <w:autoSpaceDE w:val="0"/>
        <w:autoSpaceDN w:val="0"/>
        <w:adjustRightInd w:val="0"/>
        <w:ind w:firstLine="709"/>
        <w:jc w:val="both"/>
      </w:pPr>
      <w:r w:rsidRPr="00E56225">
        <w:t>В рамках реализации основного мероприятия «Развитие кадрового потенциала и социальная поддержка работников культуры» планируется выполнение следующих мероприятий:</w:t>
      </w:r>
    </w:p>
    <w:p w:rsidR="00F16959" w:rsidRPr="00E56225" w:rsidRDefault="00F16959" w:rsidP="0088486A">
      <w:pPr>
        <w:jc w:val="both"/>
      </w:pPr>
      <w:r>
        <w:t xml:space="preserve"> </w:t>
      </w:r>
      <w:r w:rsidRPr="00E56225">
        <w:t xml:space="preserve">1) поощрение лучших работников культуры, повышение профессионального мастерства работников учреждений культуры в сфере библиотечного обслуживания; </w:t>
      </w:r>
    </w:p>
    <w:p w:rsidR="00F16959" w:rsidRPr="00E56225" w:rsidRDefault="00F16959" w:rsidP="0088486A">
      <w:pPr>
        <w:jc w:val="both"/>
      </w:pPr>
      <w:r>
        <w:t xml:space="preserve"> </w:t>
      </w:r>
      <w:r w:rsidRPr="00E56225">
        <w:t>2) поощрение лучших работников культуры, повышение профессионального мастерства работников учреждений культуры в сфере культурно-досуговой деятельности.</w:t>
      </w:r>
    </w:p>
    <w:p w:rsidR="00F16959" w:rsidRPr="00E56225" w:rsidRDefault="00F16959" w:rsidP="009236E3">
      <w:pPr>
        <w:autoSpaceDE w:val="0"/>
        <w:autoSpaceDN w:val="0"/>
        <w:adjustRightInd w:val="0"/>
        <w:ind w:firstLine="720"/>
        <w:jc w:val="both"/>
      </w:pPr>
      <w:r w:rsidRPr="00E56225">
        <w:t>В рамках данных мероприятий предусматриваются средства, направленные на выплату муниципальных премий лучшим специалистам библиотечного дела и культурно-досуговой деятельности на конкурсной основе, а также средства на рост их профессионального мастерства, в том числе на участие их в работе семинаров, мастер-классов, конференций различных уровней.</w:t>
      </w:r>
    </w:p>
    <w:p w:rsidR="00F16959" w:rsidRPr="00E56225" w:rsidRDefault="00F16959" w:rsidP="009236E3">
      <w:pPr>
        <w:autoSpaceDE w:val="0"/>
        <w:autoSpaceDN w:val="0"/>
        <w:adjustRightInd w:val="0"/>
        <w:ind w:firstLine="708"/>
        <w:jc w:val="both"/>
      </w:pPr>
      <w:r w:rsidRPr="00E56225">
        <w:t>Для ежегодной оценки эффективности реализации данного мероприятия используется следующий целевой индикатор:</w:t>
      </w:r>
    </w:p>
    <w:p w:rsidR="00F16959" w:rsidRPr="00E56225" w:rsidRDefault="00F16959" w:rsidP="007D00B0">
      <w:pPr>
        <w:widowControl w:val="0"/>
        <w:autoSpaceDE w:val="0"/>
        <w:autoSpaceDN w:val="0"/>
        <w:adjustRightInd w:val="0"/>
        <w:ind w:firstLine="709"/>
        <w:jc w:val="both"/>
      </w:pPr>
      <w:r w:rsidRPr="00E56225">
        <w:t>- количество специалистов, принявших участие в мероприятиях, способствующих повышению профессионального мастерства.</w:t>
      </w:r>
    </w:p>
    <w:p w:rsidR="00F16959" w:rsidRPr="00E56225" w:rsidRDefault="00F16959" w:rsidP="007D00B0">
      <w:pPr>
        <w:autoSpaceDE w:val="0"/>
        <w:autoSpaceDN w:val="0"/>
        <w:adjustRightInd w:val="0"/>
        <w:ind w:firstLine="709"/>
        <w:jc w:val="both"/>
      </w:pPr>
      <w:r w:rsidRPr="00E56225">
        <w:t>Значение целевого индикатора определяется как общее количество специалистов, принявших участие в семинарах, мастер-классах, конференциях.</w:t>
      </w:r>
    </w:p>
    <w:p w:rsidR="00F16959" w:rsidRPr="00E56225" w:rsidRDefault="00F16959" w:rsidP="007D00B0">
      <w:pPr>
        <w:autoSpaceDE w:val="0"/>
        <w:autoSpaceDN w:val="0"/>
        <w:adjustRightInd w:val="0"/>
        <w:ind w:firstLine="709"/>
        <w:jc w:val="both"/>
      </w:pPr>
      <w:r w:rsidRPr="00E56225">
        <w:t>При расчете значения целевого индикатора используются данные отчета</w:t>
      </w:r>
      <w:r>
        <w:t xml:space="preserve"> </w:t>
      </w:r>
      <w:r w:rsidRPr="00E56225">
        <w:t>МБУК «Тарская ЦБС», МБУК «Тарский КДЦ «Север», предоставленные в Комитет культуры и искусства.</w:t>
      </w:r>
    </w:p>
    <w:p w:rsidR="00F16959" w:rsidRPr="00E56225" w:rsidRDefault="00F16959" w:rsidP="00825194">
      <w:pPr>
        <w:ind w:firstLine="709"/>
        <w:jc w:val="both"/>
      </w:pPr>
      <w:r w:rsidRPr="00E56225">
        <w:t>3) оказание поддержки при строительстве или приобретении жилья работникам отрасли.</w:t>
      </w:r>
    </w:p>
    <w:p w:rsidR="00F16959" w:rsidRPr="00E56225" w:rsidRDefault="00F16959" w:rsidP="00357F5B">
      <w:pPr>
        <w:ind w:firstLine="708"/>
        <w:jc w:val="both"/>
      </w:pPr>
      <w:r w:rsidRPr="00E56225">
        <w:t>Данное мероприятие направлено на оказание социальной поддержки специалистам отрасли в приобретении или строительстве жилья. Жилищная субсидия выделяется специалистам отрасли, состоящим на учете и признанных нуждающимися в улучшении жилищных условий.</w:t>
      </w:r>
    </w:p>
    <w:p w:rsidR="00F16959" w:rsidRPr="00E56225" w:rsidRDefault="00F16959" w:rsidP="00462FC1">
      <w:pPr>
        <w:autoSpaceDE w:val="0"/>
        <w:autoSpaceDN w:val="0"/>
        <w:adjustRightInd w:val="0"/>
        <w:ind w:firstLine="708"/>
        <w:jc w:val="both"/>
      </w:pPr>
      <w:r w:rsidRPr="00E56225">
        <w:t>Для ежегодной оценки эффективности реализации данного мероприятия используется следующий целевой индикатор:</w:t>
      </w:r>
    </w:p>
    <w:p w:rsidR="00F16959" w:rsidRPr="00E56225" w:rsidRDefault="00F16959" w:rsidP="00462FC1">
      <w:pPr>
        <w:widowControl w:val="0"/>
        <w:autoSpaceDE w:val="0"/>
        <w:autoSpaceDN w:val="0"/>
        <w:adjustRightInd w:val="0"/>
        <w:ind w:firstLine="709"/>
        <w:jc w:val="both"/>
      </w:pPr>
      <w:r w:rsidRPr="00E56225">
        <w:t>- количество специалистов, улучшивших жилищные условия.</w:t>
      </w:r>
    </w:p>
    <w:p w:rsidR="00F16959" w:rsidRPr="00E56225" w:rsidRDefault="00F16959" w:rsidP="00C956BB">
      <w:pPr>
        <w:widowControl w:val="0"/>
        <w:autoSpaceDE w:val="0"/>
        <w:autoSpaceDN w:val="0"/>
        <w:adjustRightInd w:val="0"/>
        <w:ind w:firstLine="709"/>
        <w:jc w:val="both"/>
      </w:pPr>
      <w:r w:rsidRPr="00E56225">
        <w:t>Значение целевого индикатора определяется как общее количество специалистов, улучшивших жилищные условия.</w:t>
      </w:r>
    </w:p>
    <w:p w:rsidR="00F16959" w:rsidRPr="00E56225" w:rsidRDefault="00F16959" w:rsidP="00C956BB">
      <w:pPr>
        <w:ind w:firstLine="708"/>
        <w:jc w:val="both"/>
      </w:pPr>
      <w:r w:rsidRPr="00E56225">
        <w:t>При расчете значения целевого индикатора используются отчетные данные Комитета культуры и искусства.</w:t>
      </w:r>
    </w:p>
    <w:p w:rsidR="00F16959" w:rsidRPr="00E56225" w:rsidRDefault="00F16959" w:rsidP="00E56225">
      <w:pPr>
        <w:ind w:firstLine="709"/>
        <w:jc w:val="both"/>
      </w:pPr>
      <w:bookmarkStart w:id="0" w:name="_GoBack"/>
      <w:bookmarkEnd w:id="0"/>
      <w:r w:rsidRPr="00E56225">
        <w:t>4)</w:t>
      </w:r>
      <w:r>
        <w:t xml:space="preserve"> </w:t>
      </w:r>
      <w:r w:rsidRPr="00E56225">
        <w:t>единовременные выплаты молодым специалистам в сфере культуры.</w:t>
      </w:r>
    </w:p>
    <w:p w:rsidR="00F16959" w:rsidRPr="00E56225" w:rsidRDefault="00F16959" w:rsidP="00EB7E12">
      <w:pPr>
        <w:autoSpaceDE w:val="0"/>
        <w:autoSpaceDN w:val="0"/>
        <w:adjustRightInd w:val="0"/>
        <w:ind w:left="708"/>
        <w:jc w:val="both"/>
      </w:pPr>
      <w:r w:rsidRPr="00E56225">
        <w:t>Данное</w:t>
      </w:r>
      <w:r>
        <w:t xml:space="preserve"> </w:t>
      </w:r>
      <w:r w:rsidRPr="00E56225">
        <w:t>мероприятие</w:t>
      </w:r>
      <w:r>
        <w:t xml:space="preserve"> </w:t>
      </w:r>
      <w:r w:rsidRPr="00E56225">
        <w:t>предусматривает</w:t>
      </w:r>
      <w:r>
        <w:t xml:space="preserve"> </w:t>
      </w:r>
      <w:r w:rsidRPr="00E56225">
        <w:t>оказание социальной поддержки</w:t>
      </w:r>
    </w:p>
    <w:p w:rsidR="00F16959" w:rsidRPr="00E56225" w:rsidRDefault="00F16959" w:rsidP="00474AB1">
      <w:pPr>
        <w:widowControl w:val="0"/>
        <w:autoSpaceDE w:val="0"/>
        <w:autoSpaceDN w:val="0"/>
        <w:adjustRightInd w:val="0"/>
        <w:jc w:val="both"/>
      </w:pPr>
      <w:r w:rsidRPr="00E56225">
        <w:t>молодым специалистам учреждений культуры в форме выплаты единовременного денежного пособия из муниципального бюджета.</w:t>
      </w:r>
    </w:p>
    <w:p w:rsidR="00F16959" w:rsidRPr="00E56225" w:rsidRDefault="00F16959" w:rsidP="00EB7E12">
      <w:pPr>
        <w:autoSpaceDE w:val="0"/>
        <w:autoSpaceDN w:val="0"/>
        <w:adjustRightInd w:val="0"/>
        <w:ind w:firstLine="708"/>
        <w:jc w:val="both"/>
      </w:pPr>
      <w:r w:rsidRPr="00E56225">
        <w:t>Для ежегодной оценки эффективности реализации данного мероприятия используется следующий целевой индикатор:</w:t>
      </w:r>
    </w:p>
    <w:p w:rsidR="00F16959" w:rsidRPr="00E56225" w:rsidRDefault="00F16959" w:rsidP="00EB7E12">
      <w:pPr>
        <w:widowControl w:val="0"/>
        <w:autoSpaceDE w:val="0"/>
        <w:autoSpaceDN w:val="0"/>
        <w:adjustRightInd w:val="0"/>
        <w:ind w:left="708"/>
        <w:jc w:val="both"/>
      </w:pPr>
      <w:r w:rsidRPr="00E56225">
        <w:t>- количество специалистов, получивших единовременное пособие.</w:t>
      </w:r>
    </w:p>
    <w:p w:rsidR="00F16959" w:rsidRPr="00E56225" w:rsidRDefault="00F16959" w:rsidP="00EB7E12">
      <w:pPr>
        <w:widowControl w:val="0"/>
        <w:autoSpaceDE w:val="0"/>
        <w:autoSpaceDN w:val="0"/>
        <w:adjustRightInd w:val="0"/>
        <w:ind w:left="708"/>
        <w:jc w:val="both"/>
      </w:pPr>
      <w:r w:rsidRPr="00E56225">
        <w:t xml:space="preserve">Значение целевого индикатора определяется как общее количество </w:t>
      </w:r>
    </w:p>
    <w:p w:rsidR="00F16959" w:rsidRPr="00E56225" w:rsidRDefault="00F16959" w:rsidP="00474AB1">
      <w:pPr>
        <w:widowControl w:val="0"/>
        <w:autoSpaceDE w:val="0"/>
        <w:autoSpaceDN w:val="0"/>
        <w:adjustRightInd w:val="0"/>
        <w:jc w:val="both"/>
      </w:pPr>
      <w:r w:rsidRPr="00E56225">
        <w:t>специалистов, получивших пособие.</w:t>
      </w:r>
    </w:p>
    <w:p w:rsidR="00F16959" w:rsidRPr="00E56225" w:rsidRDefault="00F16959" w:rsidP="00474AB1">
      <w:pPr>
        <w:ind w:firstLine="708"/>
        <w:jc w:val="both"/>
      </w:pPr>
      <w:r w:rsidRPr="00E56225">
        <w:t>При расчете значения целевого индикатора используются отчетные данные Комитета культуры и искусства.</w:t>
      </w:r>
    </w:p>
    <w:p w:rsidR="00F16959" w:rsidRPr="00E56225" w:rsidRDefault="00F16959" w:rsidP="005D4232">
      <w:pPr>
        <w:autoSpaceDE w:val="0"/>
        <w:autoSpaceDN w:val="0"/>
        <w:adjustRightInd w:val="0"/>
        <w:ind w:firstLine="709"/>
        <w:jc w:val="both"/>
      </w:pPr>
      <w:r w:rsidRPr="00E56225">
        <w:t>В рамках реализации основного мероприятия «Поддержка, развитие и обновление содержания работы учреждений культуры» планируется выполнение следующих мероприятий:</w:t>
      </w:r>
    </w:p>
    <w:p w:rsidR="00F16959" w:rsidRPr="00E56225" w:rsidRDefault="00F16959" w:rsidP="00E56225">
      <w:pPr>
        <w:widowControl w:val="0"/>
        <w:autoSpaceDE w:val="0"/>
        <w:autoSpaceDN w:val="0"/>
        <w:adjustRightInd w:val="0"/>
        <w:ind w:firstLine="709"/>
      </w:pPr>
      <w:r w:rsidRPr="00E56225">
        <w:t>1) обеспечение библиотек широкополосным доступом к сети «Интернет».</w:t>
      </w:r>
    </w:p>
    <w:p w:rsidR="00F16959" w:rsidRPr="00E56225" w:rsidRDefault="00F16959" w:rsidP="009C5958">
      <w:pPr>
        <w:ind w:firstLine="708"/>
        <w:jc w:val="both"/>
      </w:pPr>
      <w:r w:rsidRPr="00E56225">
        <w:t xml:space="preserve">В рамках данного мероприятия предусматриваются средства, направленные на обновление программного и компьютерного оборудования в библиотеках Тарского муниципального района. </w:t>
      </w:r>
    </w:p>
    <w:p w:rsidR="00F16959" w:rsidRPr="00E56225" w:rsidRDefault="00F16959" w:rsidP="00A75257">
      <w:pPr>
        <w:autoSpaceDE w:val="0"/>
        <w:autoSpaceDN w:val="0"/>
        <w:adjustRightInd w:val="0"/>
        <w:ind w:firstLine="708"/>
        <w:jc w:val="both"/>
      </w:pPr>
      <w:r w:rsidRPr="00E56225">
        <w:t>Для ежегодной оценки эффективности реализации данного мероприятия используется следующий целевой индикатор:</w:t>
      </w:r>
    </w:p>
    <w:p w:rsidR="00F16959" w:rsidRPr="00E56225" w:rsidRDefault="00F16959" w:rsidP="00A75257">
      <w:pPr>
        <w:pStyle w:val="ConsPlusNormal"/>
        <w:widowControl/>
        <w:ind w:firstLine="708"/>
        <w:jc w:val="both"/>
        <w:rPr>
          <w:rFonts w:ascii="Times New Roman" w:hAnsi="Times New Roman" w:cs="Times New Roman"/>
          <w:sz w:val="24"/>
          <w:szCs w:val="24"/>
        </w:rPr>
      </w:pPr>
      <w:r w:rsidRPr="00E56225">
        <w:rPr>
          <w:rFonts w:ascii="Times New Roman" w:hAnsi="Times New Roman" w:cs="Times New Roman"/>
          <w:sz w:val="24"/>
          <w:szCs w:val="24"/>
        </w:rPr>
        <w:t>-количество посещений Интернет-сайта библиотеки (количество обращений в стационарном и удаленном режиме пользователей к электронным информационным ресурсам библиотеки) (единиц).</w:t>
      </w:r>
    </w:p>
    <w:p w:rsidR="00F16959" w:rsidRPr="00E56225" w:rsidRDefault="00F16959" w:rsidP="00A75257">
      <w:pPr>
        <w:autoSpaceDE w:val="0"/>
        <w:autoSpaceDN w:val="0"/>
        <w:adjustRightInd w:val="0"/>
        <w:ind w:firstLine="709"/>
        <w:jc w:val="both"/>
      </w:pPr>
      <w:r w:rsidRPr="00E56225">
        <w:t>Значение целевого индикатора определяется как общее число посещений за отчетный период.</w:t>
      </w:r>
    </w:p>
    <w:p w:rsidR="00F16959" w:rsidRPr="00E56225" w:rsidRDefault="00F16959" w:rsidP="00A75257">
      <w:pPr>
        <w:ind w:firstLine="708"/>
        <w:jc w:val="both"/>
      </w:pPr>
      <w:r w:rsidRPr="00E56225">
        <w:t>При расчете значения целевого индикатора используются данные отчетов МБУК «Тарская ЦБС», предоставленные в Комитет культуры и искусства.</w:t>
      </w:r>
    </w:p>
    <w:p w:rsidR="00F16959" w:rsidRPr="00E56225" w:rsidRDefault="00F16959" w:rsidP="005F3825">
      <w:pPr>
        <w:jc w:val="both"/>
      </w:pPr>
      <w:r w:rsidRPr="00E56225">
        <w:tab/>
        <w:t>2) реконструкция, капитальный ремонт и материально-техническое оснащение объектов учреждений культуры, находящихся в муниципальной собственности.</w:t>
      </w:r>
    </w:p>
    <w:p w:rsidR="00F16959" w:rsidRPr="00E56225" w:rsidRDefault="00F16959" w:rsidP="00204F61">
      <w:pPr>
        <w:autoSpaceDE w:val="0"/>
        <w:autoSpaceDN w:val="0"/>
        <w:adjustRightInd w:val="0"/>
        <w:ind w:firstLine="720"/>
        <w:jc w:val="both"/>
      </w:pPr>
      <w:r w:rsidRPr="00E56225">
        <w:t>В рамках данного мероприятия планируются средства на реконструкцию, капитальный ремонт объектов учреждений культуры и обновление оборудования во всех учреждениях культуры.</w:t>
      </w:r>
    </w:p>
    <w:p w:rsidR="00F16959" w:rsidRPr="00E56225" w:rsidRDefault="00F16959" w:rsidP="00A75257">
      <w:pPr>
        <w:autoSpaceDE w:val="0"/>
        <w:autoSpaceDN w:val="0"/>
        <w:adjustRightInd w:val="0"/>
        <w:ind w:firstLine="720"/>
        <w:jc w:val="both"/>
      </w:pPr>
      <w:r w:rsidRPr="00E56225">
        <w:t>Для ежегодной оценки эффективности реализации данного мероприятия используется следующий целевой индикатор:</w:t>
      </w:r>
    </w:p>
    <w:p w:rsidR="00F16959" w:rsidRPr="00E56225" w:rsidRDefault="00F16959" w:rsidP="00A75257">
      <w:pPr>
        <w:autoSpaceDE w:val="0"/>
        <w:autoSpaceDN w:val="0"/>
        <w:adjustRightInd w:val="0"/>
        <w:ind w:firstLine="720"/>
        <w:jc w:val="both"/>
      </w:pPr>
      <w:r w:rsidRPr="00E56225">
        <w:t>-</w:t>
      </w:r>
      <w:r w:rsidRPr="00E56225">
        <w:rPr>
          <w:lang w:val="en-US"/>
        </w:rPr>
        <w:t> </w:t>
      </w:r>
      <w:r w:rsidRPr="00E56225">
        <w:t>число учреждений, в которых был проведен капитальный ремонт и (или) материально-техническое оснащение.</w:t>
      </w:r>
    </w:p>
    <w:p w:rsidR="00F16959" w:rsidRPr="00E56225" w:rsidRDefault="00F16959" w:rsidP="00A75257">
      <w:pPr>
        <w:autoSpaceDE w:val="0"/>
        <w:autoSpaceDN w:val="0"/>
        <w:adjustRightInd w:val="0"/>
        <w:ind w:firstLine="720"/>
        <w:jc w:val="both"/>
      </w:pPr>
      <w:r w:rsidRPr="00E56225">
        <w:t>Значение целевого индикатора определяется как общее число учреждений в сфере культуры, в которых был проведен капитальный ремонт и (или) материально-техническое оснащение в указанный период.</w:t>
      </w:r>
    </w:p>
    <w:p w:rsidR="00F16959" w:rsidRPr="00E56225" w:rsidRDefault="00F16959" w:rsidP="005F3825">
      <w:pPr>
        <w:ind w:firstLine="708"/>
        <w:jc w:val="both"/>
      </w:pPr>
      <w:r w:rsidRPr="00E56225">
        <w:t>При расчете значения целевого индикатора используются данные отчетов учреждений культуры, предоставленные в Комитет культуры и искусства.</w:t>
      </w:r>
    </w:p>
    <w:p w:rsidR="00F16959" w:rsidRPr="00E56225" w:rsidRDefault="00F16959" w:rsidP="008E3B6B">
      <w:pPr>
        <w:widowControl w:val="0"/>
        <w:autoSpaceDE w:val="0"/>
        <w:autoSpaceDN w:val="0"/>
        <w:adjustRightInd w:val="0"/>
        <w:ind w:firstLine="720"/>
        <w:jc w:val="both"/>
      </w:pPr>
      <w:r w:rsidRPr="00E56225">
        <w:t>Выполнение этих мероприятий будет способствовать:</w:t>
      </w:r>
    </w:p>
    <w:p w:rsidR="00F16959" w:rsidRPr="00E56225" w:rsidRDefault="00F16959" w:rsidP="008E3B6B">
      <w:pPr>
        <w:widowControl w:val="0"/>
        <w:autoSpaceDE w:val="0"/>
        <w:autoSpaceDN w:val="0"/>
        <w:adjustRightInd w:val="0"/>
        <w:ind w:firstLine="720"/>
        <w:jc w:val="both"/>
      </w:pPr>
      <w:r w:rsidRPr="00E56225">
        <w:t>- увеличению</w:t>
      </w:r>
      <w:r w:rsidRPr="00E56225">
        <w:rPr>
          <w:bCs/>
        </w:rPr>
        <w:t xml:space="preserve"> числа посещений общедоступных библиотек Тарского муниципального района Омской области на 1000 жителей.</w:t>
      </w:r>
    </w:p>
    <w:p w:rsidR="00F16959" w:rsidRPr="00E56225" w:rsidRDefault="00F16959" w:rsidP="008E3B6B">
      <w:pPr>
        <w:widowControl w:val="0"/>
        <w:autoSpaceDE w:val="0"/>
        <w:autoSpaceDN w:val="0"/>
        <w:adjustRightInd w:val="0"/>
        <w:ind w:firstLine="720"/>
        <w:jc w:val="both"/>
        <w:rPr>
          <w:bCs/>
        </w:rPr>
      </w:pPr>
      <w:r w:rsidRPr="00E56225">
        <w:t>Значение целевого индикатора определяется как отношение числа посещений</w:t>
      </w:r>
      <w:r>
        <w:t xml:space="preserve"> </w:t>
      </w:r>
      <w:r w:rsidRPr="00E56225">
        <w:rPr>
          <w:bCs/>
        </w:rPr>
        <w:t>библиотек Тарского муниципального района Омской области к численности населения района, умноженное на 1000.</w:t>
      </w:r>
    </w:p>
    <w:p w:rsidR="00F16959" w:rsidRPr="00E56225" w:rsidRDefault="00F16959" w:rsidP="008E3B6B">
      <w:pPr>
        <w:autoSpaceDE w:val="0"/>
        <w:autoSpaceDN w:val="0"/>
        <w:adjustRightInd w:val="0"/>
        <w:ind w:firstLine="720"/>
        <w:jc w:val="both"/>
      </w:pPr>
      <w:r w:rsidRPr="00E56225">
        <w:t>При расчете значения используются данные форм федерального государственного статистического наблюдения МБУК «Тарская ЦБС», предоставляемые в Комитет культуры и искусства.</w:t>
      </w:r>
    </w:p>
    <w:p w:rsidR="00F16959" w:rsidRPr="00E56225" w:rsidRDefault="00F16959" w:rsidP="008E3B6B">
      <w:pPr>
        <w:autoSpaceDE w:val="0"/>
        <w:autoSpaceDN w:val="0"/>
        <w:adjustRightInd w:val="0"/>
        <w:ind w:firstLine="720"/>
        <w:jc w:val="both"/>
      </w:pPr>
      <w:r w:rsidRPr="00E56225">
        <w:t>- увеличению численности участников культурно-массовых мероприятий, проводимых на территории Тарского района Омской области.</w:t>
      </w:r>
    </w:p>
    <w:p w:rsidR="00F16959" w:rsidRPr="00E56225" w:rsidRDefault="00F16959" w:rsidP="008426FC">
      <w:pPr>
        <w:autoSpaceDE w:val="0"/>
        <w:autoSpaceDN w:val="0"/>
        <w:adjustRightInd w:val="0"/>
        <w:ind w:firstLine="720"/>
        <w:jc w:val="both"/>
      </w:pPr>
      <w:r w:rsidRPr="00E56225">
        <w:t xml:space="preserve">Значение данного целевого индикатора определяется как общее количество </w:t>
      </w:r>
      <w:r w:rsidRPr="00E56225">
        <w:rPr>
          <w:bCs/>
        </w:rPr>
        <w:t>участников и зрителей на мероприятиях, проводимых клубами, Домами культуры, центрами народной культуры.</w:t>
      </w:r>
    </w:p>
    <w:p w:rsidR="00F16959" w:rsidRPr="00E56225" w:rsidRDefault="00F16959" w:rsidP="00C1258C">
      <w:pPr>
        <w:ind w:firstLine="708"/>
        <w:jc w:val="both"/>
      </w:pPr>
      <w:r w:rsidRPr="00E56225">
        <w:t>При расчете значения используются данные форм федерального государственного статистического наблюдения МБУК «Тарский КДЦ «Север», предоставляемые в Комитет культуры и искусства.</w:t>
      </w:r>
    </w:p>
    <w:p w:rsidR="00F16959" w:rsidRPr="00E56225" w:rsidRDefault="00F16959" w:rsidP="00C46095">
      <w:pPr>
        <w:jc w:val="both"/>
      </w:pPr>
      <w:r w:rsidRPr="00E56225">
        <w:tab/>
        <w:t>3) число учреждений культуры, в которых были проведены испытания электрооборудования установок потребителей;</w:t>
      </w:r>
    </w:p>
    <w:p w:rsidR="00F16959" w:rsidRPr="00E56225" w:rsidRDefault="00F16959" w:rsidP="00C46095">
      <w:pPr>
        <w:autoSpaceDE w:val="0"/>
        <w:autoSpaceDN w:val="0"/>
        <w:adjustRightInd w:val="0"/>
        <w:ind w:firstLine="720"/>
        <w:jc w:val="both"/>
      </w:pPr>
      <w:r w:rsidRPr="00E56225">
        <w:t>В рамках данного мероприятия</w:t>
      </w:r>
      <w:r>
        <w:t xml:space="preserve"> </w:t>
      </w:r>
      <w:r w:rsidRPr="00E56225">
        <w:t>планируются средства на проведение испытания электрооборудования установок потребителей.</w:t>
      </w:r>
    </w:p>
    <w:p w:rsidR="00F16959" w:rsidRPr="00E56225" w:rsidRDefault="00F16959" w:rsidP="00C46095">
      <w:pPr>
        <w:autoSpaceDE w:val="0"/>
        <w:autoSpaceDN w:val="0"/>
        <w:adjustRightInd w:val="0"/>
        <w:ind w:firstLine="720"/>
        <w:jc w:val="both"/>
      </w:pPr>
      <w:r w:rsidRPr="00E56225">
        <w:t>Для ежегодной оценки эффективности реализации данного мероприятия используется следующий целевой индикатор:</w:t>
      </w:r>
    </w:p>
    <w:p w:rsidR="00F16959" w:rsidRPr="00E56225" w:rsidRDefault="00F16959" w:rsidP="00C46095">
      <w:pPr>
        <w:autoSpaceDE w:val="0"/>
        <w:autoSpaceDN w:val="0"/>
        <w:adjustRightInd w:val="0"/>
        <w:ind w:firstLine="720"/>
        <w:jc w:val="both"/>
      </w:pPr>
      <w:r w:rsidRPr="00E56225">
        <w:t>-</w:t>
      </w:r>
      <w:r w:rsidRPr="00E56225">
        <w:rPr>
          <w:lang w:val="en-US"/>
        </w:rPr>
        <w:t> </w:t>
      </w:r>
      <w:r w:rsidRPr="00E56225">
        <w:t xml:space="preserve">число учреждений, в которых были проведены испытания электрооборудования установок потребителей. </w:t>
      </w:r>
    </w:p>
    <w:p w:rsidR="00F16959" w:rsidRPr="00E56225" w:rsidRDefault="00F16959" w:rsidP="00C46095">
      <w:pPr>
        <w:autoSpaceDE w:val="0"/>
        <w:autoSpaceDN w:val="0"/>
        <w:adjustRightInd w:val="0"/>
        <w:ind w:firstLine="720"/>
        <w:jc w:val="both"/>
      </w:pPr>
      <w:r w:rsidRPr="00E56225">
        <w:t>Значение целевого индикатора определяется как общее число учреждений в сфере культуры, в которых были проведены</w:t>
      </w:r>
      <w:r>
        <w:t xml:space="preserve"> </w:t>
      </w:r>
      <w:r w:rsidRPr="00E56225">
        <w:t>испытания электрооборудования установок потребителей в указанный период.</w:t>
      </w:r>
    </w:p>
    <w:p w:rsidR="00F16959" w:rsidRPr="00E56225" w:rsidRDefault="00F16959" w:rsidP="00C46095">
      <w:pPr>
        <w:autoSpaceDE w:val="0"/>
        <w:autoSpaceDN w:val="0"/>
        <w:adjustRightInd w:val="0"/>
        <w:ind w:firstLine="720"/>
        <w:jc w:val="both"/>
      </w:pPr>
      <w:r w:rsidRPr="00E56225">
        <w:t>4) количество учреждений культуры, в которых были проведены мероприятия по содержанию прилегающих территорий учреждений культуры.</w:t>
      </w:r>
    </w:p>
    <w:p w:rsidR="00F16959" w:rsidRPr="00E56225" w:rsidRDefault="00F16959" w:rsidP="009E1CCA">
      <w:pPr>
        <w:autoSpaceDE w:val="0"/>
        <w:autoSpaceDN w:val="0"/>
        <w:adjustRightInd w:val="0"/>
        <w:ind w:firstLine="720"/>
        <w:jc w:val="both"/>
      </w:pPr>
      <w:r w:rsidRPr="00E56225">
        <w:t xml:space="preserve"> В рамках данного мероприятия</w:t>
      </w:r>
      <w:r>
        <w:t xml:space="preserve"> </w:t>
      </w:r>
      <w:r w:rsidRPr="00E56225">
        <w:t>планируются средства на проведение мероприятий по содержанию прилегающих территорий учреждений культуры.</w:t>
      </w:r>
    </w:p>
    <w:p w:rsidR="00F16959" w:rsidRPr="00E56225" w:rsidRDefault="00F16959" w:rsidP="009E1CCA">
      <w:pPr>
        <w:autoSpaceDE w:val="0"/>
        <w:autoSpaceDN w:val="0"/>
        <w:adjustRightInd w:val="0"/>
        <w:ind w:firstLine="720"/>
        <w:jc w:val="both"/>
      </w:pPr>
      <w:r w:rsidRPr="00E56225">
        <w:t>Для ежегодной оценки эффективности реализации данного мероприятия используется следующий целевой индикатор:</w:t>
      </w:r>
    </w:p>
    <w:p w:rsidR="00F16959" w:rsidRPr="00E56225" w:rsidRDefault="00F16959" w:rsidP="009E1CCA">
      <w:pPr>
        <w:autoSpaceDE w:val="0"/>
        <w:autoSpaceDN w:val="0"/>
        <w:adjustRightInd w:val="0"/>
        <w:ind w:firstLine="720"/>
        <w:jc w:val="both"/>
      </w:pPr>
      <w:r w:rsidRPr="00E56225">
        <w:t>-</w:t>
      </w:r>
      <w:r w:rsidRPr="00E56225">
        <w:rPr>
          <w:lang w:val="en-US"/>
        </w:rPr>
        <w:t> </w:t>
      </w:r>
      <w:r w:rsidRPr="00E56225">
        <w:t xml:space="preserve">количество учреждений, в которых были проведены мероприятия по содержанию прилегающих территорий учреждений культуры. </w:t>
      </w:r>
    </w:p>
    <w:p w:rsidR="00F16959" w:rsidRPr="00E56225" w:rsidRDefault="00F16959" w:rsidP="009E1CCA">
      <w:pPr>
        <w:autoSpaceDE w:val="0"/>
        <w:autoSpaceDN w:val="0"/>
        <w:adjustRightInd w:val="0"/>
        <w:ind w:firstLine="720"/>
        <w:jc w:val="both"/>
      </w:pPr>
      <w:r w:rsidRPr="00E56225">
        <w:t>Значение целевого индикатора определяется как общее количество учреждений в сфере культуры, в которых были проведены</w:t>
      </w:r>
      <w:r>
        <w:t xml:space="preserve"> </w:t>
      </w:r>
      <w:r w:rsidRPr="00E56225">
        <w:t>мероприятия по содержанию прилегающих территорий в указанный период.</w:t>
      </w:r>
    </w:p>
    <w:p w:rsidR="00F16959" w:rsidRPr="00E56225" w:rsidRDefault="00F16959" w:rsidP="005F3825">
      <w:pPr>
        <w:autoSpaceDE w:val="0"/>
        <w:autoSpaceDN w:val="0"/>
        <w:adjustRightInd w:val="0"/>
        <w:ind w:firstLine="709"/>
        <w:jc w:val="both"/>
      </w:pPr>
      <w:r w:rsidRPr="00E56225">
        <w:t>В рамках реализации основного мероприятия «Обеспечение безопасности в учреждениях культуры» планируется выполнение следующих мероприятий:</w:t>
      </w:r>
    </w:p>
    <w:p w:rsidR="00F16959" w:rsidRPr="00E56225" w:rsidRDefault="00F16959" w:rsidP="00A1786B">
      <w:pPr>
        <w:ind w:firstLine="708"/>
        <w:jc w:val="both"/>
      </w:pPr>
      <w:r w:rsidRPr="00E56225">
        <w:t>1) устранение предписаний инспекции пожарного надзора.</w:t>
      </w:r>
    </w:p>
    <w:p w:rsidR="00F16959" w:rsidRPr="00E56225" w:rsidRDefault="00F16959" w:rsidP="00A1786B">
      <w:pPr>
        <w:ind w:firstLine="708"/>
        <w:jc w:val="both"/>
      </w:pPr>
      <w:r w:rsidRPr="00E56225">
        <w:t>Данное мероприятие предусматривает выделение денежных средств на устранение предписаний инспекции пожарного надзора в учреждениях культуры.</w:t>
      </w:r>
    </w:p>
    <w:p w:rsidR="00F16959" w:rsidRPr="00E56225" w:rsidRDefault="00F16959" w:rsidP="00A1786B">
      <w:pPr>
        <w:ind w:firstLine="708"/>
        <w:jc w:val="both"/>
      </w:pPr>
      <w:r w:rsidRPr="00E56225">
        <w:t>Для ежегодной оценки эффективности реализации данного мероприятия используется следующий целевой индикатор:</w:t>
      </w:r>
    </w:p>
    <w:p w:rsidR="00F16959" w:rsidRPr="00E56225" w:rsidRDefault="00F16959" w:rsidP="00A1786B">
      <w:pPr>
        <w:autoSpaceDE w:val="0"/>
        <w:autoSpaceDN w:val="0"/>
        <w:adjustRightInd w:val="0"/>
        <w:ind w:firstLine="720"/>
        <w:jc w:val="both"/>
      </w:pPr>
      <w:r w:rsidRPr="00E56225">
        <w:t>-</w:t>
      </w:r>
      <w:r w:rsidRPr="00E56225">
        <w:rPr>
          <w:lang w:val="en-US"/>
        </w:rPr>
        <w:t> </w:t>
      </w:r>
      <w:r w:rsidRPr="00E56225">
        <w:t>число учреждений культуры,</w:t>
      </w:r>
      <w:r>
        <w:t xml:space="preserve"> </w:t>
      </w:r>
      <w:r w:rsidRPr="00E56225">
        <w:t xml:space="preserve">приостановивших деятельность по предписаниям Госпожнадзора. </w:t>
      </w:r>
    </w:p>
    <w:p w:rsidR="00F16959" w:rsidRPr="00E56225" w:rsidRDefault="00F16959" w:rsidP="00A1786B">
      <w:pPr>
        <w:autoSpaceDE w:val="0"/>
        <w:autoSpaceDN w:val="0"/>
        <w:adjustRightInd w:val="0"/>
        <w:ind w:firstLine="720"/>
        <w:jc w:val="both"/>
      </w:pPr>
      <w:r w:rsidRPr="00E56225">
        <w:t xml:space="preserve"> Значение целевого индикатора определяется как общее число учреждений культуры, в которых приостановлена деятельность по причине нарушения требований пожарной безопасности в указанный период.</w:t>
      </w:r>
    </w:p>
    <w:p w:rsidR="00F16959" w:rsidRPr="00E56225" w:rsidRDefault="00F16959" w:rsidP="00232624">
      <w:pPr>
        <w:ind w:firstLine="708"/>
        <w:jc w:val="both"/>
      </w:pPr>
      <w:r w:rsidRPr="00E56225">
        <w:t>При расчете значения целевого индикатора используются данные отчетов учреждений культуры, предоставленные в Комитет культуры и искусства.</w:t>
      </w:r>
    </w:p>
    <w:p w:rsidR="00F16959" w:rsidRPr="00E56225" w:rsidRDefault="00F16959" w:rsidP="00232624">
      <w:pPr>
        <w:ind w:firstLine="708"/>
        <w:jc w:val="both"/>
      </w:pPr>
      <w:r w:rsidRPr="00E56225">
        <w:t>2) специальная оценка условий труда рабочих мест.</w:t>
      </w:r>
    </w:p>
    <w:p w:rsidR="00F16959" w:rsidRPr="00E56225" w:rsidRDefault="00F16959" w:rsidP="00232624">
      <w:pPr>
        <w:ind w:firstLine="708"/>
        <w:jc w:val="both"/>
      </w:pPr>
      <w:r w:rsidRPr="00E56225">
        <w:t>Данное мероприятие предусматривает выделение денежных средств на проведение специальной оценки условий труда рабочих мест в учреждениях культуры.</w:t>
      </w:r>
    </w:p>
    <w:p w:rsidR="00F16959" w:rsidRPr="00E56225" w:rsidRDefault="00F16959" w:rsidP="009E2CFF">
      <w:pPr>
        <w:ind w:firstLine="708"/>
        <w:jc w:val="both"/>
      </w:pPr>
      <w:r w:rsidRPr="00E56225">
        <w:t>Для ежегодной оценки эффективности реализации данного мероприятия используется следующий целевой индикатор:</w:t>
      </w:r>
    </w:p>
    <w:p w:rsidR="00F16959" w:rsidRPr="00E56225" w:rsidRDefault="00F16959" w:rsidP="009E2CFF">
      <w:pPr>
        <w:ind w:firstLine="708"/>
        <w:jc w:val="both"/>
      </w:pPr>
      <w:r w:rsidRPr="00E56225">
        <w:t>-</w:t>
      </w:r>
      <w:r w:rsidRPr="00E56225">
        <w:rPr>
          <w:lang w:val="en-US"/>
        </w:rPr>
        <w:t> </w:t>
      </w:r>
      <w:r w:rsidRPr="00E56225">
        <w:t>количество рабочих мест, по которым проведена специальная оценка условий труда.</w:t>
      </w:r>
    </w:p>
    <w:p w:rsidR="00F16959" w:rsidRPr="00E56225" w:rsidRDefault="00F16959" w:rsidP="00333885">
      <w:pPr>
        <w:autoSpaceDE w:val="0"/>
        <w:autoSpaceDN w:val="0"/>
        <w:adjustRightInd w:val="0"/>
        <w:ind w:firstLine="720"/>
        <w:jc w:val="both"/>
      </w:pPr>
      <w:r w:rsidRPr="00E56225">
        <w:t>При расчете значения используются данные отчетов учреждений культуры, предоставляемых в Комитет культуры и искусства.</w:t>
      </w:r>
    </w:p>
    <w:p w:rsidR="00F16959" w:rsidRPr="00E56225" w:rsidRDefault="00F16959" w:rsidP="00C1258C">
      <w:pPr>
        <w:widowControl w:val="0"/>
        <w:autoSpaceDE w:val="0"/>
        <w:autoSpaceDN w:val="0"/>
        <w:adjustRightInd w:val="0"/>
        <w:ind w:firstLine="720"/>
        <w:jc w:val="both"/>
      </w:pPr>
      <w:r w:rsidRPr="00E56225">
        <w:t>Выполнение этих мероприятий будет способствовать:</w:t>
      </w:r>
    </w:p>
    <w:p w:rsidR="00F16959" w:rsidRPr="00E56225" w:rsidRDefault="00F16959" w:rsidP="00C1258C">
      <w:pPr>
        <w:widowControl w:val="0"/>
        <w:autoSpaceDE w:val="0"/>
        <w:autoSpaceDN w:val="0"/>
        <w:adjustRightInd w:val="0"/>
        <w:ind w:firstLine="720"/>
        <w:jc w:val="both"/>
      </w:pPr>
      <w:r w:rsidRPr="00E56225">
        <w:t>- сохранению уровня достижения целевых индикаторов основных мероприятий подпрограммы.</w:t>
      </w:r>
    </w:p>
    <w:p w:rsidR="00F16959" w:rsidRPr="00E56225" w:rsidRDefault="00F16959" w:rsidP="00232624">
      <w:pPr>
        <w:ind w:firstLine="708"/>
        <w:jc w:val="both"/>
      </w:pPr>
    </w:p>
    <w:p w:rsidR="00F16959" w:rsidRPr="00E56225" w:rsidRDefault="00F16959" w:rsidP="00A23734">
      <w:pPr>
        <w:widowControl w:val="0"/>
        <w:autoSpaceDE w:val="0"/>
        <w:autoSpaceDN w:val="0"/>
        <w:adjustRightInd w:val="0"/>
        <w:jc w:val="center"/>
      </w:pPr>
      <w:r w:rsidRPr="00E56225">
        <w:t>7. Объем финансовых ресурсов, необходимых для реализации подпрограммы в целом и по источникам финансирования</w:t>
      </w:r>
    </w:p>
    <w:p w:rsidR="00F16959" w:rsidRPr="00E56225" w:rsidRDefault="00F16959" w:rsidP="00A23734">
      <w:pPr>
        <w:widowControl w:val="0"/>
        <w:autoSpaceDE w:val="0"/>
        <w:autoSpaceDN w:val="0"/>
        <w:adjustRightInd w:val="0"/>
        <w:jc w:val="center"/>
        <w:rPr>
          <w:b/>
        </w:rPr>
      </w:pPr>
    </w:p>
    <w:p w:rsidR="00F16959" w:rsidRPr="00E56225" w:rsidRDefault="00F16959" w:rsidP="00AC6559">
      <w:pPr>
        <w:widowControl w:val="0"/>
        <w:autoSpaceDE w:val="0"/>
        <w:autoSpaceDN w:val="0"/>
        <w:adjustRightInd w:val="0"/>
        <w:ind w:firstLine="720"/>
        <w:jc w:val="both"/>
      </w:pPr>
      <w:r w:rsidRPr="00E56225">
        <w:t>Реализация мероприятий подпрограммы осуществляется за счет средств областного бюджета, районного бюджета и внебюджетных источников. Внебюджетными источниками являются средства, привлекаемые муниципальными бюджетными учреждениями от оказания платных услуг (работ), за счет прочих безвозмездных поступлений.</w:t>
      </w:r>
    </w:p>
    <w:p w:rsidR="00F16959" w:rsidRPr="00E56225" w:rsidRDefault="00F16959" w:rsidP="00E56225">
      <w:pPr>
        <w:ind w:firstLine="709"/>
        <w:jc w:val="both"/>
      </w:pPr>
      <w:r w:rsidRPr="00E56225">
        <w:t>В соответствии с бюджетом действующих расходных обязательств общий объем финансирования подпрограммы из всех источников предусматривается в размере 969 397</w:t>
      </w:r>
      <w:r>
        <w:t> </w:t>
      </w:r>
      <w:r w:rsidRPr="00E56225">
        <w:t>155,15рублей в ценах соответствующих лет, в том числе:</w:t>
      </w:r>
    </w:p>
    <w:p w:rsidR="00F16959" w:rsidRPr="00E56225" w:rsidRDefault="00F16959" w:rsidP="00E56225">
      <w:pPr>
        <w:ind w:firstLine="709"/>
        <w:jc w:val="both"/>
      </w:pPr>
      <w:r w:rsidRPr="00E56225">
        <w:t>- в 2020 году – 206 695 228,62 рублей;</w:t>
      </w:r>
    </w:p>
    <w:p w:rsidR="00F16959" w:rsidRPr="00E56225" w:rsidRDefault="00F16959" w:rsidP="00E56225">
      <w:pPr>
        <w:ind w:firstLine="709"/>
        <w:jc w:val="both"/>
      </w:pPr>
      <w:r w:rsidRPr="00E56225">
        <w:t>- в 2021 году – 334 143 473,89 рублей;</w:t>
      </w:r>
    </w:p>
    <w:p w:rsidR="00F16959" w:rsidRPr="00E56225" w:rsidRDefault="00F16959" w:rsidP="00E56225">
      <w:pPr>
        <w:ind w:firstLine="709"/>
        <w:jc w:val="both"/>
      </w:pPr>
      <w:r w:rsidRPr="00E56225">
        <w:t>- в 2022 году – 113 396 596,30</w:t>
      </w:r>
      <w:r>
        <w:t xml:space="preserve"> </w:t>
      </w:r>
      <w:r w:rsidRPr="00E56225">
        <w:t>рублей;</w:t>
      </w:r>
    </w:p>
    <w:p w:rsidR="00F16959" w:rsidRPr="00E56225" w:rsidRDefault="00F16959" w:rsidP="00E56225">
      <w:pPr>
        <w:ind w:firstLine="709"/>
        <w:jc w:val="both"/>
      </w:pPr>
      <w:r w:rsidRPr="00E56225">
        <w:t>- в 2023 году – 105 585 990,28</w:t>
      </w:r>
      <w:r>
        <w:t xml:space="preserve"> </w:t>
      </w:r>
      <w:r w:rsidRPr="00E56225">
        <w:t>рублей;</w:t>
      </w:r>
    </w:p>
    <w:p w:rsidR="00F16959" w:rsidRPr="00E56225" w:rsidRDefault="00F16959" w:rsidP="00E56225">
      <w:pPr>
        <w:ind w:firstLine="709"/>
        <w:jc w:val="both"/>
      </w:pPr>
      <w:r w:rsidRPr="00E56225">
        <w:t>- в 2024 году – 96 053 353,28</w:t>
      </w:r>
      <w:r>
        <w:t xml:space="preserve"> </w:t>
      </w:r>
      <w:r w:rsidRPr="00E56225">
        <w:t>рублей;</w:t>
      </w:r>
    </w:p>
    <w:p w:rsidR="00F16959" w:rsidRPr="00E56225" w:rsidRDefault="00F16959" w:rsidP="00E56225">
      <w:pPr>
        <w:ind w:firstLine="709"/>
        <w:jc w:val="both"/>
      </w:pPr>
      <w:r w:rsidRPr="00E56225">
        <w:t>- в 2025 году – 113 422 512,78</w:t>
      </w:r>
      <w:r>
        <w:t xml:space="preserve"> </w:t>
      </w:r>
      <w:r w:rsidRPr="00E56225">
        <w:t>рублей.</w:t>
      </w:r>
    </w:p>
    <w:p w:rsidR="00F16959" w:rsidRPr="00E56225" w:rsidRDefault="00F16959" w:rsidP="00E56225">
      <w:pPr>
        <w:ind w:firstLine="709"/>
        <w:jc w:val="both"/>
      </w:pPr>
      <w:r w:rsidRPr="00E56225">
        <w:t>Ресурсное обеспечение реализации подпрограммы за счет всех источников финансирования представлено в Приложении № 1 к муниципальной подпрограмме.</w:t>
      </w:r>
    </w:p>
    <w:p w:rsidR="00F16959" w:rsidRPr="00E56225" w:rsidRDefault="00F16959" w:rsidP="00A23734">
      <w:pPr>
        <w:widowControl w:val="0"/>
        <w:autoSpaceDE w:val="0"/>
        <w:autoSpaceDN w:val="0"/>
        <w:adjustRightInd w:val="0"/>
        <w:jc w:val="center"/>
      </w:pPr>
    </w:p>
    <w:p w:rsidR="00F16959" w:rsidRPr="00E56225" w:rsidRDefault="00F16959" w:rsidP="00A23734">
      <w:pPr>
        <w:widowControl w:val="0"/>
        <w:autoSpaceDE w:val="0"/>
        <w:autoSpaceDN w:val="0"/>
        <w:adjustRightInd w:val="0"/>
        <w:jc w:val="center"/>
      </w:pPr>
      <w:r w:rsidRPr="00E56225">
        <w:t>8. Ожидаемые результаты</w:t>
      </w:r>
      <w:r>
        <w:t xml:space="preserve"> </w:t>
      </w:r>
      <w:r w:rsidRPr="00E56225">
        <w:t>реализации подпрограммы</w:t>
      </w:r>
    </w:p>
    <w:p w:rsidR="00F16959" w:rsidRPr="00E56225" w:rsidRDefault="00F16959" w:rsidP="00984A83">
      <w:pPr>
        <w:widowControl w:val="0"/>
        <w:autoSpaceDE w:val="0"/>
        <w:autoSpaceDN w:val="0"/>
        <w:adjustRightInd w:val="0"/>
      </w:pPr>
    </w:p>
    <w:p w:rsidR="00F16959" w:rsidRPr="00E56225" w:rsidRDefault="00F16959" w:rsidP="00065110">
      <w:pPr>
        <w:widowControl w:val="0"/>
        <w:autoSpaceDE w:val="0"/>
        <w:autoSpaceDN w:val="0"/>
        <w:adjustRightInd w:val="0"/>
        <w:ind w:firstLine="708"/>
      </w:pPr>
      <w:r w:rsidRPr="00E56225">
        <w:t>Реализация подпрограммы предполагает достижение следующих результатов:</w:t>
      </w:r>
    </w:p>
    <w:p w:rsidR="00F16959" w:rsidRPr="00E56225" w:rsidRDefault="00F16959" w:rsidP="00866AEA">
      <w:pPr>
        <w:jc w:val="both"/>
      </w:pPr>
      <w:r w:rsidRPr="00E56225">
        <w:t>- увеличение доли детей, обучающихся в ДШИ, привлекаемых к участию в творческих мероприятиях международного, всероссийского и регионального значения, от общего числа детей, обучающихся в ДШИ;</w:t>
      </w:r>
    </w:p>
    <w:p w:rsidR="00F16959" w:rsidRPr="00E56225" w:rsidRDefault="00F16959" w:rsidP="00E94FFC">
      <w:pPr>
        <w:jc w:val="both"/>
      </w:pPr>
      <w:r w:rsidRPr="00E56225">
        <w:t>- увеличение</w:t>
      </w:r>
      <w:r>
        <w:t xml:space="preserve"> </w:t>
      </w:r>
      <w:r w:rsidRPr="00E56225">
        <w:t>посещаемости музейных учреждений Тарского муниципального района в расчете на 1 жителя;</w:t>
      </w:r>
    </w:p>
    <w:p w:rsidR="00F16959" w:rsidRPr="00E56225" w:rsidRDefault="00F16959" w:rsidP="00E94FFC">
      <w:pPr>
        <w:widowControl w:val="0"/>
        <w:autoSpaceDE w:val="0"/>
        <w:autoSpaceDN w:val="0"/>
        <w:adjustRightInd w:val="0"/>
        <w:jc w:val="both"/>
      </w:pPr>
      <w:r w:rsidRPr="00E56225">
        <w:t>- увеличение доли населения Тарского района, занимающегося творческой деятельностью на непрофессиональной (любительской) основе;</w:t>
      </w:r>
    </w:p>
    <w:p w:rsidR="00F16959" w:rsidRPr="00E56225" w:rsidRDefault="00F16959" w:rsidP="00E94FFC">
      <w:pPr>
        <w:jc w:val="both"/>
      </w:pPr>
      <w:r w:rsidRPr="00E56225">
        <w:t>- увеличение объема доходов от платных туристских услуг, оказанных населению;</w:t>
      </w:r>
    </w:p>
    <w:p w:rsidR="00F16959" w:rsidRPr="00E56225" w:rsidRDefault="00F16959" w:rsidP="00086580">
      <w:pPr>
        <w:jc w:val="both"/>
      </w:pPr>
      <w:r w:rsidRPr="00E56225">
        <w:t>- увеличение доли руководителей и специалистов учреждений культуры, имеющих профильное образование;</w:t>
      </w:r>
    </w:p>
    <w:p w:rsidR="00F16959" w:rsidRPr="00E56225" w:rsidRDefault="00F16959" w:rsidP="00086580">
      <w:pPr>
        <w:jc w:val="both"/>
      </w:pPr>
      <w:r w:rsidRPr="00E56225">
        <w:t>- увеличение числа посещений общедоступных библиотек Тарского</w:t>
      </w:r>
      <w:r>
        <w:t xml:space="preserve"> </w:t>
      </w:r>
      <w:r w:rsidRPr="00E56225">
        <w:t>муниципального района Омской области на 1000 жителей;</w:t>
      </w:r>
    </w:p>
    <w:p w:rsidR="00F16959" w:rsidRPr="00E56225" w:rsidRDefault="00F16959" w:rsidP="0002745A">
      <w:pPr>
        <w:widowControl w:val="0"/>
        <w:autoSpaceDE w:val="0"/>
        <w:autoSpaceDN w:val="0"/>
        <w:adjustRightInd w:val="0"/>
        <w:jc w:val="both"/>
      </w:pPr>
      <w:r w:rsidRPr="00E56225">
        <w:t>- увеличение численности участников культурно-массовых мероприятий, проводимых на территории Тарского района Омской области;</w:t>
      </w:r>
    </w:p>
    <w:p w:rsidR="00F16959" w:rsidRPr="00E56225" w:rsidRDefault="00F16959" w:rsidP="00CC0BF7">
      <w:pPr>
        <w:widowControl w:val="0"/>
        <w:autoSpaceDE w:val="0"/>
        <w:autoSpaceDN w:val="0"/>
        <w:adjustRightInd w:val="0"/>
        <w:jc w:val="both"/>
      </w:pPr>
      <w:r w:rsidRPr="00E56225">
        <w:t>- сохранение уровня достижения целевых индикаторов основных мероприятий подпрограммы.</w:t>
      </w:r>
    </w:p>
    <w:p w:rsidR="00F16959" w:rsidRPr="00E56225" w:rsidRDefault="00F16959" w:rsidP="00AA201C">
      <w:pPr>
        <w:widowControl w:val="0"/>
        <w:autoSpaceDE w:val="0"/>
        <w:autoSpaceDN w:val="0"/>
        <w:adjustRightInd w:val="0"/>
        <w:ind w:firstLine="720"/>
        <w:jc w:val="both"/>
      </w:pPr>
      <w:r w:rsidRPr="00E56225">
        <w:t>Предполагаемые результаты реализации подпрограммы представлены в Приложении № 1 к муниципальной программе.</w:t>
      </w:r>
    </w:p>
    <w:p w:rsidR="00F16959" w:rsidRPr="00E56225" w:rsidRDefault="00F16959" w:rsidP="00CC0BF7">
      <w:pPr>
        <w:pStyle w:val="ListParagraph"/>
        <w:spacing w:line="240" w:lineRule="atLeast"/>
        <w:ind w:left="0"/>
        <w:jc w:val="both"/>
      </w:pPr>
      <w:r>
        <w:t xml:space="preserve"> </w:t>
      </w:r>
    </w:p>
    <w:p w:rsidR="00F16959" w:rsidRPr="00E56225" w:rsidRDefault="00F16959" w:rsidP="006C1BE7">
      <w:pPr>
        <w:widowControl w:val="0"/>
        <w:autoSpaceDE w:val="0"/>
        <w:autoSpaceDN w:val="0"/>
        <w:adjustRightInd w:val="0"/>
        <w:jc w:val="center"/>
      </w:pPr>
      <w:r w:rsidRPr="00E56225">
        <w:t>9. Описание системы управления реализацией подпрограммы</w:t>
      </w:r>
    </w:p>
    <w:p w:rsidR="00F16959" w:rsidRPr="00E56225" w:rsidRDefault="00F16959" w:rsidP="008E06C3">
      <w:pPr>
        <w:widowControl w:val="0"/>
        <w:autoSpaceDE w:val="0"/>
        <w:autoSpaceDN w:val="0"/>
        <w:adjustRightInd w:val="0"/>
        <w:jc w:val="center"/>
      </w:pPr>
    </w:p>
    <w:p w:rsidR="00F16959" w:rsidRPr="00E56225" w:rsidRDefault="00F16959" w:rsidP="00F3005A">
      <w:pPr>
        <w:widowControl w:val="0"/>
        <w:autoSpaceDE w:val="0"/>
        <w:autoSpaceDN w:val="0"/>
        <w:adjustRightInd w:val="0"/>
        <w:ind w:firstLine="720"/>
        <w:jc w:val="both"/>
      </w:pPr>
      <w:r w:rsidRPr="00E56225">
        <w:t>Оперативное управление и контроль за ходом реализации подпрограммы осуществляет ответственный исполнитель, несущий ответственность за реализацию подпрограммы в целом и достижение утвержденных значений ожидаемых результатов</w:t>
      </w:r>
      <w:r>
        <w:t xml:space="preserve"> </w:t>
      </w:r>
      <w:r w:rsidRPr="00E56225">
        <w:t>подпрограммы по годам.</w:t>
      </w:r>
    </w:p>
    <w:p w:rsidR="00F16959" w:rsidRPr="00E56225" w:rsidRDefault="00F16959" w:rsidP="00F3005A">
      <w:pPr>
        <w:widowControl w:val="0"/>
        <w:autoSpaceDE w:val="0"/>
        <w:autoSpaceDN w:val="0"/>
        <w:adjustRightInd w:val="0"/>
        <w:ind w:firstLine="720"/>
        <w:jc w:val="both"/>
      </w:pPr>
      <w:r w:rsidRPr="00E56225">
        <w:t>Ответственность за реализацию основных мероприятий подпрограммы, мероприятий подпрограммы</w:t>
      </w:r>
      <w:r>
        <w:t xml:space="preserve"> </w:t>
      </w:r>
      <w:r w:rsidRPr="00E56225">
        <w:t>и достижение утвержденных значений целевых индикаторов</w:t>
      </w:r>
      <w:r>
        <w:t xml:space="preserve"> </w:t>
      </w:r>
      <w:r w:rsidRPr="00E56225">
        <w:t>несут исполнители основных мероприятий подпрограммы и мероприятий подпрограммы, указанные в</w:t>
      </w:r>
      <w:r>
        <w:t xml:space="preserve"> </w:t>
      </w:r>
      <w:r w:rsidRPr="00E56225">
        <w:t>соответствующих разделах подпрограммы.</w:t>
      </w:r>
    </w:p>
    <w:p w:rsidR="00F16959" w:rsidRPr="00E56225" w:rsidRDefault="00F16959" w:rsidP="002867B2">
      <w:pPr>
        <w:autoSpaceDE w:val="0"/>
        <w:autoSpaceDN w:val="0"/>
        <w:adjustRightInd w:val="0"/>
        <w:ind w:firstLine="720"/>
        <w:jc w:val="both"/>
      </w:pPr>
      <w:r w:rsidRPr="00E56225">
        <w:t>Формирование отчетности о ходе реализации подпрограммы осуществляется в порядке, утвержденном Постановлением Администрации Тарского муниципального района от 30.07. 2013 г. № 947 «Об утверждении Порядка принятия решений о разработке муниципальных программ Тарского муниципального района Омской области, их формирования и реализации».</w:t>
      </w:r>
    </w:p>
    <w:sectPr w:rsidR="00F16959" w:rsidRPr="00E56225" w:rsidSect="00E56225">
      <w:headerReference w:type="even" r:id="rId8"/>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6959" w:rsidRDefault="00F16959">
      <w:r>
        <w:separator/>
      </w:r>
    </w:p>
  </w:endnote>
  <w:endnote w:type="continuationSeparator" w:id="0">
    <w:p w:rsidR="00F16959" w:rsidRDefault="00F169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6959" w:rsidRDefault="00F16959">
      <w:r>
        <w:separator/>
      </w:r>
    </w:p>
  </w:footnote>
  <w:footnote w:type="continuationSeparator" w:id="0">
    <w:p w:rsidR="00F16959" w:rsidRDefault="00F169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959" w:rsidRDefault="00F16959" w:rsidP="00694BD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16959" w:rsidRDefault="00F1695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bullet="t">
        <v:imagedata r:id="rId1" o:title=""/>
      </v:shape>
    </w:pict>
  </w:numPicBullet>
  <w:abstractNum w:abstractNumId="0">
    <w:nsid w:val="0672680D"/>
    <w:multiLevelType w:val="hybridMultilevel"/>
    <w:tmpl w:val="194E4AE0"/>
    <w:lvl w:ilvl="0" w:tplc="04190011">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83A4773"/>
    <w:multiLevelType w:val="hybridMultilevel"/>
    <w:tmpl w:val="F90CF0AE"/>
    <w:lvl w:ilvl="0" w:tplc="0D3AB436">
      <w:start w:val="1"/>
      <w:numFmt w:val="decimal"/>
      <w:lvlText w:val="%1)"/>
      <w:lvlJc w:val="left"/>
      <w:pPr>
        <w:ind w:left="2043" w:hanging="1335"/>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088E5225"/>
    <w:multiLevelType w:val="hybridMultilevel"/>
    <w:tmpl w:val="4F922AF6"/>
    <w:lvl w:ilvl="0" w:tplc="A98E1942">
      <w:start w:val="1"/>
      <w:numFmt w:val="bullet"/>
      <w:lvlText w:val=""/>
      <w:lvlPicBulletId w:val="0"/>
      <w:lvlJc w:val="left"/>
      <w:pPr>
        <w:tabs>
          <w:tab w:val="num" w:pos="720"/>
        </w:tabs>
        <w:ind w:left="720" w:hanging="360"/>
      </w:pPr>
      <w:rPr>
        <w:rFonts w:ascii="Symbol" w:hAnsi="Symbol" w:hint="default"/>
      </w:rPr>
    </w:lvl>
    <w:lvl w:ilvl="1" w:tplc="4BAA3354" w:tentative="1">
      <w:start w:val="1"/>
      <w:numFmt w:val="bullet"/>
      <w:lvlText w:val=""/>
      <w:lvlJc w:val="left"/>
      <w:pPr>
        <w:tabs>
          <w:tab w:val="num" w:pos="1440"/>
        </w:tabs>
        <w:ind w:left="1440" w:hanging="360"/>
      </w:pPr>
      <w:rPr>
        <w:rFonts w:ascii="Symbol" w:hAnsi="Symbol" w:hint="default"/>
      </w:rPr>
    </w:lvl>
    <w:lvl w:ilvl="2" w:tplc="69266D38" w:tentative="1">
      <w:start w:val="1"/>
      <w:numFmt w:val="bullet"/>
      <w:lvlText w:val=""/>
      <w:lvlJc w:val="left"/>
      <w:pPr>
        <w:tabs>
          <w:tab w:val="num" w:pos="2160"/>
        </w:tabs>
        <w:ind w:left="2160" w:hanging="360"/>
      </w:pPr>
      <w:rPr>
        <w:rFonts w:ascii="Symbol" w:hAnsi="Symbol" w:hint="default"/>
      </w:rPr>
    </w:lvl>
    <w:lvl w:ilvl="3" w:tplc="7E7AAC58" w:tentative="1">
      <w:start w:val="1"/>
      <w:numFmt w:val="bullet"/>
      <w:lvlText w:val=""/>
      <w:lvlJc w:val="left"/>
      <w:pPr>
        <w:tabs>
          <w:tab w:val="num" w:pos="2880"/>
        </w:tabs>
        <w:ind w:left="2880" w:hanging="360"/>
      </w:pPr>
      <w:rPr>
        <w:rFonts w:ascii="Symbol" w:hAnsi="Symbol" w:hint="default"/>
      </w:rPr>
    </w:lvl>
    <w:lvl w:ilvl="4" w:tplc="2A42AC90" w:tentative="1">
      <w:start w:val="1"/>
      <w:numFmt w:val="bullet"/>
      <w:lvlText w:val=""/>
      <w:lvlJc w:val="left"/>
      <w:pPr>
        <w:tabs>
          <w:tab w:val="num" w:pos="3600"/>
        </w:tabs>
        <w:ind w:left="3600" w:hanging="360"/>
      </w:pPr>
      <w:rPr>
        <w:rFonts w:ascii="Symbol" w:hAnsi="Symbol" w:hint="default"/>
      </w:rPr>
    </w:lvl>
    <w:lvl w:ilvl="5" w:tplc="B7FE02E6" w:tentative="1">
      <w:start w:val="1"/>
      <w:numFmt w:val="bullet"/>
      <w:lvlText w:val=""/>
      <w:lvlJc w:val="left"/>
      <w:pPr>
        <w:tabs>
          <w:tab w:val="num" w:pos="4320"/>
        </w:tabs>
        <w:ind w:left="4320" w:hanging="360"/>
      </w:pPr>
      <w:rPr>
        <w:rFonts w:ascii="Symbol" w:hAnsi="Symbol" w:hint="default"/>
      </w:rPr>
    </w:lvl>
    <w:lvl w:ilvl="6" w:tplc="7A5EEC6E" w:tentative="1">
      <w:start w:val="1"/>
      <w:numFmt w:val="bullet"/>
      <w:lvlText w:val=""/>
      <w:lvlJc w:val="left"/>
      <w:pPr>
        <w:tabs>
          <w:tab w:val="num" w:pos="5040"/>
        </w:tabs>
        <w:ind w:left="5040" w:hanging="360"/>
      </w:pPr>
      <w:rPr>
        <w:rFonts w:ascii="Symbol" w:hAnsi="Symbol" w:hint="default"/>
      </w:rPr>
    </w:lvl>
    <w:lvl w:ilvl="7" w:tplc="DEDA00E8" w:tentative="1">
      <w:start w:val="1"/>
      <w:numFmt w:val="bullet"/>
      <w:lvlText w:val=""/>
      <w:lvlJc w:val="left"/>
      <w:pPr>
        <w:tabs>
          <w:tab w:val="num" w:pos="5760"/>
        </w:tabs>
        <w:ind w:left="5760" w:hanging="360"/>
      </w:pPr>
      <w:rPr>
        <w:rFonts w:ascii="Symbol" w:hAnsi="Symbol" w:hint="default"/>
      </w:rPr>
    </w:lvl>
    <w:lvl w:ilvl="8" w:tplc="2EC8387A" w:tentative="1">
      <w:start w:val="1"/>
      <w:numFmt w:val="bullet"/>
      <w:lvlText w:val=""/>
      <w:lvlJc w:val="left"/>
      <w:pPr>
        <w:tabs>
          <w:tab w:val="num" w:pos="6480"/>
        </w:tabs>
        <w:ind w:left="6480" w:hanging="360"/>
      </w:pPr>
      <w:rPr>
        <w:rFonts w:ascii="Symbol" w:hAnsi="Symbol" w:hint="default"/>
      </w:rPr>
    </w:lvl>
  </w:abstractNum>
  <w:abstractNum w:abstractNumId="3">
    <w:nsid w:val="0CBE12D0"/>
    <w:multiLevelType w:val="hybridMultilevel"/>
    <w:tmpl w:val="A60CBF48"/>
    <w:lvl w:ilvl="0" w:tplc="3208C742">
      <w:start w:val="2"/>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
    <w:nsid w:val="49592C80"/>
    <w:multiLevelType w:val="hybridMultilevel"/>
    <w:tmpl w:val="762871C8"/>
    <w:lvl w:ilvl="0" w:tplc="E8382ED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5">
    <w:nsid w:val="4E486E6F"/>
    <w:multiLevelType w:val="hybridMultilevel"/>
    <w:tmpl w:val="4FE46CCE"/>
    <w:lvl w:ilvl="0" w:tplc="E2BCC59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4F053A1D"/>
    <w:multiLevelType w:val="hybridMultilevel"/>
    <w:tmpl w:val="481021F6"/>
    <w:lvl w:ilvl="0" w:tplc="33B6327C">
      <w:start w:val="1"/>
      <w:numFmt w:val="decimal"/>
      <w:lvlText w:val="%1)"/>
      <w:lvlJc w:val="left"/>
      <w:pPr>
        <w:ind w:left="2520"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
    <w:nsid w:val="52B82C76"/>
    <w:multiLevelType w:val="hybridMultilevel"/>
    <w:tmpl w:val="F2CAAE94"/>
    <w:lvl w:ilvl="0" w:tplc="04190011">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55E456A7"/>
    <w:multiLevelType w:val="hybridMultilevel"/>
    <w:tmpl w:val="1324B9D2"/>
    <w:lvl w:ilvl="0" w:tplc="4EE89F70">
      <w:start w:val="1"/>
      <w:numFmt w:val="upperRoman"/>
      <w:lvlText w:val="%1."/>
      <w:lvlJc w:val="left"/>
      <w:pPr>
        <w:tabs>
          <w:tab w:val="num" w:pos="1260"/>
        </w:tabs>
        <w:ind w:left="1260" w:hanging="720"/>
      </w:pPr>
      <w:rPr>
        <w:rFonts w:cs="Times New Roman" w:hint="default"/>
      </w:rPr>
    </w:lvl>
    <w:lvl w:ilvl="1" w:tplc="1CD8DADE">
      <w:numFmt w:val="none"/>
      <w:lvlText w:val=""/>
      <w:lvlJc w:val="left"/>
      <w:pPr>
        <w:tabs>
          <w:tab w:val="num" w:pos="360"/>
        </w:tabs>
      </w:pPr>
      <w:rPr>
        <w:rFonts w:cs="Times New Roman"/>
      </w:rPr>
    </w:lvl>
    <w:lvl w:ilvl="2" w:tplc="3684D0DE">
      <w:numFmt w:val="none"/>
      <w:lvlText w:val=""/>
      <w:lvlJc w:val="left"/>
      <w:pPr>
        <w:tabs>
          <w:tab w:val="num" w:pos="360"/>
        </w:tabs>
      </w:pPr>
      <w:rPr>
        <w:rFonts w:cs="Times New Roman"/>
      </w:rPr>
    </w:lvl>
    <w:lvl w:ilvl="3" w:tplc="689E0D26">
      <w:numFmt w:val="none"/>
      <w:lvlText w:val=""/>
      <w:lvlJc w:val="left"/>
      <w:pPr>
        <w:tabs>
          <w:tab w:val="num" w:pos="360"/>
        </w:tabs>
      </w:pPr>
      <w:rPr>
        <w:rFonts w:cs="Times New Roman"/>
      </w:rPr>
    </w:lvl>
    <w:lvl w:ilvl="4" w:tplc="D72C5686">
      <w:numFmt w:val="none"/>
      <w:lvlText w:val=""/>
      <w:lvlJc w:val="left"/>
      <w:pPr>
        <w:tabs>
          <w:tab w:val="num" w:pos="360"/>
        </w:tabs>
      </w:pPr>
      <w:rPr>
        <w:rFonts w:cs="Times New Roman"/>
      </w:rPr>
    </w:lvl>
    <w:lvl w:ilvl="5" w:tplc="E9A0570A">
      <w:numFmt w:val="none"/>
      <w:lvlText w:val=""/>
      <w:lvlJc w:val="left"/>
      <w:pPr>
        <w:tabs>
          <w:tab w:val="num" w:pos="360"/>
        </w:tabs>
      </w:pPr>
      <w:rPr>
        <w:rFonts w:cs="Times New Roman"/>
      </w:rPr>
    </w:lvl>
    <w:lvl w:ilvl="6" w:tplc="8AA0B5CC">
      <w:numFmt w:val="none"/>
      <w:lvlText w:val=""/>
      <w:lvlJc w:val="left"/>
      <w:pPr>
        <w:tabs>
          <w:tab w:val="num" w:pos="360"/>
        </w:tabs>
      </w:pPr>
      <w:rPr>
        <w:rFonts w:cs="Times New Roman"/>
      </w:rPr>
    </w:lvl>
    <w:lvl w:ilvl="7" w:tplc="C2909BAA">
      <w:numFmt w:val="none"/>
      <w:lvlText w:val=""/>
      <w:lvlJc w:val="left"/>
      <w:pPr>
        <w:tabs>
          <w:tab w:val="num" w:pos="360"/>
        </w:tabs>
      </w:pPr>
      <w:rPr>
        <w:rFonts w:cs="Times New Roman"/>
      </w:rPr>
    </w:lvl>
    <w:lvl w:ilvl="8" w:tplc="417C9422">
      <w:numFmt w:val="none"/>
      <w:lvlText w:val=""/>
      <w:lvlJc w:val="left"/>
      <w:pPr>
        <w:tabs>
          <w:tab w:val="num" w:pos="360"/>
        </w:tabs>
      </w:pPr>
      <w:rPr>
        <w:rFonts w:cs="Times New Roman"/>
      </w:rPr>
    </w:lvl>
  </w:abstractNum>
  <w:abstractNum w:abstractNumId="9">
    <w:nsid w:val="6DF0667C"/>
    <w:multiLevelType w:val="hybridMultilevel"/>
    <w:tmpl w:val="2F2878B8"/>
    <w:lvl w:ilvl="0" w:tplc="DEDA01D8">
      <w:start w:val="1"/>
      <w:numFmt w:val="decimal"/>
      <w:lvlText w:val="%1)"/>
      <w:lvlJc w:val="left"/>
      <w:pPr>
        <w:ind w:left="1110" w:hanging="360"/>
      </w:pPr>
      <w:rPr>
        <w:rFonts w:cs="Times New Roman" w:hint="default"/>
      </w:rPr>
    </w:lvl>
    <w:lvl w:ilvl="1" w:tplc="04190019" w:tentative="1">
      <w:start w:val="1"/>
      <w:numFmt w:val="lowerLetter"/>
      <w:lvlText w:val="%2."/>
      <w:lvlJc w:val="left"/>
      <w:pPr>
        <w:ind w:left="1830" w:hanging="360"/>
      </w:pPr>
      <w:rPr>
        <w:rFonts w:cs="Times New Roman"/>
      </w:rPr>
    </w:lvl>
    <w:lvl w:ilvl="2" w:tplc="0419001B" w:tentative="1">
      <w:start w:val="1"/>
      <w:numFmt w:val="lowerRoman"/>
      <w:lvlText w:val="%3."/>
      <w:lvlJc w:val="right"/>
      <w:pPr>
        <w:ind w:left="2550" w:hanging="180"/>
      </w:pPr>
      <w:rPr>
        <w:rFonts w:cs="Times New Roman"/>
      </w:rPr>
    </w:lvl>
    <w:lvl w:ilvl="3" w:tplc="0419000F" w:tentative="1">
      <w:start w:val="1"/>
      <w:numFmt w:val="decimal"/>
      <w:lvlText w:val="%4."/>
      <w:lvlJc w:val="left"/>
      <w:pPr>
        <w:ind w:left="3270" w:hanging="360"/>
      </w:pPr>
      <w:rPr>
        <w:rFonts w:cs="Times New Roman"/>
      </w:rPr>
    </w:lvl>
    <w:lvl w:ilvl="4" w:tplc="04190019" w:tentative="1">
      <w:start w:val="1"/>
      <w:numFmt w:val="lowerLetter"/>
      <w:lvlText w:val="%5."/>
      <w:lvlJc w:val="left"/>
      <w:pPr>
        <w:ind w:left="3990" w:hanging="360"/>
      </w:pPr>
      <w:rPr>
        <w:rFonts w:cs="Times New Roman"/>
      </w:rPr>
    </w:lvl>
    <w:lvl w:ilvl="5" w:tplc="0419001B" w:tentative="1">
      <w:start w:val="1"/>
      <w:numFmt w:val="lowerRoman"/>
      <w:lvlText w:val="%6."/>
      <w:lvlJc w:val="right"/>
      <w:pPr>
        <w:ind w:left="4710" w:hanging="180"/>
      </w:pPr>
      <w:rPr>
        <w:rFonts w:cs="Times New Roman"/>
      </w:rPr>
    </w:lvl>
    <w:lvl w:ilvl="6" w:tplc="0419000F" w:tentative="1">
      <w:start w:val="1"/>
      <w:numFmt w:val="decimal"/>
      <w:lvlText w:val="%7."/>
      <w:lvlJc w:val="left"/>
      <w:pPr>
        <w:ind w:left="5430" w:hanging="360"/>
      </w:pPr>
      <w:rPr>
        <w:rFonts w:cs="Times New Roman"/>
      </w:rPr>
    </w:lvl>
    <w:lvl w:ilvl="7" w:tplc="04190019" w:tentative="1">
      <w:start w:val="1"/>
      <w:numFmt w:val="lowerLetter"/>
      <w:lvlText w:val="%8."/>
      <w:lvlJc w:val="left"/>
      <w:pPr>
        <w:ind w:left="6150" w:hanging="360"/>
      </w:pPr>
      <w:rPr>
        <w:rFonts w:cs="Times New Roman"/>
      </w:rPr>
    </w:lvl>
    <w:lvl w:ilvl="8" w:tplc="0419001B" w:tentative="1">
      <w:start w:val="1"/>
      <w:numFmt w:val="lowerRoman"/>
      <w:lvlText w:val="%9."/>
      <w:lvlJc w:val="right"/>
      <w:pPr>
        <w:ind w:left="6870" w:hanging="180"/>
      </w:pPr>
      <w:rPr>
        <w:rFonts w:cs="Times New Roman"/>
      </w:rPr>
    </w:lvl>
  </w:abstractNum>
  <w:num w:numId="1">
    <w:abstractNumId w:val="2"/>
  </w:num>
  <w:num w:numId="2">
    <w:abstractNumId w:val="6"/>
  </w:num>
  <w:num w:numId="3">
    <w:abstractNumId w:val="8"/>
  </w:num>
  <w:num w:numId="4">
    <w:abstractNumId w:val="3"/>
  </w:num>
  <w:num w:numId="5">
    <w:abstractNumId w:val="4"/>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9"/>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1AF0"/>
    <w:rsid w:val="00000B4E"/>
    <w:rsid w:val="00001B9F"/>
    <w:rsid w:val="000030B6"/>
    <w:rsid w:val="00005578"/>
    <w:rsid w:val="0000706C"/>
    <w:rsid w:val="00010C34"/>
    <w:rsid w:val="00013F39"/>
    <w:rsid w:val="00015B77"/>
    <w:rsid w:val="000160DC"/>
    <w:rsid w:val="000174B9"/>
    <w:rsid w:val="00017707"/>
    <w:rsid w:val="00021FC4"/>
    <w:rsid w:val="000232F8"/>
    <w:rsid w:val="0002745A"/>
    <w:rsid w:val="000300FD"/>
    <w:rsid w:val="000306A6"/>
    <w:rsid w:val="00031C81"/>
    <w:rsid w:val="00032492"/>
    <w:rsid w:val="00041285"/>
    <w:rsid w:val="00042713"/>
    <w:rsid w:val="0004360A"/>
    <w:rsid w:val="00043FD2"/>
    <w:rsid w:val="0004431A"/>
    <w:rsid w:val="0004468D"/>
    <w:rsid w:val="000461F7"/>
    <w:rsid w:val="000475D3"/>
    <w:rsid w:val="00047B5F"/>
    <w:rsid w:val="00047FB5"/>
    <w:rsid w:val="00055902"/>
    <w:rsid w:val="00056DE0"/>
    <w:rsid w:val="00060D9B"/>
    <w:rsid w:val="000619AD"/>
    <w:rsid w:val="00064744"/>
    <w:rsid w:val="00065110"/>
    <w:rsid w:val="00066443"/>
    <w:rsid w:val="00066691"/>
    <w:rsid w:val="00066CCA"/>
    <w:rsid w:val="00067397"/>
    <w:rsid w:val="000678CB"/>
    <w:rsid w:val="00072D4B"/>
    <w:rsid w:val="000735A0"/>
    <w:rsid w:val="000741E6"/>
    <w:rsid w:val="0007461F"/>
    <w:rsid w:val="00074837"/>
    <w:rsid w:val="000767D3"/>
    <w:rsid w:val="00077C61"/>
    <w:rsid w:val="000809EB"/>
    <w:rsid w:val="00082319"/>
    <w:rsid w:val="0008563A"/>
    <w:rsid w:val="00085EBA"/>
    <w:rsid w:val="00086580"/>
    <w:rsid w:val="0008680A"/>
    <w:rsid w:val="00087A69"/>
    <w:rsid w:val="00087E47"/>
    <w:rsid w:val="0009076E"/>
    <w:rsid w:val="00092AA0"/>
    <w:rsid w:val="00093945"/>
    <w:rsid w:val="00094F0B"/>
    <w:rsid w:val="000957B7"/>
    <w:rsid w:val="000975DB"/>
    <w:rsid w:val="00097FA7"/>
    <w:rsid w:val="000A5166"/>
    <w:rsid w:val="000A6650"/>
    <w:rsid w:val="000A79CD"/>
    <w:rsid w:val="000B0F8A"/>
    <w:rsid w:val="000B27DE"/>
    <w:rsid w:val="000B2BE9"/>
    <w:rsid w:val="000B52AF"/>
    <w:rsid w:val="000B5645"/>
    <w:rsid w:val="000C0221"/>
    <w:rsid w:val="000C416C"/>
    <w:rsid w:val="000C46C3"/>
    <w:rsid w:val="000C5A17"/>
    <w:rsid w:val="000C66B9"/>
    <w:rsid w:val="000C6A10"/>
    <w:rsid w:val="000D25E0"/>
    <w:rsid w:val="000D3FAE"/>
    <w:rsid w:val="000D59C7"/>
    <w:rsid w:val="000D5F85"/>
    <w:rsid w:val="000D62B7"/>
    <w:rsid w:val="000D70B1"/>
    <w:rsid w:val="000E26A5"/>
    <w:rsid w:val="000E2BA9"/>
    <w:rsid w:val="000E2E1C"/>
    <w:rsid w:val="000E38AB"/>
    <w:rsid w:val="000E4D8E"/>
    <w:rsid w:val="000E5626"/>
    <w:rsid w:val="000E5DD7"/>
    <w:rsid w:val="000F0340"/>
    <w:rsid w:val="000F0CA0"/>
    <w:rsid w:val="000F1A82"/>
    <w:rsid w:val="000F630D"/>
    <w:rsid w:val="001013C6"/>
    <w:rsid w:val="001033B2"/>
    <w:rsid w:val="0010412F"/>
    <w:rsid w:val="00106132"/>
    <w:rsid w:val="00106CE1"/>
    <w:rsid w:val="00106F78"/>
    <w:rsid w:val="00107A35"/>
    <w:rsid w:val="001117E1"/>
    <w:rsid w:val="00112794"/>
    <w:rsid w:val="00113011"/>
    <w:rsid w:val="001131AC"/>
    <w:rsid w:val="00114A78"/>
    <w:rsid w:val="00120E36"/>
    <w:rsid w:val="00121A1B"/>
    <w:rsid w:val="00121DCC"/>
    <w:rsid w:val="00122DEA"/>
    <w:rsid w:val="00122F1C"/>
    <w:rsid w:val="0012429B"/>
    <w:rsid w:val="0012531F"/>
    <w:rsid w:val="001257FD"/>
    <w:rsid w:val="001305F8"/>
    <w:rsid w:val="00134F85"/>
    <w:rsid w:val="00135150"/>
    <w:rsid w:val="001355F3"/>
    <w:rsid w:val="001358A3"/>
    <w:rsid w:val="00136313"/>
    <w:rsid w:val="00140B73"/>
    <w:rsid w:val="00141D76"/>
    <w:rsid w:val="001431BB"/>
    <w:rsid w:val="00143C3E"/>
    <w:rsid w:val="001448EB"/>
    <w:rsid w:val="00145FE4"/>
    <w:rsid w:val="00147BDB"/>
    <w:rsid w:val="001534C2"/>
    <w:rsid w:val="001542D6"/>
    <w:rsid w:val="00154C2D"/>
    <w:rsid w:val="001553C4"/>
    <w:rsid w:val="00155E0D"/>
    <w:rsid w:val="001569BD"/>
    <w:rsid w:val="00156AB0"/>
    <w:rsid w:val="0016117D"/>
    <w:rsid w:val="00162F28"/>
    <w:rsid w:val="0016436E"/>
    <w:rsid w:val="00164D01"/>
    <w:rsid w:val="00164F59"/>
    <w:rsid w:val="00165201"/>
    <w:rsid w:val="00165513"/>
    <w:rsid w:val="00166477"/>
    <w:rsid w:val="00167FA4"/>
    <w:rsid w:val="00170757"/>
    <w:rsid w:val="00174FBB"/>
    <w:rsid w:val="00176BB2"/>
    <w:rsid w:val="00176CE5"/>
    <w:rsid w:val="0017723A"/>
    <w:rsid w:val="00177F5C"/>
    <w:rsid w:val="001819F2"/>
    <w:rsid w:val="001826AD"/>
    <w:rsid w:val="00183B63"/>
    <w:rsid w:val="00184920"/>
    <w:rsid w:val="00185FCC"/>
    <w:rsid w:val="001869A8"/>
    <w:rsid w:val="001879FA"/>
    <w:rsid w:val="00191522"/>
    <w:rsid w:val="00191C2B"/>
    <w:rsid w:val="00192818"/>
    <w:rsid w:val="001949DE"/>
    <w:rsid w:val="00195D25"/>
    <w:rsid w:val="001A09D0"/>
    <w:rsid w:val="001A140B"/>
    <w:rsid w:val="001A37C8"/>
    <w:rsid w:val="001A5F02"/>
    <w:rsid w:val="001A679B"/>
    <w:rsid w:val="001A6F79"/>
    <w:rsid w:val="001A6F9B"/>
    <w:rsid w:val="001A7A15"/>
    <w:rsid w:val="001A7A30"/>
    <w:rsid w:val="001B000E"/>
    <w:rsid w:val="001B09E6"/>
    <w:rsid w:val="001B0A88"/>
    <w:rsid w:val="001B10BA"/>
    <w:rsid w:val="001B2245"/>
    <w:rsid w:val="001B4A3D"/>
    <w:rsid w:val="001B6199"/>
    <w:rsid w:val="001C2877"/>
    <w:rsid w:val="001C433D"/>
    <w:rsid w:val="001C779A"/>
    <w:rsid w:val="001C7B4E"/>
    <w:rsid w:val="001C7B57"/>
    <w:rsid w:val="001D11BA"/>
    <w:rsid w:val="001D1B22"/>
    <w:rsid w:val="001D2181"/>
    <w:rsid w:val="001D5A41"/>
    <w:rsid w:val="001D65C4"/>
    <w:rsid w:val="001D7ECF"/>
    <w:rsid w:val="001E03FA"/>
    <w:rsid w:val="001E11CE"/>
    <w:rsid w:val="001E2232"/>
    <w:rsid w:val="001E2370"/>
    <w:rsid w:val="001E4110"/>
    <w:rsid w:val="001E423A"/>
    <w:rsid w:val="001E4F16"/>
    <w:rsid w:val="001E6413"/>
    <w:rsid w:val="001E7083"/>
    <w:rsid w:val="001E74BF"/>
    <w:rsid w:val="001F0017"/>
    <w:rsid w:val="001F0AEB"/>
    <w:rsid w:val="001F15CD"/>
    <w:rsid w:val="001F1A86"/>
    <w:rsid w:val="001F1AD4"/>
    <w:rsid w:val="001F22FC"/>
    <w:rsid w:val="001F3099"/>
    <w:rsid w:val="001F38AE"/>
    <w:rsid w:val="001F43C8"/>
    <w:rsid w:val="001F59E5"/>
    <w:rsid w:val="001F6569"/>
    <w:rsid w:val="001F763F"/>
    <w:rsid w:val="002005FB"/>
    <w:rsid w:val="00202D66"/>
    <w:rsid w:val="002031FB"/>
    <w:rsid w:val="002032F1"/>
    <w:rsid w:val="00203B4E"/>
    <w:rsid w:val="00204E2C"/>
    <w:rsid w:val="00204F61"/>
    <w:rsid w:val="0020549E"/>
    <w:rsid w:val="00207534"/>
    <w:rsid w:val="002076A2"/>
    <w:rsid w:val="00210AC5"/>
    <w:rsid w:val="00210EB0"/>
    <w:rsid w:val="00211F28"/>
    <w:rsid w:val="0021287B"/>
    <w:rsid w:val="0021315E"/>
    <w:rsid w:val="0021372A"/>
    <w:rsid w:val="0021412E"/>
    <w:rsid w:val="00216444"/>
    <w:rsid w:val="00217A95"/>
    <w:rsid w:val="00221CC5"/>
    <w:rsid w:val="00223B9E"/>
    <w:rsid w:val="002242C9"/>
    <w:rsid w:val="00224A8C"/>
    <w:rsid w:val="0022535F"/>
    <w:rsid w:val="00226EC1"/>
    <w:rsid w:val="00231372"/>
    <w:rsid w:val="00231E41"/>
    <w:rsid w:val="00232624"/>
    <w:rsid w:val="002338CE"/>
    <w:rsid w:val="0023455D"/>
    <w:rsid w:val="00234DDF"/>
    <w:rsid w:val="0023543B"/>
    <w:rsid w:val="00235851"/>
    <w:rsid w:val="00241678"/>
    <w:rsid w:val="00245855"/>
    <w:rsid w:val="00245AD1"/>
    <w:rsid w:val="00245F3E"/>
    <w:rsid w:val="0025031D"/>
    <w:rsid w:val="00251AD9"/>
    <w:rsid w:val="00252CAD"/>
    <w:rsid w:val="00252CEA"/>
    <w:rsid w:val="00252E9A"/>
    <w:rsid w:val="00253B25"/>
    <w:rsid w:val="002615A1"/>
    <w:rsid w:val="00261BA7"/>
    <w:rsid w:val="00261F52"/>
    <w:rsid w:val="002648E5"/>
    <w:rsid w:val="00267ACF"/>
    <w:rsid w:val="002712DB"/>
    <w:rsid w:val="0027143E"/>
    <w:rsid w:val="00271E4A"/>
    <w:rsid w:val="002749FD"/>
    <w:rsid w:val="00277B77"/>
    <w:rsid w:val="002802A9"/>
    <w:rsid w:val="00281DB0"/>
    <w:rsid w:val="00283290"/>
    <w:rsid w:val="00283429"/>
    <w:rsid w:val="002867B2"/>
    <w:rsid w:val="002913A1"/>
    <w:rsid w:val="00292835"/>
    <w:rsid w:val="00292CC2"/>
    <w:rsid w:val="00292CFC"/>
    <w:rsid w:val="00295A2A"/>
    <w:rsid w:val="002A2D65"/>
    <w:rsid w:val="002A3901"/>
    <w:rsid w:val="002A4130"/>
    <w:rsid w:val="002A4BD6"/>
    <w:rsid w:val="002A5A2D"/>
    <w:rsid w:val="002A67DE"/>
    <w:rsid w:val="002A6FF4"/>
    <w:rsid w:val="002A754D"/>
    <w:rsid w:val="002B233A"/>
    <w:rsid w:val="002B34B4"/>
    <w:rsid w:val="002B4830"/>
    <w:rsid w:val="002C0034"/>
    <w:rsid w:val="002C252A"/>
    <w:rsid w:val="002C53EB"/>
    <w:rsid w:val="002C79BE"/>
    <w:rsid w:val="002D0034"/>
    <w:rsid w:val="002D17F3"/>
    <w:rsid w:val="002D2474"/>
    <w:rsid w:val="002D426E"/>
    <w:rsid w:val="002D501F"/>
    <w:rsid w:val="002D71BA"/>
    <w:rsid w:val="002E264E"/>
    <w:rsid w:val="002E2B3D"/>
    <w:rsid w:val="002E582A"/>
    <w:rsid w:val="002E62EC"/>
    <w:rsid w:val="002E7240"/>
    <w:rsid w:val="002E75C4"/>
    <w:rsid w:val="002F1F1F"/>
    <w:rsid w:val="002F42C8"/>
    <w:rsid w:val="002F4AE8"/>
    <w:rsid w:val="002F520F"/>
    <w:rsid w:val="002F53E3"/>
    <w:rsid w:val="002F779D"/>
    <w:rsid w:val="002F7F45"/>
    <w:rsid w:val="003013AF"/>
    <w:rsid w:val="00303A62"/>
    <w:rsid w:val="00310413"/>
    <w:rsid w:val="003114DD"/>
    <w:rsid w:val="003116E0"/>
    <w:rsid w:val="00313BCA"/>
    <w:rsid w:val="00323644"/>
    <w:rsid w:val="003238E7"/>
    <w:rsid w:val="0032496B"/>
    <w:rsid w:val="00324DFA"/>
    <w:rsid w:val="00324E4C"/>
    <w:rsid w:val="003251C0"/>
    <w:rsid w:val="00326BE2"/>
    <w:rsid w:val="00332ECF"/>
    <w:rsid w:val="00333476"/>
    <w:rsid w:val="00333885"/>
    <w:rsid w:val="00336C2E"/>
    <w:rsid w:val="003419F2"/>
    <w:rsid w:val="00341ABC"/>
    <w:rsid w:val="00342F8D"/>
    <w:rsid w:val="0034350E"/>
    <w:rsid w:val="00343D75"/>
    <w:rsid w:val="00343DCE"/>
    <w:rsid w:val="00343EB4"/>
    <w:rsid w:val="003441E0"/>
    <w:rsid w:val="00345A36"/>
    <w:rsid w:val="00346B7F"/>
    <w:rsid w:val="003474AF"/>
    <w:rsid w:val="0034755C"/>
    <w:rsid w:val="00353487"/>
    <w:rsid w:val="00354299"/>
    <w:rsid w:val="0035504F"/>
    <w:rsid w:val="00355506"/>
    <w:rsid w:val="00356263"/>
    <w:rsid w:val="00356778"/>
    <w:rsid w:val="00357CB0"/>
    <w:rsid w:val="00357F5B"/>
    <w:rsid w:val="0036078C"/>
    <w:rsid w:val="00361005"/>
    <w:rsid w:val="003637BC"/>
    <w:rsid w:val="0036414F"/>
    <w:rsid w:val="00364456"/>
    <w:rsid w:val="00367C53"/>
    <w:rsid w:val="00371DCC"/>
    <w:rsid w:val="00372A91"/>
    <w:rsid w:val="00372FEB"/>
    <w:rsid w:val="003763EA"/>
    <w:rsid w:val="003776E1"/>
    <w:rsid w:val="00377945"/>
    <w:rsid w:val="003831D1"/>
    <w:rsid w:val="00383D5F"/>
    <w:rsid w:val="0038417F"/>
    <w:rsid w:val="0038473F"/>
    <w:rsid w:val="00384A1A"/>
    <w:rsid w:val="003859F3"/>
    <w:rsid w:val="003921E3"/>
    <w:rsid w:val="003929BD"/>
    <w:rsid w:val="00392C93"/>
    <w:rsid w:val="00393D07"/>
    <w:rsid w:val="0039404F"/>
    <w:rsid w:val="00396D03"/>
    <w:rsid w:val="00397BAB"/>
    <w:rsid w:val="003A4020"/>
    <w:rsid w:val="003A5AE2"/>
    <w:rsid w:val="003A6D28"/>
    <w:rsid w:val="003A7234"/>
    <w:rsid w:val="003A7975"/>
    <w:rsid w:val="003B0E08"/>
    <w:rsid w:val="003B33D4"/>
    <w:rsid w:val="003B3D13"/>
    <w:rsid w:val="003B4CFA"/>
    <w:rsid w:val="003B5A84"/>
    <w:rsid w:val="003B6F16"/>
    <w:rsid w:val="003C0A73"/>
    <w:rsid w:val="003C2C55"/>
    <w:rsid w:val="003C33FB"/>
    <w:rsid w:val="003C37A6"/>
    <w:rsid w:val="003C482E"/>
    <w:rsid w:val="003C54B7"/>
    <w:rsid w:val="003C5E81"/>
    <w:rsid w:val="003C742C"/>
    <w:rsid w:val="003C7763"/>
    <w:rsid w:val="003C7E94"/>
    <w:rsid w:val="003D0311"/>
    <w:rsid w:val="003D099C"/>
    <w:rsid w:val="003D2441"/>
    <w:rsid w:val="003D6813"/>
    <w:rsid w:val="003E26BE"/>
    <w:rsid w:val="003E6021"/>
    <w:rsid w:val="003E679C"/>
    <w:rsid w:val="003E6818"/>
    <w:rsid w:val="003E6A8A"/>
    <w:rsid w:val="003E76F7"/>
    <w:rsid w:val="003E78D5"/>
    <w:rsid w:val="003F0AA5"/>
    <w:rsid w:val="003F1873"/>
    <w:rsid w:val="003F22B8"/>
    <w:rsid w:val="003F3082"/>
    <w:rsid w:val="003F6152"/>
    <w:rsid w:val="003F6548"/>
    <w:rsid w:val="003F7215"/>
    <w:rsid w:val="00400227"/>
    <w:rsid w:val="004003E7"/>
    <w:rsid w:val="00401D2E"/>
    <w:rsid w:val="00403BD2"/>
    <w:rsid w:val="00403CD9"/>
    <w:rsid w:val="004062FF"/>
    <w:rsid w:val="00407EAC"/>
    <w:rsid w:val="00410DD1"/>
    <w:rsid w:val="00414B05"/>
    <w:rsid w:val="0042178B"/>
    <w:rsid w:val="0042259D"/>
    <w:rsid w:val="00422AFD"/>
    <w:rsid w:val="00422E21"/>
    <w:rsid w:val="0042301F"/>
    <w:rsid w:val="004230CB"/>
    <w:rsid w:val="00424699"/>
    <w:rsid w:val="00424EF5"/>
    <w:rsid w:val="004253E5"/>
    <w:rsid w:val="00427A14"/>
    <w:rsid w:val="00432173"/>
    <w:rsid w:val="004321EB"/>
    <w:rsid w:val="0043346E"/>
    <w:rsid w:val="004334DF"/>
    <w:rsid w:val="00434ACD"/>
    <w:rsid w:val="00436B5B"/>
    <w:rsid w:val="00436FD6"/>
    <w:rsid w:val="004372D2"/>
    <w:rsid w:val="0044165C"/>
    <w:rsid w:val="004416A4"/>
    <w:rsid w:val="00441CBC"/>
    <w:rsid w:val="00442436"/>
    <w:rsid w:val="00442964"/>
    <w:rsid w:val="00443A96"/>
    <w:rsid w:val="00444068"/>
    <w:rsid w:val="004449E8"/>
    <w:rsid w:val="004476DE"/>
    <w:rsid w:val="0044790B"/>
    <w:rsid w:val="004513B8"/>
    <w:rsid w:val="00451AB0"/>
    <w:rsid w:val="00455FE1"/>
    <w:rsid w:val="0046017A"/>
    <w:rsid w:val="00460F57"/>
    <w:rsid w:val="00460F78"/>
    <w:rsid w:val="004617F7"/>
    <w:rsid w:val="00461F52"/>
    <w:rsid w:val="004628A1"/>
    <w:rsid w:val="00462FC1"/>
    <w:rsid w:val="004640BC"/>
    <w:rsid w:val="00467FBE"/>
    <w:rsid w:val="0047304D"/>
    <w:rsid w:val="00474AB1"/>
    <w:rsid w:val="00475639"/>
    <w:rsid w:val="004756D1"/>
    <w:rsid w:val="004762B7"/>
    <w:rsid w:val="00477885"/>
    <w:rsid w:val="00480A17"/>
    <w:rsid w:val="004816AC"/>
    <w:rsid w:val="00481CEE"/>
    <w:rsid w:val="00485266"/>
    <w:rsid w:val="00487C1F"/>
    <w:rsid w:val="0049130C"/>
    <w:rsid w:val="00491933"/>
    <w:rsid w:val="00494AE4"/>
    <w:rsid w:val="004962A0"/>
    <w:rsid w:val="00497D32"/>
    <w:rsid w:val="004A4281"/>
    <w:rsid w:val="004A5F82"/>
    <w:rsid w:val="004A68DD"/>
    <w:rsid w:val="004A7322"/>
    <w:rsid w:val="004B039C"/>
    <w:rsid w:val="004B041F"/>
    <w:rsid w:val="004B1D0D"/>
    <w:rsid w:val="004B1FC3"/>
    <w:rsid w:val="004B243C"/>
    <w:rsid w:val="004B2E83"/>
    <w:rsid w:val="004B3566"/>
    <w:rsid w:val="004B3E61"/>
    <w:rsid w:val="004B488C"/>
    <w:rsid w:val="004B60F0"/>
    <w:rsid w:val="004B6E77"/>
    <w:rsid w:val="004B749E"/>
    <w:rsid w:val="004C0088"/>
    <w:rsid w:val="004C18A3"/>
    <w:rsid w:val="004C2588"/>
    <w:rsid w:val="004C2C22"/>
    <w:rsid w:val="004C39D9"/>
    <w:rsid w:val="004C44AD"/>
    <w:rsid w:val="004C4A6D"/>
    <w:rsid w:val="004C6B31"/>
    <w:rsid w:val="004D00B4"/>
    <w:rsid w:val="004D3CA6"/>
    <w:rsid w:val="004D5C9C"/>
    <w:rsid w:val="004D7EB0"/>
    <w:rsid w:val="004E2516"/>
    <w:rsid w:val="004E3510"/>
    <w:rsid w:val="004E3C07"/>
    <w:rsid w:val="004E3C51"/>
    <w:rsid w:val="004E3FB9"/>
    <w:rsid w:val="004E4D40"/>
    <w:rsid w:val="004E7E87"/>
    <w:rsid w:val="004F0340"/>
    <w:rsid w:val="004F097B"/>
    <w:rsid w:val="004F0E54"/>
    <w:rsid w:val="004F2492"/>
    <w:rsid w:val="004F502E"/>
    <w:rsid w:val="004F5241"/>
    <w:rsid w:val="004F6484"/>
    <w:rsid w:val="004F690F"/>
    <w:rsid w:val="004F7F72"/>
    <w:rsid w:val="005003E6"/>
    <w:rsid w:val="00502445"/>
    <w:rsid w:val="005032E9"/>
    <w:rsid w:val="00503348"/>
    <w:rsid w:val="00503F1E"/>
    <w:rsid w:val="0050407F"/>
    <w:rsid w:val="0050625B"/>
    <w:rsid w:val="00506F38"/>
    <w:rsid w:val="00510D4A"/>
    <w:rsid w:val="0051206B"/>
    <w:rsid w:val="005137DE"/>
    <w:rsid w:val="00514990"/>
    <w:rsid w:val="0051508D"/>
    <w:rsid w:val="00515198"/>
    <w:rsid w:val="00516697"/>
    <w:rsid w:val="00516F90"/>
    <w:rsid w:val="00517733"/>
    <w:rsid w:val="005249A7"/>
    <w:rsid w:val="005260A0"/>
    <w:rsid w:val="00530959"/>
    <w:rsid w:val="0053183D"/>
    <w:rsid w:val="00532723"/>
    <w:rsid w:val="005352C1"/>
    <w:rsid w:val="00535C70"/>
    <w:rsid w:val="005360E4"/>
    <w:rsid w:val="00536A2F"/>
    <w:rsid w:val="005376F7"/>
    <w:rsid w:val="005409DE"/>
    <w:rsid w:val="00546EC7"/>
    <w:rsid w:val="00550C84"/>
    <w:rsid w:val="00552A47"/>
    <w:rsid w:val="00554AC6"/>
    <w:rsid w:val="00554D24"/>
    <w:rsid w:val="0055666F"/>
    <w:rsid w:val="00557D37"/>
    <w:rsid w:val="005617E2"/>
    <w:rsid w:val="0056533D"/>
    <w:rsid w:val="005653AE"/>
    <w:rsid w:val="00565C40"/>
    <w:rsid w:val="00567EB6"/>
    <w:rsid w:val="00574647"/>
    <w:rsid w:val="00581326"/>
    <w:rsid w:val="005834E2"/>
    <w:rsid w:val="00584CA8"/>
    <w:rsid w:val="0058742B"/>
    <w:rsid w:val="00587DBC"/>
    <w:rsid w:val="00587DCF"/>
    <w:rsid w:val="00592BB1"/>
    <w:rsid w:val="00594AC0"/>
    <w:rsid w:val="0059598E"/>
    <w:rsid w:val="00596A41"/>
    <w:rsid w:val="005A183E"/>
    <w:rsid w:val="005A2755"/>
    <w:rsid w:val="005A2903"/>
    <w:rsid w:val="005A5933"/>
    <w:rsid w:val="005A6E56"/>
    <w:rsid w:val="005A79C8"/>
    <w:rsid w:val="005A7CCC"/>
    <w:rsid w:val="005B2EEF"/>
    <w:rsid w:val="005B52B9"/>
    <w:rsid w:val="005B5B64"/>
    <w:rsid w:val="005C133B"/>
    <w:rsid w:val="005C4467"/>
    <w:rsid w:val="005C7681"/>
    <w:rsid w:val="005D13DF"/>
    <w:rsid w:val="005D1C79"/>
    <w:rsid w:val="005D31B6"/>
    <w:rsid w:val="005D39EA"/>
    <w:rsid w:val="005D3DFD"/>
    <w:rsid w:val="005D4232"/>
    <w:rsid w:val="005D4344"/>
    <w:rsid w:val="005D50DE"/>
    <w:rsid w:val="005D5620"/>
    <w:rsid w:val="005E2096"/>
    <w:rsid w:val="005E30CB"/>
    <w:rsid w:val="005E39AA"/>
    <w:rsid w:val="005E39E9"/>
    <w:rsid w:val="005E3CC1"/>
    <w:rsid w:val="005E502E"/>
    <w:rsid w:val="005E5832"/>
    <w:rsid w:val="005E6766"/>
    <w:rsid w:val="005E6A30"/>
    <w:rsid w:val="005E6C39"/>
    <w:rsid w:val="005E7524"/>
    <w:rsid w:val="005E7CD7"/>
    <w:rsid w:val="005F25C2"/>
    <w:rsid w:val="005F3825"/>
    <w:rsid w:val="005F3C87"/>
    <w:rsid w:val="005F5494"/>
    <w:rsid w:val="005F55F0"/>
    <w:rsid w:val="005F6C52"/>
    <w:rsid w:val="0060077E"/>
    <w:rsid w:val="006027A5"/>
    <w:rsid w:val="00603B9A"/>
    <w:rsid w:val="0060411B"/>
    <w:rsid w:val="006043FF"/>
    <w:rsid w:val="00612EEE"/>
    <w:rsid w:val="00614E63"/>
    <w:rsid w:val="006153DC"/>
    <w:rsid w:val="00615DB4"/>
    <w:rsid w:val="00617377"/>
    <w:rsid w:val="0062298A"/>
    <w:rsid w:val="0062350A"/>
    <w:rsid w:val="00623DAC"/>
    <w:rsid w:val="006256D5"/>
    <w:rsid w:val="0062599B"/>
    <w:rsid w:val="00625FED"/>
    <w:rsid w:val="00626A3C"/>
    <w:rsid w:val="00626BA6"/>
    <w:rsid w:val="00630DB7"/>
    <w:rsid w:val="00630F2A"/>
    <w:rsid w:val="00631CB4"/>
    <w:rsid w:val="006350A0"/>
    <w:rsid w:val="00636315"/>
    <w:rsid w:val="00640434"/>
    <w:rsid w:val="006405AF"/>
    <w:rsid w:val="00640A8C"/>
    <w:rsid w:val="00641488"/>
    <w:rsid w:val="006426E4"/>
    <w:rsid w:val="00645AF1"/>
    <w:rsid w:val="006470E2"/>
    <w:rsid w:val="00647762"/>
    <w:rsid w:val="00647A08"/>
    <w:rsid w:val="00647F45"/>
    <w:rsid w:val="0065197F"/>
    <w:rsid w:val="006528E0"/>
    <w:rsid w:val="00653C67"/>
    <w:rsid w:val="006557B4"/>
    <w:rsid w:val="0065790D"/>
    <w:rsid w:val="0066326E"/>
    <w:rsid w:val="00663B00"/>
    <w:rsid w:val="00664F8A"/>
    <w:rsid w:val="0066664E"/>
    <w:rsid w:val="00673120"/>
    <w:rsid w:val="00680203"/>
    <w:rsid w:val="00681E13"/>
    <w:rsid w:val="00681EFE"/>
    <w:rsid w:val="00682D25"/>
    <w:rsid w:val="0068570B"/>
    <w:rsid w:val="0068572B"/>
    <w:rsid w:val="0068754D"/>
    <w:rsid w:val="00687EA0"/>
    <w:rsid w:val="00691EB5"/>
    <w:rsid w:val="00692DC3"/>
    <w:rsid w:val="00693AF1"/>
    <w:rsid w:val="00694BD8"/>
    <w:rsid w:val="006A0D0E"/>
    <w:rsid w:val="006A3537"/>
    <w:rsid w:val="006A3B5D"/>
    <w:rsid w:val="006A48FB"/>
    <w:rsid w:val="006A5C82"/>
    <w:rsid w:val="006A6080"/>
    <w:rsid w:val="006A62A6"/>
    <w:rsid w:val="006B1F0F"/>
    <w:rsid w:val="006B2E66"/>
    <w:rsid w:val="006B5F32"/>
    <w:rsid w:val="006B6508"/>
    <w:rsid w:val="006B7E7A"/>
    <w:rsid w:val="006C0033"/>
    <w:rsid w:val="006C06D4"/>
    <w:rsid w:val="006C186C"/>
    <w:rsid w:val="006C1BE7"/>
    <w:rsid w:val="006C2898"/>
    <w:rsid w:val="006C29C2"/>
    <w:rsid w:val="006C3851"/>
    <w:rsid w:val="006C4C31"/>
    <w:rsid w:val="006C5179"/>
    <w:rsid w:val="006D0417"/>
    <w:rsid w:val="006D0C20"/>
    <w:rsid w:val="006D0E35"/>
    <w:rsid w:val="006D0EA7"/>
    <w:rsid w:val="006D1461"/>
    <w:rsid w:val="006D1DFB"/>
    <w:rsid w:val="006D2A09"/>
    <w:rsid w:val="006D4426"/>
    <w:rsid w:val="006D5834"/>
    <w:rsid w:val="006D59E4"/>
    <w:rsid w:val="006D6C59"/>
    <w:rsid w:val="006E16B7"/>
    <w:rsid w:val="006E3F2E"/>
    <w:rsid w:val="006E4064"/>
    <w:rsid w:val="006E4A6F"/>
    <w:rsid w:val="006E4D74"/>
    <w:rsid w:val="006E4DFE"/>
    <w:rsid w:val="006E5DD6"/>
    <w:rsid w:val="006E7124"/>
    <w:rsid w:val="006F0FDA"/>
    <w:rsid w:val="006F1D75"/>
    <w:rsid w:val="006F1FEA"/>
    <w:rsid w:val="006F3547"/>
    <w:rsid w:val="006F5216"/>
    <w:rsid w:val="006F5FE4"/>
    <w:rsid w:val="006F6AA5"/>
    <w:rsid w:val="006F783C"/>
    <w:rsid w:val="0070020F"/>
    <w:rsid w:val="00701D7D"/>
    <w:rsid w:val="007059AC"/>
    <w:rsid w:val="00707293"/>
    <w:rsid w:val="00711614"/>
    <w:rsid w:val="00713677"/>
    <w:rsid w:val="00713DDE"/>
    <w:rsid w:val="0071458B"/>
    <w:rsid w:val="00715ADE"/>
    <w:rsid w:val="00720835"/>
    <w:rsid w:val="00722B2F"/>
    <w:rsid w:val="00722E54"/>
    <w:rsid w:val="00724202"/>
    <w:rsid w:val="00724971"/>
    <w:rsid w:val="0072525C"/>
    <w:rsid w:val="00727356"/>
    <w:rsid w:val="00731CA1"/>
    <w:rsid w:val="00732BA0"/>
    <w:rsid w:val="007335B1"/>
    <w:rsid w:val="00733639"/>
    <w:rsid w:val="00733F88"/>
    <w:rsid w:val="007342C4"/>
    <w:rsid w:val="00734748"/>
    <w:rsid w:val="00734DA1"/>
    <w:rsid w:val="007369E4"/>
    <w:rsid w:val="00737BCF"/>
    <w:rsid w:val="00741674"/>
    <w:rsid w:val="00742870"/>
    <w:rsid w:val="00744FB6"/>
    <w:rsid w:val="00746602"/>
    <w:rsid w:val="00750101"/>
    <w:rsid w:val="007519AD"/>
    <w:rsid w:val="007526F0"/>
    <w:rsid w:val="00752E1E"/>
    <w:rsid w:val="0075356A"/>
    <w:rsid w:val="00753FA4"/>
    <w:rsid w:val="00755F73"/>
    <w:rsid w:val="00757E9B"/>
    <w:rsid w:val="00760722"/>
    <w:rsid w:val="0076262D"/>
    <w:rsid w:val="0076386B"/>
    <w:rsid w:val="00763A4F"/>
    <w:rsid w:val="007648B9"/>
    <w:rsid w:val="00765A2E"/>
    <w:rsid w:val="00770F12"/>
    <w:rsid w:val="007713DC"/>
    <w:rsid w:val="007762E4"/>
    <w:rsid w:val="00776343"/>
    <w:rsid w:val="00776984"/>
    <w:rsid w:val="00776A90"/>
    <w:rsid w:val="007814E4"/>
    <w:rsid w:val="00783CC4"/>
    <w:rsid w:val="007841C1"/>
    <w:rsid w:val="00787FF5"/>
    <w:rsid w:val="0079124B"/>
    <w:rsid w:val="00791A61"/>
    <w:rsid w:val="007927A8"/>
    <w:rsid w:val="00792B06"/>
    <w:rsid w:val="00792BE2"/>
    <w:rsid w:val="00794B30"/>
    <w:rsid w:val="00795C22"/>
    <w:rsid w:val="00797946"/>
    <w:rsid w:val="00797C4B"/>
    <w:rsid w:val="007A00BF"/>
    <w:rsid w:val="007A18A6"/>
    <w:rsid w:val="007A295E"/>
    <w:rsid w:val="007A2B62"/>
    <w:rsid w:val="007A4086"/>
    <w:rsid w:val="007A44E4"/>
    <w:rsid w:val="007A596E"/>
    <w:rsid w:val="007A608A"/>
    <w:rsid w:val="007A7F2E"/>
    <w:rsid w:val="007B1A45"/>
    <w:rsid w:val="007B51CF"/>
    <w:rsid w:val="007B5258"/>
    <w:rsid w:val="007B7472"/>
    <w:rsid w:val="007B7714"/>
    <w:rsid w:val="007B7B86"/>
    <w:rsid w:val="007B7E96"/>
    <w:rsid w:val="007C2E9A"/>
    <w:rsid w:val="007C353C"/>
    <w:rsid w:val="007C460D"/>
    <w:rsid w:val="007C4713"/>
    <w:rsid w:val="007C7043"/>
    <w:rsid w:val="007C77F9"/>
    <w:rsid w:val="007C7967"/>
    <w:rsid w:val="007D00B0"/>
    <w:rsid w:val="007D1D5F"/>
    <w:rsid w:val="007D2409"/>
    <w:rsid w:val="007D37F8"/>
    <w:rsid w:val="007D3C43"/>
    <w:rsid w:val="007D6104"/>
    <w:rsid w:val="007E0979"/>
    <w:rsid w:val="007E19B4"/>
    <w:rsid w:val="007E1FC1"/>
    <w:rsid w:val="007E510D"/>
    <w:rsid w:val="007F1AF0"/>
    <w:rsid w:val="007F29CE"/>
    <w:rsid w:val="007F5C7D"/>
    <w:rsid w:val="007F66F3"/>
    <w:rsid w:val="007F7D43"/>
    <w:rsid w:val="008014A6"/>
    <w:rsid w:val="00801AD6"/>
    <w:rsid w:val="0080423D"/>
    <w:rsid w:val="00806867"/>
    <w:rsid w:val="00807AD7"/>
    <w:rsid w:val="00807C42"/>
    <w:rsid w:val="00815F8C"/>
    <w:rsid w:val="008165EA"/>
    <w:rsid w:val="00820421"/>
    <w:rsid w:val="00820BF7"/>
    <w:rsid w:val="008216D1"/>
    <w:rsid w:val="008231EE"/>
    <w:rsid w:val="00825194"/>
    <w:rsid w:val="008306A4"/>
    <w:rsid w:val="00831D71"/>
    <w:rsid w:val="00832240"/>
    <w:rsid w:val="00834AA0"/>
    <w:rsid w:val="008357C4"/>
    <w:rsid w:val="0083791B"/>
    <w:rsid w:val="008406D9"/>
    <w:rsid w:val="00840B0A"/>
    <w:rsid w:val="008422FF"/>
    <w:rsid w:val="008426FC"/>
    <w:rsid w:val="008451FE"/>
    <w:rsid w:val="008454AC"/>
    <w:rsid w:val="008460D0"/>
    <w:rsid w:val="00847676"/>
    <w:rsid w:val="008502CF"/>
    <w:rsid w:val="008506CC"/>
    <w:rsid w:val="00852705"/>
    <w:rsid w:val="00853F0E"/>
    <w:rsid w:val="008548AC"/>
    <w:rsid w:val="00857354"/>
    <w:rsid w:val="008627B5"/>
    <w:rsid w:val="008641BA"/>
    <w:rsid w:val="00865669"/>
    <w:rsid w:val="00866AEA"/>
    <w:rsid w:val="00867385"/>
    <w:rsid w:val="00873716"/>
    <w:rsid w:val="00873F66"/>
    <w:rsid w:val="008744CF"/>
    <w:rsid w:val="0087453F"/>
    <w:rsid w:val="008749C3"/>
    <w:rsid w:val="00874C37"/>
    <w:rsid w:val="008764C8"/>
    <w:rsid w:val="00876766"/>
    <w:rsid w:val="00882FF7"/>
    <w:rsid w:val="0088369B"/>
    <w:rsid w:val="0088486A"/>
    <w:rsid w:val="008865E1"/>
    <w:rsid w:val="00887E88"/>
    <w:rsid w:val="008906D9"/>
    <w:rsid w:val="00890AC5"/>
    <w:rsid w:val="00891571"/>
    <w:rsid w:val="00891B99"/>
    <w:rsid w:val="008A0527"/>
    <w:rsid w:val="008A0E0B"/>
    <w:rsid w:val="008A1033"/>
    <w:rsid w:val="008A263F"/>
    <w:rsid w:val="008A4606"/>
    <w:rsid w:val="008A4A67"/>
    <w:rsid w:val="008A558E"/>
    <w:rsid w:val="008A5ABC"/>
    <w:rsid w:val="008A5CD2"/>
    <w:rsid w:val="008A7B3D"/>
    <w:rsid w:val="008B051F"/>
    <w:rsid w:val="008B067E"/>
    <w:rsid w:val="008B2C75"/>
    <w:rsid w:val="008B3328"/>
    <w:rsid w:val="008B38DA"/>
    <w:rsid w:val="008B6A92"/>
    <w:rsid w:val="008B78DD"/>
    <w:rsid w:val="008B7FA4"/>
    <w:rsid w:val="008C067A"/>
    <w:rsid w:val="008C0719"/>
    <w:rsid w:val="008C2334"/>
    <w:rsid w:val="008C2AE7"/>
    <w:rsid w:val="008C3B2A"/>
    <w:rsid w:val="008C4F81"/>
    <w:rsid w:val="008C62DF"/>
    <w:rsid w:val="008C65CC"/>
    <w:rsid w:val="008C73FA"/>
    <w:rsid w:val="008D485F"/>
    <w:rsid w:val="008D6050"/>
    <w:rsid w:val="008D6B68"/>
    <w:rsid w:val="008E02EC"/>
    <w:rsid w:val="008E06C3"/>
    <w:rsid w:val="008E11F4"/>
    <w:rsid w:val="008E1AD0"/>
    <w:rsid w:val="008E36C1"/>
    <w:rsid w:val="008E39F7"/>
    <w:rsid w:val="008E3B6B"/>
    <w:rsid w:val="008E482B"/>
    <w:rsid w:val="008E4D66"/>
    <w:rsid w:val="008E54E4"/>
    <w:rsid w:val="008F0026"/>
    <w:rsid w:val="008F0663"/>
    <w:rsid w:val="008F2237"/>
    <w:rsid w:val="008F2657"/>
    <w:rsid w:val="008F3C44"/>
    <w:rsid w:val="008F5441"/>
    <w:rsid w:val="008F58F1"/>
    <w:rsid w:val="00900201"/>
    <w:rsid w:val="009115FD"/>
    <w:rsid w:val="00912609"/>
    <w:rsid w:val="00912C4D"/>
    <w:rsid w:val="00913EDA"/>
    <w:rsid w:val="0091491F"/>
    <w:rsid w:val="0091512E"/>
    <w:rsid w:val="0091707F"/>
    <w:rsid w:val="009171BB"/>
    <w:rsid w:val="0091795B"/>
    <w:rsid w:val="009206DE"/>
    <w:rsid w:val="00922AAD"/>
    <w:rsid w:val="00923633"/>
    <w:rsid w:val="009236E3"/>
    <w:rsid w:val="0092483A"/>
    <w:rsid w:val="00926319"/>
    <w:rsid w:val="00927267"/>
    <w:rsid w:val="00930499"/>
    <w:rsid w:val="009327B8"/>
    <w:rsid w:val="009341C0"/>
    <w:rsid w:val="00934F78"/>
    <w:rsid w:val="0093644D"/>
    <w:rsid w:val="009365E7"/>
    <w:rsid w:val="009370C0"/>
    <w:rsid w:val="00937213"/>
    <w:rsid w:val="0094047A"/>
    <w:rsid w:val="009433A0"/>
    <w:rsid w:val="0094342F"/>
    <w:rsid w:val="009448FD"/>
    <w:rsid w:val="00945C23"/>
    <w:rsid w:val="00952170"/>
    <w:rsid w:val="00952451"/>
    <w:rsid w:val="00952DD2"/>
    <w:rsid w:val="00953CAF"/>
    <w:rsid w:val="00954492"/>
    <w:rsid w:val="009603A3"/>
    <w:rsid w:val="009605F1"/>
    <w:rsid w:val="009609F3"/>
    <w:rsid w:val="0096377C"/>
    <w:rsid w:val="00963D9B"/>
    <w:rsid w:val="009643BC"/>
    <w:rsid w:val="00965792"/>
    <w:rsid w:val="009667A3"/>
    <w:rsid w:val="0096723B"/>
    <w:rsid w:val="00970121"/>
    <w:rsid w:val="00970946"/>
    <w:rsid w:val="00974CF4"/>
    <w:rsid w:val="00975B94"/>
    <w:rsid w:val="00976314"/>
    <w:rsid w:val="009812F7"/>
    <w:rsid w:val="00981414"/>
    <w:rsid w:val="00981568"/>
    <w:rsid w:val="00981A4F"/>
    <w:rsid w:val="00983603"/>
    <w:rsid w:val="00983733"/>
    <w:rsid w:val="00984A83"/>
    <w:rsid w:val="00985D66"/>
    <w:rsid w:val="00991D49"/>
    <w:rsid w:val="009930A8"/>
    <w:rsid w:val="009934EE"/>
    <w:rsid w:val="0099514E"/>
    <w:rsid w:val="00995755"/>
    <w:rsid w:val="00996013"/>
    <w:rsid w:val="00996C62"/>
    <w:rsid w:val="009A06E6"/>
    <w:rsid w:val="009A0DA3"/>
    <w:rsid w:val="009A2A48"/>
    <w:rsid w:val="009A3889"/>
    <w:rsid w:val="009A5207"/>
    <w:rsid w:val="009A5E0F"/>
    <w:rsid w:val="009A7ED6"/>
    <w:rsid w:val="009B142D"/>
    <w:rsid w:val="009B1903"/>
    <w:rsid w:val="009B51F4"/>
    <w:rsid w:val="009B6E07"/>
    <w:rsid w:val="009B791B"/>
    <w:rsid w:val="009C11B8"/>
    <w:rsid w:val="009C17FC"/>
    <w:rsid w:val="009C2BC1"/>
    <w:rsid w:val="009C3E14"/>
    <w:rsid w:val="009C5958"/>
    <w:rsid w:val="009C5C8A"/>
    <w:rsid w:val="009C79EC"/>
    <w:rsid w:val="009D2457"/>
    <w:rsid w:val="009D27BD"/>
    <w:rsid w:val="009D2FA8"/>
    <w:rsid w:val="009D36DF"/>
    <w:rsid w:val="009D4793"/>
    <w:rsid w:val="009D576B"/>
    <w:rsid w:val="009D6F29"/>
    <w:rsid w:val="009D7396"/>
    <w:rsid w:val="009D7489"/>
    <w:rsid w:val="009D7DEA"/>
    <w:rsid w:val="009E1CCA"/>
    <w:rsid w:val="009E1DCD"/>
    <w:rsid w:val="009E2CFF"/>
    <w:rsid w:val="009E4632"/>
    <w:rsid w:val="009E5139"/>
    <w:rsid w:val="009E51BD"/>
    <w:rsid w:val="009E561E"/>
    <w:rsid w:val="009E67EF"/>
    <w:rsid w:val="009E737C"/>
    <w:rsid w:val="009E761A"/>
    <w:rsid w:val="009F04A2"/>
    <w:rsid w:val="009F064D"/>
    <w:rsid w:val="009F0B6C"/>
    <w:rsid w:val="009F16BE"/>
    <w:rsid w:val="009F16F9"/>
    <w:rsid w:val="009F2747"/>
    <w:rsid w:val="009F3121"/>
    <w:rsid w:val="009F71C1"/>
    <w:rsid w:val="009F74B0"/>
    <w:rsid w:val="00A002AC"/>
    <w:rsid w:val="00A006F2"/>
    <w:rsid w:val="00A00AB7"/>
    <w:rsid w:val="00A0305A"/>
    <w:rsid w:val="00A04ACF"/>
    <w:rsid w:val="00A06BC8"/>
    <w:rsid w:val="00A0759C"/>
    <w:rsid w:val="00A079CB"/>
    <w:rsid w:val="00A07A53"/>
    <w:rsid w:val="00A10B5A"/>
    <w:rsid w:val="00A12C16"/>
    <w:rsid w:val="00A13D79"/>
    <w:rsid w:val="00A1448E"/>
    <w:rsid w:val="00A15018"/>
    <w:rsid w:val="00A1786B"/>
    <w:rsid w:val="00A2122D"/>
    <w:rsid w:val="00A2171D"/>
    <w:rsid w:val="00A23465"/>
    <w:rsid w:val="00A23734"/>
    <w:rsid w:val="00A24AF7"/>
    <w:rsid w:val="00A24CF9"/>
    <w:rsid w:val="00A25D1A"/>
    <w:rsid w:val="00A271AC"/>
    <w:rsid w:val="00A2766D"/>
    <w:rsid w:val="00A27B22"/>
    <w:rsid w:val="00A323BF"/>
    <w:rsid w:val="00A342D8"/>
    <w:rsid w:val="00A36001"/>
    <w:rsid w:val="00A362E2"/>
    <w:rsid w:val="00A37C1B"/>
    <w:rsid w:val="00A416A1"/>
    <w:rsid w:val="00A423B8"/>
    <w:rsid w:val="00A439B0"/>
    <w:rsid w:val="00A454FD"/>
    <w:rsid w:val="00A46CA7"/>
    <w:rsid w:val="00A47477"/>
    <w:rsid w:val="00A5022E"/>
    <w:rsid w:val="00A50CAB"/>
    <w:rsid w:val="00A52936"/>
    <w:rsid w:val="00A52D2B"/>
    <w:rsid w:val="00A532B0"/>
    <w:rsid w:val="00A5362B"/>
    <w:rsid w:val="00A53F64"/>
    <w:rsid w:val="00A543DB"/>
    <w:rsid w:val="00A55B4D"/>
    <w:rsid w:val="00A56F1A"/>
    <w:rsid w:val="00A608B9"/>
    <w:rsid w:val="00A63FDD"/>
    <w:rsid w:val="00A64158"/>
    <w:rsid w:val="00A64984"/>
    <w:rsid w:val="00A65741"/>
    <w:rsid w:val="00A6711A"/>
    <w:rsid w:val="00A719B0"/>
    <w:rsid w:val="00A71ABB"/>
    <w:rsid w:val="00A74109"/>
    <w:rsid w:val="00A742EF"/>
    <w:rsid w:val="00A7486B"/>
    <w:rsid w:val="00A75257"/>
    <w:rsid w:val="00A76025"/>
    <w:rsid w:val="00A76168"/>
    <w:rsid w:val="00A812DF"/>
    <w:rsid w:val="00A8131C"/>
    <w:rsid w:val="00A8366E"/>
    <w:rsid w:val="00A846E7"/>
    <w:rsid w:val="00A85252"/>
    <w:rsid w:val="00A902E7"/>
    <w:rsid w:val="00A97A74"/>
    <w:rsid w:val="00A97FBF"/>
    <w:rsid w:val="00AA0BEF"/>
    <w:rsid w:val="00AA120B"/>
    <w:rsid w:val="00AA19EA"/>
    <w:rsid w:val="00AA1A6F"/>
    <w:rsid w:val="00AA1C12"/>
    <w:rsid w:val="00AA201C"/>
    <w:rsid w:val="00AA273A"/>
    <w:rsid w:val="00AA2797"/>
    <w:rsid w:val="00AA58EC"/>
    <w:rsid w:val="00AA622F"/>
    <w:rsid w:val="00AA75DE"/>
    <w:rsid w:val="00AA79FD"/>
    <w:rsid w:val="00AB4884"/>
    <w:rsid w:val="00AB5B14"/>
    <w:rsid w:val="00AB6596"/>
    <w:rsid w:val="00AC2813"/>
    <w:rsid w:val="00AC2CDE"/>
    <w:rsid w:val="00AC2D20"/>
    <w:rsid w:val="00AC2E95"/>
    <w:rsid w:val="00AC38D8"/>
    <w:rsid w:val="00AC4509"/>
    <w:rsid w:val="00AC4DE7"/>
    <w:rsid w:val="00AC4FD6"/>
    <w:rsid w:val="00AC5DC6"/>
    <w:rsid w:val="00AC6559"/>
    <w:rsid w:val="00AC66C1"/>
    <w:rsid w:val="00AC7481"/>
    <w:rsid w:val="00AD200F"/>
    <w:rsid w:val="00AD4B2D"/>
    <w:rsid w:val="00AE1985"/>
    <w:rsid w:val="00AE1BFB"/>
    <w:rsid w:val="00AE2438"/>
    <w:rsid w:val="00AE36D8"/>
    <w:rsid w:val="00AE5393"/>
    <w:rsid w:val="00AE65DD"/>
    <w:rsid w:val="00AE6B6C"/>
    <w:rsid w:val="00AF03CC"/>
    <w:rsid w:val="00AF37EF"/>
    <w:rsid w:val="00AF6C94"/>
    <w:rsid w:val="00B01982"/>
    <w:rsid w:val="00B01DA2"/>
    <w:rsid w:val="00B0274E"/>
    <w:rsid w:val="00B050C3"/>
    <w:rsid w:val="00B07CE2"/>
    <w:rsid w:val="00B12924"/>
    <w:rsid w:val="00B134C7"/>
    <w:rsid w:val="00B15BC8"/>
    <w:rsid w:val="00B169A3"/>
    <w:rsid w:val="00B1798E"/>
    <w:rsid w:val="00B22B02"/>
    <w:rsid w:val="00B264FD"/>
    <w:rsid w:val="00B27459"/>
    <w:rsid w:val="00B3185E"/>
    <w:rsid w:val="00B3199B"/>
    <w:rsid w:val="00B33341"/>
    <w:rsid w:val="00B35E89"/>
    <w:rsid w:val="00B35FF8"/>
    <w:rsid w:val="00B400D2"/>
    <w:rsid w:val="00B41649"/>
    <w:rsid w:val="00B417A5"/>
    <w:rsid w:val="00B426E1"/>
    <w:rsid w:val="00B43EFD"/>
    <w:rsid w:val="00B450B7"/>
    <w:rsid w:val="00B45B2A"/>
    <w:rsid w:val="00B46AFB"/>
    <w:rsid w:val="00B46FF3"/>
    <w:rsid w:val="00B52928"/>
    <w:rsid w:val="00B52B5C"/>
    <w:rsid w:val="00B52F98"/>
    <w:rsid w:val="00B53A60"/>
    <w:rsid w:val="00B5423F"/>
    <w:rsid w:val="00B54F59"/>
    <w:rsid w:val="00B57B26"/>
    <w:rsid w:val="00B57CF6"/>
    <w:rsid w:val="00B62F7A"/>
    <w:rsid w:val="00B63534"/>
    <w:rsid w:val="00B65D8B"/>
    <w:rsid w:val="00B70082"/>
    <w:rsid w:val="00B72C3B"/>
    <w:rsid w:val="00B733CB"/>
    <w:rsid w:val="00B7450E"/>
    <w:rsid w:val="00B7557C"/>
    <w:rsid w:val="00B76090"/>
    <w:rsid w:val="00B779C9"/>
    <w:rsid w:val="00B846D4"/>
    <w:rsid w:val="00B878C2"/>
    <w:rsid w:val="00B87D0C"/>
    <w:rsid w:val="00B87ED9"/>
    <w:rsid w:val="00B90AA0"/>
    <w:rsid w:val="00B935C6"/>
    <w:rsid w:val="00B97430"/>
    <w:rsid w:val="00B97987"/>
    <w:rsid w:val="00BA00F4"/>
    <w:rsid w:val="00BA01A0"/>
    <w:rsid w:val="00BA0BA9"/>
    <w:rsid w:val="00BA1071"/>
    <w:rsid w:val="00BA13FE"/>
    <w:rsid w:val="00BA1466"/>
    <w:rsid w:val="00BA571F"/>
    <w:rsid w:val="00BA67D4"/>
    <w:rsid w:val="00BB00AD"/>
    <w:rsid w:val="00BB0963"/>
    <w:rsid w:val="00BB1040"/>
    <w:rsid w:val="00BB1193"/>
    <w:rsid w:val="00BB23DD"/>
    <w:rsid w:val="00BB4624"/>
    <w:rsid w:val="00BB5BF0"/>
    <w:rsid w:val="00BB6736"/>
    <w:rsid w:val="00BB708B"/>
    <w:rsid w:val="00BB7386"/>
    <w:rsid w:val="00BC1114"/>
    <w:rsid w:val="00BC21FD"/>
    <w:rsid w:val="00BC229E"/>
    <w:rsid w:val="00BC3891"/>
    <w:rsid w:val="00BC4294"/>
    <w:rsid w:val="00BC453C"/>
    <w:rsid w:val="00BC471F"/>
    <w:rsid w:val="00BC48CF"/>
    <w:rsid w:val="00BC562D"/>
    <w:rsid w:val="00BC7DBA"/>
    <w:rsid w:val="00BD315F"/>
    <w:rsid w:val="00BD40A0"/>
    <w:rsid w:val="00BD4170"/>
    <w:rsid w:val="00BD5B16"/>
    <w:rsid w:val="00BD6FC6"/>
    <w:rsid w:val="00BD774E"/>
    <w:rsid w:val="00BE082B"/>
    <w:rsid w:val="00BE119B"/>
    <w:rsid w:val="00BE1F7C"/>
    <w:rsid w:val="00BE35EF"/>
    <w:rsid w:val="00BE3FC8"/>
    <w:rsid w:val="00BF04DB"/>
    <w:rsid w:val="00BF0AF2"/>
    <w:rsid w:val="00BF0E67"/>
    <w:rsid w:val="00BF3592"/>
    <w:rsid w:val="00BF5072"/>
    <w:rsid w:val="00BF545C"/>
    <w:rsid w:val="00BF7497"/>
    <w:rsid w:val="00BF7F8A"/>
    <w:rsid w:val="00C0215B"/>
    <w:rsid w:val="00C051A6"/>
    <w:rsid w:val="00C05F1C"/>
    <w:rsid w:val="00C05F21"/>
    <w:rsid w:val="00C10C0F"/>
    <w:rsid w:val="00C11726"/>
    <w:rsid w:val="00C12518"/>
    <w:rsid w:val="00C1258C"/>
    <w:rsid w:val="00C13B60"/>
    <w:rsid w:val="00C1405E"/>
    <w:rsid w:val="00C16F89"/>
    <w:rsid w:val="00C17480"/>
    <w:rsid w:val="00C20D39"/>
    <w:rsid w:val="00C21A2C"/>
    <w:rsid w:val="00C229BB"/>
    <w:rsid w:val="00C23768"/>
    <w:rsid w:val="00C24BC4"/>
    <w:rsid w:val="00C32C6D"/>
    <w:rsid w:val="00C33A4D"/>
    <w:rsid w:val="00C36191"/>
    <w:rsid w:val="00C36B89"/>
    <w:rsid w:val="00C36CCD"/>
    <w:rsid w:val="00C37DC9"/>
    <w:rsid w:val="00C40B69"/>
    <w:rsid w:val="00C46095"/>
    <w:rsid w:val="00C501A8"/>
    <w:rsid w:val="00C5060F"/>
    <w:rsid w:val="00C5083C"/>
    <w:rsid w:val="00C52010"/>
    <w:rsid w:val="00C531DD"/>
    <w:rsid w:val="00C53FAB"/>
    <w:rsid w:val="00C5613D"/>
    <w:rsid w:val="00C56AE0"/>
    <w:rsid w:val="00C60943"/>
    <w:rsid w:val="00C61184"/>
    <w:rsid w:val="00C6322F"/>
    <w:rsid w:val="00C6644B"/>
    <w:rsid w:val="00C66A71"/>
    <w:rsid w:val="00C67D69"/>
    <w:rsid w:val="00C72582"/>
    <w:rsid w:val="00C72ED6"/>
    <w:rsid w:val="00C752AB"/>
    <w:rsid w:val="00C81D21"/>
    <w:rsid w:val="00C8257E"/>
    <w:rsid w:val="00C825DE"/>
    <w:rsid w:val="00C8267A"/>
    <w:rsid w:val="00C83CB4"/>
    <w:rsid w:val="00C85AC8"/>
    <w:rsid w:val="00C9238A"/>
    <w:rsid w:val="00C92625"/>
    <w:rsid w:val="00C92A84"/>
    <w:rsid w:val="00C92D58"/>
    <w:rsid w:val="00C93839"/>
    <w:rsid w:val="00C94B27"/>
    <w:rsid w:val="00C956BB"/>
    <w:rsid w:val="00C9653E"/>
    <w:rsid w:val="00CA015D"/>
    <w:rsid w:val="00CA0647"/>
    <w:rsid w:val="00CA094B"/>
    <w:rsid w:val="00CA3746"/>
    <w:rsid w:val="00CA3C54"/>
    <w:rsid w:val="00CA3F41"/>
    <w:rsid w:val="00CA4EA0"/>
    <w:rsid w:val="00CA5E2B"/>
    <w:rsid w:val="00CA6CBC"/>
    <w:rsid w:val="00CA6DAD"/>
    <w:rsid w:val="00CA7A98"/>
    <w:rsid w:val="00CB2B79"/>
    <w:rsid w:val="00CB316A"/>
    <w:rsid w:val="00CB4430"/>
    <w:rsid w:val="00CB4FE0"/>
    <w:rsid w:val="00CB61B7"/>
    <w:rsid w:val="00CB7B50"/>
    <w:rsid w:val="00CC0646"/>
    <w:rsid w:val="00CC0AAD"/>
    <w:rsid w:val="00CC0BF7"/>
    <w:rsid w:val="00CC155C"/>
    <w:rsid w:val="00CC16C4"/>
    <w:rsid w:val="00CC40D9"/>
    <w:rsid w:val="00CC541C"/>
    <w:rsid w:val="00CC5B54"/>
    <w:rsid w:val="00CC7C15"/>
    <w:rsid w:val="00CC7D04"/>
    <w:rsid w:val="00CD0551"/>
    <w:rsid w:val="00CD0AE9"/>
    <w:rsid w:val="00CD13A3"/>
    <w:rsid w:val="00CD4772"/>
    <w:rsid w:val="00CD570A"/>
    <w:rsid w:val="00CE0A34"/>
    <w:rsid w:val="00CE32E7"/>
    <w:rsid w:val="00CE42A9"/>
    <w:rsid w:val="00CE5C28"/>
    <w:rsid w:val="00CE5FDA"/>
    <w:rsid w:val="00CF2FB8"/>
    <w:rsid w:val="00CF38B6"/>
    <w:rsid w:val="00CF39E1"/>
    <w:rsid w:val="00CF5A11"/>
    <w:rsid w:val="00CF7953"/>
    <w:rsid w:val="00D02C8F"/>
    <w:rsid w:val="00D04C77"/>
    <w:rsid w:val="00D050AC"/>
    <w:rsid w:val="00D052BC"/>
    <w:rsid w:val="00D0537C"/>
    <w:rsid w:val="00D06A94"/>
    <w:rsid w:val="00D07A3A"/>
    <w:rsid w:val="00D10FB4"/>
    <w:rsid w:val="00D12C46"/>
    <w:rsid w:val="00D13673"/>
    <w:rsid w:val="00D14262"/>
    <w:rsid w:val="00D1525C"/>
    <w:rsid w:val="00D1663F"/>
    <w:rsid w:val="00D23D10"/>
    <w:rsid w:val="00D244D1"/>
    <w:rsid w:val="00D2465D"/>
    <w:rsid w:val="00D24824"/>
    <w:rsid w:val="00D24B2B"/>
    <w:rsid w:val="00D24C2F"/>
    <w:rsid w:val="00D3029E"/>
    <w:rsid w:val="00D3220F"/>
    <w:rsid w:val="00D32CC6"/>
    <w:rsid w:val="00D35178"/>
    <w:rsid w:val="00D35272"/>
    <w:rsid w:val="00D3587C"/>
    <w:rsid w:val="00D371D9"/>
    <w:rsid w:val="00D3744E"/>
    <w:rsid w:val="00D4015E"/>
    <w:rsid w:val="00D40BF4"/>
    <w:rsid w:val="00D41563"/>
    <w:rsid w:val="00D41636"/>
    <w:rsid w:val="00D418ED"/>
    <w:rsid w:val="00D428CD"/>
    <w:rsid w:val="00D42DE1"/>
    <w:rsid w:val="00D44B33"/>
    <w:rsid w:val="00D4523C"/>
    <w:rsid w:val="00D51C68"/>
    <w:rsid w:val="00D5306E"/>
    <w:rsid w:val="00D5338D"/>
    <w:rsid w:val="00D53416"/>
    <w:rsid w:val="00D53C41"/>
    <w:rsid w:val="00D578BA"/>
    <w:rsid w:val="00D57B5D"/>
    <w:rsid w:val="00D601A7"/>
    <w:rsid w:val="00D61ECA"/>
    <w:rsid w:val="00D6290B"/>
    <w:rsid w:val="00D64DC5"/>
    <w:rsid w:val="00D65DD5"/>
    <w:rsid w:val="00D66002"/>
    <w:rsid w:val="00D6656D"/>
    <w:rsid w:val="00D6722A"/>
    <w:rsid w:val="00D7101F"/>
    <w:rsid w:val="00D74C7A"/>
    <w:rsid w:val="00D75782"/>
    <w:rsid w:val="00D76DB6"/>
    <w:rsid w:val="00D7752A"/>
    <w:rsid w:val="00D80559"/>
    <w:rsid w:val="00D81041"/>
    <w:rsid w:val="00D8120F"/>
    <w:rsid w:val="00D81307"/>
    <w:rsid w:val="00D828B7"/>
    <w:rsid w:val="00D82ACC"/>
    <w:rsid w:val="00D8412C"/>
    <w:rsid w:val="00D86361"/>
    <w:rsid w:val="00D86C6F"/>
    <w:rsid w:val="00D90A56"/>
    <w:rsid w:val="00D928E2"/>
    <w:rsid w:val="00D95040"/>
    <w:rsid w:val="00DA346D"/>
    <w:rsid w:val="00DA3552"/>
    <w:rsid w:val="00DA3C0A"/>
    <w:rsid w:val="00DA5A95"/>
    <w:rsid w:val="00DA725B"/>
    <w:rsid w:val="00DB08C6"/>
    <w:rsid w:val="00DB169B"/>
    <w:rsid w:val="00DB40D7"/>
    <w:rsid w:val="00DB543B"/>
    <w:rsid w:val="00DB5AA1"/>
    <w:rsid w:val="00DB65E1"/>
    <w:rsid w:val="00DC0652"/>
    <w:rsid w:val="00DC1118"/>
    <w:rsid w:val="00DC4883"/>
    <w:rsid w:val="00DC7A97"/>
    <w:rsid w:val="00DC7B99"/>
    <w:rsid w:val="00DC7CFA"/>
    <w:rsid w:val="00DD251D"/>
    <w:rsid w:val="00DD2CAA"/>
    <w:rsid w:val="00DD4789"/>
    <w:rsid w:val="00DD4F27"/>
    <w:rsid w:val="00DD54B2"/>
    <w:rsid w:val="00DD59F6"/>
    <w:rsid w:val="00DD6D75"/>
    <w:rsid w:val="00DE0581"/>
    <w:rsid w:val="00DE13FA"/>
    <w:rsid w:val="00DE2702"/>
    <w:rsid w:val="00DE4F20"/>
    <w:rsid w:val="00DE58F6"/>
    <w:rsid w:val="00DF0B2F"/>
    <w:rsid w:val="00DF0FE1"/>
    <w:rsid w:val="00DF2B4C"/>
    <w:rsid w:val="00DF31DD"/>
    <w:rsid w:val="00DF599C"/>
    <w:rsid w:val="00DF59AD"/>
    <w:rsid w:val="00DF5BBB"/>
    <w:rsid w:val="00DF5F8A"/>
    <w:rsid w:val="00DF63DE"/>
    <w:rsid w:val="00E03284"/>
    <w:rsid w:val="00E0344F"/>
    <w:rsid w:val="00E06572"/>
    <w:rsid w:val="00E075D2"/>
    <w:rsid w:val="00E11C2D"/>
    <w:rsid w:val="00E12E85"/>
    <w:rsid w:val="00E13B36"/>
    <w:rsid w:val="00E162BE"/>
    <w:rsid w:val="00E162FC"/>
    <w:rsid w:val="00E163C7"/>
    <w:rsid w:val="00E21D91"/>
    <w:rsid w:val="00E234F9"/>
    <w:rsid w:val="00E239D6"/>
    <w:rsid w:val="00E24776"/>
    <w:rsid w:val="00E25B07"/>
    <w:rsid w:val="00E266B0"/>
    <w:rsid w:val="00E31958"/>
    <w:rsid w:val="00E3310D"/>
    <w:rsid w:val="00E34663"/>
    <w:rsid w:val="00E35D4A"/>
    <w:rsid w:val="00E35EAC"/>
    <w:rsid w:val="00E36558"/>
    <w:rsid w:val="00E3761F"/>
    <w:rsid w:val="00E41986"/>
    <w:rsid w:val="00E41B0F"/>
    <w:rsid w:val="00E4593D"/>
    <w:rsid w:val="00E50649"/>
    <w:rsid w:val="00E512CF"/>
    <w:rsid w:val="00E531BD"/>
    <w:rsid w:val="00E5363F"/>
    <w:rsid w:val="00E5426B"/>
    <w:rsid w:val="00E55AAC"/>
    <w:rsid w:val="00E55B8D"/>
    <w:rsid w:val="00E56225"/>
    <w:rsid w:val="00E572CC"/>
    <w:rsid w:val="00E62BA1"/>
    <w:rsid w:val="00E642F5"/>
    <w:rsid w:val="00E67A19"/>
    <w:rsid w:val="00E71E47"/>
    <w:rsid w:val="00E72835"/>
    <w:rsid w:val="00E74BC4"/>
    <w:rsid w:val="00E758EF"/>
    <w:rsid w:val="00E75C57"/>
    <w:rsid w:val="00E7726F"/>
    <w:rsid w:val="00E81E7D"/>
    <w:rsid w:val="00E8389C"/>
    <w:rsid w:val="00E83F62"/>
    <w:rsid w:val="00E856F0"/>
    <w:rsid w:val="00E8621C"/>
    <w:rsid w:val="00E87EA8"/>
    <w:rsid w:val="00E91124"/>
    <w:rsid w:val="00E91AC1"/>
    <w:rsid w:val="00E92DA0"/>
    <w:rsid w:val="00E94FFC"/>
    <w:rsid w:val="00EA066D"/>
    <w:rsid w:val="00EA0D9D"/>
    <w:rsid w:val="00EA1E8B"/>
    <w:rsid w:val="00EA34D8"/>
    <w:rsid w:val="00EA486B"/>
    <w:rsid w:val="00EB1D88"/>
    <w:rsid w:val="00EB2078"/>
    <w:rsid w:val="00EB33B3"/>
    <w:rsid w:val="00EB3702"/>
    <w:rsid w:val="00EB492D"/>
    <w:rsid w:val="00EB5FDB"/>
    <w:rsid w:val="00EB7734"/>
    <w:rsid w:val="00EB7E12"/>
    <w:rsid w:val="00EC0ABF"/>
    <w:rsid w:val="00EC0AEC"/>
    <w:rsid w:val="00EC1D21"/>
    <w:rsid w:val="00EC3653"/>
    <w:rsid w:val="00EC37D3"/>
    <w:rsid w:val="00EC3E70"/>
    <w:rsid w:val="00EC5248"/>
    <w:rsid w:val="00EC5ABB"/>
    <w:rsid w:val="00ED57A8"/>
    <w:rsid w:val="00ED5931"/>
    <w:rsid w:val="00ED6288"/>
    <w:rsid w:val="00ED78BC"/>
    <w:rsid w:val="00EE1286"/>
    <w:rsid w:val="00EE2739"/>
    <w:rsid w:val="00EE2C0D"/>
    <w:rsid w:val="00EE40B0"/>
    <w:rsid w:val="00EE4FD8"/>
    <w:rsid w:val="00EE58FB"/>
    <w:rsid w:val="00EE635B"/>
    <w:rsid w:val="00EE6BB9"/>
    <w:rsid w:val="00EE6E15"/>
    <w:rsid w:val="00EF0ED7"/>
    <w:rsid w:val="00EF173F"/>
    <w:rsid w:val="00EF199A"/>
    <w:rsid w:val="00EF1C03"/>
    <w:rsid w:val="00EF25C4"/>
    <w:rsid w:val="00EF35C3"/>
    <w:rsid w:val="00EF5131"/>
    <w:rsid w:val="00EF598F"/>
    <w:rsid w:val="00EF68DA"/>
    <w:rsid w:val="00F0037D"/>
    <w:rsid w:val="00F0041D"/>
    <w:rsid w:val="00F00766"/>
    <w:rsid w:val="00F0210A"/>
    <w:rsid w:val="00F03F03"/>
    <w:rsid w:val="00F04781"/>
    <w:rsid w:val="00F10488"/>
    <w:rsid w:val="00F1123F"/>
    <w:rsid w:val="00F15A75"/>
    <w:rsid w:val="00F15FB9"/>
    <w:rsid w:val="00F161C4"/>
    <w:rsid w:val="00F16959"/>
    <w:rsid w:val="00F1741B"/>
    <w:rsid w:val="00F22E21"/>
    <w:rsid w:val="00F246BC"/>
    <w:rsid w:val="00F246E2"/>
    <w:rsid w:val="00F24E2E"/>
    <w:rsid w:val="00F25221"/>
    <w:rsid w:val="00F265FA"/>
    <w:rsid w:val="00F26D22"/>
    <w:rsid w:val="00F3005A"/>
    <w:rsid w:val="00F308AE"/>
    <w:rsid w:val="00F343A9"/>
    <w:rsid w:val="00F35FEF"/>
    <w:rsid w:val="00F36C82"/>
    <w:rsid w:val="00F37A78"/>
    <w:rsid w:val="00F400E6"/>
    <w:rsid w:val="00F4089C"/>
    <w:rsid w:val="00F40A2D"/>
    <w:rsid w:val="00F43168"/>
    <w:rsid w:val="00F447B1"/>
    <w:rsid w:val="00F462CB"/>
    <w:rsid w:val="00F462F4"/>
    <w:rsid w:val="00F526A2"/>
    <w:rsid w:val="00F53F15"/>
    <w:rsid w:val="00F56FB0"/>
    <w:rsid w:val="00F60B8F"/>
    <w:rsid w:val="00F64189"/>
    <w:rsid w:val="00F65DBC"/>
    <w:rsid w:val="00F668B9"/>
    <w:rsid w:val="00F70ECE"/>
    <w:rsid w:val="00F72EFE"/>
    <w:rsid w:val="00F7458D"/>
    <w:rsid w:val="00F747DA"/>
    <w:rsid w:val="00F75739"/>
    <w:rsid w:val="00F800B3"/>
    <w:rsid w:val="00F807BD"/>
    <w:rsid w:val="00F82C11"/>
    <w:rsid w:val="00F85858"/>
    <w:rsid w:val="00F867CB"/>
    <w:rsid w:val="00F939D2"/>
    <w:rsid w:val="00FA436F"/>
    <w:rsid w:val="00FA576F"/>
    <w:rsid w:val="00FA5D58"/>
    <w:rsid w:val="00FA7285"/>
    <w:rsid w:val="00FB0133"/>
    <w:rsid w:val="00FB0CB5"/>
    <w:rsid w:val="00FB200F"/>
    <w:rsid w:val="00FB296A"/>
    <w:rsid w:val="00FB2BCE"/>
    <w:rsid w:val="00FB30E8"/>
    <w:rsid w:val="00FB6136"/>
    <w:rsid w:val="00FB68CA"/>
    <w:rsid w:val="00FC10AC"/>
    <w:rsid w:val="00FC1144"/>
    <w:rsid w:val="00FC1C3B"/>
    <w:rsid w:val="00FC1C8E"/>
    <w:rsid w:val="00FC635E"/>
    <w:rsid w:val="00FC6A4C"/>
    <w:rsid w:val="00FC784A"/>
    <w:rsid w:val="00FD2A38"/>
    <w:rsid w:val="00FD3658"/>
    <w:rsid w:val="00FD75DA"/>
    <w:rsid w:val="00FE0725"/>
    <w:rsid w:val="00FE1BCA"/>
    <w:rsid w:val="00FE33B8"/>
    <w:rsid w:val="00FE3BC8"/>
    <w:rsid w:val="00FE79A2"/>
    <w:rsid w:val="00FE7D93"/>
    <w:rsid w:val="00FF0239"/>
    <w:rsid w:val="00FF1686"/>
    <w:rsid w:val="00FF3B7D"/>
    <w:rsid w:val="00FF43F7"/>
    <w:rsid w:val="00FF58EE"/>
    <w:rsid w:val="00FF5AFC"/>
    <w:rsid w:val="00FF5CE7"/>
    <w:rsid w:val="00FF6117"/>
    <w:rsid w:val="00FF63C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AF0"/>
    <w:rPr>
      <w:sz w:val="24"/>
      <w:szCs w:val="24"/>
    </w:rPr>
  </w:style>
  <w:style w:type="paragraph" w:styleId="Heading3">
    <w:name w:val="heading 3"/>
    <w:basedOn w:val="Normal"/>
    <w:link w:val="Heading3Char"/>
    <w:uiPriority w:val="99"/>
    <w:qFormat/>
    <w:rsid w:val="007B7B86"/>
    <w:pPr>
      <w:spacing w:before="100" w:beforeAutospacing="1" w:after="100" w:afterAutospacing="1"/>
      <w:outlineLvl w:val="2"/>
    </w:pPr>
    <w:rPr>
      <w:b/>
      <w:bCs/>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7B7B86"/>
    <w:rPr>
      <w:b/>
      <w:sz w:val="27"/>
    </w:rPr>
  </w:style>
  <w:style w:type="paragraph" w:customStyle="1" w:styleId="ConsPlusNormal">
    <w:name w:val="ConsPlusNormal"/>
    <w:uiPriority w:val="99"/>
    <w:rsid w:val="007F1AF0"/>
    <w:pPr>
      <w:widowControl w:val="0"/>
      <w:autoSpaceDE w:val="0"/>
      <w:autoSpaceDN w:val="0"/>
      <w:adjustRightInd w:val="0"/>
      <w:ind w:firstLine="720"/>
    </w:pPr>
    <w:rPr>
      <w:rFonts w:ascii="Arial" w:hAnsi="Arial" w:cs="Arial"/>
      <w:sz w:val="20"/>
      <w:szCs w:val="20"/>
    </w:rPr>
  </w:style>
  <w:style w:type="character" w:styleId="Strong">
    <w:name w:val="Strong"/>
    <w:basedOn w:val="DefaultParagraphFont"/>
    <w:uiPriority w:val="99"/>
    <w:qFormat/>
    <w:rsid w:val="007F1AF0"/>
    <w:rPr>
      <w:rFonts w:cs="Times New Roman"/>
      <w:b/>
    </w:rPr>
  </w:style>
  <w:style w:type="paragraph" w:styleId="Header">
    <w:name w:val="header"/>
    <w:basedOn w:val="Normal"/>
    <w:link w:val="HeaderChar"/>
    <w:uiPriority w:val="99"/>
    <w:rsid w:val="00184920"/>
    <w:pPr>
      <w:tabs>
        <w:tab w:val="center" w:pos="4677"/>
        <w:tab w:val="right" w:pos="9355"/>
      </w:tabs>
    </w:pPr>
  </w:style>
  <w:style w:type="character" w:customStyle="1" w:styleId="HeaderChar">
    <w:name w:val="Header Char"/>
    <w:basedOn w:val="DefaultParagraphFont"/>
    <w:link w:val="Header"/>
    <w:uiPriority w:val="99"/>
    <w:semiHidden/>
    <w:rsid w:val="007715BC"/>
    <w:rPr>
      <w:sz w:val="24"/>
      <w:szCs w:val="24"/>
    </w:rPr>
  </w:style>
  <w:style w:type="character" w:styleId="PageNumber">
    <w:name w:val="page number"/>
    <w:basedOn w:val="DefaultParagraphFont"/>
    <w:uiPriority w:val="99"/>
    <w:rsid w:val="00184920"/>
    <w:rPr>
      <w:rFonts w:cs="Times New Roman"/>
    </w:rPr>
  </w:style>
  <w:style w:type="paragraph" w:styleId="BalloonText">
    <w:name w:val="Balloon Text"/>
    <w:basedOn w:val="Normal"/>
    <w:link w:val="BalloonTextChar"/>
    <w:uiPriority w:val="99"/>
    <w:semiHidden/>
    <w:rsid w:val="00184920"/>
    <w:rPr>
      <w:rFonts w:ascii="Tahoma" w:hAnsi="Tahoma" w:cs="Tahoma"/>
      <w:sz w:val="16"/>
      <w:szCs w:val="16"/>
    </w:rPr>
  </w:style>
  <w:style w:type="character" w:customStyle="1" w:styleId="BalloonTextChar">
    <w:name w:val="Balloon Text Char"/>
    <w:basedOn w:val="DefaultParagraphFont"/>
    <w:link w:val="BalloonText"/>
    <w:uiPriority w:val="99"/>
    <w:semiHidden/>
    <w:rsid w:val="007715BC"/>
    <w:rPr>
      <w:sz w:val="0"/>
      <w:szCs w:val="0"/>
    </w:rPr>
  </w:style>
  <w:style w:type="paragraph" w:customStyle="1" w:styleId="ConsPlusCell">
    <w:name w:val="ConsPlusCell"/>
    <w:uiPriority w:val="99"/>
    <w:rsid w:val="0070020F"/>
    <w:pPr>
      <w:autoSpaceDE w:val="0"/>
      <w:autoSpaceDN w:val="0"/>
      <w:adjustRightInd w:val="0"/>
    </w:pPr>
    <w:rPr>
      <w:sz w:val="28"/>
      <w:szCs w:val="28"/>
    </w:rPr>
  </w:style>
  <w:style w:type="paragraph" w:styleId="NormalWeb">
    <w:name w:val="Normal (Web)"/>
    <w:basedOn w:val="Normal"/>
    <w:uiPriority w:val="99"/>
    <w:rsid w:val="007D6104"/>
    <w:pPr>
      <w:spacing w:before="100" w:beforeAutospacing="1" w:after="100" w:afterAutospacing="1"/>
      <w:jc w:val="both"/>
    </w:pPr>
  </w:style>
  <w:style w:type="table" w:styleId="TableGrid">
    <w:name w:val="Table Grid"/>
    <w:basedOn w:val="TableNormal"/>
    <w:uiPriority w:val="99"/>
    <w:rsid w:val="007927A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310413"/>
    <w:rPr>
      <w:rFonts w:cs="Times New Roman"/>
      <w:color w:val="0000FF"/>
      <w:u w:val="single"/>
    </w:rPr>
  </w:style>
  <w:style w:type="paragraph" w:customStyle="1" w:styleId="ConsPlusNonformat">
    <w:name w:val="ConsPlusNonformat"/>
    <w:uiPriority w:val="99"/>
    <w:rsid w:val="00C531DD"/>
    <w:pPr>
      <w:widowControl w:val="0"/>
      <w:autoSpaceDE w:val="0"/>
      <w:autoSpaceDN w:val="0"/>
      <w:adjustRightInd w:val="0"/>
    </w:pPr>
    <w:rPr>
      <w:rFonts w:ascii="Courier New" w:hAnsi="Courier New" w:cs="Courier New"/>
      <w:sz w:val="20"/>
      <w:szCs w:val="20"/>
    </w:rPr>
  </w:style>
  <w:style w:type="character" w:customStyle="1" w:styleId="apple-converted-space">
    <w:name w:val="apple-converted-space"/>
    <w:basedOn w:val="DefaultParagraphFont"/>
    <w:uiPriority w:val="99"/>
    <w:rsid w:val="007C460D"/>
    <w:rPr>
      <w:rFonts w:cs="Times New Roman"/>
    </w:rPr>
  </w:style>
  <w:style w:type="paragraph" w:customStyle="1" w:styleId="10">
    <w:name w:val="10"/>
    <w:basedOn w:val="Normal"/>
    <w:uiPriority w:val="99"/>
    <w:rsid w:val="007C460D"/>
    <w:pPr>
      <w:spacing w:before="100" w:beforeAutospacing="1" w:after="100" w:afterAutospacing="1"/>
    </w:pPr>
  </w:style>
  <w:style w:type="paragraph" w:customStyle="1" w:styleId="msonormalcxspmiddlecxspmiddle">
    <w:name w:val="msonormalcxspmiddlecxspmiddle"/>
    <w:basedOn w:val="Normal"/>
    <w:uiPriority w:val="99"/>
    <w:rsid w:val="00231E41"/>
    <w:pPr>
      <w:spacing w:before="100" w:beforeAutospacing="1" w:after="100" w:afterAutospacing="1"/>
    </w:pPr>
  </w:style>
  <w:style w:type="paragraph" w:styleId="Footer">
    <w:name w:val="footer"/>
    <w:basedOn w:val="Normal"/>
    <w:link w:val="FooterChar"/>
    <w:uiPriority w:val="99"/>
    <w:rsid w:val="002E264E"/>
    <w:pPr>
      <w:tabs>
        <w:tab w:val="center" w:pos="4677"/>
        <w:tab w:val="right" w:pos="9355"/>
      </w:tabs>
    </w:pPr>
  </w:style>
  <w:style w:type="character" w:customStyle="1" w:styleId="FooterChar">
    <w:name w:val="Footer Char"/>
    <w:basedOn w:val="DefaultParagraphFont"/>
    <w:link w:val="Footer"/>
    <w:uiPriority w:val="99"/>
    <w:semiHidden/>
    <w:rsid w:val="007715BC"/>
    <w:rPr>
      <w:sz w:val="24"/>
      <w:szCs w:val="24"/>
    </w:rPr>
  </w:style>
  <w:style w:type="paragraph" w:styleId="ListParagraph">
    <w:name w:val="List Paragraph"/>
    <w:basedOn w:val="Normal"/>
    <w:uiPriority w:val="99"/>
    <w:qFormat/>
    <w:rsid w:val="00CB4430"/>
    <w:pPr>
      <w:ind w:left="720"/>
      <w:contextualSpacing/>
    </w:pPr>
  </w:style>
  <w:style w:type="paragraph" w:customStyle="1" w:styleId="Default">
    <w:name w:val="Default"/>
    <w:uiPriority w:val="99"/>
    <w:rsid w:val="00FC1C3B"/>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861823780">
      <w:marLeft w:val="0"/>
      <w:marRight w:val="0"/>
      <w:marTop w:val="0"/>
      <w:marBottom w:val="0"/>
      <w:divBdr>
        <w:top w:val="none" w:sz="0" w:space="0" w:color="auto"/>
        <w:left w:val="none" w:sz="0" w:space="0" w:color="auto"/>
        <w:bottom w:val="none" w:sz="0" w:space="0" w:color="auto"/>
        <w:right w:val="none" w:sz="0" w:space="0" w:color="auto"/>
      </w:divBdr>
    </w:div>
    <w:div w:id="861823781">
      <w:marLeft w:val="0"/>
      <w:marRight w:val="0"/>
      <w:marTop w:val="0"/>
      <w:marBottom w:val="0"/>
      <w:divBdr>
        <w:top w:val="none" w:sz="0" w:space="0" w:color="auto"/>
        <w:left w:val="none" w:sz="0" w:space="0" w:color="auto"/>
        <w:bottom w:val="none" w:sz="0" w:space="0" w:color="auto"/>
        <w:right w:val="none" w:sz="0" w:space="0" w:color="auto"/>
      </w:divBdr>
    </w:div>
    <w:div w:id="861823782">
      <w:marLeft w:val="0"/>
      <w:marRight w:val="0"/>
      <w:marTop w:val="0"/>
      <w:marBottom w:val="0"/>
      <w:divBdr>
        <w:top w:val="none" w:sz="0" w:space="0" w:color="auto"/>
        <w:left w:val="none" w:sz="0" w:space="0" w:color="auto"/>
        <w:bottom w:val="none" w:sz="0" w:space="0" w:color="auto"/>
        <w:right w:val="none" w:sz="0" w:space="0" w:color="auto"/>
      </w:divBdr>
    </w:div>
    <w:div w:id="861823783">
      <w:marLeft w:val="0"/>
      <w:marRight w:val="0"/>
      <w:marTop w:val="0"/>
      <w:marBottom w:val="0"/>
      <w:divBdr>
        <w:top w:val="none" w:sz="0" w:space="0" w:color="auto"/>
        <w:left w:val="none" w:sz="0" w:space="0" w:color="auto"/>
        <w:bottom w:val="none" w:sz="0" w:space="0" w:color="auto"/>
        <w:right w:val="none" w:sz="0" w:space="0" w:color="auto"/>
      </w:divBdr>
    </w:div>
    <w:div w:id="861823784">
      <w:marLeft w:val="0"/>
      <w:marRight w:val="0"/>
      <w:marTop w:val="0"/>
      <w:marBottom w:val="0"/>
      <w:divBdr>
        <w:top w:val="none" w:sz="0" w:space="0" w:color="auto"/>
        <w:left w:val="none" w:sz="0" w:space="0" w:color="auto"/>
        <w:bottom w:val="none" w:sz="0" w:space="0" w:color="auto"/>
        <w:right w:val="none" w:sz="0" w:space="0" w:color="auto"/>
      </w:divBdr>
    </w:div>
    <w:div w:id="861823785">
      <w:marLeft w:val="0"/>
      <w:marRight w:val="0"/>
      <w:marTop w:val="0"/>
      <w:marBottom w:val="0"/>
      <w:divBdr>
        <w:top w:val="none" w:sz="0" w:space="0" w:color="auto"/>
        <w:left w:val="none" w:sz="0" w:space="0" w:color="auto"/>
        <w:bottom w:val="none" w:sz="0" w:space="0" w:color="auto"/>
        <w:right w:val="none" w:sz="0" w:space="0" w:color="auto"/>
      </w:divBdr>
    </w:div>
    <w:div w:id="861823786">
      <w:marLeft w:val="0"/>
      <w:marRight w:val="0"/>
      <w:marTop w:val="0"/>
      <w:marBottom w:val="0"/>
      <w:divBdr>
        <w:top w:val="none" w:sz="0" w:space="0" w:color="auto"/>
        <w:left w:val="none" w:sz="0" w:space="0" w:color="auto"/>
        <w:bottom w:val="none" w:sz="0" w:space="0" w:color="auto"/>
        <w:right w:val="none" w:sz="0" w:space="0" w:color="auto"/>
      </w:divBdr>
    </w:div>
    <w:div w:id="861823787">
      <w:marLeft w:val="0"/>
      <w:marRight w:val="0"/>
      <w:marTop w:val="0"/>
      <w:marBottom w:val="0"/>
      <w:divBdr>
        <w:top w:val="none" w:sz="0" w:space="0" w:color="auto"/>
        <w:left w:val="none" w:sz="0" w:space="0" w:color="auto"/>
        <w:bottom w:val="none" w:sz="0" w:space="0" w:color="auto"/>
        <w:right w:val="none" w:sz="0" w:space="0" w:color="auto"/>
      </w:divBdr>
    </w:div>
    <w:div w:id="861823788">
      <w:marLeft w:val="0"/>
      <w:marRight w:val="0"/>
      <w:marTop w:val="0"/>
      <w:marBottom w:val="0"/>
      <w:divBdr>
        <w:top w:val="none" w:sz="0" w:space="0" w:color="auto"/>
        <w:left w:val="none" w:sz="0" w:space="0" w:color="auto"/>
        <w:bottom w:val="none" w:sz="0" w:space="0" w:color="auto"/>
        <w:right w:val="none" w:sz="0" w:space="0" w:color="auto"/>
      </w:divBdr>
    </w:div>
    <w:div w:id="861823789">
      <w:marLeft w:val="0"/>
      <w:marRight w:val="0"/>
      <w:marTop w:val="0"/>
      <w:marBottom w:val="0"/>
      <w:divBdr>
        <w:top w:val="none" w:sz="0" w:space="0" w:color="auto"/>
        <w:left w:val="none" w:sz="0" w:space="0" w:color="auto"/>
        <w:bottom w:val="none" w:sz="0" w:space="0" w:color="auto"/>
        <w:right w:val="none" w:sz="0" w:space="0" w:color="auto"/>
      </w:divBdr>
    </w:div>
    <w:div w:id="861823790">
      <w:marLeft w:val="0"/>
      <w:marRight w:val="0"/>
      <w:marTop w:val="0"/>
      <w:marBottom w:val="0"/>
      <w:divBdr>
        <w:top w:val="none" w:sz="0" w:space="0" w:color="auto"/>
        <w:left w:val="none" w:sz="0" w:space="0" w:color="auto"/>
        <w:bottom w:val="none" w:sz="0" w:space="0" w:color="auto"/>
        <w:right w:val="none" w:sz="0" w:space="0" w:color="auto"/>
      </w:divBdr>
    </w:div>
    <w:div w:id="861823791">
      <w:marLeft w:val="0"/>
      <w:marRight w:val="0"/>
      <w:marTop w:val="0"/>
      <w:marBottom w:val="0"/>
      <w:divBdr>
        <w:top w:val="none" w:sz="0" w:space="0" w:color="auto"/>
        <w:left w:val="none" w:sz="0" w:space="0" w:color="auto"/>
        <w:bottom w:val="none" w:sz="0" w:space="0" w:color="auto"/>
        <w:right w:val="none" w:sz="0" w:space="0" w:color="auto"/>
      </w:divBdr>
    </w:div>
    <w:div w:id="861823792">
      <w:marLeft w:val="0"/>
      <w:marRight w:val="0"/>
      <w:marTop w:val="0"/>
      <w:marBottom w:val="0"/>
      <w:divBdr>
        <w:top w:val="none" w:sz="0" w:space="0" w:color="auto"/>
        <w:left w:val="none" w:sz="0" w:space="0" w:color="auto"/>
        <w:bottom w:val="none" w:sz="0" w:space="0" w:color="auto"/>
        <w:right w:val="none" w:sz="0" w:space="0" w:color="auto"/>
      </w:divBdr>
    </w:div>
    <w:div w:id="861823793">
      <w:marLeft w:val="0"/>
      <w:marRight w:val="0"/>
      <w:marTop w:val="0"/>
      <w:marBottom w:val="0"/>
      <w:divBdr>
        <w:top w:val="none" w:sz="0" w:space="0" w:color="auto"/>
        <w:left w:val="none" w:sz="0" w:space="0" w:color="auto"/>
        <w:bottom w:val="none" w:sz="0" w:space="0" w:color="auto"/>
        <w:right w:val="none" w:sz="0" w:space="0" w:color="auto"/>
      </w:divBdr>
    </w:div>
    <w:div w:id="861823794">
      <w:marLeft w:val="0"/>
      <w:marRight w:val="0"/>
      <w:marTop w:val="0"/>
      <w:marBottom w:val="0"/>
      <w:divBdr>
        <w:top w:val="none" w:sz="0" w:space="0" w:color="auto"/>
        <w:left w:val="none" w:sz="0" w:space="0" w:color="auto"/>
        <w:bottom w:val="none" w:sz="0" w:space="0" w:color="auto"/>
        <w:right w:val="none" w:sz="0" w:space="0" w:color="auto"/>
      </w:divBdr>
    </w:div>
    <w:div w:id="861823795">
      <w:marLeft w:val="0"/>
      <w:marRight w:val="0"/>
      <w:marTop w:val="0"/>
      <w:marBottom w:val="0"/>
      <w:divBdr>
        <w:top w:val="none" w:sz="0" w:space="0" w:color="auto"/>
        <w:left w:val="none" w:sz="0" w:space="0" w:color="auto"/>
        <w:bottom w:val="none" w:sz="0" w:space="0" w:color="auto"/>
        <w:right w:val="none" w:sz="0" w:space="0" w:color="auto"/>
      </w:divBdr>
    </w:div>
    <w:div w:id="861823796">
      <w:marLeft w:val="0"/>
      <w:marRight w:val="0"/>
      <w:marTop w:val="0"/>
      <w:marBottom w:val="0"/>
      <w:divBdr>
        <w:top w:val="none" w:sz="0" w:space="0" w:color="auto"/>
        <w:left w:val="none" w:sz="0" w:space="0" w:color="auto"/>
        <w:bottom w:val="none" w:sz="0" w:space="0" w:color="auto"/>
        <w:right w:val="none" w:sz="0" w:space="0" w:color="auto"/>
      </w:divBdr>
    </w:div>
    <w:div w:id="861823797">
      <w:marLeft w:val="0"/>
      <w:marRight w:val="0"/>
      <w:marTop w:val="0"/>
      <w:marBottom w:val="0"/>
      <w:divBdr>
        <w:top w:val="none" w:sz="0" w:space="0" w:color="auto"/>
        <w:left w:val="none" w:sz="0" w:space="0" w:color="auto"/>
        <w:bottom w:val="none" w:sz="0" w:space="0" w:color="auto"/>
        <w:right w:val="none" w:sz="0" w:space="0" w:color="auto"/>
      </w:divBdr>
    </w:div>
    <w:div w:id="861823798">
      <w:marLeft w:val="0"/>
      <w:marRight w:val="0"/>
      <w:marTop w:val="0"/>
      <w:marBottom w:val="0"/>
      <w:divBdr>
        <w:top w:val="none" w:sz="0" w:space="0" w:color="auto"/>
        <w:left w:val="none" w:sz="0" w:space="0" w:color="auto"/>
        <w:bottom w:val="none" w:sz="0" w:space="0" w:color="auto"/>
        <w:right w:val="none" w:sz="0" w:space="0" w:color="auto"/>
      </w:divBdr>
    </w:div>
    <w:div w:id="861823799">
      <w:marLeft w:val="0"/>
      <w:marRight w:val="0"/>
      <w:marTop w:val="0"/>
      <w:marBottom w:val="0"/>
      <w:divBdr>
        <w:top w:val="none" w:sz="0" w:space="0" w:color="auto"/>
        <w:left w:val="none" w:sz="0" w:space="0" w:color="auto"/>
        <w:bottom w:val="none" w:sz="0" w:space="0" w:color="auto"/>
        <w:right w:val="none" w:sz="0" w:space="0" w:color="auto"/>
      </w:divBdr>
    </w:div>
    <w:div w:id="861823800">
      <w:marLeft w:val="0"/>
      <w:marRight w:val="0"/>
      <w:marTop w:val="0"/>
      <w:marBottom w:val="0"/>
      <w:divBdr>
        <w:top w:val="none" w:sz="0" w:space="0" w:color="auto"/>
        <w:left w:val="none" w:sz="0" w:space="0" w:color="auto"/>
        <w:bottom w:val="none" w:sz="0" w:space="0" w:color="auto"/>
        <w:right w:val="none" w:sz="0" w:space="0" w:color="auto"/>
      </w:divBdr>
    </w:div>
    <w:div w:id="861823801">
      <w:marLeft w:val="0"/>
      <w:marRight w:val="0"/>
      <w:marTop w:val="0"/>
      <w:marBottom w:val="0"/>
      <w:divBdr>
        <w:top w:val="none" w:sz="0" w:space="0" w:color="auto"/>
        <w:left w:val="none" w:sz="0" w:space="0" w:color="auto"/>
        <w:bottom w:val="none" w:sz="0" w:space="0" w:color="auto"/>
        <w:right w:val="none" w:sz="0" w:space="0" w:color="auto"/>
      </w:divBdr>
    </w:div>
    <w:div w:id="861823802">
      <w:marLeft w:val="0"/>
      <w:marRight w:val="0"/>
      <w:marTop w:val="0"/>
      <w:marBottom w:val="0"/>
      <w:divBdr>
        <w:top w:val="none" w:sz="0" w:space="0" w:color="auto"/>
        <w:left w:val="none" w:sz="0" w:space="0" w:color="auto"/>
        <w:bottom w:val="none" w:sz="0" w:space="0" w:color="auto"/>
        <w:right w:val="none" w:sz="0" w:space="0" w:color="auto"/>
      </w:divBdr>
    </w:div>
    <w:div w:id="861823803">
      <w:marLeft w:val="0"/>
      <w:marRight w:val="0"/>
      <w:marTop w:val="0"/>
      <w:marBottom w:val="0"/>
      <w:divBdr>
        <w:top w:val="none" w:sz="0" w:space="0" w:color="auto"/>
        <w:left w:val="none" w:sz="0" w:space="0" w:color="auto"/>
        <w:bottom w:val="none" w:sz="0" w:space="0" w:color="auto"/>
        <w:right w:val="none" w:sz="0" w:space="0" w:color="auto"/>
      </w:divBdr>
    </w:div>
    <w:div w:id="861823804">
      <w:marLeft w:val="0"/>
      <w:marRight w:val="0"/>
      <w:marTop w:val="0"/>
      <w:marBottom w:val="0"/>
      <w:divBdr>
        <w:top w:val="none" w:sz="0" w:space="0" w:color="auto"/>
        <w:left w:val="none" w:sz="0" w:space="0" w:color="auto"/>
        <w:bottom w:val="none" w:sz="0" w:space="0" w:color="auto"/>
        <w:right w:val="none" w:sz="0" w:space="0" w:color="auto"/>
      </w:divBdr>
    </w:div>
    <w:div w:id="861823805">
      <w:marLeft w:val="0"/>
      <w:marRight w:val="0"/>
      <w:marTop w:val="0"/>
      <w:marBottom w:val="0"/>
      <w:divBdr>
        <w:top w:val="none" w:sz="0" w:space="0" w:color="auto"/>
        <w:left w:val="none" w:sz="0" w:space="0" w:color="auto"/>
        <w:bottom w:val="none" w:sz="0" w:space="0" w:color="auto"/>
        <w:right w:val="none" w:sz="0" w:space="0" w:color="auto"/>
      </w:divBdr>
    </w:div>
    <w:div w:id="861823806">
      <w:marLeft w:val="0"/>
      <w:marRight w:val="0"/>
      <w:marTop w:val="0"/>
      <w:marBottom w:val="0"/>
      <w:divBdr>
        <w:top w:val="none" w:sz="0" w:space="0" w:color="auto"/>
        <w:left w:val="none" w:sz="0" w:space="0" w:color="auto"/>
        <w:bottom w:val="none" w:sz="0" w:space="0" w:color="auto"/>
        <w:right w:val="none" w:sz="0" w:space="0" w:color="auto"/>
      </w:divBdr>
    </w:div>
    <w:div w:id="861823807">
      <w:marLeft w:val="0"/>
      <w:marRight w:val="0"/>
      <w:marTop w:val="0"/>
      <w:marBottom w:val="0"/>
      <w:divBdr>
        <w:top w:val="none" w:sz="0" w:space="0" w:color="auto"/>
        <w:left w:val="none" w:sz="0" w:space="0" w:color="auto"/>
        <w:bottom w:val="none" w:sz="0" w:space="0" w:color="auto"/>
        <w:right w:val="none" w:sz="0" w:space="0" w:color="auto"/>
      </w:divBdr>
    </w:div>
    <w:div w:id="861823808">
      <w:marLeft w:val="0"/>
      <w:marRight w:val="0"/>
      <w:marTop w:val="0"/>
      <w:marBottom w:val="0"/>
      <w:divBdr>
        <w:top w:val="none" w:sz="0" w:space="0" w:color="auto"/>
        <w:left w:val="none" w:sz="0" w:space="0" w:color="auto"/>
        <w:bottom w:val="none" w:sz="0" w:space="0" w:color="auto"/>
        <w:right w:val="none" w:sz="0" w:space="0" w:color="auto"/>
      </w:divBdr>
    </w:div>
    <w:div w:id="861823809">
      <w:marLeft w:val="0"/>
      <w:marRight w:val="0"/>
      <w:marTop w:val="0"/>
      <w:marBottom w:val="0"/>
      <w:divBdr>
        <w:top w:val="none" w:sz="0" w:space="0" w:color="auto"/>
        <w:left w:val="none" w:sz="0" w:space="0" w:color="auto"/>
        <w:bottom w:val="none" w:sz="0" w:space="0" w:color="auto"/>
        <w:right w:val="none" w:sz="0" w:space="0" w:color="auto"/>
      </w:divBdr>
    </w:div>
    <w:div w:id="861823810">
      <w:marLeft w:val="0"/>
      <w:marRight w:val="0"/>
      <w:marTop w:val="0"/>
      <w:marBottom w:val="0"/>
      <w:divBdr>
        <w:top w:val="none" w:sz="0" w:space="0" w:color="auto"/>
        <w:left w:val="none" w:sz="0" w:space="0" w:color="auto"/>
        <w:bottom w:val="none" w:sz="0" w:space="0" w:color="auto"/>
        <w:right w:val="none" w:sz="0" w:space="0" w:color="auto"/>
      </w:divBdr>
    </w:div>
    <w:div w:id="861823811">
      <w:marLeft w:val="0"/>
      <w:marRight w:val="0"/>
      <w:marTop w:val="0"/>
      <w:marBottom w:val="0"/>
      <w:divBdr>
        <w:top w:val="none" w:sz="0" w:space="0" w:color="auto"/>
        <w:left w:val="none" w:sz="0" w:space="0" w:color="auto"/>
        <w:bottom w:val="none" w:sz="0" w:space="0" w:color="auto"/>
        <w:right w:val="none" w:sz="0" w:space="0" w:color="auto"/>
      </w:divBdr>
    </w:div>
    <w:div w:id="861823812">
      <w:marLeft w:val="0"/>
      <w:marRight w:val="0"/>
      <w:marTop w:val="0"/>
      <w:marBottom w:val="0"/>
      <w:divBdr>
        <w:top w:val="none" w:sz="0" w:space="0" w:color="auto"/>
        <w:left w:val="none" w:sz="0" w:space="0" w:color="auto"/>
        <w:bottom w:val="none" w:sz="0" w:space="0" w:color="auto"/>
        <w:right w:val="none" w:sz="0" w:space="0" w:color="auto"/>
      </w:divBdr>
    </w:div>
    <w:div w:id="861823813">
      <w:marLeft w:val="0"/>
      <w:marRight w:val="0"/>
      <w:marTop w:val="0"/>
      <w:marBottom w:val="0"/>
      <w:divBdr>
        <w:top w:val="none" w:sz="0" w:space="0" w:color="auto"/>
        <w:left w:val="none" w:sz="0" w:space="0" w:color="auto"/>
        <w:bottom w:val="none" w:sz="0" w:space="0" w:color="auto"/>
        <w:right w:val="none" w:sz="0" w:space="0" w:color="auto"/>
      </w:divBdr>
    </w:div>
    <w:div w:id="861823814">
      <w:marLeft w:val="0"/>
      <w:marRight w:val="0"/>
      <w:marTop w:val="0"/>
      <w:marBottom w:val="0"/>
      <w:divBdr>
        <w:top w:val="none" w:sz="0" w:space="0" w:color="auto"/>
        <w:left w:val="none" w:sz="0" w:space="0" w:color="auto"/>
        <w:bottom w:val="none" w:sz="0" w:space="0" w:color="auto"/>
        <w:right w:val="none" w:sz="0" w:space="0" w:color="auto"/>
      </w:divBdr>
    </w:div>
    <w:div w:id="861823815">
      <w:marLeft w:val="0"/>
      <w:marRight w:val="0"/>
      <w:marTop w:val="0"/>
      <w:marBottom w:val="0"/>
      <w:divBdr>
        <w:top w:val="none" w:sz="0" w:space="0" w:color="auto"/>
        <w:left w:val="none" w:sz="0" w:space="0" w:color="auto"/>
        <w:bottom w:val="none" w:sz="0" w:space="0" w:color="auto"/>
        <w:right w:val="none" w:sz="0" w:space="0" w:color="auto"/>
      </w:divBdr>
    </w:div>
    <w:div w:id="861823816">
      <w:marLeft w:val="0"/>
      <w:marRight w:val="0"/>
      <w:marTop w:val="0"/>
      <w:marBottom w:val="0"/>
      <w:divBdr>
        <w:top w:val="none" w:sz="0" w:space="0" w:color="auto"/>
        <w:left w:val="none" w:sz="0" w:space="0" w:color="auto"/>
        <w:bottom w:val="none" w:sz="0" w:space="0" w:color="auto"/>
        <w:right w:val="none" w:sz="0" w:space="0" w:color="auto"/>
      </w:divBdr>
    </w:div>
    <w:div w:id="861823817">
      <w:marLeft w:val="0"/>
      <w:marRight w:val="0"/>
      <w:marTop w:val="0"/>
      <w:marBottom w:val="0"/>
      <w:divBdr>
        <w:top w:val="none" w:sz="0" w:space="0" w:color="auto"/>
        <w:left w:val="none" w:sz="0" w:space="0" w:color="auto"/>
        <w:bottom w:val="none" w:sz="0" w:space="0" w:color="auto"/>
        <w:right w:val="none" w:sz="0" w:space="0" w:color="auto"/>
      </w:divBdr>
    </w:div>
    <w:div w:id="861823818">
      <w:marLeft w:val="0"/>
      <w:marRight w:val="0"/>
      <w:marTop w:val="0"/>
      <w:marBottom w:val="0"/>
      <w:divBdr>
        <w:top w:val="none" w:sz="0" w:space="0" w:color="auto"/>
        <w:left w:val="none" w:sz="0" w:space="0" w:color="auto"/>
        <w:bottom w:val="none" w:sz="0" w:space="0" w:color="auto"/>
        <w:right w:val="none" w:sz="0" w:space="0" w:color="auto"/>
      </w:divBdr>
    </w:div>
    <w:div w:id="861823819">
      <w:marLeft w:val="0"/>
      <w:marRight w:val="0"/>
      <w:marTop w:val="0"/>
      <w:marBottom w:val="0"/>
      <w:divBdr>
        <w:top w:val="none" w:sz="0" w:space="0" w:color="auto"/>
        <w:left w:val="none" w:sz="0" w:space="0" w:color="auto"/>
        <w:bottom w:val="none" w:sz="0" w:space="0" w:color="auto"/>
        <w:right w:val="none" w:sz="0" w:space="0" w:color="auto"/>
      </w:divBdr>
    </w:div>
    <w:div w:id="861823820">
      <w:marLeft w:val="0"/>
      <w:marRight w:val="0"/>
      <w:marTop w:val="0"/>
      <w:marBottom w:val="0"/>
      <w:divBdr>
        <w:top w:val="none" w:sz="0" w:space="0" w:color="auto"/>
        <w:left w:val="none" w:sz="0" w:space="0" w:color="auto"/>
        <w:bottom w:val="none" w:sz="0" w:space="0" w:color="auto"/>
        <w:right w:val="none" w:sz="0" w:space="0" w:color="auto"/>
      </w:divBdr>
    </w:div>
    <w:div w:id="861823821">
      <w:marLeft w:val="0"/>
      <w:marRight w:val="0"/>
      <w:marTop w:val="0"/>
      <w:marBottom w:val="0"/>
      <w:divBdr>
        <w:top w:val="none" w:sz="0" w:space="0" w:color="auto"/>
        <w:left w:val="none" w:sz="0" w:space="0" w:color="auto"/>
        <w:bottom w:val="none" w:sz="0" w:space="0" w:color="auto"/>
        <w:right w:val="none" w:sz="0" w:space="0" w:color="auto"/>
      </w:divBdr>
    </w:div>
    <w:div w:id="8618238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omsk-turinf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80</TotalTime>
  <Pages>15</Pages>
  <Words>6203</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Подпрограммы, составляющие государственную программу Омской области  "Развитие культуры и туризма"</dc:title>
  <dc:subject/>
  <dc:creator>Otchet</dc:creator>
  <cp:keywords/>
  <dc:description/>
  <cp:lastModifiedBy>Admin</cp:lastModifiedBy>
  <cp:revision>11</cp:revision>
  <cp:lastPrinted>2022-02-16T12:12:00Z</cp:lastPrinted>
  <dcterms:created xsi:type="dcterms:W3CDTF">2022-01-12T04:48:00Z</dcterms:created>
  <dcterms:modified xsi:type="dcterms:W3CDTF">2022-02-17T05:36:00Z</dcterms:modified>
</cp:coreProperties>
</file>